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7724B" w14:textId="77777777" w:rsidR="00323458" w:rsidRDefault="00323458" w:rsidP="00986AF4"/>
    <w:p w14:paraId="0507BDEF" w14:textId="77777777" w:rsidR="00986AF4" w:rsidRDefault="00986AF4" w:rsidP="00986AF4"/>
    <w:p w14:paraId="5DDDFE45" w14:textId="77777777" w:rsidR="00986AF4" w:rsidRDefault="00986AF4" w:rsidP="00986AF4"/>
    <w:p w14:paraId="7FE1792E" w14:textId="77777777" w:rsidR="00986AF4" w:rsidRDefault="00986AF4" w:rsidP="00986AF4"/>
    <w:p w14:paraId="0931A81C" w14:textId="77777777" w:rsidR="00986AF4" w:rsidRDefault="00986AF4" w:rsidP="00986AF4"/>
    <w:p w14:paraId="292C836C" w14:textId="77777777" w:rsidR="00986AF4" w:rsidRDefault="00986AF4" w:rsidP="00986AF4"/>
    <w:p w14:paraId="2D885985" w14:textId="77777777" w:rsidR="00986AF4" w:rsidRDefault="00986AF4" w:rsidP="00986AF4"/>
    <w:p w14:paraId="24547A5E" w14:textId="77777777" w:rsidR="00986AF4" w:rsidRDefault="00986AF4" w:rsidP="00986AF4"/>
    <w:p w14:paraId="5D993B8E" w14:textId="77777777" w:rsidR="00986AF4" w:rsidRDefault="00986AF4" w:rsidP="00986AF4"/>
    <w:p w14:paraId="2CEAF8E1" w14:textId="77777777" w:rsidR="00986AF4" w:rsidRDefault="00986AF4" w:rsidP="00986AF4"/>
    <w:p w14:paraId="28AFD562" w14:textId="77777777" w:rsidR="00986AF4" w:rsidRDefault="00986AF4" w:rsidP="00986AF4"/>
    <w:p w14:paraId="325D20EE" w14:textId="77777777" w:rsidR="00986AF4" w:rsidRDefault="00986AF4" w:rsidP="00986AF4"/>
    <w:p w14:paraId="591A4625" w14:textId="77777777" w:rsidR="00986AF4" w:rsidRDefault="00986AF4" w:rsidP="00986AF4"/>
    <w:p w14:paraId="44FB95D3" w14:textId="77777777" w:rsidR="00986AF4" w:rsidRDefault="00986AF4" w:rsidP="00986AF4"/>
    <w:p w14:paraId="235BA292" w14:textId="77777777" w:rsidR="00986AF4" w:rsidRDefault="00986AF4" w:rsidP="00986AF4"/>
    <w:p w14:paraId="6428791A" w14:textId="77777777" w:rsidR="00986AF4" w:rsidRDefault="00986AF4" w:rsidP="00986AF4"/>
    <w:p w14:paraId="3E09C7FC" w14:textId="494751A8" w:rsidR="00986AF4" w:rsidRDefault="00986AF4" w:rsidP="00986AF4">
      <w:pPr>
        <w:pStyle w:val="ANaslov"/>
      </w:pPr>
      <w:r>
        <w:t>PREDLOG PRORAČUNA</w:t>
      </w:r>
    </w:p>
    <w:p w14:paraId="2250AF9F" w14:textId="77777777" w:rsidR="00986AF4" w:rsidRDefault="00986AF4" w:rsidP="00986AF4"/>
    <w:p w14:paraId="76C369E6" w14:textId="6A3F62AB" w:rsidR="00986AF4" w:rsidRDefault="00986AF4" w:rsidP="00986AF4">
      <w:pPr>
        <w:pStyle w:val="ANaslov"/>
      </w:pPr>
      <w:r>
        <w:t>OBČINE OBČINA BISTRICA OB SOTLI</w:t>
      </w:r>
    </w:p>
    <w:p w14:paraId="1C7CB87C" w14:textId="77777777" w:rsidR="00986AF4" w:rsidRDefault="00986AF4" w:rsidP="00986AF4"/>
    <w:p w14:paraId="5861F344" w14:textId="1F9C6EEE" w:rsidR="00986AF4" w:rsidRDefault="00986AF4" w:rsidP="00986AF4">
      <w:pPr>
        <w:pStyle w:val="ANaslov"/>
      </w:pPr>
      <w:r>
        <w:t>ZA LETO 2026</w:t>
      </w:r>
    </w:p>
    <w:p w14:paraId="4BE912C4" w14:textId="4781B6C1" w:rsidR="00986AF4" w:rsidRDefault="00986AF4" w:rsidP="00986AF4">
      <w:r>
        <w:br w:type="page"/>
      </w:r>
    </w:p>
    <w:p w14:paraId="6351FDE5" w14:textId="77777777" w:rsidR="00986AF4" w:rsidRDefault="00986AF4" w:rsidP="00986AF4">
      <w:pPr>
        <w:pStyle w:val="KAZALO"/>
        <w:tabs>
          <w:tab w:val="right" w:leader="dot" w:pos="9628"/>
        </w:tabs>
        <w:rPr>
          <w:noProof/>
        </w:rPr>
      </w:pPr>
      <w:r>
        <w:lastRenderedPageBreak/>
        <w:t>KAZALO</w:t>
      </w:r>
      <w:r>
        <w:fldChar w:fldCharType="begin"/>
      </w:r>
      <w:r>
        <w:instrText xml:space="preserve"> TOC \o "2-2" \h \z \t "A_Heading_1;1;A_Heading_2;2;A_Heading_2a;2;A_Heading_3;3;A_Heading_4;4;A_Heading_5;5;A_Heading_6;6;A_Heading_7;7" </w:instrText>
      </w:r>
      <w:r>
        <w:fldChar w:fldCharType="separate"/>
      </w:r>
    </w:p>
    <w:p w14:paraId="5B862543" w14:textId="4A31FE25" w:rsidR="00986AF4" w:rsidRDefault="00986AF4" w:rsidP="00986AF4">
      <w:pPr>
        <w:pStyle w:val="Kazalovsebine1"/>
        <w:tabs>
          <w:tab w:val="right" w:leader="dot" w:pos="9628"/>
        </w:tabs>
        <w:rPr>
          <w:rFonts w:asciiTheme="minorHAnsi" w:eastAsiaTheme="minorEastAsia" w:hAnsiTheme="minorHAnsi" w:cstheme="minorBidi"/>
          <w:b w:val="0"/>
          <w:bCs w:val="0"/>
          <w:caps w:val="0"/>
          <w:noProof/>
          <w:kern w:val="2"/>
          <w:sz w:val="22"/>
          <w:szCs w:val="22"/>
          <w:lang w:eastAsia="sl-SI"/>
          <w14:ligatures w14:val="standardContextual"/>
        </w:rPr>
      </w:pPr>
      <w:hyperlink w:anchor="_Toc184208483" w:history="1">
        <w:r w:rsidRPr="008452F0">
          <w:rPr>
            <w:rStyle w:val="Hiperpovezava"/>
            <w:noProof/>
          </w:rPr>
          <w:t>1. SPLOŠNI DEL</w:t>
        </w:r>
        <w:r>
          <w:rPr>
            <w:noProof/>
            <w:webHidden/>
          </w:rPr>
          <w:tab/>
        </w:r>
        <w:r>
          <w:rPr>
            <w:noProof/>
            <w:webHidden/>
          </w:rPr>
          <w:fldChar w:fldCharType="begin"/>
        </w:r>
        <w:r>
          <w:rPr>
            <w:noProof/>
            <w:webHidden/>
          </w:rPr>
          <w:instrText xml:space="preserve"> PAGEREF _Toc184208483 \h </w:instrText>
        </w:r>
        <w:r>
          <w:rPr>
            <w:noProof/>
            <w:webHidden/>
          </w:rPr>
        </w:r>
        <w:r>
          <w:rPr>
            <w:noProof/>
            <w:webHidden/>
          </w:rPr>
          <w:fldChar w:fldCharType="separate"/>
        </w:r>
        <w:r>
          <w:rPr>
            <w:noProof/>
            <w:webHidden/>
          </w:rPr>
          <w:t>7</w:t>
        </w:r>
        <w:r>
          <w:rPr>
            <w:noProof/>
            <w:webHidden/>
          </w:rPr>
          <w:fldChar w:fldCharType="end"/>
        </w:r>
      </w:hyperlink>
    </w:p>
    <w:p w14:paraId="5C1F5202" w14:textId="37039CA9" w:rsidR="00986AF4" w:rsidRDefault="00986AF4" w:rsidP="00986AF4">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208484" w:history="1">
        <w:r w:rsidRPr="008452F0">
          <w:rPr>
            <w:rStyle w:val="Hiperpovezava"/>
            <w:noProof/>
          </w:rPr>
          <w:t>A - Bilanca prihodkov in odhodkov</w:t>
        </w:r>
        <w:r>
          <w:rPr>
            <w:noProof/>
            <w:webHidden/>
          </w:rPr>
          <w:tab/>
        </w:r>
        <w:r>
          <w:rPr>
            <w:noProof/>
            <w:webHidden/>
          </w:rPr>
          <w:fldChar w:fldCharType="begin"/>
        </w:r>
        <w:r>
          <w:rPr>
            <w:noProof/>
            <w:webHidden/>
          </w:rPr>
          <w:instrText xml:space="preserve"> PAGEREF _Toc184208484 \h </w:instrText>
        </w:r>
        <w:r>
          <w:rPr>
            <w:noProof/>
            <w:webHidden/>
          </w:rPr>
        </w:r>
        <w:r>
          <w:rPr>
            <w:noProof/>
            <w:webHidden/>
          </w:rPr>
          <w:fldChar w:fldCharType="separate"/>
        </w:r>
        <w:r>
          <w:rPr>
            <w:noProof/>
            <w:webHidden/>
          </w:rPr>
          <w:t>7</w:t>
        </w:r>
        <w:r>
          <w:rPr>
            <w:noProof/>
            <w:webHidden/>
          </w:rPr>
          <w:fldChar w:fldCharType="end"/>
        </w:r>
      </w:hyperlink>
    </w:p>
    <w:p w14:paraId="3899EE65" w14:textId="7E5F509C" w:rsidR="00986AF4" w:rsidRDefault="00986AF4" w:rsidP="00986AF4">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85" w:history="1">
        <w:r w:rsidRPr="008452F0">
          <w:rPr>
            <w:rStyle w:val="Hiperpovezava"/>
            <w:noProof/>
          </w:rPr>
          <w:t>Prihodki proračuna</w:t>
        </w:r>
        <w:r>
          <w:rPr>
            <w:noProof/>
            <w:webHidden/>
          </w:rPr>
          <w:tab/>
        </w:r>
        <w:r>
          <w:rPr>
            <w:noProof/>
            <w:webHidden/>
          </w:rPr>
          <w:fldChar w:fldCharType="begin"/>
        </w:r>
        <w:r>
          <w:rPr>
            <w:noProof/>
            <w:webHidden/>
          </w:rPr>
          <w:instrText xml:space="preserve"> PAGEREF _Toc184208485 \h </w:instrText>
        </w:r>
        <w:r>
          <w:rPr>
            <w:noProof/>
            <w:webHidden/>
          </w:rPr>
        </w:r>
        <w:r>
          <w:rPr>
            <w:noProof/>
            <w:webHidden/>
          </w:rPr>
          <w:fldChar w:fldCharType="separate"/>
        </w:r>
        <w:r>
          <w:rPr>
            <w:noProof/>
            <w:webHidden/>
          </w:rPr>
          <w:t>7</w:t>
        </w:r>
        <w:r>
          <w:rPr>
            <w:noProof/>
            <w:webHidden/>
          </w:rPr>
          <w:fldChar w:fldCharType="end"/>
        </w:r>
      </w:hyperlink>
    </w:p>
    <w:p w14:paraId="045B601A" w14:textId="39902DC7"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86" w:history="1">
        <w:r w:rsidRPr="008452F0">
          <w:rPr>
            <w:rStyle w:val="Hiperpovezava"/>
            <w:noProof/>
          </w:rPr>
          <w:t>70 - DAVČNI PRIHODKI</w:t>
        </w:r>
        <w:r>
          <w:rPr>
            <w:noProof/>
            <w:webHidden/>
          </w:rPr>
          <w:tab/>
        </w:r>
        <w:r>
          <w:rPr>
            <w:noProof/>
            <w:webHidden/>
          </w:rPr>
          <w:fldChar w:fldCharType="begin"/>
        </w:r>
        <w:r>
          <w:rPr>
            <w:noProof/>
            <w:webHidden/>
          </w:rPr>
          <w:instrText xml:space="preserve"> PAGEREF _Toc184208486 \h </w:instrText>
        </w:r>
        <w:r>
          <w:rPr>
            <w:noProof/>
            <w:webHidden/>
          </w:rPr>
        </w:r>
        <w:r>
          <w:rPr>
            <w:noProof/>
            <w:webHidden/>
          </w:rPr>
          <w:fldChar w:fldCharType="separate"/>
        </w:r>
        <w:r>
          <w:rPr>
            <w:noProof/>
            <w:webHidden/>
          </w:rPr>
          <w:t>7</w:t>
        </w:r>
        <w:r>
          <w:rPr>
            <w:noProof/>
            <w:webHidden/>
          </w:rPr>
          <w:fldChar w:fldCharType="end"/>
        </w:r>
      </w:hyperlink>
    </w:p>
    <w:p w14:paraId="40827CE4" w14:textId="26C09778"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87" w:history="1">
        <w:r w:rsidRPr="008452F0">
          <w:rPr>
            <w:rStyle w:val="Hiperpovezava"/>
            <w:noProof/>
          </w:rPr>
          <w:t>71 - NEDAVČNI PRIHODKI</w:t>
        </w:r>
        <w:r>
          <w:rPr>
            <w:noProof/>
            <w:webHidden/>
          </w:rPr>
          <w:tab/>
        </w:r>
        <w:r>
          <w:rPr>
            <w:noProof/>
            <w:webHidden/>
          </w:rPr>
          <w:fldChar w:fldCharType="begin"/>
        </w:r>
        <w:r>
          <w:rPr>
            <w:noProof/>
            <w:webHidden/>
          </w:rPr>
          <w:instrText xml:space="preserve"> PAGEREF _Toc184208487 \h </w:instrText>
        </w:r>
        <w:r>
          <w:rPr>
            <w:noProof/>
            <w:webHidden/>
          </w:rPr>
        </w:r>
        <w:r>
          <w:rPr>
            <w:noProof/>
            <w:webHidden/>
          </w:rPr>
          <w:fldChar w:fldCharType="separate"/>
        </w:r>
        <w:r>
          <w:rPr>
            <w:noProof/>
            <w:webHidden/>
          </w:rPr>
          <w:t>7</w:t>
        </w:r>
        <w:r>
          <w:rPr>
            <w:noProof/>
            <w:webHidden/>
          </w:rPr>
          <w:fldChar w:fldCharType="end"/>
        </w:r>
      </w:hyperlink>
    </w:p>
    <w:p w14:paraId="68FE208D" w14:textId="06AA6560"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88" w:history="1">
        <w:r w:rsidRPr="008452F0">
          <w:rPr>
            <w:rStyle w:val="Hiperpovezava"/>
            <w:noProof/>
          </w:rPr>
          <w:t>72 - KAPITALSKI PRIHODKI</w:t>
        </w:r>
        <w:r>
          <w:rPr>
            <w:noProof/>
            <w:webHidden/>
          </w:rPr>
          <w:tab/>
        </w:r>
        <w:r>
          <w:rPr>
            <w:noProof/>
            <w:webHidden/>
          </w:rPr>
          <w:fldChar w:fldCharType="begin"/>
        </w:r>
        <w:r>
          <w:rPr>
            <w:noProof/>
            <w:webHidden/>
          </w:rPr>
          <w:instrText xml:space="preserve"> PAGEREF _Toc184208488 \h </w:instrText>
        </w:r>
        <w:r>
          <w:rPr>
            <w:noProof/>
            <w:webHidden/>
          </w:rPr>
        </w:r>
        <w:r>
          <w:rPr>
            <w:noProof/>
            <w:webHidden/>
          </w:rPr>
          <w:fldChar w:fldCharType="separate"/>
        </w:r>
        <w:r>
          <w:rPr>
            <w:noProof/>
            <w:webHidden/>
          </w:rPr>
          <w:t>8</w:t>
        </w:r>
        <w:r>
          <w:rPr>
            <w:noProof/>
            <w:webHidden/>
          </w:rPr>
          <w:fldChar w:fldCharType="end"/>
        </w:r>
      </w:hyperlink>
    </w:p>
    <w:p w14:paraId="7833A65F" w14:textId="392F5F4A"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89" w:history="1">
        <w:r w:rsidRPr="008452F0">
          <w:rPr>
            <w:rStyle w:val="Hiperpovezava"/>
            <w:noProof/>
          </w:rPr>
          <w:t>74 - TRANSFERNI PRIHODKI</w:t>
        </w:r>
        <w:r>
          <w:rPr>
            <w:noProof/>
            <w:webHidden/>
          </w:rPr>
          <w:tab/>
        </w:r>
        <w:r>
          <w:rPr>
            <w:noProof/>
            <w:webHidden/>
          </w:rPr>
          <w:fldChar w:fldCharType="begin"/>
        </w:r>
        <w:r>
          <w:rPr>
            <w:noProof/>
            <w:webHidden/>
          </w:rPr>
          <w:instrText xml:space="preserve"> PAGEREF _Toc184208489 \h </w:instrText>
        </w:r>
        <w:r>
          <w:rPr>
            <w:noProof/>
            <w:webHidden/>
          </w:rPr>
        </w:r>
        <w:r>
          <w:rPr>
            <w:noProof/>
            <w:webHidden/>
          </w:rPr>
          <w:fldChar w:fldCharType="separate"/>
        </w:r>
        <w:r>
          <w:rPr>
            <w:noProof/>
            <w:webHidden/>
          </w:rPr>
          <w:t>8</w:t>
        </w:r>
        <w:r>
          <w:rPr>
            <w:noProof/>
            <w:webHidden/>
          </w:rPr>
          <w:fldChar w:fldCharType="end"/>
        </w:r>
      </w:hyperlink>
    </w:p>
    <w:p w14:paraId="708292F4" w14:textId="09E626D6" w:rsidR="00986AF4" w:rsidRDefault="00986AF4" w:rsidP="00986AF4">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0" w:history="1">
        <w:r w:rsidRPr="008452F0">
          <w:rPr>
            <w:rStyle w:val="Hiperpovezava"/>
            <w:noProof/>
          </w:rPr>
          <w:t>Odhodki proračuna</w:t>
        </w:r>
        <w:r>
          <w:rPr>
            <w:noProof/>
            <w:webHidden/>
          </w:rPr>
          <w:tab/>
        </w:r>
        <w:r>
          <w:rPr>
            <w:noProof/>
            <w:webHidden/>
          </w:rPr>
          <w:fldChar w:fldCharType="begin"/>
        </w:r>
        <w:r>
          <w:rPr>
            <w:noProof/>
            <w:webHidden/>
          </w:rPr>
          <w:instrText xml:space="preserve"> PAGEREF _Toc184208490 \h </w:instrText>
        </w:r>
        <w:r>
          <w:rPr>
            <w:noProof/>
            <w:webHidden/>
          </w:rPr>
        </w:r>
        <w:r>
          <w:rPr>
            <w:noProof/>
            <w:webHidden/>
          </w:rPr>
          <w:fldChar w:fldCharType="separate"/>
        </w:r>
        <w:r>
          <w:rPr>
            <w:noProof/>
            <w:webHidden/>
          </w:rPr>
          <w:t>10</w:t>
        </w:r>
        <w:r>
          <w:rPr>
            <w:noProof/>
            <w:webHidden/>
          </w:rPr>
          <w:fldChar w:fldCharType="end"/>
        </w:r>
      </w:hyperlink>
    </w:p>
    <w:p w14:paraId="0089F17B" w14:textId="15D02A53"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1" w:history="1">
        <w:r w:rsidRPr="008452F0">
          <w:rPr>
            <w:rStyle w:val="Hiperpovezava"/>
            <w:noProof/>
          </w:rPr>
          <w:t>40 - TEKOČI ODHODKI</w:t>
        </w:r>
        <w:r>
          <w:rPr>
            <w:noProof/>
            <w:webHidden/>
          </w:rPr>
          <w:tab/>
        </w:r>
        <w:r>
          <w:rPr>
            <w:noProof/>
            <w:webHidden/>
          </w:rPr>
          <w:fldChar w:fldCharType="begin"/>
        </w:r>
        <w:r>
          <w:rPr>
            <w:noProof/>
            <w:webHidden/>
          </w:rPr>
          <w:instrText xml:space="preserve"> PAGEREF _Toc184208491 \h </w:instrText>
        </w:r>
        <w:r>
          <w:rPr>
            <w:noProof/>
            <w:webHidden/>
          </w:rPr>
        </w:r>
        <w:r>
          <w:rPr>
            <w:noProof/>
            <w:webHidden/>
          </w:rPr>
          <w:fldChar w:fldCharType="separate"/>
        </w:r>
        <w:r>
          <w:rPr>
            <w:noProof/>
            <w:webHidden/>
          </w:rPr>
          <w:t>10</w:t>
        </w:r>
        <w:r>
          <w:rPr>
            <w:noProof/>
            <w:webHidden/>
          </w:rPr>
          <w:fldChar w:fldCharType="end"/>
        </w:r>
      </w:hyperlink>
    </w:p>
    <w:p w14:paraId="4701A93D" w14:textId="3AE7F0AA"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2" w:history="1">
        <w:r w:rsidRPr="008452F0">
          <w:rPr>
            <w:rStyle w:val="Hiperpovezava"/>
            <w:noProof/>
          </w:rPr>
          <w:t>41 - TEKOČI TRANSFERI</w:t>
        </w:r>
        <w:r>
          <w:rPr>
            <w:noProof/>
            <w:webHidden/>
          </w:rPr>
          <w:tab/>
        </w:r>
        <w:r>
          <w:rPr>
            <w:noProof/>
            <w:webHidden/>
          </w:rPr>
          <w:fldChar w:fldCharType="begin"/>
        </w:r>
        <w:r>
          <w:rPr>
            <w:noProof/>
            <w:webHidden/>
          </w:rPr>
          <w:instrText xml:space="preserve"> PAGEREF _Toc184208492 \h </w:instrText>
        </w:r>
        <w:r>
          <w:rPr>
            <w:noProof/>
            <w:webHidden/>
          </w:rPr>
        </w:r>
        <w:r>
          <w:rPr>
            <w:noProof/>
            <w:webHidden/>
          </w:rPr>
          <w:fldChar w:fldCharType="separate"/>
        </w:r>
        <w:r>
          <w:rPr>
            <w:noProof/>
            <w:webHidden/>
          </w:rPr>
          <w:t>10</w:t>
        </w:r>
        <w:r>
          <w:rPr>
            <w:noProof/>
            <w:webHidden/>
          </w:rPr>
          <w:fldChar w:fldCharType="end"/>
        </w:r>
      </w:hyperlink>
    </w:p>
    <w:p w14:paraId="25C673C9" w14:textId="77494855"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3" w:history="1">
        <w:r w:rsidRPr="008452F0">
          <w:rPr>
            <w:rStyle w:val="Hiperpovezava"/>
            <w:noProof/>
          </w:rPr>
          <w:t>42 - INVESTICIJSKI ODHODKI</w:t>
        </w:r>
        <w:r>
          <w:rPr>
            <w:noProof/>
            <w:webHidden/>
          </w:rPr>
          <w:tab/>
        </w:r>
        <w:r>
          <w:rPr>
            <w:noProof/>
            <w:webHidden/>
          </w:rPr>
          <w:fldChar w:fldCharType="begin"/>
        </w:r>
        <w:r>
          <w:rPr>
            <w:noProof/>
            <w:webHidden/>
          </w:rPr>
          <w:instrText xml:space="preserve"> PAGEREF _Toc184208493 \h </w:instrText>
        </w:r>
        <w:r>
          <w:rPr>
            <w:noProof/>
            <w:webHidden/>
          </w:rPr>
        </w:r>
        <w:r>
          <w:rPr>
            <w:noProof/>
            <w:webHidden/>
          </w:rPr>
          <w:fldChar w:fldCharType="separate"/>
        </w:r>
        <w:r>
          <w:rPr>
            <w:noProof/>
            <w:webHidden/>
          </w:rPr>
          <w:t>12</w:t>
        </w:r>
        <w:r>
          <w:rPr>
            <w:noProof/>
            <w:webHidden/>
          </w:rPr>
          <w:fldChar w:fldCharType="end"/>
        </w:r>
      </w:hyperlink>
    </w:p>
    <w:p w14:paraId="4954B72B" w14:textId="62EBD634"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4" w:history="1">
        <w:r w:rsidRPr="008452F0">
          <w:rPr>
            <w:rStyle w:val="Hiperpovezava"/>
            <w:noProof/>
          </w:rPr>
          <w:t>43 - INVESTICIJSKI TRANSFERI</w:t>
        </w:r>
        <w:r>
          <w:rPr>
            <w:noProof/>
            <w:webHidden/>
          </w:rPr>
          <w:tab/>
        </w:r>
        <w:r>
          <w:rPr>
            <w:noProof/>
            <w:webHidden/>
          </w:rPr>
          <w:fldChar w:fldCharType="begin"/>
        </w:r>
        <w:r>
          <w:rPr>
            <w:noProof/>
            <w:webHidden/>
          </w:rPr>
          <w:instrText xml:space="preserve"> PAGEREF _Toc184208494 \h </w:instrText>
        </w:r>
        <w:r>
          <w:rPr>
            <w:noProof/>
            <w:webHidden/>
          </w:rPr>
        </w:r>
        <w:r>
          <w:rPr>
            <w:noProof/>
            <w:webHidden/>
          </w:rPr>
          <w:fldChar w:fldCharType="separate"/>
        </w:r>
        <w:r>
          <w:rPr>
            <w:noProof/>
            <w:webHidden/>
          </w:rPr>
          <w:t>12</w:t>
        </w:r>
        <w:r>
          <w:rPr>
            <w:noProof/>
            <w:webHidden/>
          </w:rPr>
          <w:fldChar w:fldCharType="end"/>
        </w:r>
      </w:hyperlink>
    </w:p>
    <w:p w14:paraId="5203BB98" w14:textId="4522B33E" w:rsidR="00986AF4" w:rsidRDefault="00986AF4" w:rsidP="00986AF4">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208495" w:history="1">
        <w:r w:rsidRPr="008452F0">
          <w:rPr>
            <w:rStyle w:val="Hiperpovezava"/>
            <w:noProof/>
          </w:rPr>
          <w:t>B - Račun finančnih terjatev in naložb</w:t>
        </w:r>
        <w:r>
          <w:rPr>
            <w:noProof/>
            <w:webHidden/>
          </w:rPr>
          <w:tab/>
        </w:r>
        <w:r>
          <w:rPr>
            <w:noProof/>
            <w:webHidden/>
          </w:rPr>
          <w:fldChar w:fldCharType="begin"/>
        </w:r>
        <w:r>
          <w:rPr>
            <w:noProof/>
            <w:webHidden/>
          </w:rPr>
          <w:instrText xml:space="preserve"> PAGEREF _Toc184208495 \h </w:instrText>
        </w:r>
        <w:r>
          <w:rPr>
            <w:noProof/>
            <w:webHidden/>
          </w:rPr>
        </w:r>
        <w:r>
          <w:rPr>
            <w:noProof/>
            <w:webHidden/>
          </w:rPr>
          <w:fldChar w:fldCharType="separate"/>
        </w:r>
        <w:r>
          <w:rPr>
            <w:noProof/>
            <w:webHidden/>
          </w:rPr>
          <w:t>13</w:t>
        </w:r>
        <w:r>
          <w:rPr>
            <w:noProof/>
            <w:webHidden/>
          </w:rPr>
          <w:fldChar w:fldCharType="end"/>
        </w:r>
      </w:hyperlink>
    </w:p>
    <w:p w14:paraId="7440A14A" w14:textId="77F61362" w:rsidR="00986AF4" w:rsidRDefault="00986AF4" w:rsidP="00986AF4">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208496" w:history="1">
        <w:r w:rsidRPr="008452F0">
          <w:rPr>
            <w:rStyle w:val="Hiperpovezava"/>
            <w:noProof/>
          </w:rPr>
          <w:t>C - Račun financiranja</w:t>
        </w:r>
        <w:r>
          <w:rPr>
            <w:noProof/>
            <w:webHidden/>
          </w:rPr>
          <w:tab/>
        </w:r>
        <w:r>
          <w:rPr>
            <w:noProof/>
            <w:webHidden/>
          </w:rPr>
          <w:fldChar w:fldCharType="begin"/>
        </w:r>
        <w:r>
          <w:rPr>
            <w:noProof/>
            <w:webHidden/>
          </w:rPr>
          <w:instrText xml:space="preserve"> PAGEREF _Toc184208496 \h </w:instrText>
        </w:r>
        <w:r>
          <w:rPr>
            <w:noProof/>
            <w:webHidden/>
          </w:rPr>
        </w:r>
        <w:r>
          <w:rPr>
            <w:noProof/>
            <w:webHidden/>
          </w:rPr>
          <w:fldChar w:fldCharType="separate"/>
        </w:r>
        <w:r>
          <w:rPr>
            <w:noProof/>
            <w:webHidden/>
          </w:rPr>
          <w:t>14</w:t>
        </w:r>
        <w:r>
          <w:rPr>
            <w:noProof/>
            <w:webHidden/>
          </w:rPr>
          <w:fldChar w:fldCharType="end"/>
        </w:r>
      </w:hyperlink>
    </w:p>
    <w:p w14:paraId="6E788360" w14:textId="38AF9513"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7" w:history="1">
        <w:r w:rsidRPr="008452F0">
          <w:rPr>
            <w:rStyle w:val="Hiperpovezava"/>
            <w:noProof/>
          </w:rPr>
          <w:t>50 - ZADOLŽEVANJE</w:t>
        </w:r>
        <w:r>
          <w:rPr>
            <w:noProof/>
            <w:webHidden/>
          </w:rPr>
          <w:tab/>
        </w:r>
        <w:r>
          <w:rPr>
            <w:noProof/>
            <w:webHidden/>
          </w:rPr>
          <w:fldChar w:fldCharType="begin"/>
        </w:r>
        <w:r>
          <w:rPr>
            <w:noProof/>
            <w:webHidden/>
          </w:rPr>
          <w:instrText xml:space="preserve"> PAGEREF _Toc184208497 \h </w:instrText>
        </w:r>
        <w:r>
          <w:rPr>
            <w:noProof/>
            <w:webHidden/>
          </w:rPr>
        </w:r>
        <w:r>
          <w:rPr>
            <w:noProof/>
            <w:webHidden/>
          </w:rPr>
          <w:fldChar w:fldCharType="separate"/>
        </w:r>
        <w:r>
          <w:rPr>
            <w:noProof/>
            <w:webHidden/>
          </w:rPr>
          <w:t>14</w:t>
        </w:r>
        <w:r>
          <w:rPr>
            <w:noProof/>
            <w:webHidden/>
          </w:rPr>
          <w:fldChar w:fldCharType="end"/>
        </w:r>
      </w:hyperlink>
    </w:p>
    <w:p w14:paraId="2054DE82" w14:textId="2024E243"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498" w:history="1">
        <w:r w:rsidRPr="008452F0">
          <w:rPr>
            <w:rStyle w:val="Hiperpovezava"/>
            <w:noProof/>
          </w:rPr>
          <w:t>55 - ODPLAČILA DOLGA</w:t>
        </w:r>
        <w:r>
          <w:rPr>
            <w:noProof/>
            <w:webHidden/>
          </w:rPr>
          <w:tab/>
        </w:r>
        <w:r>
          <w:rPr>
            <w:noProof/>
            <w:webHidden/>
          </w:rPr>
          <w:fldChar w:fldCharType="begin"/>
        </w:r>
        <w:r>
          <w:rPr>
            <w:noProof/>
            <w:webHidden/>
          </w:rPr>
          <w:instrText xml:space="preserve"> PAGEREF _Toc184208498 \h </w:instrText>
        </w:r>
        <w:r>
          <w:rPr>
            <w:noProof/>
            <w:webHidden/>
          </w:rPr>
        </w:r>
        <w:r>
          <w:rPr>
            <w:noProof/>
            <w:webHidden/>
          </w:rPr>
          <w:fldChar w:fldCharType="separate"/>
        </w:r>
        <w:r>
          <w:rPr>
            <w:noProof/>
            <w:webHidden/>
          </w:rPr>
          <w:t>14</w:t>
        </w:r>
        <w:r>
          <w:rPr>
            <w:noProof/>
            <w:webHidden/>
          </w:rPr>
          <w:fldChar w:fldCharType="end"/>
        </w:r>
      </w:hyperlink>
    </w:p>
    <w:p w14:paraId="72E8D29A" w14:textId="37E15C08" w:rsidR="00986AF4" w:rsidRDefault="00986AF4" w:rsidP="00986AF4">
      <w:pPr>
        <w:pStyle w:val="Kazalovsebine1"/>
        <w:tabs>
          <w:tab w:val="right" w:leader="dot" w:pos="9628"/>
        </w:tabs>
        <w:rPr>
          <w:rFonts w:asciiTheme="minorHAnsi" w:eastAsiaTheme="minorEastAsia" w:hAnsiTheme="minorHAnsi" w:cstheme="minorBidi"/>
          <w:b w:val="0"/>
          <w:bCs w:val="0"/>
          <w:caps w:val="0"/>
          <w:noProof/>
          <w:kern w:val="2"/>
          <w:sz w:val="22"/>
          <w:szCs w:val="22"/>
          <w:lang w:eastAsia="sl-SI"/>
          <w14:ligatures w14:val="standardContextual"/>
        </w:rPr>
      </w:pPr>
      <w:hyperlink w:anchor="_Toc184208499" w:history="1">
        <w:r w:rsidRPr="008452F0">
          <w:rPr>
            <w:rStyle w:val="Hiperpovezava"/>
            <w:noProof/>
          </w:rPr>
          <w:t>2. POSEBNI DEL</w:t>
        </w:r>
        <w:r>
          <w:rPr>
            <w:noProof/>
            <w:webHidden/>
          </w:rPr>
          <w:tab/>
        </w:r>
        <w:r>
          <w:rPr>
            <w:noProof/>
            <w:webHidden/>
          </w:rPr>
          <w:fldChar w:fldCharType="begin"/>
        </w:r>
        <w:r>
          <w:rPr>
            <w:noProof/>
            <w:webHidden/>
          </w:rPr>
          <w:instrText xml:space="preserve"> PAGEREF _Toc184208499 \h </w:instrText>
        </w:r>
        <w:r>
          <w:rPr>
            <w:noProof/>
            <w:webHidden/>
          </w:rPr>
        </w:r>
        <w:r>
          <w:rPr>
            <w:noProof/>
            <w:webHidden/>
          </w:rPr>
          <w:fldChar w:fldCharType="separate"/>
        </w:r>
        <w:r>
          <w:rPr>
            <w:noProof/>
            <w:webHidden/>
          </w:rPr>
          <w:t>16</w:t>
        </w:r>
        <w:r>
          <w:rPr>
            <w:noProof/>
            <w:webHidden/>
          </w:rPr>
          <w:fldChar w:fldCharType="end"/>
        </w:r>
      </w:hyperlink>
    </w:p>
    <w:p w14:paraId="68E452AE" w14:textId="48233404" w:rsidR="00986AF4" w:rsidRDefault="00986AF4" w:rsidP="00986AF4">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208500" w:history="1">
        <w:r w:rsidRPr="008452F0">
          <w:rPr>
            <w:rStyle w:val="Hiperpovezava"/>
            <w:noProof/>
          </w:rPr>
          <w:t>A - Bilanca odhodkov</w:t>
        </w:r>
        <w:r>
          <w:rPr>
            <w:noProof/>
            <w:webHidden/>
          </w:rPr>
          <w:tab/>
        </w:r>
        <w:r>
          <w:rPr>
            <w:noProof/>
            <w:webHidden/>
          </w:rPr>
          <w:fldChar w:fldCharType="begin"/>
        </w:r>
        <w:r>
          <w:rPr>
            <w:noProof/>
            <w:webHidden/>
          </w:rPr>
          <w:instrText xml:space="preserve"> PAGEREF _Toc184208500 \h </w:instrText>
        </w:r>
        <w:r>
          <w:rPr>
            <w:noProof/>
            <w:webHidden/>
          </w:rPr>
        </w:r>
        <w:r>
          <w:rPr>
            <w:noProof/>
            <w:webHidden/>
          </w:rPr>
          <w:fldChar w:fldCharType="separate"/>
        </w:r>
        <w:r>
          <w:rPr>
            <w:noProof/>
            <w:webHidden/>
          </w:rPr>
          <w:t>16</w:t>
        </w:r>
        <w:r>
          <w:rPr>
            <w:noProof/>
            <w:webHidden/>
          </w:rPr>
          <w:fldChar w:fldCharType="end"/>
        </w:r>
      </w:hyperlink>
    </w:p>
    <w:p w14:paraId="1A44DD6A" w14:textId="310DDFA7"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1" w:history="1">
        <w:r w:rsidRPr="008452F0">
          <w:rPr>
            <w:rStyle w:val="Hiperpovezava"/>
            <w:noProof/>
          </w:rPr>
          <w:t>01 - POLITIČNI SISTEM</w:t>
        </w:r>
        <w:r>
          <w:rPr>
            <w:noProof/>
            <w:webHidden/>
          </w:rPr>
          <w:tab/>
        </w:r>
        <w:r>
          <w:rPr>
            <w:noProof/>
            <w:webHidden/>
          </w:rPr>
          <w:fldChar w:fldCharType="begin"/>
        </w:r>
        <w:r>
          <w:rPr>
            <w:noProof/>
            <w:webHidden/>
          </w:rPr>
          <w:instrText xml:space="preserve"> PAGEREF _Toc184208501 \h </w:instrText>
        </w:r>
        <w:r>
          <w:rPr>
            <w:noProof/>
            <w:webHidden/>
          </w:rPr>
        </w:r>
        <w:r>
          <w:rPr>
            <w:noProof/>
            <w:webHidden/>
          </w:rPr>
          <w:fldChar w:fldCharType="separate"/>
        </w:r>
        <w:r>
          <w:rPr>
            <w:noProof/>
            <w:webHidden/>
          </w:rPr>
          <w:t>16</w:t>
        </w:r>
        <w:r>
          <w:rPr>
            <w:noProof/>
            <w:webHidden/>
          </w:rPr>
          <w:fldChar w:fldCharType="end"/>
        </w:r>
      </w:hyperlink>
    </w:p>
    <w:p w14:paraId="5EEEFD2E" w14:textId="238B1C59"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2" w:history="1">
        <w:r w:rsidRPr="008452F0">
          <w:rPr>
            <w:rStyle w:val="Hiperpovezava"/>
            <w:noProof/>
          </w:rPr>
          <w:t>0101 - Politični sistem</w:t>
        </w:r>
        <w:r>
          <w:rPr>
            <w:noProof/>
            <w:webHidden/>
          </w:rPr>
          <w:tab/>
        </w:r>
        <w:r>
          <w:rPr>
            <w:noProof/>
            <w:webHidden/>
          </w:rPr>
          <w:fldChar w:fldCharType="begin"/>
        </w:r>
        <w:r>
          <w:rPr>
            <w:noProof/>
            <w:webHidden/>
          </w:rPr>
          <w:instrText xml:space="preserve"> PAGEREF _Toc184208502 \h </w:instrText>
        </w:r>
        <w:r>
          <w:rPr>
            <w:noProof/>
            <w:webHidden/>
          </w:rPr>
        </w:r>
        <w:r>
          <w:rPr>
            <w:noProof/>
            <w:webHidden/>
          </w:rPr>
          <w:fldChar w:fldCharType="separate"/>
        </w:r>
        <w:r>
          <w:rPr>
            <w:noProof/>
            <w:webHidden/>
          </w:rPr>
          <w:t>16</w:t>
        </w:r>
        <w:r>
          <w:rPr>
            <w:noProof/>
            <w:webHidden/>
          </w:rPr>
          <w:fldChar w:fldCharType="end"/>
        </w:r>
      </w:hyperlink>
    </w:p>
    <w:p w14:paraId="1173A71B" w14:textId="6947D86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3" w:history="1">
        <w:r w:rsidRPr="008452F0">
          <w:rPr>
            <w:rStyle w:val="Hiperpovezava"/>
            <w:noProof/>
          </w:rPr>
          <w:t>01019001 - Dejavnost občinskega sveta</w:t>
        </w:r>
        <w:r>
          <w:rPr>
            <w:noProof/>
            <w:webHidden/>
          </w:rPr>
          <w:tab/>
        </w:r>
        <w:r>
          <w:rPr>
            <w:noProof/>
            <w:webHidden/>
          </w:rPr>
          <w:fldChar w:fldCharType="begin"/>
        </w:r>
        <w:r>
          <w:rPr>
            <w:noProof/>
            <w:webHidden/>
          </w:rPr>
          <w:instrText xml:space="preserve"> PAGEREF _Toc184208503 \h </w:instrText>
        </w:r>
        <w:r>
          <w:rPr>
            <w:noProof/>
            <w:webHidden/>
          </w:rPr>
        </w:r>
        <w:r>
          <w:rPr>
            <w:noProof/>
            <w:webHidden/>
          </w:rPr>
          <w:fldChar w:fldCharType="separate"/>
        </w:r>
        <w:r>
          <w:rPr>
            <w:noProof/>
            <w:webHidden/>
          </w:rPr>
          <w:t>16</w:t>
        </w:r>
        <w:r>
          <w:rPr>
            <w:noProof/>
            <w:webHidden/>
          </w:rPr>
          <w:fldChar w:fldCharType="end"/>
        </w:r>
      </w:hyperlink>
    </w:p>
    <w:p w14:paraId="1CDE5EAC" w14:textId="003BE38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4" w:history="1">
        <w:r w:rsidRPr="008452F0">
          <w:rPr>
            <w:rStyle w:val="Hiperpovezava"/>
            <w:noProof/>
          </w:rPr>
          <w:t>01019002 - Izvedba in nadzor volitev in referendumov</w:t>
        </w:r>
        <w:r>
          <w:rPr>
            <w:noProof/>
            <w:webHidden/>
          </w:rPr>
          <w:tab/>
        </w:r>
        <w:r>
          <w:rPr>
            <w:noProof/>
            <w:webHidden/>
          </w:rPr>
          <w:fldChar w:fldCharType="begin"/>
        </w:r>
        <w:r>
          <w:rPr>
            <w:noProof/>
            <w:webHidden/>
          </w:rPr>
          <w:instrText xml:space="preserve"> PAGEREF _Toc184208504 \h </w:instrText>
        </w:r>
        <w:r>
          <w:rPr>
            <w:noProof/>
            <w:webHidden/>
          </w:rPr>
        </w:r>
        <w:r>
          <w:rPr>
            <w:noProof/>
            <w:webHidden/>
          </w:rPr>
          <w:fldChar w:fldCharType="separate"/>
        </w:r>
        <w:r>
          <w:rPr>
            <w:noProof/>
            <w:webHidden/>
          </w:rPr>
          <w:t>18</w:t>
        </w:r>
        <w:r>
          <w:rPr>
            <w:noProof/>
            <w:webHidden/>
          </w:rPr>
          <w:fldChar w:fldCharType="end"/>
        </w:r>
      </w:hyperlink>
    </w:p>
    <w:p w14:paraId="19E2B83D" w14:textId="54AA8DCF"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5" w:history="1">
        <w:r w:rsidRPr="008452F0">
          <w:rPr>
            <w:rStyle w:val="Hiperpovezava"/>
            <w:noProof/>
          </w:rPr>
          <w:t>01019003 - Dejavnost župana in podžupanov</w:t>
        </w:r>
        <w:r>
          <w:rPr>
            <w:noProof/>
            <w:webHidden/>
          </w:rPr>
          <w:tab/>
        </w:r>
        <w:r>
          <w:rPr>
            <w:noProof/>
            <w:webHidden/>
          </w:rPr>
          <w:fldChar w:fldCharType="begin"/>
        </w:r>
        <w:r>
          <w:rPr>
            <w:noProof/>
            <w:webHidden/>
          </w:rPr>
          <w:instrText xml:space="preserve"> PAGEREF _Toc184208505 \h </w:instrText>
        </w:r>
        <w:r>
          <w:rPr>
            <w:noProof/>
            <w:webHidden/>
          </w:rPr>
        </w:r>
        <w:r>
          <w:rPr>
            <w:noProof/>
            <w:webHidden/>
          </w:rPr>
          <w:fldChar w:fldCharType="separate"/>
        </w:r>
        <w:r>
          <w:rPr>
            <w:noProof/>
            <w:webHidden/>
          </w:rPr>
          <w:t>19</w:t>
        </w:r>
        <w:r>
          <w:rPr>
            <w:noProof/>
            <w:webHidden/>
          </w:rPr>
          <w:fldChar w:fldCharType="end"/>
        </w:r>
      </w:hyperlink>
    </w:p>
    <w:p w14:paraId="29C2C824" w14:textId="4037A1C7"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6" w:history="1">
        <w:r w:rsidRPr="008452F0">
          <w:rPr>
            <w:rStyle w:val="Hiperpovezava"/>
            <w:noProof/>
          </w:rPr>
          <w:t>02 - EKONOMSKA IN FISKALNA ADMINISTRACIJA</w:t>
        </w:r>
        <w:r>
          <w:rPr>
            <w:noProof/>
            <w:webHidden/>
          </w:rPr>
          <w:tab/>
        </w:r>
        <w:r>
          <w:rPr>
            <w:noProof/>
            <w:webHidden/>
          </w:rPr>
          <w:fldChar w:fldCharType="begin"/>
        </w:r>
        <w:r>
          <w:rPr>
            <w:noProof/>
            <w:webHidden/>
          </w:rPr>
          <w:instrText xml:space="preserve"> PAGEREF _Toc184208506 \h </w:instrText>
        </w:r>
        <w:r>
          <w:rPr>
            <w:noProof/>
            <w:webHidden/>
          </w:rPr>
        </w:r>
        <w:r>
          <w:rPr>
            <w:noProof/>
            <w:webHidden/>
          </w:rPr>
          <w:fldChar w:fldCharType="separate"/>
        </w:r>
        <w:r>
          <w:rPr>
            <w:noProof/>
            <w:webHidden/>
          </w:rPr>
          <w:t>20</w:t>
        </w:r>
        <w:r>
          <w:rPr>
            <w:noProof/>
            <w:webHidden/>
          </w:rPr>
          <w:fldChar w:fldCharType="end"/>
        </w:r>
      </w:hyperlink>
    </w:p>
    <w:p w14:paraId="3084C799" w14:textId="55CECAF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7" w:history="1">
        <w:r w:rsidRPr="008452F0">
          <w:rPr>
            <w:rStyle w:val="Hiperpovezava"/>
            <w:noProof/>
          </w:rPr>
          <w:t>0202 - Urejanje na področju fiskalne politike</w:t>
        </w:r>
        <w:r>
          <w:rPr>
            <w:noProof/>
            <w:webHidden/>
          </w:rPr>
          <w:tab/>
        </w:r>
        <w:r>
          <w:rPr>
            <w:noProof/>
            <w:webHidden/>
          </w:rPr>
          <w:fldChar w:fldCharType="begin"/>
        </w:r>
        <w:r>
          <w:rPr>
            <w:noProof/>
            <w:webHidden/>
          </w:rPr>
          <w:instrText xml:space="preserve"> PAGEREF _Toc184208507 \h </w:instrText>
        </w:r>
        <w:r>
          <w:rPr>
            <w:noProof/>
            <w:webHidden/>
          </w:rPr>
        </w:r>
        <w:r>
          <w:rPr>
            <w:noProof/>
            <w:webHidden/>
          </w:rPr>
          <w:fldChar w:fldCharType="separate"/>
        </w:r>
        <w:r>
          <w:rPr>
            <w:noProof/>
            <w:webHidden/>
          </w:rPr>
          <w:t>21</w:t>
        </w:r>
        <w:r>
          <w:rPr>
            <w:noProof/>
            <w:webHidden/>
          </w:rPr>
          <w:fldChar w:fldCharType="end"/>
        </w:r>
      </w:hyperlink>
    </w:p>
    <w:p w14:paraId="70EA0D19" w14:textId="013F1F9C"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8" w:history="1">
        <w:r w:rsidRPr="008452F0">
          <w:rPr>
            <w:rStyle w:val="Hiperpovezava"/>
            <w:noProof/>
          </w:rPr>
          <w:t>02029001 - Urejanje na področju fiskalne politike</w:t>
        </w:r>
        <w:r>
          <w:rPr>
            <w:noProof/>
            <w:webHidden/>
          </w:rPr>
          <w:tab/>
        </w:r>
        <w:r>
          <w:rPr>
            <w:noProof/>
            <w:webHidden/>
          </w:rPr>
          <w:fldChar w:fldCharType="begin"/>
        </w:r>
        <w:r>
          <w:rPr>
            <w:noProof/>
            <w:webHidden/>
          </w:rPr>
          <w:instrText xml:space="preserve"> PAGEREF _Toc184208508 \h </w:instrText>
        </w:r>
        <w:r>
          <w:rPr>
            <w:noProof/>
            <w:webHidden/>
          </w:rPr>
        </w:r>
        <w:r>
          <w:rPr>
            <w:noProof/>
            <w:webHidden/>
          </w:rPr>
          <w:fldChar w:fldCharType="separate"/>
        </w:r>
        <w:r>
          <w:rPr>
            <w:noProof/>
            <w:webHidden/>
          </w:rPr>
          <w:t>21</w:t>
        </w:r>
        <w:r>
          <w:rPr>
            <w:noProof/>
            <w:webHidden/>
          </w:rPr>
          <w:fldChar w:fldCharType="end"/>
        </w:r>
      </w:hyperlink>
    </w:p>
    <w:p w14:paraId="5E057416" w14:textId="6E27684D"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09" w:history="1">
        <w:r w:rsidRPr="008452F0">
          <w:rPr>
            <w:rStyle w:val="Hiperpovezava"/>
            <w:noProof/>
          </w:rPr>
          <w:t>0203 - Fiskalni nadzor</w:t>
        </w:r>
        <w:r>
          <w:rPr>
            <w:noProof/>
            <w:webHidden/>
          </w:rPr>
          <w:tab/>
        </w:r>
        <w:r>
          <w:rPr>
            <w:noProof/>
            <w:webHidden/>
          </w:rPr>
          <w:fldChar w:fldCharType="begin"/>
        </w:r>
        <w:r>
          <w:rPr>
            <w:noProof/>
            <w:webHidden/>
          </w:rPr>
          <w:instrText xml:space="preserve"> PAGEREF _Toc184208509 \h </w:instrText>
        </w:r>
        <w:r>
          <w:rPr>
            <w:noProof/>
            <w:webHidden/>
          </w:rPr>
        </w:r>
        <w:r>
          <w:rPr>
            <w:noProof/>
            <w:webHidden/>
          </w:rPr>
          <w:fldChar w:fldCharType="separate"/>
        </w:r>
        <w:r>
          <w:rPr>
            <w:noProof/>
            <w:webHidden/>
          </w:rPr>
          <w:t>22</w:t>
        </w:r>
        <w:r>
          <w:rPr>
            <w:noProof/>
            <w:webHidden/>
          </w:rPr>
          <w:fldChar w:fldCharType="end"/>
        </w:r>
      </w:hyperlink>
    </w:p>
    <w:p w14:paraId="12436183" w14:textId="183D0C40"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0" w:history="1">
        <w:r w:rsidRPr="008452F0">
          <w:rPr>
            <w:rStyle w:val="Hiperpovezava"/>
            <w:noProof/>
          </w:rPr>
          <w:t>02039001 - Dejavnost nadzornega odbora</w:t>
        </w:r>
        <w:r>
          <w:rPr>
            <w:noProof/>
            <w:webHidden/>
          </w:rPr>
          <w:tab/>
        </w:r>
        <w:r>
          <w:rPr>
            <w:noProof/>
            <w:webHidden/>
          </w:rPr>
          <w:fldChar w:fldCharType="begin"/>
        </w:r>
        <w:r>
          <w:rPr>
            <w:noProof/>
            <w:webHidden/>
          </w:rPr>
          <w:instrText xml:space="preserve"> PAGEREF _Toc184208510 \h </w:instrText>
        </w:r>
        <w:r>
          <w:rPr>
            <w:noProof/>
            <w:webHidden/>
          </w:rPr>
        </w:r>
        <w:r>
          <w:rPr>
            <w:noProof/>
            <w:webHidden/>
          </w:rPr>
          <w:fldChar w:fldCharType="separate"/>
        </w:r>
        <w:r>
          <w:rPr>
            <w:noProof/>
            <w:webHidden/>
          </w:rPr>
          <w:t>22</w:t>
        </w:r>
        <w:r>
          <w:rPr>
            <w:noProof/>
            <w:webHidden/>
          </w:rPr>
          <w:fldChar w:fldCharType="end"/>
        </w:r>
      </w:hyperlink>
    </w:p>
    <w:p w14:paraId="3E00992F" w14:textId="4392FFFA"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1" w:history="1">
        <w:r w:rsidRPr="008452F0">
          <w:rPr>
            <w:rStyle w:val="Hiperpovezava"/>
            <w:noProof/>
          </w:rPr>
          <w:t>03 - ZUNANJA POLITIKA IN MEDNARODNA POMOČ</w:t>
        </w:r>
        <w:r>
          <w:rPr>
            <w:noProof/>
            <w:webHidden/>
          </w:rPr>
          <w:tab/>
        </w:r>
        <w:r>
          <w:rPr>
            <w:noProof/>
            <w:webHidden/>
          </w:rPr>
          <w:fldChar w:fldCharType="begin"/>
        </w:r>
        <w:r>
          <w:rPr>
            <w:noProof/>
            <w:webHidden/>
          </w:rPr>
          <w:instrText xml:space="preserve"> PAGEREF _Toc184208511 \h </w:instrText>
        </w:r>
        <w:r>
          <w:rPr>
            <w:noProof/>
            <w:webHidden/>
          </w:rPr>
        </w:r>
        <w:r>
          <w:rPr>
            <w:noProof/>
            <w:webHidden/>
          </w:rPr>
          <w:fldChar w:fldCharType="separate"/>
        </w:r>
        <w:r>
          <w:rPr>
            <w:noProof/>
            <w:webHidden/>
          </w:rPr>
          <w:t>23</w:t>
        </w:r>
        <w:r>
          <w:rPr>
            <w:noProof/>
            <w:webHidden/>
          </w:rPr>
          <w:fldChar w:fldCharType="end"/>
        </w:r>
      </w:hyperlink>
    </w:p>
    <w:p w14:paraId="38017B90" w14:textId="32D75158"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2" w:history="1">
        <w:r w:rsidRPr="008452F0">
          <w:rPr>
            <w:rStyle w:val="Hiperpovezava"/>
            <w:noProof/>
          </w:rPr>
          <w:t>0302 - Mednarodno sodelovanje in udeležba</w:t>
        </w:r>
        <w:r>
          <w:rPr>
            <w:noProof/>
            <w:webHidden/>
          </w:rPr>
          <w:tab/>
        </w:r>
        <w:r>
          <w:rPr>
            <w:noProof/>
            <w:webHidden/>
          </w:rPr>
          <w:fldChar w:fldCharType="begin"/>
        </w:r>
        <w:r>
          <w:rPr>
            <w:noProof/>
            <w:webHidden/>
          </w:rPr>
          <w:instrText xml:space="preserve"> PAGEREF _Toc184208512 \h </w:instrText>
        </w:r>
        <w:r>
          <w:rPr>
            <w:noProof/>
            <w:webHidden/>
          </w:rPr>
        </w:r>
        <w:r>
          <w:rPr>
            <w:noProof/>
            <w:webHidden/>
          </w:rPr>
          <w:fldChar w:fldCharType="separate"/>
        </w:r>
        <w:r>
          <w:rPr>
            <w:noProof/>
            <w:webHidden/>
          </w:rPr>
          <w:t>23</w:t>
        </w:r>
        <w:r>
          <w:rPr>
            <w:noProof/>
            <w:webHidden/>
          </w:rPr>
          <w:fldChar w:fldCharType="end"/>
        </w:r>
      </w:hyperlink>
    </w:p>
    <w:p w14:paraId="2BEE14D6" w14:textId="314571B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3" w:history="1">
        <w:r w:rsidRPr="008452F0">
          <w:rPr>
            <w:rStyle w:val="Hiperpovezava"/>
            <w:noProof/>
          </w:rPr>
          <w:t>03029002 - Mednarodno sodelovanje občin</w:t>
        </w:r>
        <w:r>
          <w:rPr>
            <w:noProof/>
            <w:webHidden/>
          </w:rPr>
          <w:tab/>
        </w:r>
        <w:r>
          <w:rPr>
            <w:noProof/>
            <w:webHidden/>
          </w:rPr>
          <w:fldChar w:fldCharType="begin"/>
        </w:r>
        <w:r>
          <w:rPr>
            <w:noProof/>
            <w:webHidden/>
          </w:rPr>
          <w:instrText xml:space="preserve"> PAGEREF _Toc184208513 \h </w:instrText>
        </w:r>
        <w:r>
          <w:rPr>
            <w:noProof/>
            <w:webHidden/>
          </w:rPr>
        </w:r>
        <w:r>
          <w:rPr>
            <w:noProof/>
            <w:webHidden/>
          </w:rPr>
          <w:fldChar w:fldCharType="separate"/>
        </w:r>
        <w:r>
          <w:rPr>
            <w:noProof/>
            <w:webHidden/>
          </w:rPr>
          <w:t>23</w:t>
        </w:r>
        <w:r>
          <w:rPr>
            <w:noProof/>
            <w:webHidden/>
          </w:rPr>
          <w:fldChar w:fldCharType="end"/>
        </w:r>
      </w:hyperlink>
    </w:p>
    <w:p w14:paraId="67A22131" w14:textId="7461339E"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4" w:history="1">
        <w:r w:rsidRPr="008452F0">
          <w:rPr>
            <w:rStyle w:val="Hiperpovezava"/>
            <w:noProof/>
          </w:rPr>
          <w:t>04 - SKUPNE ADMINISTRATIVNE SLUŽBE IN SPLOŠNE JAVNE STORITVE</w:t>
        </w:r>
        <w:r>
          <w:rPr>
            <w:noProof/>
            <w:webHidden/>
          </w:rPr>
          <w:tab/>
        </w:r>
        <w:r>
          <w:rPr>
            <w:noProof/>
            <w:webHidden/>
          </w:rPr>
          <w:fldChar w:fldCharType="begin"/>
        </w:r>
        <w:r>
          <w:rPr>
            <w:noProof/>
            <w:webHidden/>
          </w:rPr>
          <w:instrText xml:space="preserve"> PAGEREF _Toc184208514 \h </w:instrText>
        </w:r>
        <w:r>
          <w:rPr>
            <w:noProof/>
            <w:webHidden/>
          </w:rPr>
        </w:r>
        <w:r>
          <w:rPr>
            <w:noProof/>
            <w:webHidden/>
          </w:rPr>
          <w:fldChar w:fldCharType="separate"/>
        </w:r>
        <w:r>
          <w:rPr>
            <w:noProof/>
            <w:webHidden/>
          </w:rPr>
          <w:t>24</w:t>
        </w:r>
        <w:r>
          <w:rPr>
            <w:noProof/>
            <w:webHidden/>
          </w:rPr>
          <w:fldChar w:fldCharType="end"/>
        </w:r>
      </w:hyperlink>
    </w:p>
    <w:p w14:paraId="51E051A1" w14:textId="697DBDE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5" w:history="1">
        <w:r w:rsidRPr="008452F0">
          <w:rPr>
            <w:rStyle w:val="Hiperpovezava"/>
            <w:noProof/>
          </w:rPr>
          <w:t>0403 - Druge skupne administrativne službe</w:t>
        </w:r>
        <w:r>
          <w:rPr>
            <w:noProof/>
            <w:webHidden/>
          </w:rPr>
          <w:tab/>
        </w:r>
        <w:r>
          <w:rPr>
            <w:noProof/>
            <w:webHidden/>
          </w:rPr>
          <w:fldChar w:fldCharType="begin"/>
        </w:r>
        <w:r>
          <w:rPr>
            <w:noProof/>
            <w:webHidden/>
          </w:rPr>
          <w:instrText xml:space="preserve"> PAGEREF _Toc184208515 \h </w:instrText>
        </w:r>
        <w:r>
          <w:rPr>
            <w:noProof/>
            <w:webHidden/>
          </w:rPr>
        </w:r>
        <w:r>
          <w:rPr>
            <w:noProof/>
            <w:webHidden/>
          </w:rPr>
          <w:fldChar w:fldCharType="separate"/>
        </w:r>
        <w:r>
          <w:rPr>
            <w:noProof/>
            <w:webHidden/>
          </w:rPr>
          <w:t>24</w:t>
        </w:r>
        <w:r>
          <w:rPr>
            <w:noProof/>
            <w:webHidden/>
          </w:rPr>
          <w:fldChar w:fldCharType="end"/>
        </w:r>
      </w:hyperlink>
    </w:p>
    <w:p w14:paraId="25A87EDB" w14:textId="11CDD4E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6" w:history="1">
        <w:r w:rsidRPr="008452F0">
          <w:rPr>
            <w:rStyle w:val="Hiperpovezava"/>
            <w:noProof/>
          </w:rPr>
          <w:t>04039001 - Obveščanje domače in tuje javnosti</w:t>
        </w:r>
        <w:r>
          <w:rPr>
            <w:noProof/>
            <w:webHidden/>
          </w:rPr>
          <w:tab/>
        </w:r>
        <w:r>
          <w:rPr>
            <w:noProof/>
            <w:webHidden/>
          </w:rPr>
          <w:fldChar w:fldCharType="begin"/>
        </w:r>
        <w:r>
          <w:rPr>
            <w:noProof/>
            <w:webHidden/>
          </w:rPr>
          <w:instrText xml:space="preserve"> PAGEREF _Toc184208516 \h </w:instrText>
        </w:r>
        <w:r>
          <w:rPr>
            <w:noProof/>
            <w:webHidden/>
          </w:rPr>
        </w:r>
        <w:r>
          <w:rPr>
            <w:noProof/>
            <w:webHidden/>
          </w:rPr>
          <w:fldChar w:fldCharType="separate"/>
        </w:r>
        <w:r>
          <w:rPr>
            <w:noProof/>
            <w:webHidden/>
          </w:rPr>
          <w:t>25</w:t>
        </w:r>
        <w:r>
          <w:rPr>
            <w:noProof/>
            <w:webHidden/>
          </w:rPr>
          <w:fldChar w:fldCharType="end"/>
        </w:r>
      </w:hyperlink>
    </w:p>
    <w:p w14:paraId="4C176A94" w14:textId="00B0597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7" w:history="1">
        <w:r w:rsidRPr="008452F0">
          <w:rPr>
            <w:rStyle w:val="Hiperpovezava"/>
            <w:noProof/>
          </w:rPr>
          <w:t>04039002 - Izvedba protokolarnih dogodkov</w:t>
        </w:r>
        <w:r>
          <w:rPr>
            <w:noProof/>
            <w:webHidden/>
          </w:rPr>
          <w:tab/>
        </w:r>
        <w:r>
          <w:rPr>
            <w:noProof/>
            <w:webHidden/>
          </w:rPr>
          <w:fldChar w:fldCharType="begin"/>
        </w:r>
        <w:r>
          <w:rPr>
            <w:noProof/>
            <w:webHidden/>
          </w:rPr>
          <w:instrText xml:space="preserve"> PAGEREF _Toc184208517 \h </w:instrText>
        </w:r>
        <w:r>
          <w:rPr>
            <w:noProof/>
            <w:webHidden/>
          </w:rPr>
        </w:r>
        <w:r>
          <w:rPr>
            <w:noProof/>
            <w:webHidden/>
          </w:rPr>
          <w:fldChar w:fldCharType="separate"/>
        </w:r>
        <w:r>
          <w:rPr>
            <w:noProof/>
            <w:webHidden/>
          </w:rPr>
          <w:t>26</w:t>
        </w:r>
        <w:r>
          <w:rPr>
            <w:noProof/>
            <w:webHidden/>
          </w:rPr>
          <w:fldChar w:fldCharType="end"/>
        </w:r>
      </w:hyperlink>
    </w:p>
    <w:p w14:paraId="3960937F" w14:textId="706EF3AB"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8" w:history="1">
        <w:r w:rsidRPr="008452F0">
          <w:rPr>
            <w:rStyle w:val="Hiperpovezava"/>
            <w:noProof/>
          </w:rPr>
          <w:t>06 - LOKALNA SAMOUPRAVA</w:t>
        </w:r>
        <w:r>
          <w:rPr>
            <w:noProof/>
            <w:webHidden/>
          </w:rPr>
          <w:tab/>
        </w:r>
        <w:r>
          <w:rPr>
            <w:noProof/>
            <w:webHidden/>
          </w:rPr>
          <w:fldChar w:fldCharType="begin"/>
        </w:r>
        <w:r>
          <w:rPr>
            <w:noProof/>
            <w:webHidden/>
          </w:rPr>
          <w:instrText xml:space="preserve"> PAGEREF _Toc184208518 \h </w:instrText>
        </w:r>
        <w:r>
          <w:rPr>
            <w:noProof/>
            <w:webHidden/>
          </w:rPr>
        </w:r>
        <w:r>
          <w:rPr>
            <w:noProof/>
            <w:webHidden/>
          </w:rPr>
          <w:fldChar w:fldCharType="separate"/>
        </w:r>
        <w:r>
          <w:rPr>
            <w:noProof/>
            <w:webHidden/>
          </w:rPr>
          <w:t>27</w:t>
        </w:r>
        <w:r>
          <w:rPr>
            <w:noProof/>
            <w:webHidden/>
          </w:rPr>
          <w:fldChar w:fldCharType="end"/>
        </w:r>
      </w:hyperlink>
    </w:p>
    <w:p w14:paraId="362BA024" w14:textId="3E9B3040"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19" w:history="1">
        <w:r w:rsidRPr="008452F0">
          <w:rPr>
            <w:rStyle w:val="Hiperpovezava"/>
            <w:noProof/>
          </w:rPr>
          <w:t>0601 - Delovanje na področju lokalne samouprave ter koordinacija vladne in lokalne ravni</w:t>
        </w:r>
        <w:r>
          <w:rPr>
            <w:noProof/>
            <w:webHidden/>
          </w:rPr>
          <w:tab/>
        </w:r>
        <w:r>
          <w:rPr>
            <w:noProof/>
            <w:webHidden/>
          </w:rPr>
          <w:fldChar w:fldCharType="begin"/>
        </w:r>
        <w:r>
          <w:rPr>
            <w:noProof/>
            <w:webHidden/>
          </w:rPr>
          <w:instrText xml:space="preserve"> PAGEREF _Toc184208519 \h </w:instrText>
        </w:r>
        <w:r>
          <w:rPr>
            <w:noProof/>
            <w:webHidden/>
          </w:rPr>
        </w:r>
        <w:r>
          <w:rPr>
            <w:noProof/>
            <w:webHidden/>
          </w:rPr>
          <w:fldChar w:fldCharType="separate"/>
        </w:r>
        <w:r>
          <w:rPr>
            <w:noProof/>
            <w:webHidden/>
          </w:rPr>
          <w:t>27</w:t>
        </w:r>
        <w:r>
          <w:rPr>
            <w:noProof/>
            <w:webHidden/>
          </w:rPr>
          <w:fldChar w:fldCharType="end"/>
        </w:r>
      </w:hyperlink>
    </w:p>
    <w:p w14:paraId="42AB5E65" w14:textId="134FD6B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0" w:history="1">
        <w:r w:rsidRPr="008452F0">
          <w:rPr>
            <w:rStyle w:val="Hiperpovezava"/>
            <w:noProof/>
          </w:rPr>
          <w:t>06019001 - Priprava strokovnih podlag s področja lokalne samouprave ter strokovna pomoč lokalnim organom in službam</w:t>
        </w:r>
        <w:r>
          <w:rPr>
            <w:noProof/>
            <w:webHidden/>
          </w:rPr>
          <w:tab/>
        </w:r>
        <w:r>
          <w:rPr>
            <w:noProof/>
            <w:webHidden/>
          </w:rPr>
          <w:fldChar w:fldCharType="begin"/>
        </w:r>
        <w:r>
          <w:rPr>
            <w:noProof/>
            <w:webHidden/>
          </w:rPr>
          <w:instrText xml:space="preserve"> PAGEREF _Toc184208520 \h </w:instrText>
        </w:r>
        <w:r>
          <w:rPr>
            <w:noProof/>
            <w:webHidden/>
          </w:rPr>
        </w:r>
        <w:r>
          <w:rPr>
            <w:noProof/>
            <w:webHidden/>
          </w:rPr>
          <w:fldChar w:fldCharType="separate"/>
        </w:r>
        <w:r>
          <w:rPr>
            <w:noProof/>
            <w:webHidden/>
          </w:rPr>
          <w:t>28</w:t>
        </w:r>
        <w:r>
          <w:rPr>
            <w:noProof/>
            <w:webHidden/>
          </w:rPr>
          <w:fldChar w:fldCharType="end"/>
        </w:r>
      </w:hyperlink>
    </w:p>
    <w:p w14:paraId="43510FF3" w14:textId="63BE20F6"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1" w:history="1">
        <w:r w:rsidRPr="008452F0">
          <w:rPr>
            <w:rStyle w:val="Hiperpovezava"/>
            <w:noProof/>
          </w:rPr>
          <w:t>0603 - Dejavnost občinske uprave</w:t>
        </w:r>
        <w:r>
          <w:rPr>
            <w:noProof/>
            <w:webHidden/>
          </w:rPr>
          <w:tab/>
        </w:r>
        <w:r>
          <w:rPr>
            <w:noProof/>
            <w:webHidden/>
          </w:rPr>
          <w:fldChar w:fldCharType="begin"/>
        </w:r>
        <w:r>
          <w:rPr>
            <w:noProof/>
            <w:webHidden/>
          </w:rPr>
          <w:instrText xml:space="preserve"> PAGEREF _Toc184208521 \h </w:instrText>
        </w:r>
        <w:r>
          <w:rPr>
            <w:noProof/>
            <w:webHidden/>
          </w:rPr>
        </w:r>
        <w:r>
          <w:rPr>
            <w:noProof/>
            <w:webHidden/>
          </w:rPr>
          <w:fldChar w:fldCharType="separate"/>
        </w:r>
        <w:r>
          <w:rPr>
            <w:noProof/>
            <w:webHidden/>
          </w:rPr>
          <w:t>28</w:t>
        </w:r>
        <w:r>
          <w:rPr>
            <w:noProof/>
            <w:webHidden/>
          </w:rPr>
          <w:fldChar w:fldCharType="end"/>
        </w:r>
      </w:hyperlink>
    </w:p>
    <w:p w14:paraId="2E487CC6" w14:textId="3387E65E"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2" w:history="1">
        <w:r w:rsidRPr="008452F0">
          <w:rPr>
            <w:rStyle w:val="Hiperpovezava"/>
            <w:noProof/>
          </w:rPr>
          <w:t>06039001 - Administracija občinske uprave</w:t>
        </w:r>
        <w:r>
          <w:rPr>
            <w:noProof/>
            <w:webHidden/>
          </w:rPr>
          <w:tab/>
        </w:r>
        <w:r>
          <w:rPr>
            <w:noProof/>
            <w:webHidden/>
          </w:rPr>
          <w:fldChar w:fldCharType="begin"/>
        </w:r>
        <w:r>
          <w:rPr>
            <w:noProof/>
            <w:webHidden/>
          </w:rPr>
          <w:instrText xml:space="preserve"> PAGEREF _Toc184208522 \h </w:instrText>
        </w:r>
        <w:r>
          <w:rPr>
            <w:noProof/>
            <w:webHidden/>
          </w:rPr>
        </w:r>
        <w:r>
          <w:rPr>
            <w:noProof/>
            <w:webHidden/>
          </w:rPr>
          <w:fldChar w:fldCharType="separate"/>
        </w:r>
        <w:r>
          <w:rPr>
            <w:noProof/>
            <w:webHidden/>
          </w:rPr>
          <w:t>28</w:t>
        </w:r>
        <w:r>
          <w:rPr>
            <w:noProof/>
            <w:webHidden/>
          </w:rPr>
          <w:fldChar w:fldCharType="end"/>
        </w:r>
      </w:hyperlink>
    </w:p>
    <w:p w14:paraId="2DE775F9" w14:textId="5D3FFBE8"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3" w:history="1">
        <w:r w:rsidRPr="008452F0">
          <w:rPr>
            <w:rStyle w:val="Hiperpovezava"/>
            <w:noProof/>
          </w:rPr>
          <w:t>06039002 - Razpolaganje in upravljanje s premoženjem, potrebnim za delovanje občinske uprave</w:t>
        </w:r>
        <w:r>
          <w:rPr>
            <w:noProof/>
            <w:webHidden/>
          </w:rPr>
          <w:tab/>
        </w:r>
        <w:r>
          <w:rPr>
            <w:noProof/>
            <w:webHidden/>
          </w:rPr>
          <w:fldChar w:fldCharType="begin"/>
        </w:r>
        <w:r>
          <w:rPr>
            <w:noProof/>
            <w:webHidden/>
          </w:rPr>
          <w:instrText xml:space="preserve"> PAGEREF _Toc184208523 \h </w:instrText>
        </w:r>
        <w:r>
          <w:rPr>
            <w:noProof/>
            <w:webHidden/>
          </w:rPr>
        </w:r>
        <w:r>
          <w:rPr>
            <w:noProof/>
            <w:webHidden/>
          </w:rPr>
          <w:fldChar w:fldCharType="separate"/>
        </w:r>
        <w:r>
          <w:rPr>
            <w:noProof/>
            <w:webHidden/>
          </w:rPr>
          <w:t>31</w:t>
        </w:r>
        <w:r>
          <w:rPr>
            <w:noProof/>
            <w:webHidden/>
          </w:rPr>
          <w:fldChar w:fldCharType="end"/>
        </w:r>
      </w:hyperlink>
    </w:p>
    <w:p w14:paraId="23A59438" w14:textId="305F4B2A"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4" w:history="1">
        <w:r w:rsidRPr="008452F0">
          <w:rPr>
            <w:rStyle w:val="Hiperpovezava"/>
            <w:noProof/>
          </w:rPr>
          <w:t>07 - OBRAMBA IN UKREPI OB IZREDNIH DOGODKIH</w:t>
        </w:r>
        <w:r>
          <w:rPr>
            <w:noProof/>
            <w:webHidden/>
          </w:rPr>
          <w:tab/>
        </w:r>
        <w:r>
          <w:rPr>
            <w:noProof/>
            <w:webHidden/>
          </w:rPr>
          <w:fldChar w:fldCharType="begin"/>
        </w:r>
        <w:r>
          <w:rPr>
            <w:noProof/>
            <w:webHidden/>
          </w:rPr>
          <w:instrText xml:space="preserve"> PAGEREF _Toc184208524 \h </w:instrText>
        </w:r>
        <w:r>
          <w:rPr>
            <w:noProof/>
            <w:webHidden/>
          </w:rPr>
        </w:r>
        <w:r>
          <w:rPr>
            <w:noProof/>
            <w:webHidden/>
          </w:rPr>
          <w:fldChar w:fldCharType="separate"/>
        </w:r>
        <w:r>
          <w:rPr>
            <w:noProof/>
            <w:webHidden/>
          </w:rPr>
          <w:t>32</w:t>
        </w:r>
        <w:r>
          <w:rPr>
            <w:noProof/>
            <w:webHidden/>
          </w:rPr>
          <w:fldChar w:fldCharType="end"/>
        </w:r>
      </w:hyperlink>
    </w:p>
    <w:p w14:paraId="2233FC1E" w14:textId="24B7D993"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5" w:history="1">
        <w:r w:rsidRPr="008452F0">
          <w:rPr>
            <w:rStyle w:val="Hiperpovezava"/>
            <w:noProof/>
          </w:rPr>
          <w:t>0703 - Varstvo pred naravnimi in drugimi nesrečami</w:t>
        </w:r>
        <w:r>
          <w:rPr>
            <w:noProof/>
            <w:webHidden/>
          </w:rPr>
          <w:tab/>
        </w:r>
        <w:r>
          <w:rPr>
            <w:noProof/>
            <w:webHidden/>
          </w:rPr>
          <w:fldChar w:fldCharType="begin"/>
        </w:r>
        <w:r>
          <w:rPr>
            <w:noProof/>
            <w:webHidden/>
          </w:rPr>
          <w:instrText xml:space="preserve"> PAGEREF _Toc184208525 \h </w:instrText>
        </w:r>
        <w:r>
          <w:rPr>
            <w:noProof/>
            <w:webHidden/>
          </w:rPr>
        </w:r>
        <w:r>
          <w:rPr>
            <w:noProof/>
            <w:webHidden/>
          </w:rPr>
          <w:fldChar w:fldCharType="separate"/>
        </w:r>
        <w:r>
          <w:rPr>
            <w:noProof/>
            <w:webHidden/>
          </w:rPr>
          <w:t>32</w:t>
        </w:r>
        <w:r>
          <w:rPr>
            <w:noProof/>
            <w:webHidden/>
          </w:rPr>
          <w:fldChar w:fldCharType="end"/>
        </w:r>
      </w:hyperlink>
    </w:p>
    <w:p w14:paraId="3E1075A2" w14:textId="64B61CE0"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6" w:history="1">
        <w:r w:rsidRPr="008452F0">
          <w:rPr>
            <w:rStyle w:val="Hiperpovezava"/>
            <w:noProof/>
          </w:rPr>
          <w:t>07039001 - Pripravljenost sistema za zaščito, reševanje in pomoč</w:t>
        </w:r>
        <w:r>
          <w:rPr>
            <w:noProof/>
            <w:webHidden/>
          </w:rPr>
          <w:tab/>
        </w:r>
        <w:r>
          <w:rPr>
            <w:noProof/>
            <w:webHidden/>
          </w:rPr>
          <w:fldChar w:fldCharType="begin"/>
        </w:r>
        <w:r>
          <w:rPr>
            <w:noProof/>
            <w:webHidden/>
          </w:rPr>
          <w:instrText xml:space="preserve"> PAGEREF _Toc184208526 \h </w:instrText>
        </w:r>
        <w:r>
          <w:rPr>
            <w:noProof/>
            <w:webHidden/>
          </w:rPr>
        </w:r>
        <w:r>
          <w:rPr>
            <w:noProof/>
            <w:webHidden/>
          </w:rPr>
          <w:fldChar w:fldCharType="separate"/>
        </w:r>
        <w:r>
          <w:rPr>
            <w:noProof/>
            <w:webHidden/>
          </w:rPr>
          <w:t>33</w:t>
        </w:r>
        <w:r>
          <w:rPr>
            <w:noProof/>
            <w:webHidden/>
          </w:rPr>
          <w:fldChar w:fldCharType="end"/>
        </w:r>
      </w:hyperlink>
    </w:p>
    <w:p w14:paraId="187D9E19" w14:textId="0957F5BF"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7" w:history="1">
        <w:r w:rsidRPr="008452F0">
          <w:rPr>
            <w:rStyle w:val="Hiperpovezava"/>
            <w:noProof/>
          </w:rPr>
          <w:t>07039002 - Delovanje sistema za zaščito, reševanje in pomoč</w:t>
        </w:r>
        <w:r>
          <w:rPr>
            <w:noProof/>
            <w:webHidden/>
          </w:rPr>
          <w:tab/>
        </w:r>
        <w:r>
          <w:rPr>
            <w:noProof/>
            <w:webHidden/>
          </w:rPr>
          <w:fldChar w:fldCharType="begin"/>
        </w:r>
        <w:r>
          <w:rPr>
            <w:noProof/>
            <w:webHidden/>
          </w:rPr>
          <w:instrText xml:space="preserve"> PAGEREF _Toc184208527 \h </w:instrText>
        </w:r>
        <w:r>
          <w:rPr>
            <w:noProof/>
            <w:webHidden/>
          </w:rPr>
        </w:r>
        <w:r>
          <w:rPr>
            <w:noProof/>
            <w:webHidden/>
          </w:rPr>
          <w:fldChar w:fldCharType="separate"/>
        </w:r>
        <w:r>
          <w:rPr>
            <w:noProof/>
            <w:webHidden/>
          </w:rPr>
          <w:t>34</w:t>
        </w:r>
        <w:r>
          <w:rPr>
            <w:noProof/>
            <w:webHidden/>
          </w:rPr>
          <w:fldChar w:fldCharType="end"/>
        </w:r>
      </w:hyperlink>
    </w:p>
    <w:p w14:paraId="2626DB2F" w14:textId="3F937BB7"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8" w:history="1">
        <w:r w:rsidRPr="008452F0">
          <w:rPr>
            <w:rStyle w:val="Hiperpovezava"/>
            <w:noProof/>
          </w:rPr>
          <w:t>08 - NOTRANJE ZADEVE IN VARNOST</w:t>
        </w:r>
        <w:r>
          <w:rPr>
            <w:noProof/>
            <w:webHidden/>
          </w:rPr>
          <w:tab/>
        </w:r>
        <w:r>
          <w:rPr>
            <w:noProof/>
            <w:webHidden/>
          </w:rPr>
          <w:fldChar w:fldCharType="begin"/>
        </w:r>
        <w:r>
          <w:rPr>
            <w:noProof/>
            <w:webHidden/>
          </w:rPr>
          <w:instrText xml:space="preserve"> PAGEREF _Toc184208528 \h </w:instrText>
        </w:r>
        <w:r>
          <w:rPr>
            <w:noProof/>
            <w:webHidden/>
          </w:rPr>
        </w:r>
        <w:r>
          <w:rPr>
            <w:noProof/>
            <w:webHidden/>
          </w:rPr>
          <w:fldChar w:fldCharType="separate"/>
        </w:r>
        <w:r>
          <w:rPr>
            <w:noProof/>
            <w:webHidden/>
          </w:rPr>
          <w:t>35</w:t>
        </w:r>
        <w:r>
          <w:rPr>
            <w:noProof/>
            <w:webHidden/>
          </w:rPr>
          <w:fldChar w:fldCharType="end"/>
        </w:r>
      </w:hyperlink>
    </w:p>
    <w:p w14:paraId="3BB35318" w14:textId="75CCA9C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29" w:history="1">
        <w:r w:rsidRPr="008452F0">
          <w:rPr>
            <w:rStyle w:val="Hiperpovezava"/>
            <w:noProof/>
          </w:rPr>
          <w:t>0802 - Policijska in kriminalistična dejavnost</w:t>
        </w:r>
        <w:r>
          <w:rPr>
            <w:noProof/>
            <w:webHidden/>
          </w:rPr>
          <w:tab/>
        </w:r>
        <w:r>
          <w:rPr>
            <w:noProof/>
            <w:webHidden/>
          </w:rPr>
          <w:fldChar w:fldCharType="begin"/>
        </w:r>
        <w:r>
          <w:rPr>
            <w:noProof/>
            <w:webHidden/>
          </w:rPr>
          <w:instrText xml:space="preserve"> PAGEREF _Toc184208529 \h </w:instrText>
        </w:r>
        <w:r>
          <w:rPr>
            <w:noProof/>
            <w:webHidden/>
          </w:rPr>
        </w:r>
        <w:r>
          <w:rPr>
            <w:noProof/>
            <w:webHidden/>
          </w:rPr>
          <w:fldChar w:fldCharType="separate"/>
        </w:r>
        <w:r>
          <w:rPr>
            <w:noProof/>
            <w:webHidden/>
          </w:rPr>
          <w:t>35</w:t>
        </w:r>
        <w:r>
          <w:rPr>
            <w:noProof/>
            <w:webHidden/>
          </w:rPr>
          <w:fldChar w:fldCharType="end"/>
        </w:r>
      </w:hyperlink>
    </w:p>
    <w:p w14:paraId="6987A252" w14:textId="3BBFE0F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0" w:history="1">
        <w:r w:rsidRPr="008452F0">
          <w:rPr>
            <w:rStyle w:val="Hiperpovezava"/>
            <w:noProof/>
          </w:rPr>
          <w:t>08029001 - Prometna varnost</w:t>
        </w:r>
        <w:r>
          <w:rPr>
            <w:noProof/>
            <w:webHidden/>
          </w:rPr>
          <w:tab/>
        </w:r>
        <w:r>
          <w:rPr>
            <w:noProof/>
            <w:webHidden/>
          </w:rPr>
          <w:fldChar w:fldCharType="begin"/>
        </w:r>
        <w:r>
          <w:rPr>
            <w:noProof/>
            <w:webHidden/>
          </w:rPr>
          <w:instrText xml:space="preserve"> PAGEREF _Toc184208530 \h </w:instrText>
        </w:r>
        <w:r>
          <w:rPr>
            <w:noProof/>
            <w:webHidden/>
          </w:rPr>
        </w:r>
        <w:r>
          <w:rPr>
            <w:noProof/>
            <w:webHidden/>
          </w:rPr>
          <w:fldChar w:fldCharType="separate"/>
        </w:r>
        <w:r>
          <w:rPr>
            <w:noProof/>
            <w:webHidden/>
          </w:rPr>
          <w:t>36</w:t>
        </w:r>
        <w:r>
          <w:rPr>
            <w:noProof/>
            <w:webHidden/>
          </w:rPr>
          <w:fldChar w:fldCharType="end"/>
        </w:r>
      </w:hyperlink>
    </w:p>
    <w:p w14:paraId="136B257E" w14:textId="70C2E212"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1" w:history="1">
        <w:r w:rsidRPr="008452F0">
          <w:rPr>
            <w:rStyle w:val="Hiperpovezava"/>
            <w:noProof/>
          </w:rPr>
          <w:t>11 - KMETIJSTVO, GOZDARSTVO IN RIBIŠTVO</w:t>
        </w:r>
        <w:r>
          <w:rPr>
            <w:noProof/>
            <w:webHidden/>
          </w:rPr>
          <w:tab/>
        </w:r>
        <w:r>
          <w:rPr>
            <w:noProof/>
            <w:webHidden/>
          </w:rPr>
          <w:fldChar w:fldCharType="begin"/>
        </w:r>
        <w:r>
          <w:rPr>
            <w:noProof/>
            <w:webHidden/>
          </w:rPr>
          <w:instrText xml:space="preserve"> PAGEREF _Toc184208531 \h </w:instrText>
        </w:r>
        <w:r>
          <w:rPr>
            <w:noProof/>
            <w:webHidden/>
          </w:rPr>
        </w:r>
        <w:r>
          <w:rPr>
            <w:noProof/>
            <w:webHidden/>
          </w:rPr>
          <w:fldChar w:fldCharType="separate"/>
        </w:r>
        <w:r>
          <w:rPr>
            <w:noProof/>
            <w:webHidden/>
          </w:rPr>
          <w:t>36</w:t>
        </w:r>
        <w:r>
          <w:rPr>
            <w:noProof/>
            <w:webHidden/>
          </w:rPr>
          <w:fldChar w:fldCharType="end"/>
        </w:r>
      </w:hyperlink>
    </w:p>
    <w:p w14:paraId="108A165D" w14:textId="5A9F313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2" w:history="1">
        <w:r w:rsidRPr="008452F0">
          <w:rPr>
            <w:rStyle w:val="Hiperpovezava"/>
            <w:noProof/>
          </w:rPr>
          <w:t>1102 - Program reforme kmetijstva in živilstva</w:t>
        </w:r>
        <w:r>
          <w:rPr>
            <w:noProof/>
            <w:webHidden/>
          </w:rPr>
          <w:tab/>
        </w:r>
        <w:r>
          <w:rPr>
            <w:noProof/>
            <w:webHidden/>
          </w:rPr>
          <w:fldChar w:fldCharType="begin"/>
        </w:r>
        <w:r>
          <w:rPr>
            <w:noProof/>
            <w:webHidden/>
          </w:rPr>
          <w:instrText xml:space="preserve"> PAGEREF _Toc184208532 \h </w:instrText>
        </w:r>
        <w:r>
          <w:rPr>
            <w:noProof/>
            <w:webHidden/>
          </w:rPr>
        </w:r>
        <w:r>
          <w:rPr>
            <w:noProof/>
            <w:webHidden/>
          </w:rPr>
          <w:fldChar w:fldCharType="separate"/>
        </w:r>
        <w:r>
          <w:rPr>
            <w:noProof/>
            <w:webHidden/>
          </w:rPr>
          <w:t>36</w:t>
        </w:r>
        <w:r>
          <w:rPr>
            <w:noProof/>
            <w:webHidden/>
          </w:rPr>
          <w:fldChar w:fldCharType="end"/>
        </w:r>
      </w:hyperlink>
    </w:p>
    <w:p w14:paraId="3FB3A39E" w14:textId="2F3A1BE6"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3" w:history="1">
        <w:r w:rsidRPr="008452F0">
          <w:rPr>
            <w:rStyle w:val="Hiperpovezava"/>
            <w:noProof/>
          </w:rPr>
          <w:t>11029002 - Razvoj in prilagajanje podeželskih območij</w:t>
        </w:r>
        <w:r>
          <w:rPr>
            <w:noProof/>
            <w:webHidden/>
          </w:rPr>
          <w:tab/>
        </w:r>
        <w:r>
          <w:rPr>
            <w:noProof/>
            <w:webHidden/>
          </w:rPr>
          <w:fldChar w:fldCharType="begin"/>
        </w:r>
        <w:r>
          <w:rPr>
            <w:noProof/>
            <w:webHidden/>
          </w:rPr>
          <w:instrText xml:space="preserve"> PAGEREF _Toc184208533 \h </w:instrText>
        </w:r>
        <w:r>
          <w:rPr>
            <w:noProof/>
            <w:webHidden/>
          </w:rPr>
        </w:r>
        <w:r>
          <w:rPr>
            <w:noProof/>
            <w:webHidden/>
          </w:rPr>
          <w:fldChar w:fldCharType="separate"/>
        </w:r>
        <w:r>
          <w:rPr>
            <w:noProof/>
            <w:webHidden/>
          </w:rPr>
          <w:t>37</w:t>
        </w:r>
        <w:r>
          <w:rPr>
            <w:noProof/>
            <w:webHidden/>
          </w:rPr>
          <w:fldChar w:fldCharType="end"/>
        </w:r>
      </w:hyperlink>
    </w:p>
    <w:p w14:paraId="6998B671" w14:textId="1689FCF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4" w:history="1">
        <w:r w:rsidRPr="008452F0">
          <w:rPr>
            <w:rStyle w:val="Hiperpovezava"/>
            <w:noProof/>
          </w:rPr>
          <w:t>11029004 - Ukrepi za stabilizacijo trga</w:t>
        </w:r>
        <w:r>
          <w:rPr>
            <w:noProof/>
            <w:webHidden/>
          </w:rPr>
          <w:tab/>
        </w:r>
        <w:r>
          <w:rPr>
            <w:noProof/>
            <w:webHidden/>
          </w:rPr>
          <w:fldChar w:fldCharType="begin"/>
        </w:r>
        <w:r>
          <w:rPr>
            <w:noProof/>
            <w:webHidden/>
          </w:rPr>
          <w:instrText xml:space="preserve"> PAGEREF _Toc184208534 \h </w:instrText>
        </w:r>
        <w:r>
          <w:rPr>
            <w:noProof/>
            <w:webHidden/>
          </w:rPr>
        </w:r>
        <w:r>
          <w:rPr>
            <w:noProof/>
            <w:webHidden/>
          </w:rPr>
          <w:fldChar w:fldCharType="separate"/>
        </w:r>
        <w:r>
          <w:rPr>
            <w:noProof/>
            <w:webHidden/>
          </w:rPr>
          <w:t>38</w:t>
        </w:r>
        <w:r>
          <w:rPr>
            <w:noProof/>
            <w:webHidden/>
          </w:rPr>
          <w:fldChar w:fldCharType="end"/>
        </w:r>
      </w:hyperlink>
    </w:p>
    <w:p w14:paraId="229C0949" w14:textId="27CBFC91"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5" w:history="1">
        <w:r w:rsidRPr="008452F0">
          <w:rPr>
            <w:rStyle w:val="Hiperpovezava"/>
            <w:noProof/>
          </w:rPr>
          <w:t>1103 - Splošne storitve v kmetijstvu</w:t>
        </w:r>
        <w:r>
          <w:rPr>
            <w:noProof/>
            <w:webHidden/>
          </w:rPr>
          <w:tab/>
        </w:r>
        <w:r>
          <w:rPr>
            <w:noProof/>
            <w:webHidden/>
          </w:rPr>
          <w:fldChar w:fldCharType="begin"/>
        </w:r>
        <w:r>
          <w:rPr>
            <w:noProof/>
            <w:webHidden/>
          </w:rPr>
          <w:instrText xml:space="preserve"> PAGEREF _Toc184208535 \h </w:instrText>
        </w:r>
        <w:r>
          <w:rPr>
            <w:noProof/>
            <w:webHidden/>
          </w:rPr>
        </w:r>
        <w:r>
          <w:rPr>
            <w:noProof/>
            <w:webHidden/>
          </w:rPr>
          <w:fldChar w:fldCharType="separate"/>
        </w:r>
        <w:r>
          <w:rPr>
            <w:noProof/>
            <w:webHidden/>
          </w:rPr>
          <w:t>38</w:t>
        </w:r>
        <w:r>
          <w:rPr>
            <w:noProof/>
            <w:webHidden/>
          </w:rPr>
          <w:fldChar w:fldCharType="end"/>
        </w:r>
      </w:hyperlink>
    </w:p>
    <w:p w14:paraId="571CEF23" w14:textId="4EE79D89"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6" w:history="1">
        <w:r w:rsidRPr="008452F0">
          <w:rPr>
            <w:rStyle w:val="Hiperpovezava"/>
            <w:noProof/>
          </w:rPr>
          <w:t>11039002 - Zdravstveno varstvo rastlin in živali</w:t>
        </w:r>
        <w:r>
          <w:rPr>
            <w:noProof/>
            <w:webHidden/>
          </w:rPr>
          <w:tab/>
        </w:r>
        <w:r>
          <w:rPr>
            <w:noProof/>
            <w:webHidden/>
          </w:rPr>
          <w:fldChar w:fldCharType="begin"/>
        </w:r>
        <w:r>
          <w:rPr>
            <w:noProof/>
            <w:webHidden/>
          </w:rPr>
          <w:instrText xml:space="preserve"> PAGEREF _Toc184208536 \h </w:instrText>
        </w:r>
        <w:r>
          <w:rPr>
            <w:noProof/>
            <w:webHidden/>
          </w:rPr>
        </w:r>
        <w:r>
          <w:rPr>
            <w:noProof/>
            <w:webHidden/>
          </w:rPr>
          <w:fldChar w:fldCharType="separate"/>
        </w:r>
        <w:r>
          <w:rPr>
            <w:noProof/>
            <w:webHidden/>
          </w:rPr>
          <w:t>39</w:t>
        </w:r>
        <w:r>
          <w:rPr>
            <w:noProof/>
            <w:webHidden/>
          </w:rPr>
          <w:fldChar w:fldCharType="end"/>
        </w:r>
      </w:hyperlink>
    </w:p>
    <w:p w14:paraId="0C0F05B5" w14:textId="68777B5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7" w:history="1">
        <w:r w:rsidRPr="008452F0">
          <w:rPr>
            <w:rStyle w:val="Hiperpovezava"/>
            <w:noProof/>
          </w:rPr>
          <w:t>1104 - Gozdarstvo</w:t>
        </w:r>
        <w:r>
          <w:rPr>
            <w:noProof/>
            <w:webHidden/>
          </w:rPr>
          <w:tab/>
        </w:r>
        <w:r>
          <w:rPr>
            <w:noProof/>
            <w:webHidden/>
          </w:rPr>
          <w:fldChar w:fldCharType="begin"/>
        </w:r>
        <w:r>
          <w:rPr>
            <w:noProof/>
            <w:webHidden/>
          </w:rPr>
          <w:instrText xml:space="preserve"> PAGEREF _Toc184208537 \h </w:instrText>
        </w:r>
        <w:r>
          <w:rPr>
            <w:noProof/>
            <w:webHidden/>
          </w:rPr>
        </w:r>
        <w:r>
          <w:rPr>
            <w:noProof/>
            <w:webHidden/>
          </w:rPr>
          <w:fldChar w:fldCharType="separate"/>
        </w:r>
        <w:r>
          <w:rPr>
            <w:noProof/>
            <w:webHidden/>
          </w:rPr>
          <w:t>39</w:t>
        </w:r>
        <w:r>
          <w:rPr>
            <w:noProof/>
            <w:webHidden/>
          </w:rPr>
          <w:fldChar w:fldCharType="end"/>
        </w:r>
      </w:hyperlink>
    </w:p>
    <w:p w14:paraId="2C63B135" w14:textId="234D2D4B"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8" w:history="1">
        <w:r w:rsidRPr="008452F0">
          <w:rPr>
            <w:rStyle w:val="Hiperpovezava"/>
            <w:noProof/>
          </w:rPr>
          <w:t>11049001 - Vzdrževanje in gradnja gozdnih cest</w:t>
        </w:r>
        <w:r>
          <w:rPr>
            <w:noProof/>
            <w:webHidden/>
          </w:rPr>
          <w:tab/>
        </w:r>
        <w:r>
          <w:rPr>
            <w:noProof/>
            <w:webHidden/>
          </w:rPr>
          <w:fldChar w:fldCharType="begin"/>
        </w:r>
        <w:r>
          <w:rPr>
            <w:noProof/>
            <w:webHidden/>
          </w:rPr>
          <w:instrText xml:space="preserve"> PAGEREF _Toc184208538 \h </w:instrText>
        </w:r>
        <w:r>
          <w:rPr>
            <w:noProof/>
            <w:webHidden/>
          </w:rPr>
        </w:r>
        <w:r>
          <w:rPr>
            <w:noProof/>
            <w:webHidden/>
          </w:rPr>
          <w:fldChar w:fldCharType="separate"/>
        </w:r>
        <w:r>
          <w:rPr>
            <w:noProof/>
            <w:webHidden/>
          </w:rPr>
          <w:t>40</w:t>
        </w:r>
        <w:r>
          <w:rPr>
            <w:noProof/>
            <w:webHidden/>
          </w:rPr>
          <w:fldChar w:fldCharType="end"/>
        </w:r>
      </w:hyperlink>
    </w:p>
    <w:p w14:paraId="07921C25" w14:textId="20E3CD52"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39" w:history="1">
        <w:r w:rsidRPr="008452F0">
          <w:rPr>
            <w:rStyle w:val="Hiperpovezava"/>
            <w:noProof/>
          </w:rPr>
          <w:t>13 - PROMET, PROMETNA INFRASTRUKTURA IN KOMUNIKACIJE</w:t>
        </w:r>
        <w:r>
          <w:rPr>
            <w:noProof/>
            <w:webHidden/>
          </w:rPr>
          <w:tab/>
        </w:r>
        <w:r>
          <w:rPr>
            <w:noProof/>
            <w:webHidden/>
          </w:rPr>
          <w:fldChar w:fldCharType="begin"/>
        </w:r>
        <w:r>
          <w:rPr>
            <w:noProof/>
            <w:webHidden/>
          </w:rPr>
          <w:instrText xml:space="preserve"> PAGEREF _Toc184208539 \h </w:instrText>
        </w:r>
        <w:r>
          <w:rPr>
            <w:noProof/>
            <w:webHidden/>
          </w:rPr>
        </w:r>
        <w:r>
          <w:rPr>
            <w:noProof/>
            <w:webHidden/>
          </w:rPr>
          <w:fldChar w:fldCharType="separate"/>
        </w:r>
        <w:r>
          <w:rPr>
            <w:noProof/>
            <w:webHidden/>
          </w:rPr>
          <w:t>41</w:t>
        </w:r>
        <w:r>
          <w:rPr>
            <w:noProof/>
            <w:webHidden/>
          </w:rPr>
          <w:fldChar w:fldCharType="end"/>
        </w:r>
      </w:hyperlink>
    </w:p>
    <w:p w14:paraId="0B4E5B69" w14:textId="3F154D16"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0" w:history="1">
        <w:r w:rsidRPr="008452F0">
          <w:rPr>
            <w:rStyle w:val="Hiperpovezava"/>
            <w:noProof/>
          </w:rPr>
          <w:t>1302 - Cestni promet in infrastruktura</w:t>
        </w:r>
        <w:r>
          <w:rPr>
            <w:noProof/>
            <w:webHidden/>
          </w:rPr>
          <w:tab/>
        </w:r>
        <w:r>
          <w:rPr>
            <w:noProof/>
            <w:webHidden/>
          </w:rPr>
          <w:fldChar w:fldCharType="begin"/>
        </w:r>
        <w:r>
          <w:rPr>
            <w:noProof/>
            <w:webHidden/>
          </w:rPr>
          <w:instrText xml:space="preserve"> PAGEREF _Toc184208540 \h </w:instrText>
        </w:r>
        <w:r>
          <w:rPr>
            <w:noProof/>
            <w:webHidden/>
          </w:rPr>
        </w:r>
        <w:r>
          <w:rPr>
            <w:noProof/>
            <w:webHidden/>
          </w:rPr>
          <w:fldChar w:fldCharType="separate"/>
        </w:r>
        <w:r>
          <w:rPr>
            <w:noProof/>
            <w:webHidden/>
          </w:rPr>
          <w:t>41</w:t>
        </w:r>
        <w:r>
          <w:rPr>
            <w:noProof/>
            <w:webHidden/>
          </w:rPr>
          <w:fldChar w:fldCharType="end"/>
        </w:r>
      </w:hyperlink>
    </w:p>
    <w:p w14:paraId="581585D0" w14:textId="7832CA1F"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1" w:history="1">
        <w:r w:rsidRPr="008452F0">
          <w:rPr>
            <w:rStyle w:val="Hiperpovezava"/>
            <w:noProof/>
          </w:rPr>
          <w:t>13029001 - Upravljanje in tekoče vzdrževanje občinskih cest</w:t>
        </w:r>
        <w:r>
          <w:rPr>
            <w:noProof/>
            <w:webHidden/>
          </w:rPr>
          <w:tab/>
        </w:r>
        <w:r>
          <w:rPr>
            <w:noProof/>
            <w:webHidden/>
          </w:rPr>
          <w:fldChar w:fldCharType="begin"/>
        </w:r>
        <w:r>
          <w:rPr>
            <w:noProof/>
            <w:webHidden/>
          </w:rPr>
          <w:instrText xml:space="preserve"> PAGEREF _Toc184208541 \h </w:instrText>
        </w:r>
        <w:r>
          <w:rPr>
            <w:noProof/>
            <w:webHidden/>
          </w:rPr>
        </w:r>
        <w:r>
          <w:rPr>
            <w:noProof/>
            <w:webHidden/>
          </w:rPr>
          <w:fldChar w:fldCharType="separate"/>
        </w:r>
        <w:r>
          <w:rPr>
            <w:noProof/>
            <w:webHidden/>
          </w:rPr>
          <w:t>42</w:t>
        </w:r>
        <w:r>
          <w:rPr>
            <w:noProof/>
            <w:webHidden/>
          </w:rPr>
          <w:fldChar w:fldCharType="end"/>
        </w:r>
      </w:hyperlink>
    </w:p>
    <w:p w14:paraId="4CBB5F05" w14:textId="63FBB23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2" w:history="1">
        <w:r w:rsidRPr="008452F0">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_Toc184208542 \h </w:instrText>
        </w:r>
        <w:r>
          <w:rPr>
            <w:noProof/>
            <w:webHidden/>
          </w:rPr>
        </w:r>
        <w:r>
          <w:rPr>
            <w:noProof/>
            <w:webHidden/>
          </w:rPr>
          <w:fldChar w:fldCharType="separate"/>
        </w:r>
        <w:r>
          <w:rPr>
            <w:noProof/>
            <w:webHidden/>
          </w:rPr>
          <w:t>43</w:t>
        </w:r>
        <w:r>
          <w:rPr>
            <w:noProof/>
            <w:webHidden/>
          </w:rPr>
          <w:fldChar w:fldCharType="end"/>
        </w:r>
      </w:hyperlink>
    </w:p>
    <w:p w14:paraId="4B391038" w14:textId="3ABBE5CF"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3" w:history="1">
        <w:r w:rsidRPr="008452F0">
          <w:rPr>
            <w:rStyle w:val="Hiperpovezava"/>
            <w:noProof/>
          </w:rPr>
          <w:t>13029004 - Cestna razsvetljava</w:t>
        </w:r>
        <w:r>
          <w:rPr>
            <w:noProof/>
            <w:webHidden/>
          </w:rPr>
          <w:tab/>
        </w:r>
        <w:r>
          <w:rPr>
            <w:noProof/>
            <w:webHidden/>
          </w:rPr>
          <w:fldChar w:fldCharType="begin"/>
        </w:r>
        <w:r>
          <w:rPr>
            <w:noProof/>
            <w:webHidden/>
          </w:rPr>
          <w:instrText xml:space="preserve"> PAGEREF _Toc184208543 \h </w:instrText>
        </w:r>
        <w:r>
          <w:rPr>
            <w:noProof/>
            <w:webHidden/>
          </w:rPr>
        </w:r>
        <w:r>
          <w:rPr>
            <w:noProof/>
            <w:webHidden/>
          </w:rPr>
          <w:fldChar w:fldCharType="separate"/>
        </w:r>
        <w:r>
          <w:rPr>
            <w:noProof/>
            <w:webHidden/>
          </w:rPr>
          <w:t>44</w:t>
        </w:r>
        <w:r>
          <w:rPr>
            <w:noProof/>
            <w:webHidden/>
          </w:rPr>
          <w:fldChar w:fldCharType="end"/>
        </w:r>
      </w:hyperlink>
    </w:p>
    <w:p w14:paraId="6730002B" w14:textId="728DE74D"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4" w:history="1">
        <w:r w:rsidRPr="008452F0">
          <w:rPr>
            <w:rStyle w:val="Hiperpovezava"/>
            <w:noProof/>
          </w:rPr>
          <w:t>14 - GOSPODARSTVO</w:t>
        </w:r>
        <w:r>
          <w:rPr>
            <w:noProof/>
            <w:webHidden/>
          </w:rPr>
          <w:tab/>
        </w:r>
        <w:r>
          <w:rPr>
            <w:noProof/>
            <w:webHidden/>
          </w:rPr>
          <w:fldChar w:fldCharType="begin"/>
        </w:r>
        <w:r>
          <w:rPr>
            <w:noProof/>
            <w:webHidden/>
          </w:rPr>
          <w:instrText xml:space="preserve"> PAGEREF _Toc184208544 \h </w:instrText>
        </w:r>
        <w:r>
          <w:rPr>
            <w:noProof/>
            <w:webHidden/>
          </w:rPr>
        </w:r>
        <w:r>
          <w:rPr>
            <w:noProof/>
            <w:webHidden/>
          </w:rPr>
          <w:fldChar w:fldCharType="separate"/>
        </w:r>
        <w:r>
          <w:rPr>
            <w:noProof/>
            <w:webHidden/>
          </w:rPr>
          <w:t>45</w:t>
        </w:r>
        <w:r>
          <w:rPr>
            <w:noProof/>
            <w:webHidden/>
          </w:rPr>
          <w:fldChar w:fldCharType="end"/>
        </w:r>
      </w:hyperlink>
    </w:p>
    <w:p w14:paraId="37836AEE" w14:textId="6C2E6BE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5" w:history="1">
        <w:r w:rsidRPr="008452F0">
          <w:rPr>
            <w:rStyle w:val="Hiperpovezava"/>
            <w:noProof/>
          </w:rPr>
          <w:t>1402 - Pospeševanje in podpora gospodarski dejavnosti</w:t>
        </w:r>
        <w:r>
          <w:rPr>
            <w:noProof/>
            <w:webHidden/>
          </w:rPr>
          <w:tab/>
        </w:r>
        <w:r>
          <w:rPr>
            <w:noProof/>
            <w:webHidden/>
          </w:rPr>
          <w:fldChar w:fldCharType="begin"/>
        </w:r>
        <w:r>
          <w:rPr>
            <w:noProof/>
            <w:webHidden/>
          </w:rPr>
          <w:instrText xml:space="preserve"> PAGEREF _Toc184208545 \h </w:instrText>
        </w:r>
        <w:r>
          <w:rPr>
            <w:noProof/>
            <w:webHidden/>
          </w:rPr>
        </w:r>
        <w:r>
          <w:rPr>
            <w:noProof/>
            <w:webHidden/>
          </w:rPr>
          <w:fldChar w:fldCharType="separate"/>
        </w:r>
        <w:r>
          <w:rPr>
            <w:noProof/>
            <w:webHidden/>
          </w:rPr>
          <w:t>45</w:t>
        </w:r>
        <w:r>
          <w:rPr>
            <w:noProof/>
            <w:webHidden/>
          </w:rPr>
          <w:fldChar w:fldCharType="end"/>
        </w:r>
      </w:hyperlink>
    </w:p>
    <w:p w14:paraId="47AA0939" w14:textId="615EAD5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6" w:history="1">
        <w:r w:rsidRPr="008452F0">
          <w:rPr>
            <w:rStyle w:val="Hiperpovezava"/>
            <w:noProof/>
          </w:rPr>
          <w:t>14029001 - Spodbujanje razvoja malega gospodarstva</w:t>
        </w:r>
        <w:r>
          <w:rPr>
            <w:noProof/>
            <w:webHidden/>
          </w:rPr>
          <w:tab/>
        </w:r>
        <w:r>
          <w:rPr>
            <w:noProof/>
            <w:webHidden/>
          </w:rPr>
          <w:fldChar w:fldCharType="begin"/>
        </w:r>
        <w:r>
          <w:rPr>
            <w:noProof/>
            <w:webHidden/>
          </w:rPr>
          <w:instrText xml:space="preserve"> PAGEREF _Toc184208546 \h </w:instrText>
        </w:r>
        <w:r>
          <w:rPr>
            <w:noProof/>
            <w:webHidden/>
          </w:rPr>
        </w:r>
        <w:r>
          <w:rPr>
            <w:noProof/>
            <w:webHidden/>
          </w:rPr>
          <w:fldChar w:fldCharType="separate"/>
        </w:r>
        <w:r>
          <w:rPr>
            <w:noProof/>
            <w:webHidden/>
          </w:rPr>
          <w:t>46</w:t>
        </w:r>
        <w:r>
          <w:rPr>
            <w:noProof/>
            <w:webHidden/>
          </w:rPr>
          <w:fldChar w:fldCharType="end"/>
        </w:r>
      </w:hyperlink>
    </w:p>
    <w:p w14:paraId="6130A499" w14:textId="482E2836"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7" w:history="1">
        <w:r w:rsidRPr="008452F0">
          <w:rPr>
            <w:rStyle w:val="Hiperpovezava"/>
            <w:noProof/>
          </w:rPr>
          <w:t>1403 - Promocija Slovenije, razvoj turizma in gostinstva</w:t>
        </w:r>
        <w:r>
          <w:rPr>
            <w:noProof/>
            <w:webHidden/>
          </w:rPr>
          <w:tab/>
        </w:r>
        <w:r>
          <w:rPr>
            <w:noProof/>
            <w:webHidden/>
          </w:rPr>
          <w:fldChar w:fldCharType="begin"/>
        </w:r>
        <w:r>
          <w:rPr>
            <w:noProof/>
            <w:webHidden/>
          </w:rPr>
          <w:instrText xml:space="preserve"> PAGEREF _Toc184208547 \h </w:instrText>
        </w:r>
        <w:r>
          <w:rPr>
            <w:noProof/>
            <w:webHidden/>
          </w:rPr>
        </w:r>
        <w:r>
          <w:rPr>
            <w:noProof/>
            <w:webHidden/>
          </w:rPr>
          <w:fldChar w:fldCharType="separate"/>
        </w:r>
        <w:r>
          <w:rPr>
            <w:noProof/>
            <w:webHidden/>
          </w:rPr>
          <w:t>47</w:t>
        </w:r>
        <w:r>
          <w:rPr>
            <w:noProof/>
            <w:webHidden/>
          </w:rPr>
          <w:fldChar w:fldCharType="end"/>
        </w:r>
      </w:hyperlink>
    </w:p>
    <w:p w14:paraId="5F82BB03" w14:textId="0C1E393C"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8" w:history="1">
        <w:r w:rsidRPr="008452F0">
          <w:rPr>
            <w:rStyle w:val="Hiperpovezava"/>
            <w:noProof/>
          </w:rPr>
          <w:t>14039002 - Spodbujanje razvoja turizma in gostinstva</w:t>
        </w:r>
        <w:r>
          <w:rPr>
            <w:noProof/>
            <w:webHidden/>
          </w:rPr>
          <w:tab/>
        </w:r>
        <w:r>
          <w:rPr>
            <w:noProof/>
            <w:webHidden/>
          </w:rPr>
          <w:fldChar w:fldCharType="begin"/>
        </w:r>
        <w:r>
          <w:rPr>
            <w:noProof/>
            <w:webHidden/>
          </w:rPr>
          <w:instrText xml:space="preserve"> PAGEREF _Toc184208548 \h </w:instrText>
        </w:r>
        <w:r>
          <w:rPr>
            <w:noProof/>
            <w:webHidden/>
          </w:rPr>
        </w:r>
        <w:r>
          <w:rPr>
            <w:noProof/>
            <w:webHidden/>
          </w:rPr>
          <w:fldChar w:fldCharType="separate"/>
        </w:r>
        <w:r>
          <w:rPr>
            <w:noProof/>
            <w:webHidden/>
          </w:rPr>
          <w:t>47</w:t>
        </w:r>
        <w:r>
          <w:rPr>
            <w:noProof/>
            <w:webHidden/>
          </w:rPr>
          <w:fldChar w:fldCharType="end"/>
        </w:r>
      </w:hyperlink>
    </w:p>
    <w:p w14:paraId="354D3DF4" w14:textId="467B835B"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49" w:history="1">
        <w:r w:rsidRPr="008452F0">
          <w:rPr>
            <w:rStyle w:val="Hiperpovezava"/>
            <w:noProof/>
          </w:rPr>
          <w:t>15 - VAROVANJE OKOLJA IN NARAVNE DEDIŠČINE</w:t>
        </w:r>
        <w:r>
          <w:rPr>
            <w:noProof/>
            <w:webHidden/>
          </w:rPr>
          <w:tab/>
        </w:r>
        <w:r>
          <w:rPr>
            <w:noProof/>
            <w:webHidden/>
          </w:rPr>
          <w:fldChar w:fldCharType="begin"/>
        </w:r>
        <w:r>
          <w:rPr>
            <w:noProof/>
            <w:webHidden/>
          </w:rPr>
          <w:instrText xml:space="preserve"> PAGEREF _Toc184208549 \h </w:instrText>
        </w:r>
        <w:r>
          <w:rPr>
            <w:noProof/>
            <w:webHidden/>
          </w:rPr>
        </w:r>
        <w:r>
          <w:rPr>
            <w:noProof/>
            <w:webHidden/>
          </w:rPr>
          <w:fldChar w:fldCharType="separate"/>
        </w:r>
        <w:r>
          <w:rPr>
            <w:noProof/>
            <w:webHidden/>
          </w:rPr>
          <w:t>49</w:t>
        </w:r>
        <w:r>
          <w:rPr>
            <w:noProof/>
            <w:webHidden/>
          </w:rPr>
          <w:fldChar w:fldCharType="end"/>
        </w:r>
      </w:hyperlink>
    </w:p>
    <w:p w14:paraId="6F4E87A3" w14:textId="19857DF3"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0" w:history="1">
        <w:r w:rsidRPr="008452F0">
          <w:rPr>
            <w:rStyle w:val="Hiperpovezava"/>
            <w:noProof/>
          </w:rPr>
          <w:t>1502 - Zmanjševanje onesnaženja, kontrola in nadzor</w:t>
        </w:r>
        <w:r>
          <w:rPr>
            <w:noProof/>
            <w:webHidden/>
          </w:rPr>
          <w:tab/>
        </w:r>
        <w:r>
          <w:rPr>
            <w:noProof/>
            <w:webHidden/>
          </w:rPr>
          <w:fldChar w:fldCharType="begin"/>
        </w:r>
        <w:r>
          <w:rPr>
            <w:noProof/>
            <w:webHidden/>
          </w:rPr>
          <w:instrText xml:space="preserve"> PAGEREF _Toc184208550 \h </w:instrText>
        </w:r>
        <w:r>
          <w:rPr>
            <w:noProof/>
            <w:webHidden/>
          </w:rPr>
        </w:r>
        <w:r>
          <w:rPr>
            <w:noProof/>
            <w:webHidden/>
          </w:rPr>
          <w:fldChar w:fldCharType="separate"/>
        </w:r>
        <w:r>
          <w:rPr>
            <w:noProof/>
            <w:webHidden/>
          </w:rPr>
          <w:t>49</w:t>
        </w:r>
        <w:r>
          <w:rPr>
            <w:noProof/>
            <w:webHidden/>
          </w:rPr>
          <w:fldChar w:fldCharType="end"/>
        </w:r>
      </w:hyperlink>
    </w:p>
    <w:p w14:paraId="32B67BCA" w14:textId="7F9E4BC7"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1" w:history="1">
        <w:r w:rsidRPr="008452F0">
          <w:rPr>
            <w:rStyle w:val="Hiperpovezava"/>
            <w:noProof/>
          </w:rPr>
          <w:t>15029001 - Zbiranje in ravnanje z odpadki</w:t>
        </w:r>
        <w:r>
          <w:rPr>
            <w:noProof/>
            <w:webHidden/>
          </w:rPr>
          <w:tab/>
        </w:r>
        <w:r>
          <w:rPr>
            <w:noProof/>
            <w:webHidden/>
          </w:rPr>
          <w:fldChar w:fldCharType="begin"/>
        </w:r>
        <w:r>
          <w:rPr>
            <w:noProof/>
            <w:webHidden/>
          </w:rPr>
          <w:instrText xml:space="preserve"> PAGEREF _Toc184208551 \h </w:instrText>
        </w:r>
        <w:r>
          <w:rPr>
            <w:noProof/>
            <w:webHidden/>
          </w:rPr>
        </w:r>
        <w:r>
          <w:rPr>
            <w:noProof/>
            <w:webHidden/>
          </w:rPr>
          <w:fldChar w:fldCharType="separate"/>
        </w:r>
        <w:r>
          <w:rPr>
            <w:noProof/>
            <w:webHidden/>
          </w:rPr>
          <w:t>50</w:t>
        </w:r>
        <w:r>
          <w:rPr>
            <w:noProof/>
            <w:webHidden/>
          </w:rPr>
          <w:fldChar w:fldCharType="end"/>
        </w:r>
      </w:hyperlink>
    </w:p>
    <w:p w14:paraId="1DB7CCBA" w14:textId="6A7AFD7F"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2" w:history="1">
        <w:r w:rsidRPr="008452F0">
          <w:rPr>
            <w:rStyle w:val="Hiperpovezava"/>
            <w:noProof/>
          </w:rPr>
          <w:t>15029002 - Ravnanje z odpadno vodo</w:t>
        </w:r>
        <w:r>
          <w:rPr>
            <w:noProof/>
            <w:webHidden/>
          </w:rPr>
          <w:tab/>
        </w:r>
        <w:r>
          <w:rPr>
            <w:noProof/>
            <w:webHidden/>
          </w:rPr>
          <w:fldChar w:fldCharType="begin"/>
        </w:r>
        <w:r>
          <w:rPr>
            <w:noProof/>
            <w:webHidden/>
          </w:rPr>
          <w:instrText xml:space="preserve"> PAGEREF _Toc184208552 \h </w:instrText>
        </w:r>
        <w:r>
          <w:rPr>
            <w:noProof/>
            <w:webHidden/>
          </w:rPr>
        </w:r>
        <w:r>
          <w:rPr>
            <w:noProof/>
            <w:webHidden/>
          </w:rPr>
          <w:fldChar w:fldCharType="separate"/>
        </w:r>
        <w:r>
          <w:rPr>
            <w:noProof/>
            <w:webHidden/>
          </w:rPr>
          <w:t>52</w:t>
        </w:r>
        <w:r>
          <w:rPr>
            <w:noProof/>
            <w:webHidden/>
          </w:rPr>
          <w:fldChar w:fldCharType="end"/>
        </w:r>
      </w:hyperlink>
    </w:p>
    <w:p w14:paraId="2F35B4F7" w14:textId="3C50C418"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3" w:history="1">
        <w:r w:rsidRPr="008452F0">
          <w:rPr>
            <w:rStyle w:val="Hiperpovezava"/>
            <w:noProof/>
          </w:rPr>
          <w:t>1505 - Pomoč in podpora ohranjanju narave</w:t>
        </w:r>
        <w:r>
          <w:rPr>
            <w:noProof/>
            <w:webHidden/>
          </w:rPr>
          <w:tab/>
        </w:r>
        <w:r>
          <w:rPr>
            <w:noProof/>
            <w:webHidden/>
          </w:rPr>
          <w:fldChar w:fldCharType="begin"/>
        </w:r>
        <w:r>
          <w:rPr>
            <w:noProof/>
            <w:webHidden/>
          </w:rPr>
          <w:instrText xml:space="preserve"> PAGEREF _Toc184208553 \h </w:instrText>
        </w:r>
        <w:r>
          <w:rPr>
            <w:noProof/>
            <w:webHidden/>
          </w:rPr>
        </w:r>
        <w:r>
          <w:rPr>
            <w:noProof/>
            <w:webHidden/>
          </w:rPr>
          <w:fldChar w:fldCharType="separate"/>
        </w:r>
        <w:r>
          <w:rPr>
            <w:noProof/>
            <w:webHidden/>
          </w:rPr>
          <w:t>53</w:t>
        </w:r>
        <w:r>
          <w:rPr>
            <w:noProof/>
            <w:webHidden/>
          </w:rPr>
          <w:fldChar w:fldCharType="end"/>
        </w:r>
      </w:hyperlink>
    </w:p>
    <w:p w14:paraId="3A6C46D1" w14:textId="669B9BB5"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4" w:history="1">
        <w:r w:rsidRPr="008452F0">
          <w:rPr>
            <w:rStyle w:val="Hiperpovezava"/>
            <w:noProof/>
          </w:rPr>
          <w:t>15059001 - Ohranjanje biotske raznovrstnosti in varstvo naravnih vrednot</w:t>
        </w:r>
        <w:r>
          <w:rPr>
            <w:noProof/>
            <w:webHidden/>
          </w:rPr>
          <w:tab/>
        </w:r>
        <w:r>
          <w:rPr>
            <w:noProof/>
            <w:webHidden/>
          </w:rPr>
          <w:fldChar w:fldCharType="begin"/>
        </w:r>
        <w:r>
          <w:rPr>
            <w:noProof/>
            <w:webHidden/>
          </w:rPr>
          <w:instrText xml:space="preserve"> PAGEREF _Toc184208554 \h </w:instrText>
        </w:r>
        <w:r>
          <w:rPr>
            <w:noProof/>
            <w:webHidden/>
          </w:rPr>
        </w:r>
        <w:r>
          <w:rPr>
            <w:noProof/>
            <w:webHidden/>
          </w:rPr>
          <w:fldChar w:fldCharType="separate"/>
        </w:r>
        <w:r>
          <w:rPr>
            <w:noProof/>
            <w:webHidden/>
          </w:rPr>
          <w:t>53</w:t>
        </w:r>
        <w:r>
          <w:rPr>
            <w:noProof/>
            <w:webHidden/>
          </w:rPr>
          <w:fldChar w:fldCharType="end"/>
        </w:r>
      </w:hyperlink>
    </w:p>
    <w:p w14:paraId="57B881A5" w14:textId="10BAD16D"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5" w:history="1">
        <w:r w:rsidRPr="008452F0">
          <w:rPr>
            <w:rStyle w:val="Hiperpovezava"/>
            <w:noProof/>
          </w:rPr>
          <w:t>16 - PROSTORSKO PLANIRANJE IN STANOVANJSKO KOMUNALNA DEJAVNOST</w:t>
        </w:r>
        <w:r>
          <w:rPr>
            <w:noProof/>
            <w:webHidden/>
          </w:rPr>
          <w:tab/>
        </w:r>
        <w:r>
          <w:rPr>
            <w:noProof/>
            <w:webHidden/>
          </w:rPr>
          <w:fldChar w:fldCharType="begin"/>
        </w:r>
        <w:r>
          <w:rPr>
            <w:noProof/>
            <w:webHidden/>
          </w:rPr>
          <w:instrText xml:space="preserve"> PAGEREF _Toc184208555 \h </w:instrText>
        </w:r>
        <w:r>
          <w:rPr>
            <w:noProof/>
            <w:webHidden/>
          </w:rPr>
        </w:r>
        <w:r>
          <w:rPr>
            <w:noProof/>
            <w:webHidden/>
          </w:rPr>
          <w:fldChar w:fldCharType="separate"/>
        </w:r>
        <w:r>
          <w:rPr>
            <w:noProof/>
            <w:webHidden/>
          </w:rPr>
          <w:t>55</w:t>
        </w:r>
        <w:r>
          <w:rPr>
            <w:noProof/>
            <w:webHidden/>
          </w:rPr>
          <w:fldChar w:fldCharType="end"/>
        </w:r>
      </w:hyperlink>
    </w:p>
    <w:p w14:paraId="5C5278B9" w14:textId="6F9EA89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6" w:history="1">
        <w:r w:rsidRPr="008452F0">
          <w:rPr>
            <w:rStyle w:val="Hiperpovezava"/>
            <w:noProof/>
          </w:rPr>
          <w:t>1602 - Prostorsko in podeželsko planiranje in administracija</w:t>
        </w:r>
        <w:r>
          <w:rPr>
            <w:noProof/>
            <w:webHidden/>
          </w:rPr>
          <w:tab/>
        </w:r>
        <w:r>
          <w:rPr>
            <w:noProof/>
            <w:webHidden/>
          </w:rPr>
          <w:fldChar w:fldCharType="begin"/>
        </w:r>
        <w:r>
          <w:rPr>
            <w:noProof/>
            <w:webHidden/>
          </w:rPr>
          <w:instrText xml:space="preserve"> PAGEREF _Toc184208556 \h </w:instrText>
        </w:r>
        <w:r>
          <w:rPr>
            <w:noProof/>
            <w:webHidden/>
          </w:rPr>
        </w:r>
        <w:r>
          <w:rPr>
            <w:noProof/>
            <w:webHidden/>
          </w:rPr>
          <w:fldChar w:fldCharType="separate"/>
        </w:r>
        <w:r>
          <w:rPr>
            <w:noProof/>
            <w:webHidden/>
          </w:rPr>
          <w:t>56</w:t>
        </w:r>
        <w:r>
          <w:rPr>
            <w:noProof/>
            <w:webHidden/>
          </w:rPr>
          <w:fldChar w:fldCharType="end"/>
        </w:r>
      </w:hyperlink>
    </w:p>
    <w:p w14:paraId="62EE2C9E" w14:textId="233AA98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7" w:history="1">
        <w:r w:rsidRPr="008452F0">
          <w:rPr>
            <w:rStyle w:val="Hiperpovezava"/>
            <w:noProof/>
          </w:rPr>
          <w:t>16029003 - Prostorsko načrtovanje</w:t>
        </w:r>
        <w:r>
          <w:rPr>
            <w:noProof/>
            <w:webHidden/>
          </w:rPr>
          <w:tab/>
        </w:r>
        <w:r>
          <w:rPr>
            <w:noProof/>
            <w:webHidden/>
          </w:rPr>
          <w:fldChar w:fldCharType="begin"/>
        </w:r>
        <w:r>
          <w:rPr>
            <w:noProof/>
            <w:webHidden/>
          </w:rPr>
          <w:instrText xml:space="preserve"> PAGEREF _Toc184208557 \h </w:instrText>
        </w:r>
        <w:r>
          <w:rPr>
            <w:noProof/>
            <w:webHidden/>
          </w:rPr>
        </w:r>
        <w:r>
          <w:rPr>
            <w:noProof/>
            <w:webHidden/>
          </w:rPr>
          <w:fldChar w:fldCharType="separate"/>
        </w:r>
        <w:r>
          <w:rPr>
            <w:noProof/>
            <w:webHidden/>
          </w:rPr>
          <w:t>56</w:t>
        </w:r>
        <w:r>
          <w:rPr>
            <w:noProof/>
            <w:webHidden/>
          </w:rPr>
          <w:fldChar w:fldCharType="end"/>
        </w:r>
      </w:hyperlink>
    </w:p>
    <w:p w14:paraId="66329A50" w14:textId="602D0E19"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8" w:history="1">
        <w:r w:rsidRPr="008452F0">
          <w:rPr>
            <w:rStyle w:val="Hiperpovezava"/>
            <w:noProof/>
          </w:rPr>
          <w:t>1603 - Komunalna dejavnost</w:t>
        </w:r>
        <w:r>
          <w:rPr>
            <w:noProof/>
            <w:webHidden/>
          </w:rPr>
          <w:tab/>
        </w:r>
        <w:r>
          <w:rPr>
            <w:noProof/>
            <w:webHidden/>
          </w:rPr>
          <w:fldChar w:fldCharType="begin"/>
        </w:r>
        <w:r>
          <w:rPr>
            <w:noProof/>
            <w:webHidden/>
          </w:rPr>
          <w:instrText xml:space="preserve"> PAGEREF _Toc184208558 \h </w:instrText>
        </w:r>
        <w:r>
          <w:rPr>
            <w:noProof/>
            <w:webHidden/>
          </w:rPr>
        </w:r>
        <w:r>
          <w:rPr>
            <w:noProof/>
            <w:webHidden/>
          </w:rPr>
          <w:fldChar w:fldCharType="separate"/>
        </w:r>
        <w:r>
          <w:rPr>
            <w:noProof/>
            <w:webHidden/>
          </w:rPr>
          <w:t>57</w:t>
        </w:r>
        <w:r>
          <w:rPr>
            <w:noProof/>
            <w:webHidden/>
          </w:rPr>
          <w:fldChar w:fldCharType="end"/>
        </w:r>
      </w:hyperlink>
    </w:p>
    <w:p w14:paraId="3E56E500" w14:textId="4DE31359"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59" w:history="1">
        <w:r w:rsidRPr="008452F0">
          <w:rPr>
            <w:rStyle w:val="Hiperpovezava"/>
            <w:noProof/>
          </w:rPr>
          <w:t>16039001 - Oskrba z vodo</w:t>
        </w:r>
        <w:r>
          <w:rPr>
            <w:noProof/>
            <w:webHidden/>
          </w:rPr>
          <w:tab/>
        </w:r>
        <w:r>
          <w:rPr>
            <w:noProof/>
            <w:webHidden/>
          </w:rPr>
          <w:fldChar w:fldCharType="begin"/>
        </w:r>
        <w:r>
          <w:rPr>
            <w:noProof/>
            <w:webHidden/>
          </w:rPr>
          <w:instrText xml:space="preserve"> PAGEREF _Toc184208559 \h </w:instrText>
        </w:r>
        <w:r>
          <w:rPr>
            <w:noProof/>
            <w:webHidden/>
          </w:rPr>
        </w:r>
        <w:r>
          <w:rPr>
            <w:noProof/>
            <w:webHidden/>
          </w:rPr>
          <w:fldChar w:fldCharType="separate"/>
        </w:r>
        <w:r>
          <w:rPr>
            <w:noProof/>
            <w:webHidden/>
          </w:rPr>
          <w:t>58</w:t>
        </w:r>
        <w:r>
          <w:rPr>
            <w:noProof/>
            <w:webHidden/>
          </w:rPr>
          <w:fldChar w:fldCharType="end"/>
        </w:r>
      </w:hyperlink>
    </w:p>
    <w:p w14:paraId="269C0718" w14:textId="3DC1153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0" w:history="1">
        <w:r w:rsidRPr="008452F0">
          <w:rPr>
            <w:rStyle w:val="Hiperpovezava"/>
            <w:noProof/>
          </w:rPr>
          <w:t>16039002 - Urejanje pokopališč in pogrebna dejavnost</w:t>
        </w:r>
        <w:r>
          <w:rPr>
            <w:noProof/>
            <w:webHidden/>
          </w:rPr>
          <w:tab/>
        </w:r>
        <w:r>
          <w:rPr>
            <w:noProof/>
            <w:webHidden/>
          </w:rPr>
          <w:fldChar w:fldCharType="begin"/>
        </w:r>
        <w:r>
          <w:rPr>
            <w:noProof/>
            <w:webHidden/>
          </w:rPr>
          <w:instrText xml:space="preserve"> PAGEREF _Toc184208560 \h </w:instrText>
        </w:r>
        <w:r>
          <w:rPr>
            <w:noProof/>
            <w:webHidden/>
          </w:rPr>
        </w:r>
        <w:r>
          <w:rPr>
            <w:noProof/>
            <w:webHidden/>
          </w:rPr>
          <w:fldChar w:fldCharType="separate"/>
        </w:r>
        <w:r>
          <w:rPr>
            <w:noProof/>
            <w:webHidden/>
          </w:rPr>
          <w:t>60</w:t>
        </w:r>
        <w:r>
          <w:rPr>
            <w:noProof/>
            <w:webHidden/>
          </w:rPr>
          <w:fldChar w:fldCharType="end"/>
        </w:r>
      </w:hyperlink>
    </w:p>
    <w:p w14:paraId="1A021C27" w14:textId="6ECAC4D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1" w:history="1">
        <w:r w:rsidRPr="008452F0">
          <w:rPr>
            <w:rStyle w:val="Hiperpovezava"/>
            <w:noProof/>
          </w:rPr>
          <w:t>16039004 - Praznično urejanje naselij</w:t>
        </w:r>
        <w:r>
          <w:rPr>
            <w:noProof/>
            <w:webHidden/>
          </w:rPr>
          <w:tab/>
        </w:r>
        <w:r>
          <w:rPr>
            <w:noProof/>
            <w:webHidden/>
          </w:rPr>
          <w:fldChar w:fldCharType="begin"/>
        </w:r>
        <w:r>
          <w:rPr>
            <w:noProof/>
            <w:webHidden/>
          </w:rPr>
          <w:instrText xml:space="preserve"> PAGEREF _Toc184208561 \h </w:instrText>
        </w:r>
        <w:r>
          <w:rPr>
            <w:noProof/>
            <w:webHidden/>
          </w:rPr>
        </w:r>
        <w:r>
          <w:rPr>
            <w:noProof/>
            <w:webHidden/>
          </w:rPr>
          <w:fldChar w:fldCharType="separate"/>
        </w:r>
        <w:r>
          <w:rPr>
            <w:noProof/>
            <w:webHidden/>
          </w:rPr>
          <w:t>61</w:t>
        </w:r>
        <w:r>
          <w:rPr>
            <w:noProof/>
            <w:webHidden/>
          </w:rPr>
          <w:fldChar w:fldCharType="end"/>
        </w:r>
      </w:hyperlink>
    </w:p>
    <w:p w14:paraId="110B98C7" w14:textId="3334F1D1"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2" w:history="1">
        <w:r w:rsidRPr="008452F0">
          <w:rPr>
            <w:rStyle w:val="Hiperpovezava"/>
            <w:noProof/>
          </w:rPr>
          <w:t>16039005 - Druge komunalne dejavnosti</w:t>
        </w:r>
        <w:r>
          <w:rPr>
            <w:noProof/>
            <w:webHidden/>
          </w:rPr>
          <w:tab/>
        </w:r>
        <w:r>
          <w:rPr>
            <w:noProof/>
            <w:webHidden/>
          </w:rPr>
          <w:fldChar w:fldCharType="begin"/>
        </w:r>
        <w:r>
          <w:rPr>
            <w:noProof/>
            <w:webHidden/>
          </w:rPr>
          <w:instrText xml:space="preserve"> PAGEREF _Toc184208562 \h </w:instrText>
        </w:r>
        <w:r>
          <w:rPr>
            <w:noProof/>
            <w:webHidden/>
          </w:rPr>
        </w:r>
        <w:r>
          <w:rPr>
            <w:noProof/>
            <w:webHidden/>
          </w:rPr>
          <w:fldChar w:fldCharType="separate"/>
        </w:r>
        <w:r>
          <w:rPr>
            <w:noProof/>
            <w:webHidden/>
          </w:rPr>
          <w:t>61</w:t>
        </w:r>
        <w:r>
          <w:rPr>
            <w:noProof/>
            <w:webHidden/>
          </w:rPr>
          <w:fldChar w:fldCharType="end"/>
        </w:r>
      </w:hyperlink>
    </w:p>
    <w:p w14:paraId="04F0D0BB" w14:textId="7DBD35B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3" w:history="1">
        <w:r w:rsidRPr="008452F0">
          <w:rPr>
            <w:rStyle w:val="Hiperpovezava"/>
            <w:noProof/>
          </w:rPr>
          <w:t>1605 - Spodbujanje stanovanjske gradnje</w:t>
        </w:r>
        <w:r>
          <w:rPr>
            <w:noProof/>
            <w:webHidden/>
          </w:rPr>
          <w:tab/>
        </w:r>
        <w:r>
          <w:rPr>
            <w:noProof/>
            <w:webHidden/>
          </w:rPr>
          <w:fldChar w:fldCharType="begin"/>
        </w:r>
        <w:r>
          <w:rPr>
            <w:noProof/>
            <w:webHidden/>
          </w:rPr>
          <w:instrText xml:space="preserve"> PAGEREF _Toc184208563 \h </w:instrText>
        </w:r>
        <w:r>
          <w:rPr>
            <w:noProof/>
            <w:webHidden/>
          </w:rPr>
        </w:r>
        <w:r>
          <w:rPr>
            <w:noProof/>
            <w:webHidden/>
          </w:rPr>
          <w:fldChar w:fldCharType="separate"/>
        </w:r>
        <w:r>
          <w:rPr>
            <w:noProof/>
            <w:webHidden/>
          </w:rPr>
          <w:t>63</w:t>
        </w:r>
        <w:r>
          <w:rPr>
            <w:noProof/>
            <w:webHidden/>
          </w:rPr>
          <w:fldChar w:fldCharType="end"/>
        </w:r>
      </w:hyperlink>
    </w:p>
    <w:p w14:paraId="25843F85" w14:textId="5BB04FD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4" w:history="1">
        <w:r w:rsidRPr="008452F0">
          <w:rPr>
            <w:rStyle w:val="Hiperpovezava"/>
            <w:noProof/>
          </w:rPr>
          <w:t>16059003 - Drugi programi na stanovanjskem področju</w:t>
        </w:r>
        <w:r>
          <w:rPr>
            <w:noProof/>
            <w:webHidden/>
          </w:rPr>
          <w:tab/>
        </w:r>
        <w:r>
          <w:rPr>
            <w:noProof/>
            <w:webHidden/>
          </w:rPr>
          <w:fldChar w:fldCharType="begin"/>
        </w:r>
        <w:r>
          <w:rPr>
            <w:noProof/>
            <w:webHidden/>
          </w:rPr>
          <w:instrText xml:space="preserve"> PAGEREF _Toc184208564 \h </w:instrText>
        </w:r>
        <w:r>
          <w:rPr>
            <w:noProof/>
            <w:webHidden/>
          </w:rPr>
        </w:r>
        <w:r>
          <w:rPr>
            <w:noProof/>
            <w:webHidden/>
          </w:rPr>
          <w:fldChar w:fldCharType="separate"/>
        </w:r>
        <w:r>
          <w:rPr>
            <w:noProof/>
            <w:webHidden/>
          </w:rPr>
          <w:t>63</w:t>
        </w:r>
        <w:r>
          <w:rPr>
            <w:noProof/>
            <w:webHidden/>
          </w:rPr>
          <w:fldChar w:fldCharType="end"/>
        </w:r>
      </w:hyperlink>
    </w:p>
    <w:p w14:paraId="5D85A3E3" w14:textId="0E370C66"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5" w:history="1">
        <w:r w:rsidRPr="008452F0">
          <w:rPr>
            <w:rStyle w:val="Hiperpovezava"/>
            <w:noProof/>
          </w:rPr>
          <w:t>1606 - Upravljanje in razpolaganje z zemljišči (javno dobro, kmetijska, gozdna in stavbna zemljišča)</w:t>
        </w:r>
        <w:r>
          <w:rPr>
            <w:noProof/>
            <w:webHidden/>
          </w:rPr>
          <w:tab/>
        </w:r>
        <w:r>
          <w:rPr>
            <w:noProof/>
            <w:webHidden/>
          </w:rPr>
          <w:fldChar w:fldCharType="begin"/>
        </w:r>
        <w:r>
          <w:rPr>
            <w:noProof/>
            <w:webHidden/>
          </w:rPr>
          <w:instrText xml:space="preserve"> PAGEREF _Toc184208565 \h </w:instrText>
        </w:r>
        <w:r>
          <w:rPr>
            <w:noProof/>
            <w:webHidden/>
          </w:rPr>
        </w:r>
        <w:r>
          <w:rPr>
            <w:noProof/>
            <w:webHidden/>
          </w:rPr>
          <w:fldChar w:fldCharType="separate"/>
        </w:r>
        <w:r>
          <w:rPr>
            <w:noProof/>
            <w:webHidden/>
          </w:rPr>
          <w:t>64</w:t>
        </w:r>
        <w:r>
          <w:rPr>
            <w:noProof/>
            <w:webHidden/>
          </w:rPr>
          <w:fldChar w:fldCharType="end"/>
        </w:r>
      </w:hyperlink>
    </w:p>
    <w:p w14:paraId="6AED1BBF" w14:textId="25718481"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6" w:history="1">
        <w:r w:rsidRPr="008452F0">
          <w:rPr>
            <w:rStyle w:val="Hiperpovezava"/>
            <w:noProof/>
          </w:rPr>
          <w:t>16069001 - Urejanje občinskih zemljišč</w:t>
        </w:r>
        <w:r>
          <w:rPr>
            <w:noProof/>
            <w:webHidden/>
          </w:rPr>
          <w:tab/>
        </w:r>
        <w:r>
          <w:rPr>
            <w:noProof/>
            <w:webHidden/>
          </w:rPr>
          <w:fldChar w:fldCharType="begin"/>
        </w:r>
        <w:r>
          <w:rPr>
            <w:noProof/>
            <w:webHidden/>
          </w:rPr>
          <w:instrText xml:space="preserve"> PAGEREF _Toc184208566 \h </w:instrText>
        </w:r>
        <w:r>
          <w:rPr>
            <w:noProof/>
            <w:webHidden/>
          </w:rPr>
        </w:r>
        <w:r>
          <w:rPr>
            <w:noProof/>
            <w:webHidden/>
          </w:rPr>
          <w:fldChar w:fldCharType="separate"/>
        </w:r>
        <w:r>
          <w:rPr>
            <w:noProof/>
            <w:webHidden/>
          </w:rPr>
          <w:t>64</w:t>
        </w:r>
        <w:r>
          <w:rPr>
            <w:noProof/>
            <w:webHidden/>
          </w:rPr>
          <w:fldChar w:fldCharType="end"/>
        </w:r>
      </w:hyperlink>
    </w:p>
    <w:p w14:paraId="254E57E3" w14:textId="44EABACB"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7" w:history="1">
        <w:r w:rsidRPr="008452F0">
          <w:rPr>
            <w:rStyle w:val="Hiperpovezava"/>
            <w:noProof/>
          </w:rPr>
          <w:t>16069002 - Nakup zemljišč</w:t>
        </w:r>
        <w:r>
          <w:rPr>
            <w:noProof/>
            <w:webHidden/>
          </w:rPr>
          <w:tab/>
        </w:r>
        <w:r>
          <w:rPr>
            <w:noProof/>
            <w:webHidden/>
          </w:rPr>
          <w:fldChar w:fldCharType="begin"/>
        </w:r>
        <w:r>
          <w:rPr>
            <w:noProof/>
            <w:webHidden/>
          </w:rPr>
          <w:instrText xml:space="preserve"> PAGEREF _Toc184208567 \h </w:instrText>
        </w:r>
        <w:r>
          <w:rPr>
            <w:noProof/>
            <w:webHidden/>
          </w:rPr>
        </w:r>
        <w:r>
          <w:rPr>
            <w:noProof/>
            <w:webHidden/>
          </w:rPr>
          <w:fldChar w:fldCharType="separate"/>
        </w:r>
        <w:r>
          <w:rPr>
            <w:noProof/>
            <w:webHidden/>
          </w:rPr>
          <w:t>65</w:t>
        </w:r>
        <w:r>
          <w:rPr>
            <w:noProof/>
            <w:webHidden/>
          </w:rPr>
          <w:fldChar w:fldCharType="end"/>
        </w:r>
      </w:hyperlink>
    </w:p>
    <w:p w14:paraId="498E6FB6" w14:textId="7DFD8FCB"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8" w:history="1">
        <w:r w:rsidRPr="008452F0">
          <w:rPr>
            <w:rStyle w:val="Hiperpovezava"/>
            <w:noProof/>
          </w:rPr>
          <w:t>17 - ZDRAVSTVENO VARSTVO</w:t>
        </w:r>
        <w:r>
          <w:rPr>
            <w:noProof/>
            <w:webHidden/>
          </w:rPr>
          <w:tab/>
        </w:r>
        <w:r>
          <w:rPr>
            <w:noProof/>
            <w:webHidden/>
          </w:rPr>
          <w:fldChar w:fldCharType="begin"/>
        </w:r>
        <w:r>
          <w:rPr>
            <w:noProof/>
            <w:webHidden/>
          </w:rPr>
          <w:instrText xml:space="preserve"> PAGEREF _Toc184208568 \h </w:instrText>
        </w:r>
        <w:r>
          <w:rPr>
            <w:noProof/>
            <w:webHidden/>
          </w:rPr>
        </w:r>
        <w:r>
          <w:rPr>
            <w:noProof/>
            <w:webHidden/>
          </w:rPr>
          <w:fldChar w:fldCharType="separate"/>
        </w:r>
        <w:r>
          <w:rPr>
            <w:noProof/>
            <w:webHidden/>
          </w:rPr>
          <w:t>66</w:t>
        </w:r>
        <w:r>
          <w:rPr>
            <w:noProof/>
            <w:webHidden/>
          </w:rPr>
          <w:fldChar w:fldCharType="end"/>
        </w:r>
      </w:hyperlink>
    </w:p>
    <w:p w14:paraId="7860878F" w14:textId="4824130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69" w:history="1">
        <w:r w:rsidRPr="008452F0">
          <w:rPr>
            <w:rStyle w:val="Hiperpovezava"/>
            <w:noProof/>
          </w:rPr>
          <w:t>1702 - Primarno zdravstvo</w:t>
        </w:r>
        <w:r>
          <w:rPr>
            <w:noProof/>
            <w:webHidden/>
          </w:rPr>
          <w:tab/>
        </w:r>
        <w:r>
          <w:rPr>
            <w:noProof/>
            <w:webHidden/>
          </w:rPr>
          <w:fldChar w:fldCharType="begin"/>
        </w:r>
        <w:r>
          <w:rPr>
            <w:noProof/>
            <w:webHidden/>
          </w:rPr>
          <w:instrText xml:space="preserve"> PAGEREF _Toc184208569 \h </w:instrText>
        </w:r>
        <w:r>
          <w:rPr>
            <w:noProof/>
            <w:webHidden/>
          </w:rPr>
        </w:r>
        <w:r>
          <w:rPr>
            <w:noProof/>
            <w:webHidden/>
          </w:rPr>
          <w:fldChar w:fldCharType="separate"/>
        </w:r>
        <w:r>
          <w:rPr>
            <w:noProof/>
            <w:webHidden/>
          </w:rPr>
          <w:t>67</w:t>
        </w:r>
        <w:r>
          <w:rPr>
            <w:noProof/>
            <w:webHidden/>
          </w:rPr>
          <w:fldChar w:fldCharType="end"/>
        </w:r>
      </w:hyperlink>
    </w:p>
    <w:p w14:paraId="2A3D6F1D" w14:textId="689618CE"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0" w:history="1">
        <w:r w:rsidRPr="008452F0">
          <w:rPr>
            <w:rStyle w:val="Hiperpovezava"/>
            <w:noProof/>
          </w:rPr>
          <w:t>17029001 - Dejavnost zdravstvenih domov</w:t>
        </w:r>
        <w:r>
          <w:rPr>
            <w:noProof/>
            <w:webHidden/>
          </w:rPr>
          <w:tab/>
        </w:r>
        <w:r>
          <w:rPr>
            <w:noProof/>
            <w:webHidden/>
          </w:rPr>
          <w:fldChar w:fldCharType="begin"/>
        </w:r>
        <w:r>
          <w:rPr>
            <w:noProof/>
            <w:webHidden/>
          </w:rPr>
          <w:instrText xml:space="preserve"> PAGEREF _Toc184208570 \h </w:instrText>
        </w:r>
        <w:r>
          <w:rPr>
            <w:noProof/>
            <w:webHidden/>
          </w:rPr>
        </w:r>
        <w:r>
          <w:rPr>
            <w:noProof/>
            <w:webHidden/>
          </w:rPr>
          <w:fldChar w:fldCharType="separate"/>
        </w:r>
        <w:r>
          <w:rPr>
            <w:noProof/>
            <w:webHidden/>
          </w:rPr>
          <w:t>67</w:t>
        </w:r>
        <w:r>
          <w:rPr>
            <w:noProof/>
            <w:webHidden/>
          </w:rPr>
          <w:fldChar w:fldCharType="end"/>
        </w:r>
      </w:hyperlink>
    </w:p>
    <w:p w14:paraId="11DC703F" w14:textId="1BFFB0D4"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1" w:history="1">
        <w:r w:rsidRPr="008452F0">
          <w:rPr>
            <w:rStyle w:val="Hiperpovezava"/>
            <w:noProof/>
          </w:rPr>
          <w:t>1706 - Preventivni programi zdravstvenega varstva</w:t>
        </w:r>
        <w:r>
          <w:rPr>
            <w:noProof/>
            <w:webHidden/>
          </w:rPr>
          <w:tab/>
        </w:r>
        <w:r>
          <w:rPr>
            <w:noProof/>
            <w:webHidden/>
          </w:rPr>
          <w:fldChar w:fldCharType="begin"/>
        </w:r>
        <w:r>
          <w:rPr>
            <w:noProof/>
            <w:webHidden/>
          </w:rPr>
          <w:instrText xml:space="preserve"> PAGEREF _Toc184208571 \h </w:instrText>
        </w:r>
        <w:r>
          <w:rPr>
            <w:noProof/>
            <w:webHidden/>
          </w:rPr>
        </w:r>
        <w:r>
          <w:rPr>
            <w:noProof/>
            <w:webHidden/>
          </w:rPr>
          <w:fldChar w:fldCharType="separate"/>
        </w:r>
        <w:r>
          <w:rPr>
            <w:noProof/>
            <w:webHidden/>
          </w:rPr>
          <w:t>68</w:t>
        </w:r>
        <w:r>
          <w:rPr>
            <w:noProof/>
            <w:webHidden/>
          </w:rPr>
          <w:fldChar w:fldCharType="end"/>
        </w:r>
      </w:hyperlink>
    </w:p>
    <w:p w14:paraId="50CAEA04" w14:textId="6CA0B051"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2" w:history="1">
        <w:r w:rsidRPr="008452F0">
          <w:rPr>
            <w:rStyle w:val="Hiperpovezava"/>
            <w:noProof/>
          </w:rPr>
          <w:t>17069001 - Spremljanje zdravstvenega stanja in aktivnosti promocije zdravja</w:t>
        </w:r>
        <w:r>
          <w:rPr>
            <w:noProof/>
            <w:webHidden/>
          </w:rPr>
          <w:tab/>
        </w:r>
        <w:r>
          <w:rPr>
            <w:noProof/>
            <w:webHidden/>
          </w:rPr>
          <w:fldChar w:fldCharType="begin"/>
        </w:r>
        <w:r>
          <w:rPr>
            <w:noProof/>
            <w:webHidden/>
          </w:rPr>
          <w:instrText xml:space="preserve"> PAGEREF _Toc184208572 \h </w:instrText>
        </w:r>
        <w:r>
          <w:rPr>
            <w:noProof/>
            <w:webHidden/>
          </w:rPr>
        </w:r>
        <w:r>
          <w:rPr>
            <w:noProof/>
            <w:webHidden/>
          </w:rPr>
          <w:fldChar w:fldCharType="separate"/>
        </w:r>
        <w:r>
          <w:rPr>
            <w:noProof/>
            <w:webHidden/>
          </w:rPr>
          <w:t>68</w:t>
        </w:r>
        <w:r>
          <w:rPr>
            <w:noProof/>
            <w:webHidden/>
          </w:rPr>
          <w:fldChar w:fldCharType="end"/>
        </w:r>
      </w:hyperlink>
    </w:p>
    <w:p w14:paraId="13808016" w14:textId="22CCF2CF"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3" w:history="1">
        <w:r w:rsidRPr="008452F0">
          <w:rPr>
            <w:rStyle w:val="Hiperpovezava"/>
            <w:noProof/>
          </w:rPr>
          <w:t>1707 - Drugi programi na področju zdravstva</w:t>
        </w:r>
        <w:r>
          <w:rPr>
            <w:noProof/>
            <w:webHidden/>
          </w:rPr>
          <w:tab/>
        </w:r>
        <w:r>
          <w:rPr>
            <w:noProof/>
            <w:webHidden/>
          </w:rPr>
          <w:fldChar w:fldCharType="begin"/>
        </w:r>
        <w:r>
          <w:rPr>
            <w:noProof/>
            <w:webHidden/>
          </w:rPr>
          <w:instrText xml:space="preserve"> PAGEREF _Toc184208573 \h </w:instrText>
        </w:r>
        <w:r>
          <w:rPr>
            <w:noProof/>
            <w:webHidden/>
          </w:rPr>
        </w:r>
        <w:r>
          <w:rPr>
            <w:noProof/>
            <w:webHidden/>
          </w:rPr>
          <w:fldChar w:fldCharType="separate"/>
        </w:r>
        <w:r>
          <w:rPr>
            <w:noProof/>
            <w:webHidden/>
          </w:rPr>
          <w:t>69</w:t>
        </w:r>
        <w:r>
          <w:rPr>
            <w:noProof/>
            <w:webHidden/>
          </w:rPr>
          <w:fldChar w:fldCharType="end"/>
        </w:r>
      </w:hyperlink>
    </w:p>
    <w:p w14:paraId="43BE7D4C" w14:textId="571587C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4" w:history="1">
        <w:r w:rsidRPr="008452F0">
          <w:rPr>
            <w:rStyle w:val="Hiperpovezava"/>
            <w:noProof/>
          </w:rPr>
          <w:t>17079001 - Nujno zdravstveno varstvo</w:t>
        </w:r>
        <w:r>
          <w:rPr>
            <w:noProof/>
            <w:webHidden/>
          </w:rPr>
          <w:tab/>
        </w:r>
        <w:r>
          <w:rPr>
            <w:noProof/>
            <w:webHidden/>
          </w:rPr>
          <w:fldChar w:fldCharType="begin"/>
        </w:r>
        <w:r>
          <w:rPr>
            <w:noProof/>
            <w:webHidden/>
          </w:rPr>
          <w:instrText xml:space="preserve"> PAGEREF _Toc184208574 \h </w:instrText>
        </w:r>
        <w:r>
          <w:rPr>
            <w:noProof/>
            <w:webHidden/>
          </w:rPr>
        </w:r>
        <w:r>
          <w:rPr>
            <w:noProof/>
            <w:webHidden/>
          </w:rPr>
          <w:fldChar w:fldCharType="separate"/>
        </w:r>
        <w:r>
          <w:rPr>
            <w:noProof/>
            <w:webHidden/>
          </w:rPr>
          <w:t>69</w:t>
        </w:r>
        <w:r>
          <w:rPr>
            <w:noProof/>
            <w:webHidden/>
          </w:rPr>
          <w:fldChar w:fldCharType="end"/>
        </w:r>
      </w:hyperlink>
    </w:p>
    <w:p w14:paraId="7DD99403" w14:textId="5A4B4BD9"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5" w:history="1">
        <w:r w:rsidRPr="008452F0">
          <w:rPr>
            <w:rStyle w:val="Hiperpovezava"/>
            <w:noProof/>
          </w:rPr>
          <w:t>18 - KULTURA, ŠPORT IN NEVLADNE ORGANIZACIJE</w:t>
        </w:r>
        <w:r>
          <w:rPr>
            <w:noProof/>
            <w:webHidden/>
          </w:rPr>
          <w:tab/>
        </w:r>
        <w:r>
          <w:rPr>
            <w:noProof/>
            <w:webHidden/>
          </w:rPr>
          <w:fldChar w:fldCharType="begin"/>
        </w:r>
        <w:r>
          <w:rPr>
            <w:noProof/>
            <w:webHidden/>
          </w:rPr>
          <w:instrText xml:space="preserve"> PAGEREF _Toc184208575 \h </w:instrText>
        </w:r>
        <w:r>
          <w:rPr>
            <w:noProof/>
            <w:webHidden/>
          </w:rPr>
        </w:r>
        <w:r>
          <w:rPr>
            <w:noProof/>
            <w:webHidden/>
          </w:rPr>
          <w:fldChar w:fldCharType="separate"/>
        </w:r>
        <w:r>
          <w:rPr>
            <w:noProof/>
            <w:webHidden/>
          </w:rPr>
          <w:t>70</w:t>
        </w:r>
        <w:r>
          <w:rPr>
            <w:noProof/>
            <w:webHidden/>
          </w:rPr>
          <w:fldChar w:fldCharType="end"/>
        </w:r>
      </w:hyperlink>
    </w:p>
    <w:p w14:paraId="1F103B44" w14:textId="2FC7277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6" w:history="1">
        <w:r w:rsidRPr="008452F0">
          <w:rPr>
            <w:rStyle w:val="Hiperpovezava"/>
            <w:noProof/>
          </w:rPr>
          <w:t>1803 - Programi v kulturi</w:t>
        </w:r>
        <w:r>
          <w:rPr>
            <w:noProof/>
            <w:webHidden/>
          </w:rPr>
          <w:tab/>
        </w:r>
        <w:r>
          <w:rPr>
            <w:noProof/>
            <w:webHidden/>
          </w:rPr>
          <w:fldChar w:fldCharType="begin"/>
        </w:r>
        <w:r>
          <w:rPr>
            <w:noProof/>
            <w:webHidden/>
          </w:rPr>
          <w:instrText xml:space="preserve"> PAGEREF _Toc184208576 \h </w:instrText>
        </w:r>
        <w:r>
          <w:rPr>
            <w:noProof/>
            <w:webHidden/>
          </w:rPr>
        </w:r>
        <w:r>
          <w:rPr>
            <w:noProof/>
            <w:webHidden/>
          </w:rPr>
          <w:fldChar w:fldCharType="separate"/>
        </w:r>
        <w:r>
          <w:rPr>
            <w:noProof/>
            <w:webHidden/>
          </w:rPr>
          <w:t>70</w:t>
        </w:r>
        <w:r>
          <w:rPr>
            <w:noProof/>
            <w:webHidden/>
          </w:rPr>
          <w:fldChar w:fldCharType="end"/>
        </w:r>
      </w:hyperlink>
    </w:p>
    <w:p w14:paraId="4CBE6310" w14:textId="4E58D6C1"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7" w:history="1">
        <w:r w:rsidRPr="008452F0">
          <w:rPr>
            <w:rStyle w:val="Hiperpovezava"/>
            <w:noProof/>
          </w:rPr>
          <w:t>18039001 - Knjižničarstvo in založništvo</w:t>
        </w:r>
        <w:r>
          <w:rPr>
            <w:noProof/>
            <w:webHidden/>
          </w:rPr>
          <w:tab/>
        </w:r>
        <w:r>
          <w:rPr>
            <w:noProof/>
            <w:webHidden/>
          </w:rPr>
          <w:fldChar w:fldCharType="begin"/>
        </w:r>
        <w:r>
          <w:rPr>
            <w:noProof/>
            <w:webHidden/>
          </w:rPr>
          <w:instrText xml:space="preserve"> PAGEREF _Toc184208577 \h </w:instrText>
        </w:r>
        <w:r>
          <w:rPr>
            <w:noProof/>
            <w:webHidden/>
          </w:rPr>
        </w:r>
        <w:r>
          <w:rPr>
            <w:noProof/>
            <w:webHidden/>
          </w:rPr>
          <w:fldChar w:fldCharType="separate"/>
        </w:r>
        <w:r>
          <w:rPr>
            <w:noProof/>
            <w:webHidden/>
          </w:rPr>
          <w:t>71</w:t>
        </w:r>
        <w:r>
          <w:rPr>
            <w:noProof/>
            <w:webHidden/>
          </w:rPr>
          <w:fldChar w:fldCharType="end"/>
        </w:r>
      </w:hyperlink>
    </w:p>
    <w:p w14:paraId="624E82CF" w14:textId="32A15CD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8" w:history="1">
        <w:r w:rsidRPr="008452F0">
          <w:rPr>
            <w:rStyle w:val="Hiperpovezava"/>
            <w:noProof/>
          </w:rPr>
          <w:t>18039003 - Ljubiteljska kultura</w:t>
        </w:r>
        <w:r>
          <w:rPr>
            <w:noProof/>
            <w:webHidden/>
          </w:rPr>
          <w:tab/>
        </w:r>
        <w:r>
          <w:rPr>
            <w:noProof/>
            <w:webHidden/>
          </w:rPr>
          <w:fldChar w:fldCharType="begin"/>
        </w:r>
        <w:r>
          <w:rPr>
            <w:noProof/>
            <w:webHidden/>
          </w:rPr>
          <w:instrText xml:space="preserve"> PAGEREF _Toc184208578 \h </w:instrText>
        </w:r>
        <w:r>
          <w:rPr>
            <w:noProof/>
            <w:webHidden/>
          </w:rPr>
        </w:r>
        <w:r>
          <w:rPr>
            <w:noProof/>
            <w:webHidden/>
          </w:rPr>
          <w:fldChar w:fldCharType="separate"/>
        </w:r>
        <w:r>
          <w:rPr>
            <w:noProof/>
            <w:webHidden/>
          </w:rPr>
          <w:t>72</w:t>
        </w:r>
        <w:r>
          <w:rPr>
            <w:noProof/>
            <w:webHidden/>
          </w:rPr>
          <w:fldChar w:fldCharType="end"/>
        </w:r>
      </w:hyperlink>
    </w:p>
    <w:p w14:paraId="78FD367B" w14:textId="3139EFC7"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79" w:history="1">
        <w:r w:rsidRPr="008452F0">
          <w:rPr>
            <w:rStyle w:val="Hiperpovezava"/>
            <w:noProof/>
          </w:rPr>
          <w:t>18039005 - Drugi programi v kulturi</w:t>
        </w:r>
        <w:r>
          <w:rPr>
            <w:noProof/>
            <w:webHidden/>
          </w:rPr>
          <w:tab/>
        </w:r>
        <w:r>
          <w:rPr>
            <w:noProof/>
            <w:webHidden/>
          </w:rPr>
          <w:fldChar w:fldCharType="begin"/>
        </w:r>
        <w:r>
          <w:rPr>
            <w:noProof/>
            <w:webHidden/>
          </w:rPr>
          <w:instrText xml:space="preserve"> PAGEREF _Toc184208579 \h </w:instrText>
        </w:r>
        <w:r>
          <w:rPr>
            <w:noProof/>
            <w:webHidden/>
          </w:rPr>
        </w:r>
        <w:r>
          <w:rPr>
            <w:noProof/>
            <w:webHidden/>
          </w:rPr>
          <w:fldChar w:fldCharType="separate"/>
        </w:r>
        <w:r>
          <w:rPr>
            <w:noProof/>
            <w:webHidden/>
          </w:rPr>
          <w:t>73</w:t>
        </w:r>
        <w:r>
          <w:rPr>
            <w:noProof/>
            <w:webHidden/>
          </w:rPr>
          <w:fldChar w:fldCharType="end"/>
        </w:r>
      </w:hyperlink>
    </w:p>
    <w:p w14:paraId="2520137B" w14:textId="53A5BF9B"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0" w:history="1">
        <w:r w:rsidRPr="008452F0">
          <w:rPr>
            <w:rStyle w:val="Hiperpovezava"/>
            <w:noProof/>
          </w:rPr>
          <w:t>1804 - Podpora posebnim skupinam</w:t>
        </w:r>
        <w:r>
          <w:rPr>
            <w:noProof/>
            <w:webHidden/>
          </w:rPr>
          <w:tab/>
        </w:r>
        <w:r>
          <w:rPr>
            <w:noProof/>
            <w:webHidden/>
          </w:rPr>
          <w:fldChar w:fldCharType="begin"/>
        </w:r>
        <w:r>
          <w:rPr>
            <w:noProof/>
            <w:webHidden/>
          </w:rPr>
          <w:instrText xml:space="preserve"> PAGEREF _Toc184208580 \h </w:instrText>
        </w:r>
        <w:r>
          <w:rPr>
            <w:noProof/>
            <w:webHidden/>
          </w:rPr>
        </w:r>
        <w:r>
          <w:rPr>
            <w:noProof/>
            <w:webHidden/>
          </w:rPr>
          <w:fldChar w:fldCharType="separate"/>
        </w:r>
        <w:r>
          <w:rPr>
            <w:noProof/>
            <w:webHidden/>
          </w:rPr>
          <w:t>74</w:t>
        </w:r>
        <w:r>
          <w:rPr>
            <w:noProof/>
            <w:webHidden/>
          </w:rPr>
          <w:fldChar w:fldCharType="end"/>
        </w:r>
      </w:hyperlink>
    </w:p>
    <w:p w14:paraId="5A9826D4" w14:textId="43C0C5E8"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1" w:history="1">
        <w:r w:rsidRPr="008452F0">
          <w:rPr>
            <w:rStyle w:val="Hiperpovezava"/>
            <w:noProof/>
          </w:rPr>
          <w:t>18049002 - Podpora duhovnikom in verskim skupnostim</w:t>
        </w:r>
        <w:r>
          <w:rPr>
            <w:noProof/>
            <w:webHidden/>
          </w:rPr>
          <w:tab/>
        </w:r>
        <w:r>
          <w:rPr>
            <w:noProof/>
            <w:webHidden/>
          </w:rPr>
          <w:fldChar w:fldCharType="begin"/>
        </w:r>
        <w:r>
          <w:rPr>
            <w:noProof/>
            <w:webHidden/>
          </w:rPr>
          <w:instrText xml:space="preserve"> PAGEREF _Toc184208581 \h </w:instrText>
        </w:r>
        <w:r>
          <w:rPr>
            <w:noProof/>
            <w:webHidden/>
          </w:rPr>
        </w:r>
        <w:r>
          <w:rPr>
            <w:noProof/>
            <w:webHidden/>
          </w:rPr>
          <w:fldChar w:fldCharType="separate"/>
        </w:r>
        <w:r>
          <w:rPr>
            <w:noProof/>
            <w:webHidden/>
          </w:rPr>
          <w:t>74</w:t>
        </w:r>
        <w:r>
          <w:rPr>
            <w:noProof/>
            <w:webHidden/>
          </w:rPr>
          <w:fldChar w:fldCharType="end"/>
        </w:r>
      </w:hyperlink>
    </w:p>
    <w:p w14:paraId="1A16885B" w14:textId="2407D91B"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2" w:history="1">
        <w:r w:rsidRPr="008452F0">
          <w:rPr>
            <w:rStyle w:val="Hiperpovezava"/>
            <w:noProof/>
          </w:rPr>
          <w:t>18049004 - Programi drugih posebnih skupin</w:t>
        </w:r>
        <w:r>
          <w:rPr>
            <w:noProof/>
            <w:webHidden/>
          </w:rPr>
          <w:tab/>
        </w:r>
        <w:r>
          <w:rPr>
            <w:noProof/>
            <w:webHidden/>
          </w:rPr>
          <w:fldChar w:fldCharType="begin"/>
        </w:r>
        <w:r>
          <w:rPr>
            <w:noProof/>
            <w:webHidden/>
          </w:rPr>
          <w:instrText xml:space="preserve"> PAGEREF _Toc184208582 \h </w:instrText>
        </w:r>
        <w:r>
          <w:rPr>
            <w:noProof/>
            <w:webHidden/>
          </w:rPr>
        </w:r>
        <w:r>
          <w:rPr>
            <w:noProof/>
            <w:webHidden/>
          </w:rPr>
          <w:fldChar w:fldCharType="separate"/>
        </w:r>
        <w:r>
          <w:rPr>
            <w:noProof/>
            <w:webHidden/>
          </w:rPr>
          <w:t>75</w:t>
        </w:r>
        <w:r>
          <w:rPr>
            <w:noProof/>
            <w:webHidden/>
          </w:rPr>
          <w:fldChar w:fldCharType="end"/>
        </w:r>
      </w:hyperlink>
    </w:p>
    <w:p w14:paraId="6D79CFC4" w14:textId="37EB9B9C"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3" w:history="1">
        <w:r w:rsidRPr="008452F0">
          <w:rPr>
            <w:rStyle w:val="Hiperpovezava"/>
            <w:noProof/>
          </w:rPr>
          <w:t>1805 - Šport in prostočasne aktivnosti</w:t>
        </w:r>
        <w:r>
          <w:rPr>
            <w:noProof/>
            <w:webHidden/>
          </w:rPr>
          <w:tab/>
        </w:r>
        <w:r>
          <w:rPr>
            <w:noProof/>
            <w:webHidden/>
          </w:rPr>
          <w:fldChar w:fldCharType="begin"/>
        </w:r>
        <w:r>
          <w:rPr>
            <w:noProof/>
            <w:webHidden/>
          </w:rPr>
          <w:instrText xml:space="preserve"> PAGEREF _Toc184208583 \h </w:instrText>
        </w:r>
        <w:r>
          <w:rPr>
            <w:noProof/>
            <w:webHidden/>
          </w:rPr>
        </w:r>
        <w:r>
          <w:rPr>
            <w:noProof/>
            <w:webHidden/>
          </w:rPr>
          <w:fldChar w:fldCharType="separate"/>
        </w:r>
        <w:r>
          <w:rPr>
            <w:noProof/>
            <w:webHidden/>
          </w:rPr>
          <w:t>75</w:t>
        </w:r>
        <w:r>
          <w:rPr>
            <w:noProof/>
            <w:webHidden/>
          </w:rPr>
          <w:fldChar w:fldCharType="end"/>
        </w:r>
      </w:hyperlink>
    </w:p>
    <w:p w14:paraId="752481B2" w14:textId="35E9DE9C"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4" w:history="1">
        <w:r w:rsidRPr="008452F0">
          <w:rPr>
            <w:rStyle w:val="Hiperpovezava"/>
            <w:noProof/>
          </w:rPr>
          <w:t>18059001 - Programi športa</w:t>
        </w:r>
        <w:r>
          <w:rPr>
            <w:noProof/>
            <w:webHidden/>
          </w:rPr>
          <w:tab/>
        </w:r>
        <w:r>
          <w:rPr>
            <w:noProof/>
            <w:webHidden/>
          </w:rPr>
          <w:fldChar w:fldCharType="begin"/>
        </w:r>
        <w:r>
          <w:rPr>
            <w:noProof/>
            <w:webHidden/>
          </w:rPr>
          <w:instrText xml:space="preserve"> PAGEREF _Toc184208584 \h </w:instrText>
        </w:r>
        <w:r>
          <w:rPr>
            <w:noProof/>
            <w:webHidden/>
          </w:rPr>
        </w:r>
        <w:r>
          <w:rPr>
            <w:noProof/>
            <w:webHidden/>
          </w:rPr>
          <w:fldChar w:fldCharType="separate"/>
        </w:r>
        <w:r>
          <w:rPr>
            <w:noProof/>
            <w:webHidden/>
          </w:rPr>
          <w:t>76</w:t>
        </w:r>
        <w:r>
          <w:rPr>
            <w:noProof/>
            <w:webHidden/>
          </w:rPr>
          <w:fldChar w:fldCharType="end"/>
        </w:r>
      </w:hyperlink>
    </w:p>
    <w:p w14:paraId="14906E4C" w14:textId="7BC9D40D"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5" w:history="1">
        <w:r w:rsidRPr="008452F0">
          <w:rPr>
            <w:rStyle w:val="Hiperpovezava"/>
            <w:noProof/>
          </w:rPr>
          <w:t>18059002 - Programi za mladino</w:t>
        </w:r>
        <w:r>
          <w:rPr>
            <w:noProof/>
            <w:webHidden/>
          </w:rPr>
          <w:tab/>
        </w:r>
        <w:r>
          <w:rPr>
            <w:noProof/>
            <w:webHidden/>
          </w:rPr>
          <w:fldChar w:fldCharType="begin"/>
        </w:r>
        <w:r>
          <w:rPr>
            <w:noProof/>
            <w:webHidden/>
          </w:rPr>
          <w:instrText xml:space="preserve"> PAGEREF _Toc184208585 \h </w:instrText>
        </w:r>
        <w:r>
          <w:rPr>
            <w:noProof/>
            <w:webHidden/>
          </w:rPr>
        </w:r>
        <w:r>
          <w:rPr>
            <w:noProof/>
            <w:webHidden/>
          </w:rPr>
          <w:fldChar w:fldCharType="separate"/>
        </w:r>
        <w:r>
          <w:rPr>
            <w:noProof/>
            <w:webHidden/>
          </w:rPr>
          <w:t>77</w:t>
        </w:r>
        <w:r>
          <w:rPr>
            <w:noProof/>
            <w:webHidden/>
          </w:rPr>
          <w:fldChar w:fldCharType="end"/>
        </w:r>
      </w:hyperlink>
    </w:p>
    <w:p w14:paraId="03E40AFE" w14:textId="28EB3334"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6" w:history="1">
        <w:r w:rsidRPr="008452F0">
          <w:rPr>
            <w:rStyle w:val="Hiperpovezava"/>
            <w:noProof/>
          </w:rPr>
          <w:t>19 - IZOBRAŽEVANJE</w:t>
        </w:r>
        <w:r>
          <w:rPr>
            <w:noProof/>
            <w:webHidden/>
          </w:rPr>
          <w:tab/>
        </w:r>
        <w:r>
          <w:rPr>
            <w:noProof/>
            <w:webHidden/>
          </w:rPr>
          <w:fldChar w:fldCharType="begin"/>
        </w:r>
        <w:r>
          <w:rPr>
            <w:noProof/>
            <w:webHidden/>
          </w:rPr>
          <w:instrText xml:space="preserve"> PAGEREF _Toc184208586 \h </w:instrText>
        </w:r>
        <w:r>
          <w:rPr>
            <w:noProof/>
            <w:webHidden/>
          </w:rPr>
        </w:r>
        <w:r>
          <w:rPr>
            <w:noProof/>
            <w:webHidden/>
          </w:rPr>
          <w:fldChar w:fldCharType="separate"/>
        </w:r>
        <w:r>
          <w:rPr>
            <w:noProof/>
            <w:webHidden/>
          </w:rPr>
          <w:t>77</w:t>
        </w:r>
        <w:r>
          <w:rPr>
            <w:noProof/>
            <w:webHidden/>
          </w:rPr>
          <w:fldChar w:fldCharType="end"/>
        </w:r>
      </w:hyperlink>
    </w:p>
    <w:p w14:paraId="5E865A49" w14:textId="35DBB78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7" w:history="1">
        <w:r w:rsidRPr="008452F0">
          <w:rPr>
            <w:rStyle w:val="Hiperpovezava"/>
            <w:noProof/>
          </w:rPr>
          <w:t>1902 - Varstvo in vzgoja predšolskih otrok</w:t>
        </w:r>
        <w:r>
          <w:rPr>
            <w:noProof/>
            <w:webHidden/>
          </w:rPr>
          <w:tab/>
        </w:r>
        <w:r>
          <w:rPr>
            <w:noProof/>
            <w:webHidden/>
          </w:rPr>
          <w:fldChar w:fldCharType="begin"/>
        </w:r>
        <w:r>
          <w:rPr>
            <w:noProof/>
            <w:webHidden/>
          </w:rPr>
          <w:instrText xml:space="preserve"> PAGEREF _Toc184208587 \h </w:instrText>
        </w:r>
        <w:r>
          <w:rPr>
            <w:noProof/>
            <w:webHidden/>
          </w:rPr>
        </w:r>
        <w:r>
          <w:rPr>
            <w:noProof/>
            <w:webHidden/>
          </w:rPr>
          <w:fldChar w:fldCharType="separate"/>
        </w:r>
        <w:r>
          <w:rPr>
            <w:noProof/>
            <w:webHidden/>
          </w:rPr>
          <w:t>78</w:t>
        </w:r>
        <w:r>
          <w:rPr>
            <w:noProof/>
            <w:webHidden/>
          </w:rPr>
          <w:fldChar w:fldCharType="end"/>
        </w:r>
      </w:hyperlink>
    </w:p>
    <w:p w14:paraId="63427C35" w14:textId="2E003F8C"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8" w:history="1">
        <w:r w:rsidRPr="008452F0">
          <w:rPr>
            <w:rStyle w:val="Hiperpovezava"/>
            <w:noProof/>
          </w:rPr>
          <w:t>19029001 - Vrtci</w:t>
        </w:r>
        <w:r>
          <w:rPr>
            <w:noProof/>
            <w:webHidden/>
          </w:rPr>
          <w:tab/>
        </w:r>
        <w:r>
          <w:rPr>
            <w:noProof/>
            <w:webHidden/>
          </w:rPr>
          <w:fldChar w:fldCharType="begin"/>
        </w:r>
        <w:r>
          <w:rPr>
            <w:noProof/>
            <w:webHidden/>
          </w:rPr>
          <w:instrText xml:space="preserve"> PAGEREF _Toc184208588 \h </w:instrText>
        </w:r>
        <w:r>
          <w:rPr>
            <w:noProof/>
            <w:webHidden/>
          </w:rPr>
        </w:r>
        <w:r>
          <w:rPr>
            <w:noProof/>
            <w:webHidden/>
          </w:rPr>
          <w:fldChar w:fldCharType="separate"/>
        </w:r>
        <w:r>
          <w:rPr>
            <w:noProof/>
            <w:webHidden/>
          </w:rPr>
          <w:t>78</w:t>
        </w:r>
        <w:r>
          <w:rPr>
            <w:noProof/>
            <w:webHidden/>
          </w:rPr>
          <w:fldChar w:fldCharType="end"/>
        </w:r>
      </w:hyperlink>
    </w:p>
    <w:p w14:paraId="08A3E75B" w14:textId="4C7E433A"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89" w:history="1">
        <w:r w:rsidRPr="008452F0">
          <w:rPr>
            <w:rStyle w:val="Hiperpovezava"/>
            <w:noProof/>
          </w:rPr>
          <w:t>1903 - Primarno in sekundarno izobraževanje</w:t>
        </w:r>
        <w:r>
          <w:rPr>
            <w:noProof/>
            <w:webHidden/>
          </w:rPr>
          <w:tab/>
        </w:r>
        <w:r>
          <w:rPr>
            <w:noProof/>
            <w:webHidden/>
          </w:rPr>
          <w:fldChar w:fldCharType="begin"/>
        </w:r>
        <w:r>
          <w:rPr>
            <w:noProof/>
            <w:webHidden/>
          </w:rPr>
          <w:instrText xml:space="preserve"> PAGEREF _Toc184208589 \h </w:instrText>
        </w:r>
        <w:r>
          <w:rPr>
            <w:noProof/>
            <w:webHidden/>
          </w:rPr>
        </w:r>
        <w:r>
          <w:rPr>
            <w:noProof/>
            <w:webHidden/>
          </w:rPr>
          <w:fldChar w:fldCharType="separate"/>
        </w:r>
        <w:r>
          <w:rPr>
            <w:noProof/>
            <w:webHidden/>
          </w:rPr>
          <w:t>80</w:t>
        </w:r>
        <w:r>
          <w:rPr>
            <w:noProof/>
            <w:webHidden/>
          </w:rPr>
          <w:fldChar w:fldCharType="end"/>
        </w:r>
      </w:hyperlink>
    </w:p>
    <w:p w14:paraId="12EF4954" w14:textId="399D3FD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0" w:history="1">
        <w:r w:rsidRPr="008452F0">
          <w:rPr>
            <w:rStyle w:val="Hiperpovezava"/>
            <w:noProof/>
          </w:rPr>
          <w:t>19039001 - Osnovno šolstvo</w:t>
        </w:r>
        <w:r>
          <w:rPr>
            <w:noProof/>
            <w:webHidden/>
          </w:rPr>
          <w:tab/>
        </w:r>
        <w:r>
          <w:rPr>
            <w:noProof/>
            <w:webHidden/>
          </w:rPr>
          <w:fldChar w:fldCharType="begin"/>
        </w:r>
        <w:r>
          <w:rPr>
            <w:noProof/>
            <w:webHidden/>
          </w:rPr>
          <w:instrText xml:space="preserve"> PAGEREF _Toc184208590 \h </w:instrText>
        </w:r>
        <w:r>
          <w:rPr>
            <w:noProof/>
            <w:webHidden/>
          </w:rPr>
        </w:r>
        <w:r>
          <w:rPr>
            <w:noProof/>
            <w:webHidden/>
          </w:rPr>
          <w:fldChar w:fldCharType="separate"/>
        </w:r>
        <w:r>
          <w:rPr>
            <w:noProof/>
            <w:webHidden/>
          </w:rPr>
          <w:t>80</w:t>
        </w:r>
        <w:r>
          <w:rPr>
            <w:noProof/>
            <w:webHidden/>
          </w:rPr>
          <w:fldChar w:fldCharType="end"/>
        </w:r>
      </w:hyperlink>
    </w:p>
    <w:p w14:paraId="00DCE8FF" w14:textId="725961D5"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1" w:history="1">
        <w:r w:rsidRPr="008452F0">
          <w:rPr>
            <w:rStyle w:val="Hiperpovezava"/>
            <w:noProof/>
          </w:rPr>
          <w:t>19039002 - Glasbeno šolstvo</w:t>
        </w:r>
        <w:r>
          <w:rPr>
            <w:noProof/>
            <w:webHidden/>
          </w:rPr>
          <w:tab/>
        </w:r>
        <w:r>
          <w:rPr>
            <w:noProof/>
            <w:webHidden/>
          </w:rPr>
          <w:fldChar w:fldCharType="begin"/>
        </w:r>
        <w:r>
          <w:rPr>
            <w:noProof/>
            <w:webHidden/>
          </w:rPr>
          <w:instrText xml:space="preserve"> PAGEREF _Toc184208591 \h </w:instrText>
        </w:r>
        <w:r>
          <w:rPr>
            <w:noProof/>
            <w:webHidden/>
          </w:rPr>
        </w:r>
        <w:r>
          <w:rPr>
            <w:noProof/>
            <w:webHidden/>
          </w:rPr>
          <w:fldChar w:fldCharType="separate"/>
        </w:r>
        <w:r>
          <w:rPr>
            <w:noProof/>
            <w:webHidden/>
          </w:rPr>
          <w:t>83</w:t>
        </w:r>
        <w:r>
          <w:rPr>
            <w:noProof/>
            <w:webHidden/>
          </w:rPr>
          <w:fldChar w:fldCharType="end"/>
        </w:r>
      </w:hyperlink>
    </w:p>
    <w:p w14:paraId="35E32B12" w14:textId="2DD8EAB3"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2" w:history="1">
        <w:r w:rsidRPr="008452F0">
          <w:rPr>
            <w:rStyle w:val="Hiperpovezava"/>
            <w:noProof/>
          </w:rPr>
          <w:t>1904 - Terciarno izobraževanje</w:t>
        </w:r>
        <w:r>
          <w:rPr>
            <w:noProof/>
            <w:webHidden/>
          </w:rPr>
          <w:tab/>
        </w:r>
        <w:r>
          <w:rPr>
            <w:noProof/>
            <w:webHidden/>
          </w:rPr>
          <w:fldChar w:fldCharType="begin"/>
        </w:r>
        <w:r>
          <w:rPr>
            <w:noProof/>
            <w:webHidden/>
          </w:rPr>
          <w:instrText xml:space="preserve"> PAGEREF _Toc184208592 \h </w:instrText>
        </w:r>
        <w:r>
          <w:rPr>
            <w:noProof/>
            <w:webHidden/>
          </w:rPr>
        </w:r>
        <w:r>
          <w:rPr>
            <w:noProof/>
            <w:webHidden/>
          </w:rPr>
          <w:fldChar w:fldCharType="separate"/>
        </w:r>
        <w:r>
          <w:rPr>
            <w:noProof/>
            <w:webHidden/>
          </w:rPr>
          <w:t>84</w:t>
        </w:r>
        <w:r>
          <w:rPr>
            <w:noProof/>
            <w:webHidden/>
          </w:rPr>
          <w:fldChar w:fldCharType="end"/>
        </w:r>
      </w:hyperlink>
    </w:p>
    <w:p w14:paraId="66F8205D" w14:textId="513B02B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3" w:history="1">
        <w:r w:rsidRPr="008452F0">
          <w:rPr>
            <w:rStyle w:val="Hiperpovezava"/>
            <w:noProof/>
          </w:rPr>
          <w:t>19049001 - Višješolsko izobraževanje</w:t>
        </w:r>
        <w:r>
          <w:rPr>
            <w:noProof/>
            <w:webHidden/>
          </w:rPr>
          <w:tab/>
        </w:r>
        <w:r>
          <w:rPr>
            <w:noProof/>
            <w:webHidden/>
          </w:rPr>
          <w:fldChar w:fldCharType="begin"/>
        </w:r>
        <w:r>
          <w:rPr>
            <w:noProof/>
            <w:webHidden/>
          </w:rPr>
          <w:instrText xml:space="preserve"> PAGEREF _Toc184208593 \h </w:instrText>
        </w:r>
        <w:r>
          <w:rPr>
            <w:noProof/>
            <w:webHidden/>
          </w:rPr>
        </w:r>
        <w:r>
          <w:rPr>
            <w:noProof/>
            <w:webHidden/>
          </w:rPr>
          <w:fldChar w:fldCharType="separate"/>
        </w:r>
        <w:r>
          <w:rPr>
            <w:noProof/>
            <w:webHidden/>
          </w:rPr>
          <w:t>84</w:t>
        </w:r>
        <w:r>
          <w:rPr>
            <w:noProof/>
            <w:webHidden/>
          </w:rPr>
          <w:fldChar w:fldCharType="end"/>
        </w:r>
      </w:hyperlink>
    </w:p>
    <w:p w14:paraId="57FE7862" w14:textId="2283C3D1"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4" w:history="1">
        <w:r w:rsidRPr="008452F0">
          <w:rPr>
            <w:rStyle w:val="Hiperpovezava"/>
            <w:noProof/>
          </w:rPr>
          <w:t>1905 - Drugi izobraževalni programi</w:t>
        </w:r>
        <w:r>
          <w:rPr>
            <w:noProof/>
            <w:webHidden/>
          </w:rPr>
          <w:tab/>
        </w:r>
        <w:r>
          <w:rPr>
            <w:noProof/>
            <w:webHidden/>
          </w:rPr>
          <w:fldChar w:fldCharType="begin"/>
        </w:r>
        <w:r>
          <w:rPr>
            <w:noProof/>
            <w:webHidden/>
          </w:rPr>
          <w:instrText xml:space="preserve"> PAGEREF _Toc184208594 \h </w:instrText>
        </w:r>
        <w:r>
          <w:rPr>
            <w:noProof/>
            <w:webHidden/>
          </w:rPr>
        </w:r>
        <w:r>
          <w:rPr>
            <w:noProof/>
            <w:webHidden/>
          </w:rPr>
          <w:fldChar w:fldCharType="separate"/>
        </w:r>
        <w:r>
          <w:rPr>
            <w:noProof/>
            <w:webHidden/>
          </w:rPr>
          <w:t>85</w:t>
        </w:r>
        <w:r>
          <w:rPr>
            <w:noProof/>
            <w:webHidden/>
          </w:rPr>
          <w:fldChar w:fldCharType="end"/>
        </w:r>
      </w:hyperlink>
    </w:p>
    <w:p w14:paraId="585D3752" w14:textId="2F5A96C0"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5" w:history="1">
        <w:r w:rsidRPr="008452F0">
          <w:rPr>
            <w:rStyle w:val="Hiperpovezava"/>
            <w:noProof/>
          </w:rPr>
          <w:t>19059001 - Izobraževanje odraslih</w:t>
        </w:r>
        <w:r>
          <w:rPr>
            <w:noProof/>
            <w:webHidden/>
          </w:rPr>
          <w:tab/>
        </w:r>
        <w:r>
          <w:rPr>
            <w:noProof/>
            <w:webHidden/>
          </w:rPr>
          <w:fldChar w:fldCharType="begin"/>
        </w:r>
        <w:r>
          <w:rPr>
            <w:noProof/>
            <w:webHidden/>
          </w:rPr>
          <w:instrText xml:space="preserve"> PAGEREF _Toc184208595 \h </w:instrText>
        </w:r>
        <w:r>
          <w:rPr>
            <w:noProof/>
            <w:webHidden/>
          </w:rPr>
        </w:r>
        <w:r>
          <w:rPr>
            <w:noProof/>
            <w:webHidden/>
          </w:rPr>
          <w:fldChar w:fldCharType="separate"/>
        </w:r>
        <w:r>
          <w:rPr>
            <w:noProof/>
            <w:webHidden/>
          </w:rPr>
          <w:t>85</w:t>
        </w:r>
        <w:r>
          <w:rPr>
            <w:noProof/>
            <w:webHidden/>
          </w:rPr>
          <w:fldChar w:fldCharType="end"/>
        </w:r>
      </w:hyperlink>
    </w:p>
    <w:p w14:paraId="694403AB" w14:textId="1B861863"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6" w:history="1">
        <w:r w:rsidRPr="008452F0">
          <w:rPr>
            <w:rStyle w:val="Hiperpovezava"/>
            <w:noProof/>
          </w:rPr>
          <w:t>1906 - Pomoči šolajočim</w:t>
        </w:r>
        <w:r>
          <w:rPr>
            <w:noProof/>
            <w:webHidden/>
          </w:rPr>
          <w:tab/>
        </w:r>
        <w:r>
          <w:rPr>
            <w:noProof/>
            <w:webHidden/>
          </w:rPr>
          <w:fldChar w:fldCharType="begin"/>
        </w:r>
        <w:r>
          <w:rPr>
            <w:noProof/>
            <w:webHidden/>
          </w:rPr>
          <w:instrText xml:space="preserve"> PAGEREF _Toc184208596 \h </w:instrText>
        </w:r>
        <w:r>
          <w:rPr>
            <w:noProof/>
            <w:webHidden/>
          </w:rPr>
        </w:r>
        <w:r>
          <w:rPr>
            <w:noProof/>
            <w:webHidden/>
          </w:rPr>
          <w:fldChar w:fldCharType="separate"/>
        </w:r>
        <w:r>
          <w:rPr>
            <w:noProof/>
            <w:webHidden/>
          </w:rPr>
          <w:t>86</w:t>
        </w:r>
        <w:r>
          <w:rPr>
            <w:noProof/>
            <w:webHidden/>
          </w:rPr>
          <w:fldChar w:fldCharType="end"/>
        </w:r>
      </w:hyperlink>
    </w:p>
    <w:p w14:paraId="714DA603" w14:textId="68A92F5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7" w:history="1">
        <w:r w:rsidRPr="008452F0">
          <w:rPr>
            <w:rStyle w:val="Hiperpovezava"/>
            <w:noProof/>
          </w:rPr>
          <w:t>19069001 - Pomoči v osnovnem šolstvu</w:t>
        </w:r>
        <w:r>
          <w:rPr>
            <w:noProof/>
            <w:webHidden/>
          </w:rPr>
          <w:tab/>
        </w:r>
        <w:r>
          <w:rPr>
            <w:noProof/>
            <w:webHidden/>
          </w:rPr>
          <w:fldChar w:fldCharType="begin"/>
        </w:r>
        <w:r>
          <w:rPr>
            <w:noProof/>
            <w:webHidden/>
          </w:rPr>
          <w:instrText xml:space="preserve"> PAGEREF _Toc184208597 \h </w:instrText>
        </w:r>
        <w:r>
          <w:rPr>
            <w:noProof/>
            <w:webHidden/>
          </w:rPr>
        </w:r>
        <w:r>
          <w:rPr>
            <w:noProof/>
            <w:webHidden/>
          </w:rPr>
          <w:fldChar w:fldCharType="separate"/>
        </w:r>
        <w:r>
          <w:rPr>
            <w:noProof/>
            <w:webHidden/>
          </w:rPr>
          <w:t>87</w:t>
        </w:r>
        <w:r>
          <w:rPr>
            <w:noProof/>
            <w:webHidden/>
          </w:rPr>
          <w:fldChar w:fldCharType="end"/>
        </w:r>
      </w:hyperlink>
    </w:p>
    <w:p w14:paraId="4AE6BAB3" w14:textId="6D4E8847"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8" w:history="1">
        <w:r w:rsidRPr="008452F0">
          <w:rPr>
            <w:rStyle w:val="Hiperpovezava"/>
            <w:noProof/>
          </w:rPr>
          <w:t>19069004 - Študijske pomoči</w:t>
        </w:r>
        <w:r>
          <w:rPr>
            <w:noProof/>
            <w:webHidden/>
          </w:rPr>
          <w:tab/>
        </w:r>
        <w:r>
          <w:rPr>
            <w:noProof/>
            <w:webHidden/>
          </w:rPr>
          <w:fldChar w:fldCharType="begin"/>
        </w:r>
        <w:r>
          <w:rPr>
            <w:noProof/>
            <w:webHidden/>
          </w:rPr>
          <w:instrText xml:space="preserve"> PAGEREF _Toc184208598 \h </w:instrText>
        </w:r>
        <w:r>
          <w:rPr>
            <w:noProof/>
            <w:webHidden/>
          </w:rPr>
        </w:r>
        <w:r>
          <w:rPr>
            <w:noProof/>
            <w:webHidden/>
          </w:rPr>
          <w:fldChar w:fldCharType="separate"/>
        </w:r>
        <w:r>
          <w:rPr>
            <w:noProof/>
            <w:webHidden/>
          </w:rPr>
          <w:t>88</w:t>
        </w:r>
        <w:r>
          <w:rPr>
            <w:noProof/>
            <w:webHidden/>
          </w:rPr>
          <w:fldChar w:fldCharType="end"/>
        </w:r>
      </w:hyperlink>
    </w:p>
    <w:p w14:paraId="10953760" w14:textId="378D87B4"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599" w:history="1">
        <w:r w:rsidRPr="008452F0">
          <w:rPr>
            <w:rStyle w:val="Hiperpovezava"/>
            <w:noProof/>
          </w:rPr>
          <w:t>20 - SOCIALNO VARSTVO</w:t>
        </w:r>
        <w:r>
          <w:rPr>
            <w:noProof/>
            <w:webHidden/>
          </w:rPr>
          <w:tab/>
        </w:r>
        <w:r>
          <w:rPr>
            <w:noProof/>
            <w:webHidden/>
          </w:rPr>
          <w:fldChar w:fldCharType="begin"/>
        </w:r>
        <w:r>
          <w:rPr>
            <w:noProof/>
            <w:webHidden/>
          </w:rPr>
          <w:instrText xml:space="preserve"> PAGEREF _Toc184208599 \h </w:instrText>
        </w:r>
        <w:r>
          <w:rPr>
            <w:noProof/>
            <w:webHidden/>
          </w:rPr>
        </w:r>
        <w:r>
          <w:rPr>
            <w:noProof/>
            <w:webHidden/>
          </w:rPr>
          <w:fldChar w:fldCharType="separate"/>
        </w:r>
        <w:r>
          <w:rPr>
            <w:noProof/>
            <w:webHidden/>
          </w:rPr>
          <w:t>88</w:t>
        </w:r>
        <w:r>
          <w:rPr>
            <w:noProof/>
            <w:webHidden/>
          </w:rPr>
          <w:fldChar w:fldCharType="end"/>
        </w:r>
      </w:hyperlink>
    </w:p>
    <w:p w14:paraId="477A2941" w14:textId="551E32FD"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0" w:history="1">
        <w:r w:rsidRPr="008452F0">
          <w:rPr>
            <w:rStyle w:val="Hiperpovezava"/>
            <w:noProof/>
          </w:rPr>
          <w:t>2002 - Varstvo otrok in družine</w:t>
        </w:r>
        <w:r>
          <w:rPr>
            <w:noProof/>
            <w:webHidden/>
          </w:rPr>
          <w:tab/>
        </w:r>
        <w:r>
          <w:rPr>
            <w:noProof/>
            <w:webHidden/>
          </w:rPr>
          <w:fldChar w:fldCharType="begin"/>
        </w:r>
        <w:r>
          <w:rPr>
            <w:noProof/>
            <w:webHidden/>
          </w:rPr>
          <w:instrText xml:space="preserve"> PAGEREF _Toc184208600 \h </w:instrText>
        </w:r>
        <w:r>
          <w:rPr>
            <w:noProof/>
            <w:webHidden/>
          </w:rPr>
        </w:r>
        <w:r>
          <w:rPr>
            <w:noProof/>
            <w:webHidden/>
          </w:rPr>
          <w:fldChar w:fldCharType="separate"/>
        </w:r>
        <w:r>
          <w:rPr>
            <w:noProof/>
            <w:webHidden/>
          </w:rPr>
          <w:t>89</w:t>
        </w:r>
        <w:r>
          <w:rPr>
            <w:noProof/>
            <w:webHidden/>
          </w:rPr>
          <w:fldChar w:fldCharType="end"/>
        </w:r>
      </w:hyperlink>
    </w:p>
    <w:p w14:paraId="348D721D" w14:textId="4439719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1" w:history="1">
        <w:r w:rsidRPr="008452F0">
          <w:rPr>
            <w:rStyle w:val="Hiperpovezava"/>
            <w:noProof/>
          </w:rPr>
          <w:t>20029001 - Drugi programi v pomoč družini</w:t>
        </w:r>
        <w:r>
          <w:rPr>
            <w:noProof/>
            <w:webHidden/>
          </w:rPr>
          <w:tab/>
        </w:r>
        <w:r>
          <w:rPr>
            <w:noProof/>
            <w:webHidden/>
          </w:rPr>
          <w:fldChar w:fldCharType="begin"/>
        </w:r>
        <w:r>
          <w:rPr>
            <w:noProof/>
            <w:webHidden/>
          </w:rPr>
          <w:instrText xml:space="preserve"> PAGEREF _Toc184208601 \h </w:instrText>
        </w:r>
        <w:r>
          <w:rPr>
            <w:noProof/>
            <w:webHidden/>
          </w:rPr>
        </w:r>
        <w:r>
          <w:rPr>
            <w:noProof/>
            <w:webHidden/>
          </w:rPr>
          <w:fldChar w:fldCharType="separate"/>
        </w:r>
        <w:r>
          <w:rPr>
            <w:noProof/>
            <w:webHidden/>
          </w:rPr>
          <w:t>89</w:t>
        </w:r>
        <w:r>
          <w:rPr>
            <w:noProof/>
            <w:webHidden/>
          </w:rPr>
          <w:fldChar w:fldCharType="end"/>
        </w:r>
      </w:hyperlink>
    </w:p>
    <w:p w14:paraId="315F91A9" w14:textId="021245C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2" w:history="1">
        <w:r w:rsidRPr="008452F0">
          <w:rPr>
            <w:rStyle w:val="Hiperpovezava"/>
            <w:noProof/>
          </w:rPr>
          <w:t>2004 - Izvajanje programov socialnega varstva</w:t>
        </w:r>
        <w:r>
          <w:rPr>
            <w:noProof/>
            <w:webHidden/>
          </w:rPr>
          <w:tab/>
        </w:r>
        <w:r>
          <w:rPr>
            <w:noProof/>
            <w:webHidden/>
          </w:rPr>
          <w:fldChar w:fldCharType="begin"/>
        </w:r>
        <w:r>
          <w:rPr>
            <w:noProof/>
            <w:webHidden/>
          </w:rPr>
          <w:instrText xml:space="preserve"> PAGEREF _Toc184208602 \h </w:instrText>
        </w:r>
        <w:r>
          <w:rPr>
            <w:noProof/>
            <w:webHidden/>
          </w:rPr>
        </w:r>
        <w:r>
          <w:rPr>
            <w:noProof/>
            <w:webHidden/>
          </w:rPr>
          <w:fldChar w:fldCharType="separate"/>
        </w:r>
        <w:r>
          <w:rPr>
            <w:noProof/>
            <w:webHidden/>
          </w:rPr>
          <w:t>90</w:t>
        </w:r>
        <w:r>
          <w:rPr>
            <w:noProof/>
            <w:webHidden/>
          </w:rPr>
          <w:fldChar w:fldCharType="end"/>
        </w:r>
      </w:hyperlink>
    </w:p>
    <w:p w14:paraId="01D6DA43" w14:textId="1DE09656"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3" w:history="1">
        <w:r w:rsidRPr="008452F0">
          <w:rPr>
            <w:rStyle w:val="Hiperpovezava"/>
            <w:noProof/>
          </w:rPr>
          <w:t>20049001 - Centri za socialno delo</w:t>
        </w:r>
        <w:r>
          <w:rPr>
            <w:noProof/>
            <w:webHidden/>
          </w:rPr>
          <w:tab/>
        </w:r>
        <w:r>
          <w:rPr>
            <w:noProof/>
            <w:webHidden/>
          </w:rPr>
          <w:fldChar w:fldCharType="begin"/>
        </w:r>
        <w:r>
          <w:rPr>
            <w:noProof/>
            <w:webHidden/>
          </w:rPr>
          <w:instrText xml:space="preserve"> PAGEREF _Toc184208603 \h </w:instrText>
        </w:r>
        <w:r>
          <w:rPr>
            <w:noProof/>
            <w:webHidden/>
          </w:rPr>
        </w:r>
        <w:r>
          <w:rPr>
            <w:noProof/>
            <w:webHidden/>
          </w:rPr>
          <w:fldChar w:fldCharType="separate"/>
        </w:r>
        <w:r>
          <w:rPr>
            <w:noProof/>
            <w:webHidden/>
          </w:rPr>
          <w:t>90</w:t>
        </w:r>
        <w:r>
          <w:rPr>
            <w:noProof/>
            <w:webHidden/>
          </w:rPr>
          <w:fldChar w:fldCharType="end"/>
        </w:r>
      </w:hyperlink>
    </w:p>
    <w:p w14:paraId="2A7FF79C" w14:textId="63DD2B9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4" w:history="1">
        <w:r w:rsidRPr="008452F0">
          <w:rPr>
            <w:rStyle w:val="Hiperpovezava"/>
            <w:noProof/>
          </w:rPr>
          <w:t>20049003 - Socialno varstvo starih</w:t>
        </w:r>
        <w:r>
          <w:rPr>
            <w:noProof/>
            <w:webHidden/>
          </w:rPr>
          <w:tab/>
        </w:r>
        <w:r>
          <w:rPr>
            <w:noProof/>
            <w:webHidden/>
          </w:rPr>
          <w:fldChar w:fldCharType="begin"/>
        </w:r>
        <w:r>
          <w:rPr>
            <w:noProof/>
            <w:webHidden/>
          </w:rPr>
          <w:instrText xml:space="preserve"> PAGEREF _Toc184208604 \h </w:instrText>
        </w:r>
        <w:r>
          <w:rPr>
            <w:noProof/>
            <w:webHidden/>
          </w:rPr>
        </w:r>
        <w:r>
          <w:rPr>
            <w:noProof/>
            <w:webHidden/>
          </w:rPr>
          <w:fldChar w:fldCharType="separate"/>
        </w:r>
        <w:r>
          <w:rPr>
            <w:noProof/>
            <w:webHidden/>
          </w:rPr>
          <w:t>91</w:t>
        </w:r>
        <w:r>
          <w:rPr>
            <w:noProof/>
            <w:webHidden/>
          </w:rPr>
          <w:fldChar w:fldCharType="end"/>
        </w:r>
      </w:hyperlink>
    </w:p>
    <w:p w14:paraId="0A4AE927" w14:textId="1587C3CB"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5" w:history="1">
        <w:r w:rsidRPr="008452F0">
          <w:rPr>
            <w:rStyle w:val="Hiperpovezava"/>
            <w:noProof/>
          </w:rPr>
          <w:t>20049004 - Socialno varstvo materialno ogroženih</w:t>
        </w:r>
        <w:r>
          <w:rPr>
            <w:noProof/>
            <w:webHidden/>
          </w:rPr>
          <w:tab/>
        </w:r>
        <w:r>
          <w:rPr>
            <w:noProof/>
            <w:webHidden/>
          </w:rPr>
          <w:fldChar w:fldCharType="begin"/>
        </w:r>
        <w:r>
          <w:rPr>
            <w:noProof/>
            <w:webHidden/>
          </w:rPr>
          <w:instrText xml:space="preserve"> PAGEREF _Toc184208605 \h </w:instrText>
        </w:r>
        <w:r>
          <w:rPr>
            <w:noProof/>
            <w:webHidden/>
          </w:rPr>
        </w:r>
        <w:r>
          <w:rPr>
            <w:noProof/>
            <w:webHidden/>
          </w:rPr>
          <w:fldChar w:fldCharType="separate"/>
        </w:r>
        <w:r>
          <w:rPr>
            <w:noProof/>
            <w:webHidden/>
          </w:rPr>
          <w:t>92</w:t>
        </w:r>
        <w:r>
          <w:rPr>
            <w:noProof/>
            <w:webHidden/>
          </w:rPr>
          <w:fldChar w:fldCharType="end"/>
        </w:r>
      </w:hyperlink>
    </w:p>
    <w:p w14:paraId="76DF409A" w14:textId="4B19780F"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6" w:history="1">
        <w:r w:rsidRPr="008452F0">
          <w:rPr>
            <w:rStyle w:val="Hiperpovezava"/>
            <w:noProof/>
          </w:rPr>
          <w:t>20049006 - Socialno varstvo drugih ranljivih skupin</w:t>
        </w:r>
        <w:r>
          <w:rPr>
            <w:noProof/>
            <w:webHidden/>
          </w:rPr>
          <w:tab/>
        </w:r>
        <w:r>
          <w:rPr>
            <w:noProof/>
            <w:webHidden/>
          </w:rPr>
          <w:fldChar w:fldCharType="begin"/>
        </w:r>
        <w:r>
          <w:rPr>
            <w:noProof/>
            <w:webHidden/>
          </w:rPr>
          <w:instrText xml:space="preserve"> PAGEREF _Toc184208606 \h </w:instrText>
        </w:r>
        <w:r>
          <w:rPr>
            <w:noProof/>
            <w:webHidden/>
          </w:rPr>
        </w:r>
        <w:r>
          <w:rPr>
            <w:noProof/>
            <w:webHidden/>
          </w:rPr>
          <w:fldChar w:fldCharType="separate"/>
        </w:r>
        <w:r>
          <w:rPr>
            <w:noProof/>
            <w:webHidden/>
          </w:rPr>
          <w:t>93</w:t>
        </w:r>
        <w:r>
          <w:rPr>
            <w:noProof/>
            <w:webHidden/>
          </w:rPr>
          <w:fldChar w:fldCharType="end"/>
        </w:r>
      </w:hyperlink>
    </w:p>
    <w:p w14:paraId="6DBE4010" w14:textId="5529BE56"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7" w:history="1">
        <w:r w:rsidRPr="008452F0">
          <w:rPr>
            <w:rStyle w:val="Hiperpovezava"/>
            <w:noProof/>
          </w:rPr>
          <w:t>22 - SERVISIRANJE JAVNEGA DOLGA</w:t>
        </w:r>
        <w:r>
          <w:rPr>
            <w:noProof/>
            <w:webHidden/>
          </w:rPr>
          <w:tab/>
        </w:r>
        <w:r>
          <w:rPr>
            <w:noProof/>
            <w:webHidden/>
          </w:rPr>
          <w:fldChar w:fldCharType="begin"/>
        </w:r>
        <w:r>
          <w:rPr>
            <w:noProof/>
            <w:webHidden/>
          </w:rPr>
          <w:instrText xml:space="preserve"> PAGEREF _Toc184208607 \h </w:instrText>
        </w:r>
        <w:r>
          <w:rPr>
            <w:noProof/>
            <w:webHidden/>
          </w:rPr>
        </w:r>
        <w:r>
          <w:rPr>
            <w:noProof/>
            <w:webHidden/>
          </w:rPr>
          <w:fldChar w:fldCharType="separate"/>
        </w:r>
        <w:r>
          <w:rPr>
            <w:noProof/>
            <w:webHidden/>
          </w:rPr>
          <w:t>94</w:t>
        </w:r>
        <w:r>
          <w:rPr>
            <w:noProof/>
            <w:webHidden/>
          </w:rPr>
          <w:fldChar w:fldCharType="end"/>
        </w:r>
      </w:hyperlink>
    </w:p>
    <w:p w14:paraId="36ACAA36" w14:textId="7B751D6C"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8" w:history="1">
        <w:r w:rsidRPr="008452F0">
          <w:rPr>
            <w:rStyle w:val="Hiperpovezava"/>
            <w:noProof/>
          </w:rPr>
          <w:t>2201 - Servisiranje javnega dolga</w:t>
        </w:r>
        <w:r>
          <w:rPr>
            <w:noProof/>
            <w:webHidden/>
          </w:rPr>
          <w:tab/>
        </w:r>
        <w:r>
          <w:rPr>
            <w:noProof/>
            <w:webHidden/>
          </w:rPr>
          <w:fldChar w:fldCharType="begin"/>
        </w:r>
        <w:r>
          <w:rPr>
            <w:noProof/>
            <w:webHidden/>
          </w:rPr>
          <w:instrText xml:space="preserve"> PAGEREF _Toc184208608 \h </w:instrText>
        </w:r>
        <w:r>
          <w:rPr>
            <w:noProof/>
            <w:webHidden/>
          </w:rPr>
        </w:r>
        <w:r>
          <w:rPr>
            <w:noProof/>
            <w:webHidden/>
          </w:rPr>
          <w:fldChar w:fldCharType="separate"/>
        </w:r>
        <w:r>
          <w:rPr>
            <w:noProof/>
            <w:webHidden/>
          </w:rPr>
          <w:t>95</w:t>
        </w:r>
        <w:r>
          <w:rPr>
            <w:noProof/>
            <w:webHidden/>
          </w:rPr>
          <w:fldChar w:fldCharType="end"/>
        </w:r>
      </w:hyperlink>
    </w:p>
    <w:p w14:paraId="190AB1F6" w14:textId="54266414"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09" w:history="1">
        <w:r w:rsidRPr="008452F0">
          <w:rPr>
            <w:rStyle w:val="Hiperpovezava"/>
            <w:noProof/>
          </w:rPr>
          <w:t>22019001 - Obveznosti iz naslova financiranja izvrševanja proračuna - domače zadolževanje</w:t>
        </w:r>
        <w:r>
          <w:rPr>
            <w:noProof/>
            <w:webHidden/>
          </w:rPr>
          <w:tab/>
        </w:r>
        <w:r>
          <w:rPr>
            <w:noProof/>
            <w:webHidden/>
          </w:rPr>
          <w:fldChar w:fldCharType="begin"/>
        </w:r>
        <w:r>
          <w:rPr>
            <w:noProof/>
            <w:webHidden/>
          </w:rPr>
          <w:instrText xml:space="preserve"> PAGEREF _Toc184208609 \h </w:instrText>
        </w:r>
        <w:r>
          <w:rPr>
            <w:noProof/>
            <w:webHidden/>
          </w:rPr>
        </w:r>
        <w:r>
          <w:rPr>
            <w:noProof/>
            <w:webHidden/>
          </w:rPr>
          <w:fldChar w:fldCharType="separate"/>
        </w:r>
        <w:r>
          <w:rPr>
            <w:noProof/>
            <w:webHidden/>
          </w:rPr>
          <w:t>95</w:t>
        </w:r>
        <w:r>
          <w:rPr>
            <w:noProof/>
            <w:webHidden/>
          </w:rPr>
          <w:fldChar w:fldCharType="end"/>
        </w:r>
      </w:hyperlink>
    </w:p>
    <w:p w14:paraId="4A59E3C3" w14:textId="6D537D5A"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0" w:history="1">
        <w:r w:rsidRPr="008452F0">
          <w:rPr>
            <w:rStyle w:val="Hiperpovezava"/>
            <w:noProof/>
          </w:rPr>
          <w:t>22019002 - Stroški financiranja in upravljanja z dolgom</w:t>
        </w:r>
        <w:r>
          <w:rPr>
            <w:noProof/>
            <w:webHidden/>
          </w:rPr>
          <w:tab/>
        </w:r>
        <w:r>
          <w:rPr>
            <w:noProof/>
            <w:webHidden/>
          </w:rPr>
          <w:fldChar w:fldCharType="begin"/>
        </w:r>
        <w:r>
          <w:rPr>
            <w:noProof/>
            <w:webHidden/>
          </w:rPr>
          <w:instrText xml:space="preserve"> PAGEREF _Toc184208610 \h </w:instrText>
        </w:r>
        <w:r>
          <w:rPr>
            <w:noProof/>
            <w:webHidden/>
          </w:rPr>
        </w:r>
        <w:r>
          <w:rPr>
            <w:noProof/>
            <w:webHidden/>
          </w:rPr>
          <w:fldChar w:fldCharType="separate"/>
        </w:r>
        <w:r>
          <w:rPr>
            <w:noProof/>
            <w:webHidden/>
          </w:rPr>
          <w:t>96</w:t>
        </w:r>
        <w:r>
          <w:rPr>
            <w:noProof/>
            <w:webHidden/>
          </w:rPr>
          <w:fldChar w:fldCharType="end"/>
        </w:r>
      </w:hyperlink>
    </w:p>
    <w:p w14:paraId="75838EEC" w14:textId="5ADB738C"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1" w:history="1">
        <w:r w:rsidRPr="008452F0">
          <w:rPr>
            <w:rStyle w:val="Hiperpovezava"/>
            <w:noProof/>
          </w:rPr>
          <w:t>23 - INTERVENCIJSKI PROGRAMI IN OBVEZNOSTI</w:t>
        </w:r>
        <w:r>
          <w:rPr>
            <w:noProof/>
            <w:webHidden/>
          </w:rPr>
          <w:tab/>
        </w:r>
        <w:r>
          <w:rPr>
            <w:noProof/>
            <w:webHidden/>
          </w:rPr>
          <w:fldChar w:fldCharType="begin"/>
        </w:r>
        <w:r>
          <w:rPr>
            <w:noProof/>
            <w:webHidden/>
          </w:rPr>
          <w:instrText xml:space="preserve"> PAGEREF _Toc184208611 \h </w:instrText>
        </w:r>
        <w:r>
          <w:rPr>
            <w:noProof/>
            <w:webHidden/>
          </w:rPr>
        </w:r>
        <w:r>
          <w:rPr>
            <w:noProof/>
            <w:webHidden/>
          </w:rPr>
          <w:fldChar w:fldCharType="separate"/>
        </w:r>
        <w:r>
          <w:rPr>
            <w:noProof/>
            <w:webHidden/>
          </w:rPr>
          <w:t>97</w:t>
        </w:r>
        <w:r>
          <w:rPr>
            <w:noProof/>
            <w:webHidden/>
          </w:rPr>
          <w:fldChar w:fldCharType="end"/>
        </w:r>
      </w:hyperlink>
    </w:p>
    <w:p w14:paraId="530EE0D4" w14:textId="7211AB35"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2" w:history="1">
        <w:r w:rsidRPr="008452F0">
          <w:rPr>
            <w:rStyle w:val="Hiperpovezava"/>
            <w:noProof/>
          </w:rPr>
          <w:t>2302 - Posebna proračunska rezerva in programi pomoči v primerih nesreč</w:t>
        </w:r>
        <w:r>
          <w:rPr>
            <w:noProof/>
            <w:webHidden/>
          </w:rPr>
          <w:tab/>
        </w:r>
        <w:r>
          <w:rPr>
            <w:noProof/>
            <w:webHidden/>
          </w:rPr>
          <w:fldChar w:fldCharType="begin"/>
        </w:r>
        <w:r>
          <w:rPr>
            <w:noProof/>
            <w:webHidden/>
          </w:rPr>
          <w:instrText xml:space="preserve"> PAGEREF _Toc184208612 \h </w:instrText>
        </w:r>
        <w:r>
          <w:rPr>
            <w:noProof/>
            <w:webHidden/>
          </w:rPr>
        </w:r>
        <w:r>
          <w:rPr>
            <w:noProof/>
            <w:webHidden/>
          </w:rPr>
          <w:fldChar w:fldCharType="separate"/>
        </w:r>
        <w:r>
          <w:rPr>
            <w:noProof/>
            <w:webHidden/>
          </w:rPr>
          <w:t>97</w:t>
        </w:r>
        <w:r>
          <w:rPr>
            <w:noProof/>
            <w:webHidden/>
          </w:rPr>
          <w:fldChar w:fldCharType="end"/>
        </w:r>
      </w:hyperlink>
    </w:p>
    <w:p w14:paraId="7CD410D6" w14:textId="3B7EBB53"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3" w:history="1">
        <w:r w:rsidRPr="008452F0">
          <w:rPr>
            <w:rStyle w:val="Hiperpovezava"/>
            <w:noProof/>
          </w:rPr>
          <w:t>23029001 - Rezerva občine</w:t>
        </w:r>
        <w:r>
          <w:rPr>
            <w:noProof/>
            <w:webHidden/>
          </w:rPr>
          <w:tab/>
        </w:r>
        <w:r>
          <w:rPr>
            <w:noProof/>
            <w:webHidden/>
          </w:rPr>
          <w:fldChar w:fldCharType="begin"/>
        </w:r>
        <w:r>
          <w:rPr>
            <w:noProof/>
            <w:webHidden/>
          </w:rPr>
          <w:instrText xml:space="preserve"> PAGEREF _Toc184208613 \h </w:instrText>
        </w:r>
        <w:r>
          <w:rPr>
            <w:noProof/>
            <w:webHidden/>
          </w:rPr>
        </w:r>
        <w:r>
          <w:rPr>
            <w:noProof/>
            <w:webHidden/>
          </w:rPr>
          <w:fldChar w:fldCharType="separate"/>
        </w:r>
        <w:r>
          <w:rPr>
            <w:noProof/>
            <w:webHidden/>
          </w:rPr>
          <w:t>97</w:t>
        </w:r>
        <w:r>
          <w:rPr>
            <w:noProof/>
            <w:webHidden/>
          </w:rPr>
          <w:fldChar w:fldCharType="end"/>
        </w:r>
      </w:hyperlink>
    </w:p>
    <w:p w14:paraId="6E96CA31" w14:textId="1E53FE94"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4" w:history="1">
        <w:r w:rsidRPr="008452F0">
          <w:rPr>
            <w:rStyle w:val="Hiperpovezava"/>
            <w:noProof/>
          </w:rPr>
          <w:t>2303 - Splošna proračunska rezervacija</w:t>
        </w:r>
        <w:r>
          <w:rPr>
            <w:noProof/>
            <w:webHidden/>
          </w:rPr>
          <w:tab/>
        </w:r>
        <w:r>
          <w:rPr>
            <w:noProof/>
            <w:webHidden/>
          </w:rPr>
          <w:fldChar w:fldCharType="begin"/>
        </w:r>
        <w:r>
          <w:rPr>
            <w:noProof/>
            <w:webHidden/>
          </w:rPr>
          <w:instrText xml:space="preserve"> PAGEREF _Toc184208614 \h </w:instrText>
        </w:r>
        <w:r>
          <w:rPr>
            <w:noProof/>
            <w:webHidden/>
          </w:rPr>
        </w:r>
        <w:r>
          <w:rPr>
            <w:noProof/>
            <w:webHidden/>
          </w:rPr>
          <w:fldChar w:fldCharType="separate"/>
        </w:r>
        <w:r>
          <w:rPr>
            <w:noProof/>
            <w:webHidden/>
          </w:rPr>
          <w:t>98</w:t>
        </w:r>
        <w:r>
          <w:rPr>
            <w:noProof/>
            <w:webHidden/>
          </w:rPr>
          <w:fldChar w:fldCharType="end"/>
        </w:r>
      </w:hyperlink>
    </w:p>
    <w:p w14:paraId="29D79BBC" w14:textId="62A8A4D0"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5" w:history="1">
        <w:r w:rsidRPr="008452F0">
          <w:rPr>
            <w:rStyle w:val="Hiperpovezava"/>
            <w:noProof/>
          </w:rPr>
          <w:t>23039001 - Splošna proračunska rezervacija</w:t>
        </w:r>
        <w:r>
          <w:rPr>
            <w:noProof/>
            <w:webHidden/>
          </w:rPr>
          <w:tab/>
        </w:r>
        <w:r>
          <w:rPr>
            <w:noProof/>
            <w:webHidden/>
          </w:rPr>
          <w:fldChar w:fldCharType="begin"/>
        </w:r>
        <w:r>
          <w:rPr>
            <w:noProof/>
            <w:webHidden/>
          </w:rPr>
          <w:instrText xml:space="preserve"> PAGEREF _Toc184208615 \h </w:instrText>
        </w:r>
        <w:r>
          <w:rPr>
            <w:noProof/>
            <w:webHidden/>
          </w:rPr>
        </w:r>
        <w:r>
          <w:rPr>
            <w:noProof/>
            <w:webHidden/>
          </w:rPr>
          <w:fldChar w:fldCharType="separate"/>
        </w:r>
        <w:r>
          <w:rPr>
            <w:noProof/>
            <w:webHidden/>
          </w:rPr>
          <w:t>98</w:t>
        </w:r>
        <w:r>
          <w:rPr>
            <w:noProof/>
            <w:webHidden/>
          </w:rPr>
          <w:fldChar w:fldCharType="end"/>
        </w:r>
      </w:hyperlink>
    </w:p>
    <w:p w14:paraId="4F7E3E5B" w14:textId="75B551D8" w:rsidR="00986AF4" w:rsidRDefault="00986AF4" w:rsidP="00986AF4">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208616" w:history="1">
        <w:r w:rsidRPr="008452F0">
          <w:rPr>
            <w:rStyle w:val="Hiperpovezava"/>
            <w:noProof/>
          </w:rPr>
          <w:t>B - Račun finančnih terjatev in naložb</w:t>
        </w:r>
        <w:r>
          <w:rPr>
            <w:noProof/>
            <w:webHidden/>
          </w:rPr>
          <w:tab/>
        </w:r>
        <w:r>
          <w:rPr>
            <w:noProof/>
            <w:webHidden/>
          </w:rPr>
          <w:fldChar w:fldCharType="begin"/>
        </w:r>
        <w:r>
          <w:rPr>
            <w:noProof/>
            <w:webHidden/>
          </w:rPr>
          <w:instrText xml:space="preserve"> PAGEREF _Toc184208616 \h </w:instrText>
        </w:r>
        <w:r>
          <w:rPr>
            <w:noProof/>
            <w:webHidden/>
          </w:rPr>
        </w:r>
        <w:r>
          <w:rPr>
            <w:noProof/>
            <w:webHidden/>
          </w:rPr>
          <w:fldChar w:fldCharType="separate"/>
        </w:r>
        <w:r>
          <w:rPr>
            <w:noProof/>
            <w:webHidden/>
          </w:rPr>
          <w:t>100</w:t>
        </w:r>
        <w:r>
          <w:rPr>
            <w:noProof/>
            <w:webHidden/>
          </w:rPr>
          <w:fldChar w:fldCharType="end"/>
        </w:r>
      </w:hyperlink>
    </w:p>
    <w:p w14:paraId="392B18B4" w14:textId="0087EE14" w:rsidR="00986AF4" w:rsidRDefault="00986AF4" w:rsidP="00986AF4">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4208617" w:history="1">
        <w:r w:rsidRPr="008452F0">
          <w:rPr>
            <w:rStyle w:val="Hiperpovezava"/>
            <w:noProof/>
          </w:rPr>
          <w:t>C - Račun financiranja</w:t>
        </w:r>
        <w:r>
          <w:rPr>
            <w:noProof/>
            <w:webHidden/>
          </w:rPr>
          <w:tab/>
        </w:r>
        <w:r>
          <w:rPr>
            <w:noProof/>
            <w:webHidden/>
          </w:rPr>
          <w:fldChar w:fldCharType="begin"/>
        </w:r>
        <w:r>
          <w:rPr>
            <w:noProof/>
            <w:webHidden/>
          </w:rPr>
          <w:instrText xml:space="preserve"> PAGEREF _Toc184208617 \h </w:instrText>
        </w:r>
        <w:r>
          <w:rPr>
            <w:noProof/>
            <w:webHidden/>
          </w:rPr>
        </w:r>
        <w:r>
          <w:rPr>
            <w:noProof/>
            <w:webHidden/>
          </w:rPr>
          <w:fldChar w:fldCharType="separate"/>
        </w:r>
        <w:r>
          <w:rPr>
            <w:noProof/>
            <w:webHidden/>
          </w:rPr>
          <w:t>101</w:t>
        </w:r>
        <w:r>
          <w:rPr>
            <w:noProof/>
            <w:webHidden/>
          </w:rPr>
          <w:fldChar w:fldCharType="end"/>
        </w:r>
      </w:hyperlink>
    </w:p>
    <w:p w14:paraId="455F7D98" w14:textId="3C1D3FAF" w:rsidR="00986AF4" w:rsidRDefault="00986AF4" w:rsidP="00986AF4">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8" w:history="1">
        <w:r w:rsidRPr="008452F0">
          <w:rPr>
            <w:rStyle w:val="Hiperpovezava"/>
            <w:noProof/>
          </w:rPr>
          <w:t>22 - SERVISIRANJE JAVNEGA DOLGA</w:t>
        </w:r>
        <w:r>
          <w:rPr>
            <w:noProof/>
            <w:webHidden/>
          </w:rPr>
          <w:tab/>
        </w:r>
        <w:r>
          <w:rPr>
            <w:noProof/>
            <w:webHidden/>
          </w:rPr>
          <w:fldChar w:fldCharType="begin"/>
        </w:r>
        <w:r>
          <w:rPr>
            <w:noProof/>
            <w:webHidden/>
          </w:rPr>
          <w:instrText xml:space="preserve"> PAGEREF _Toc184208618 \h </w:instrText>
        </w:r>
        <w:r>
          <w:rPr>
            <w:noProof/>
            <w:webHidden/>
          </w:rPr>
        </w:r>
        <w:r>
          <w:rPr>
            <w:noProof/>
            <w:webHidden/>
          </w:rPr>
          <w:fldChar w:fldCharType="separate"/>
        </w:r>
        <w:r>
          <w:rPr>
            <w:noProof/>
            <w:webHidden/>
          </w:rPr>
          <w:t>101</w:t>
        </w:r>
        <w:r>
          <w:rPr>
            <w:noProof/>
            <w:webHidden/>
          </w:rPr>
          <w:fldChar w:fldCharType="end"/>
        </w:r>
      </w:hyperlink>
    </w:p>
    <w:p w14:paraId="7B61FFA4" w14:textId="604B1D0D" w:rsidR="00986AF4" w:rsidRDefault="00986AF4" w:rsidP="00986AF4">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19" w:history="1">
        <w:r w:rsidRPr="008452F0">
          <w:rPr>
            <w:rStyle w:val="Hiperpovezava"/>
            <w:noProof/>
          </w:rPr>
          <w:t>2201 - Servisiranje javnega dolga</w:t>
        </w:r>
        <w:r>
          <w:rPr>
            <w:noProof/>
            <w:webHidden/>
          </w:rPr>
          <w:tab/>
        </w:r>
        <w:r>
          <w:rPr>
            <w:noProof/>
            <w:webHidden/>
          </w:rPr>
          <w:fldChar w:fldCharType="begin"/>
        </w:r>
        <w:r>
          <w:rPr>
            <w:noProof/>
            <w:webHidden/>
          </w:rPr>
          <w:instrText xml:space="preserve"> PAGEREF _Toc184208619 \h </w:instrText>
        </w:r>
        <w:r>
          <w:rPr>
            <w:noProof/>
            <w:webHidden/>
          </w:rPr>
        </w:r>
        <w:r>
          <w:rPr>
            <w:noProof/>
            <w:webHidden/>
          </w:rPr>
          <w:fldChar w:fldCharType="separate"/>
        </w:r>
        <w:r>
          <w:rPr>
            <w:noProof/>
            <w:webHidden/>
          </w:rPr>
          <w:t>101</w:t>
        </w:r>
        <w:r>
          <w:rPr>
            <w:noProof/>
            <w:webHidden/>
          </w:rPr>
          <w:fldChar w:fldCharType="end"/>
        </w:r>
      </w:hyperlink>
    </w:p>
    <w:p w14:paraId="79992518" w14:textId="0918DEAB" w:rsidR="00986AF4" w:rsidRDefault="00986AF4" w:rsidP="00986AF4">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4208620" w:history="1">
        <w:r w:rsidRPr="008452F0">
          <w:rPr>
            <w:rStyle w:val="Hiperpovezava"/>
            <w:noProof/>
          </w:rPr>
          <w:t>22019001 - Obveznosti iz naslova financiranja izvrševanja proračuna - domače zadolževanje</w:t>
        </w:r>
        <w:r>
          <w:rPr>
            <w:noProof/>
            <w:webHidden/>
          </w:rPr>
          <w:tab/>
        </w:r>
        <w:r>
          <w:rPr>
            <w:noProof/>
            <w:webHidden/>
          </w:rPr>
          <w:fldChar w:fldCharType="begin"/>
        </w:r>
        <w:r>
          <w:rPr>
            <w:noProof/>
            <w:webHidden/>
          </w:rPr>
          <w:instrText xml:space="preserve"> PAGEREF _Toc184208620 \h </w:instrText>
        </w:r>
        <w:r>
          <w:rPr>
            <w:noProof/>
            <w:webHidden/>
          </w:rPr>
        </w:r>
        <w:r>
          <w:rPr>
            <w:noProof/>
            <w:webHidden/>
          </w:rPr>
          <w:fldChar w:fldCharType="separate"/>
        </w:r>
        <w:r>
          <w:rPr>
            <w:noProof/>
            <w:webHidden/>
          </w:rPr>
          <w:t>101</w:t>
        </w:r>
        <w:r>
          <w:rPr>
            <w:noProof/>
            <w:webHidden/>
          </w:rPr>
          <w:fldChar w:fldCharType="end"/>
        </w:r>
      </w:hyperlink>
    </w:p>
    <w:p w14:paraId="033106EE" w14:textId="2ABCF08C" w:rsidR="00986AF4" w:rsidRDefault="00986AF4" w:rsidP="00986AF4">
      <w:pPr>
        <w:pStyle w:val="Kazalovsebine1"/>
        <w:tabs>
          <w:tab w:val="right" w:leader="dot" w:pos="9628"/>
        </w:tabs>
        <w:rPr>
          <w:rFonts w:asciiTheme="minorHAnsi" w:eastAsiaTheme="minorEastAsia" w:hAnsiTheme="minorHAnsi" w:cstheme="minorBidi"/>
          <w:b w:val="0"/>
          <w:bCs w:val="0"/>
          <w:caps w:val="0"/>
          <w:noProof/>
          <w:kern w:val="2"/>
          <w:sz w:val="22"/>
          <w:szCs w:val="22"/>
          <w:lang w:eastAsia="sl-SI"/>
          <w14:ligatures w14:val="standardContextual"/>
        </w:rPr>
      </w:pPr>
      <w:hyperlink w:anchor="_Toc184208621" w:history="1">
        <w:r w:rsidRPr="008452F0">
          <w:rPr>
            <w:rStyle w:val="Hiperpovezava"/>
            <w:noProof/>
          </w:rPr>
          <w:t>3. NAČRT RAZVOJNIH PROGRAMOV</w:t>
        </w:r>
        <w:r>
          <w:rPr>
            <w:noProof/>
            <w:webHidden/>
          </w:rPr>
          <w:tab/>
        </w:r>
        <w:r>
          <w:rPr>
            <w:noProof/>
            <w:webHidden/>
          </w:rPr>
          <w:fldChar w:fldCharType="begin"/>
        </w:r>
        <w:r>
          <w:rPr>
            <w:noProof/>
            <w:webHidden/>
          </w:rPr>
          <w:instrText xml:space="preserve"> PAGEREF _Toc184208621 \h </w:instrText>
        </w:r>
        <w:r>
          <w:rPr>
            <w:noProof/>
            <w:webHidden/>
          </w:rPr>
        </w:r>
        <w:r>
          <w:rPr>
            <w:noProof/>
            <w:webHidden/>
          </w:rPr>
          <w:fldChar w:fldCharType="separate"/>
        </w:r>
        <w:r>
          <w:rPr>
            <w:noProof/>
            <w:webHidden/>
          </w:rPr>
          <w:t>103</w:t>
        </w:r>
        <w:r>
          <w:rPr>
            <w:noProof/>
            <w:webHidden/>
          </w:rPr>
          <w:fldChar w:fldCharType="end"/>
        </w:r>
      </w:hyperlink>
    </w:p>
    <w:p w14:paraId="5ECEF971" w14:textId="2523A3DC" w:rsidR="00986AF4" w:rsidRDefault="00986AF4" w:rsidP="00986AF4">
      <w:pPr>
        <w:pStyle w:val="KAZALO"/>
      </w:pPr>
      <w:r>
        <w:fldChar w:fldCharType="end"/>
      </w:r>
    </w:p>
    <w:p w14:paraId="4BF3CBCF" w14:textId="77777777" w:rsidR="00986AF4" w:rsidRDefault="00986AF4" w:rsidP="00986AF4">
      <w:pPr>
        <w:pStyle w:val="KAZALO"/>
      </w:pPr>
      <w:r>
        <w:br w:type="page"/>
      </w:r>
    </w:p>
    <w:p w14:paraId="4CDE666C" w14:textId="77777777" w:rsidR="00986AF4" w:rsidRDefault="00986AF4" w:rsidP="00986AF4"/>
    <w:p w14:paraId="6814FA23" w14:textId="77777777" w:rsidR="00986AF4" w:rsidRDefault="00986AF4" w:rsidP="00986AF4"/>
    <w:p w14:paraId="5BB3B6BB" w14:textId="77777777" w:rsidR="00986AF4" w:rsidRDefault="00986AF4" w:rsidP="00986AF4"/>
    <w:p w14:paraId="02E5B779" w14:textId="77777777" w:rsidR="00986AF4" w:rsidRDefault="00986AF4" w:rsidP="00986AF4"/>
    <w:p w14:paraId="72D08831" w14:textId="77777777" w:rsidR="00986AF4" w:rsidRDefault="00986AF4" w:rsidP="00986AF4"/>
    <w:p w14:paraId="05B859BD" w14:textId="77777777" w:rsidR="00986AF4" w:rsidRDefault="00986AF4" w:rsidP="00986AF4"/>
    <w:p w14:paraId="0EE2B8CB" w14:textId="77777777" w:rsidR="00986AF4" w:rsidRDefault="00986AF4" w:rsidP="00986AF4"/>
    <w:p w14:paraId="3D2255A0" w14:textId="77777777" w:rsidR="00986AF4" w:rsidRDefault="00986AF4" w:rsidP="00986AF4"/>
    <w:p w14:paraId="32525CA3" w14:textId="77777777" w:rsidR="00986AF4" w:rsidRDefault="00986AF4" w:rsidP="00986AF4"/>
    <w:p w14:paraId="72D9E75A" w14:textId="77777777" w:rsidR="00986AF4" w:rsidRDefault="00986AF4" w:rsidP="00986AF4"/>
    <w:p w14:paraId="476D5929" w14:textId="77777777" w:rsidR="00986AF4" w:rsidRDefault="00986AF4" w:rsidP="00986AF4"/>
    <w:p w14:paraId="7B332F5E" w14:textId="77777777" w:rsidR="00986AF4" w:rsidRDefault="00986AF4" w:rsidP="00986AF4"/>
    <w:p w14:paraId="0F601023" w14:textId="77777777" w:rsidR="00986AF4" w:rsidRDefault="00986AF4" w:rsidP="00986AF4"/>
    <w:p w14:paraId="0A820F4D" w14:textId="77777777" w:rsidR="00986AF4" w:rsidRDefault="00986AF4" w:rsidP="00986AF4"/>
    <w:p w14:paraId="0383EDEF" w14:textId="77777777" w:rsidR="00986AF4" w:rsidRDefault="00986AF4" w:rsidP="00986AF4"/>
    <w:p w14:paraId="2B6E1E2E" w14:textId="063E6B9E" w:rsidR="00986AF4" w:rsidRDefault="00986AF4" w:rsidP="00986AF4">
      <w:pPr>
        <w:pStyle w:val="ANaslov"/>
      </w:pPr>
      <w:r>
        <w:t>I.</w:t>
      </w:r>
    </w:p>
    <w:p w14:paraId="34338075" w14:textId="11C98919" w:rsidR="00986AF4" w:rsidRDefault="00986AF4" w:rsidP="00986AF4">
      <w:pPr>
        <w:pStyle w:val="ANaslov"/>
      </w:pPr>
      <w:r>
        <w:t>SPLOŠNI DEL</w:t>
      </w:r>
    </w:p>
    <w:p w14:paraId="2B168D65" w14:textId="1B3B1F81" w:rsidR="00986AF4" w:rsidRDefault="00986AF4" w:rsidP="00986AF4">
      <w:r>
        <w:br w:type="page"/>
      </w:r>
    </w:p>
    <w:p w14:paraId="617160CC" w14:textId="2E3B6450" w:rsidR="00986AF4" w:rsidRDefault="00986AF4" w:rsidP="00986AF4">
      <w:pPr>
        <w:pStyle w:val="AHeading1"/>
      </w:pPr>
      <w:bookmarkStart w:id="0" w:name="_Toc184208483"/>
      <w:r>
        <w:lastRenderedPageBreak/>
        <w:t>1. SPLOŠNI DEL</w:t>
      </w:r>
      <w:bookmarkEnd w:id="0"/>
    </w:p>
    <w:p w14:paraId="71E3CA64" w14:textId="6FB85DFE" w:rsidR="00986AF4" w:rsidRDefault="00986AF4" w:rsidP="00986AF4">
      <w:pPr>
        <w:pStyle w:val="AHeading3"/>
      </w:pPr>
      <w:bookmarkStart w:id="1" w:name="_Toc184208484"/>
      <w:r>
        <w:t>A - Bilanca prihodkov in odhodkov</w:t>
      </w:r>
      <w:bookmarkEnd w:id="1"/>
    </w:p>
    <w:p w14:paraId="517EFC35" w14:textId="4208FD3C" w:rsidR="00986AF4" w:rsidRDefault="00986AF4" w:rsidP="00986AF4">
      <w:pPr>
        <w:pStyle w:val="AHeading4"/>
      </w:pPr>
      <w:bookmarkStart w:id="2" w:name="_Toc184208485"/>
      <w:r>
        <w:t>Prihodki proračuna</w:t>
      </w:r>
      <w:bookmarkEnd w:id="2"/>
    </w:p>
    <w:p w14:paraId="762100BD" w14:textId="660B3394" w:rsidR="00986AF4" w:rsidRDefault="00986AF4" w:rsidP="00986AF4">
      <w:pPr>
        <w:pStyle w:val="AHeading5"/>
      </w:pPr>
      <w:bookmarkStart w:id="3" w:name="_Toc184208486"/>
      <w:r>
        <w:t>70 - DAVČNI PRIHODKI</w:t>
      </w:r>
      <w:bookmarkEnd w:id="3"/>
    </w:p>
    <w:p w14:paraId="75DF318B" w14:textId="7852C606" w:rsidR="00986AF4" w:rsidRDefault="00986AF4" w:rsidP="00986AF4">
      <w:pPr>
        <w:pStyle w:val="Vrednost"/>
      </w:pPr>
      <w:r>
        <w:t>Vrednost: 1.838.115 €</w:t>
      </w:r>
    </w:p>
    <w:p w14:paraId="327FEBE7" w14:textId="25BCF25E" w:rsidR="00986AF4" w:rsidRDefault="00986AF4" w:rsidP="00986AF4">
      <w:pPr>
        <w:pStyle w:val="AHeading9"/>
      </w:pPr>
      <w:r>
        <w:t>700 - Davki na dohodek in dobiček</w:t>
      </w:r>
      <w:bookmarkStart w:id="4" w:name="K3_700_20261"/>
      <w:bookmarkEnd w:id="4"/>
    </w:p>
    <w:p w14:paraId="1E21DC46" w14:textId="4CA8BA3F" w:rsidR="00986AF4" w:rsidRDefault="00986AF4" w:rsidP="00986AF4">
      <w:pPr>
        <w:pStyle w:val="Vrednost"/>
      </w:pPr>
      <w:r>
        <w:t>Vrednost: 1.711.206 €</w:t>
      </w:r>
    </w:p>
    <w:p w14:paraId="30A0E145" w14:textId="77777777" w:rsidR="00986AF4" w:rsidRPr="00986AF4" w:rsidRDefault="00986AF4" w:rsidP="00986AF4">
      <w:pPr>
        <w:rPr>
          <w:lang w:eastAsia="sl-SI"/>
        </w:rPr>
      </w:pPr>
      <w:r w:rsidRPr="00986AF4">
        <w:t xml:space="preserve">Med davki na dohodek je edini predvideni prihodek glavarina, ki je odstopljen davek (v skladu z zakonom je prihodek državnega proračuna) s katerim se financirajo naloge občin. Občini se bo odstopljeni  delež dohodnine nakazoval tedensko po enakih deležih iz državnega proračuna. </w:t>
      </w:r>
      <w:r w:rsidRPr="00986AF4">
        <w:br/>
        <w:t>V letu 2025 so upoštevana nakazila dohodnine v višini 1.711.206 EUR. V letu 2026 se upošteva povprečnina 775,29 EUR na prebivalca.</w:t>
      </w:r>
    </w:p>
    <w:p w14:paraId="26EEF03B" w14:textId="77777777" w:rsidR="00986AF4" w:rsidRPr="00986AF4" w:rsidRDefault="00986AF4" w:rsidP="00986AF4">
      <w:r w:rsidRPr="00986AF4">
        <w:t>Povprečnina je na prebivalca v državi ugotovljen primeren obseg za financiranje z zakonom.</w:t>
      </w:r>
    </w:p>
    <w:p w14:paraId="3782CAF2" w14:textId="77777777" w:rsidR="00986AF4" w:rsidRPr="00986AF4" w:rsidRDefault="00986AF4" w:rsidP="00986AF4">
      <w:r w:rsidRPr="00986AF4">
        <w:t> </w:t>
      </w:r>
    </w:p>
    <w:p w14:paraId="7BBEDD13" w14:textId="77777777" w:rsidR="00986AF4" w:rsidRDefault="00986AF4" w:rsidP="00986AF4"/>
    <w:p w14:paraId="7F379F69" w14:textId="6D1CCD3E" w:rsidR="00986AF4" w:rsidRDefault="00986AF4" w:rsidP="00986AF4">
      <w:pPr>
        <w:pStyle w:val="AHeading9"/>
      </w:pPr>
      <w:r>
        <w:t>703 - Davki na premoženje</w:t>
      </w:r>
      <w:bookmarkStart w:id="5" w:name="K3_703_20261"/>
      <w:bookmarkEnd w:id="5"/>
    </w:p>
    <w:p w14:paraId="3FA39A11" w14:textId="470154A6" w:rsidR="00986AF4" w:rsidRDefault="00986AF4" w:rsidP="00986AF4">
      <w:pPr>
        <w:pStyle w:val="Vrednost"/>
      </w:pPr>
      <w:r>
        <w:t>Vrednost: 95.733 €</w:t>
      </w:r>
    </w:p>
    <w:p w14:paraId="1FEF58D3" w14:textId="084ED520" w:rsidR="00986AF4" w:rsidRDefault="00986AF4" w:rsidP="00986AF4">
      <w:r>
        <w:t>V to skupino davkov sodijo davki na uporabo, lastništvo ali prodajo premoženja (premičnin in nepremičnin) in se zaračunajo bodisi v določenih časovnih intervalih, v enkratnem znesku ali ob prenosu lastništva. Sem sodijo tudi davki na spremembo lastništva nad premoženjem zaradi dedovanja, daril ali drugih transakcij.</w:t>
      </w:r>
    </w:p>
    <w:p w14:paraId="3B319626" w14:textId="572E6711" w:rsidR="00986AF4" w:rsidRDefault="00986AF4" w:rsidP="00986AF4">
      <w:pPr>
        <w:pStyle w:val="AHeading9"/>
      </w:pPr>
      <w:r>
        <w:t>704 - Domači davki na blago in storitve</w:t>
      </w:r>
      <w:bookmarkStart w:id="6" w:name="K3_704_20261"/>
      <w:bookmarkEnd w:id="6"/>
    </w:p>
    <w:p w14:paraId="05820F28" w14:textId="7AF00666" w:rsidR="00986AF4" w:rsidRDefault="00986AF4" w:rsidP="00986AF4">
      <w:pPr>
        <w:pStyle w:val="Vrednost"/>
      </w:pPr>
      <w:r>
        <w:t>Vrednost: 31.176 €</w:t>
      </w:r>
    </w:p>
    <w:p w14:paraId="21CC29FF" w14:textId="1880E73D" w:rsidR="00986AF4" w:rsidRDefault="00986AF4" w:rsidP="00986AF4">
      <w:r>
        <w:t xml:space="preserve">Zajemajo dajatve na proizvodnjo, pridobivanje, prenos, dajanje v najem blaga in storitev ter dajatve v zvezi z uporabo ali z izdajo dovoljenja za uporabo blaga ali izvajanja storitev. V to skupino davkov sodijo  davek na dodano vrednost in trošarine, vendar se le-ti praznijo v državni proračun. V to kategorijo davčnih prihodkov sodijo tudi davki na posebne storitve (posebni prometni davek od iger na srečo in na igralne avtomate), dajatve na uporabo motornih vozil (registracijske takse) ter drugi davki na uporabo blaga in storitev in na dovoljenja za izvajanje določenih storitev (v to skupino se razvrščajo dajatve za onesnaževanje okolja zaradi odvajanja odpadnih voda, </w:t>
      </w:r>
      <w:proofErr w:type="spellStart"/>
      <w:r>
        <w:t>okoljska</w:t>
      </w:r>
      <w:proofErr w:type="spellEnd"/>
      <w:r>
        <w:t xml:space="preserve"> dajatev za onesnaževanje okolja zaradi odlaganja odpadkov, komunalne takse, požarne takse, turistične takse, itd.</w:t>
      </w:r>
    </w:p>
    <w:p w14:paraId="24D94C07" w14:textId="77777777" w:rsidR="00986AF4" w:rsidRDefault="00986AF4" w:rsidP="00986AF4"/>
    <w:p w14:paraId="0CE573B8" w14:textId="5B283628" w:rsidR="00986AF4" w:rsidRDefault="00986AF4" w:rsidP="00986AF4">
      <w:pPr>
        <w:pStyle w:val="AHeading5"/>
      </w:pPr>
      <w:bookmarkStart w:id="7" w:name="_Toc184208487"/>
      <w:r>
        <w:t>71 - NEDAVČNI PRIHODKI</w:t>
      </w:r>
      <w:bookmarkEnd w:id="7"/>
    </w:p>
    <w:p w14:paraId="576B735A" w14:textId="5CE4E769" w:rsidR="00986AF4" w:rsidRDefault="00986AF4" w:rsidP="00986AF4">
      <w:pPr>
        <w:pStyle w:val="Vrednost"/>
      </w:pPr>
      <w:r>
        <w:t>Vrednost: 305.705 €</w:t>
      </w:r>
    </w:p>
    <w:p w14:paraId="6A195C7D" w14:textId="7FDBA849" w:rsidR="00986AF4" w:rsidRDefault="00986AF4" w:rsidP="00986AF4">
      <w:pPr>
        <w:pStyle w:val="AHeading9"/>
      </w:pPr>
      <w:r>
        <w:t>710 - Udeležba na dobičku in dohodki od premoženja</w:t>
      </w:r>
      <w:bookmarkStart w:id="8" w:name="K3_710_20261"/>
      <w:bookmarkEnd w:id="8"/>
    </w:p>
    <w:p w14:paraId="3F3D0183" w14:textId="7C781860" w:rsidR="00986AF4" w:rsidRDefault="00986AF4" w:rsidP="00986AF4">
      <w:pPr>
        <w:pStyle w:val="Vrednost"/>
      </w:pPr>
      <w:r>
        <w:t>Vrednost: 253.050 €</w:t>
      </w:r>
    </w:p>
    <w:p w14:paraId="45DF8A65" w14:textId="787E2870" w:rsidR="00986AF4" w:rsidRDefault="00986AF4" w:rsidP="00986AF4">
      <w:r>
        <w:t>Sem uvrščamo prihodke iz naslova udeležbe na dobičku javnih podjetij, javnih finančnih institucij in drugih podjetij, v katerih ima občina svoje finančne naložbe. V to  skupino prihodkov spadajo tudi prihodki najemnin za stanovanja in poslovne prostore ter za gospodarsko javno infrastrukturo in prihodki od podeljenih koncesij.</w:t>
      </w:r>
    </w:p>
    <w:p w14:paraId="0F42A30E" w14:textId="1EDC5E4E" w:rsidR="00986AF4" w:rsidRDefault="00986AF4" w:rsidP="00986AF4">
      <w:pPr>
        <w:pStyle w:val="AHeading9"/>
      </w:pPr>
      <w:r>
        <w:t>711 - Takse in pristojbine</w:t>
      </w:r>
      <w:bookmarkStart w:id="9" w:name="K3_711_20261"/>
      <w:bookmarkEnd w:id="9"/>
    </w:p>
    <w:p w14:paraId="1CFE30DE" w14:textId="50E87DBD" w:rsidR="00986AF4" w:rsidRDefault="00986AF4" w:rsidP="00986AF4">
      <w:pPr>
        <w:pStyle w:val="Vrednost"/>
      </w:pPr>
      <w:r>
        <w:t>Vrednost: 4.000 €</w:t>
      </w:r>
    </w:p>
    <w:p w14:paraId="7425C424" w14:textId="21466080" w:rsidR="00986AF4" w:rsidRDefault="00986AF4" w:rsidP="00986AF4">
      <w:r>
        <w:lastRenderedPageBreak/>
        <w:t>Sem uvrščamo tiste vrste taks in pristojbin, ki predstavljajo delno plačilo za opravljene storitve javne uprave.</w:t>
      </w:r>
    </w:p>
    <w:p w14:paraId="73250E9F" w14:textId="4DED1026" w:rsidR="00986AF4" w:rsidRDefault="00986AF4" w:rsidP="00986AF4">
      <w:pPr>
        <w:pStyle w:val="AHeading9"/>
      </w:pPr>
      <w:r>
        <w:t>712 - Globe in druge denarne kazni</w:t>
      </w:r>
      <w:bookmarkStart w:id="10" w:name="K3_712_20261"/>
      <w:bookmarkEnd w:id="10"/>
    </w:p>
    <w:p w14:paraId="2B8A66E7" w14:textId="045EB671" w:rsidR="00986AF4" w:rsidRDefault="00986AF4" w:rsidP="00986AF4">
      <w:pPr>
        <w:pStyle w:val="Vrednost"/>
      </w:pPr>
      <w:r>
        <w:t>Vrednost: 1.678 €</w:t>
      </w:r>
    </w:p>
    <w:p w14:paraId="6EC7920B" w14:textId="3CFAC02E" w:rsidR="00986AF4" w:rsidRDefault="00986AF4" w:rsidP="00986AF4">
      <w:r>
        <w:t>Sem uvrščamo kazni, ki jih plačujejo pravne in fizične osebe zaradi  prestopkov in prekrškov po različnih zakonih. V tej postavki se zbirajo sredstva nadomestila za degradacijo in uzurpacijo prostora.</w:t>
      </w:r>
    </w:p>
    <w:p w14:paraId="26982750" w14:textId="4D0B2FE4" w:rsidR="00986AF4" w:rsidRDefault="00986AF4" w:rsidP="00986AF4">
      <w:pPr>
        <w:pStyle w:val="AHeading9"/>
      </w:pPr>
      <w:r>
        <w:t>713 - Prihodki od prodaje blaga in storitev</w:t>
      </w:r>
      <w:bookmarkStart w:id="11" w:name="K3_713_20261"/>
      <w:bookmarkEnd w:id="11"/>
    </w:p>
    <w:p w14:paraId="3723CE54" w14:textId="00163EED" w:rsidR="00986AF4" w:rsidRDefault="00986AF4" w:rsidP="00986AF4">
      <w:pPr>
        <w:pStyle w:val="Vrednost"/>
      </w:pPr>
      <w:r>
        <w:t>Vrednost: 30.271 €</w:t>
      </w:r>
    </w:p>
    <w:p w14:paraId="33075EF9" w14:textId="4A6F3DEA" w:rsidR="00986AF4" w:rsidRDefault="00986AF4" w:rsidP="00986AF4">
      <w:r>
        <w:t>Sem uvrščamo prihodke od  najemnikov občinskih stanovanj in poslovnih prostorov za ogrevanje in druge stroške, prihodke od opravljanja poštnih storitev.</w:t>
      </w:r>
    </w:p>
    <w:p w14:paraId="42EFEF86" w14:textId="084FFDD3" w:rsidR="00986AF4" w:rsidRDefault="00986AF4" w:rsidP="00986AF4">
      <w:pPr>
        <w:pStyle w:val="AHeading9"/>
      </w:pPr>
      <w:r>
        <w:t>714 - Drugi nedavčni prihodki</w:t>
      </w:r>
      <w:bookmarkStart w:id="12" w:name="K3_714_20261"/>
      <w:bookmarkEnd w:id="12"/>
    </w:p>
    <w:p w14:paraId="7B212CC2" w14:textId="653B28FC" w:rsidR="00986AF4" w:rsidRDefault="00986AF4" w:rsidP="00986AF4">
      <w:pPr>
        <w:pStyle w:val="Vrednost"/>
      </w:pPr>
      <w:r>
        <w:t>Vrednost: 16.706 €</w:t>
      </w:r>
    </w:p>
    <w:p w14:paraId="42EE20E1" w14:textId="6F7189C3" w:rsidR="00986AF4" w:rsidRDefault="00986AF4" w:rsidP="00986AF4">
      <w:r>
        <w:t>Sem spadajo prihodki  od komunalnih prispevkov, prihodki od zapuščin, refundacije stroškov ipd.</w:t>
      </w:r>
    </w:p>
    <w:p w14:paraId="68A6FADD" w14:textId="77777777" w:rsidR="00986AF4" w:rsidRDefault="00986AF4" w:rsidP="00986AF4"/>
    <w:p w14:paraId="46F322C6" w14:textId="5E435C19" w:rsidR="00986AF4" w:rsidRDefault="00986AF4" w:rsidP="00986AF4">
      <w:pPr>
        <w:pStyle w:val="AHeading5"/>
      </w:pPr>
      <w:bookmarkStart w:id="13" w:name="_Toc184208488"/>
      <w:r>
        <w:t>72 - KAPITALSKI PRIHODKI</w:t>
      </w:r>
      <w:bookmarkEnd w:id="13"/>
    </w:p>
    <w:p w14:paraId="6A548459" w14:textId="02B27704" w:rsidR="00986AF4" w:rsidRDefault="00986AF4" w:rsidP="00986AF4">
      <w:pPr>
        <w:pStyle w:val="Vrednost"/>
      </w:pPr>
      <w:r>
        <w:t>Vrednost: 85.450 €</w:t>
      </w:r>
    </w:p>
    <w:p w14:paraId="2BD3808D" w14:textId="70904845" w:rsidR="00986AF4" w:rsidRDefault="00986AF4" w:rsidP="00986AF4">
      <w:pPr>
        <w:pStyle w:val="AHeading9"/>
      </w:pPr>
      <w:r>
        <w:t>720 - Prihodki od prodaje osnovnih sredstev</w:t>
      </w:r>
      <w:bookmarkStart w:id="14" w:name="K3_720_20261"/>
      <w:bookmarkEnd w:id="14"/>
    </w:p>
    <w:p w14:paraId="215DD91C" w14:textId="119DC342" w:rsidR="00986AF4" w:rsidRDefault="00986AF4" w:rsidP="00986AF4">
      <w:pPr>
        <w:pStyle w:val="Vrednost"/>
      </w:pPr>
      <w:r>
        <w:t>Vrednost: 85.450 €</w:t>
      </w:r>
    </w:p>
    <w:p w14:paraId="58DEBD55" w14:textId="5B595F00" w:rsidR="00986AF4" w:rsidRDefault="00986AF4" w:rsidP="00986AF4">
      <w:r>
        <w:t>Načrtovana je prodaja občinskega premoženja v skladu s programom.</w:t>
      </w:r>
    </w:p>
    <w:p w14:paraId="7FA320B9" w14:textId="77777777" w:rsidR="00986AF4" w:rsidRDefault="00986AF4" w:rsidP="00986AF4"/>
    <w:p w14:paraId="09D8657B" w14:textId="7D0D506C" w:rsidR="00986AF4" w:rsidRDefault="00986AF4" w:rsidP="00986AF4">
      <w:pPr>
        <w:pStyle w:val="AHeading5"/>
      </w:pPr>
      <w:bookmarkStart w:id="15" w:name="_Toc184208489"/>
      <w:r>
        <w:t>74 - TRANSFERNI PRIHODKI</w:t>
      </w:r>
      <w:bookmarkEnd w:id="15"/>
    </w:p>
    <w:p w14:paraId="5FDD33A1" w14:textId="19ABB1A2" w:rsidR="00986AF4" w:rsidRDefault="00986AF4" w:rsidP="00986AF4">
      <w:pPr>
        <w:pStyle w:val="Vrednost"/>
      </w:pPr>
      <w:r>
        <w:t>Vrednost: 2.889.861 €</w:t>
      </w:r>
    </w:p>
    <w:p w14:paraId="5ECD7639" w14:textId="55EDEAD3" w:rsidR="00986AF4" w:rsidRDefault="00986AF4" w:rsidP="00986AF4">
      <w:pPr>
        <w:pStyle w:val="AHeading9"/>
      </w:pPr>
      <w:r>
        <w:t>740 - Transferni prihodki iz drugih javnofinančnih institucij</w:t>
      </w:r>
      <w:bookmarkStart w:id="16" w:name="K3_740_20261"/>
      <w:bookmarkEnd w:id="16"/>
    </w:p>
    <w:p w14:paraId="46DFAA66" w14:textId="6C8F79A7" w:rsidR="00986AF4" w:rsidRDefault="00986AF4" w:rsidP="00986AF4">
      <w:pPr>
        <w:pStyle w:val="Vrednost"/>
      </w:pPr>
      <w:r>
        <w:t>Vrednost: 2.432.861 €</w:t>
      </w:r>
    </w:p>
    <w:p w14:paraId="2BF9FC60" w14:textId="77777777" w:rsidR="00986AF4" w:rsidRDefault="00986AF4" w:rsidP="00986AF4">
      <w:pPr>
        <w:rPr>
          <w:lang w:eastAsia="sl-SI"/>
        </w:rPr>
      </w:pPr>
      <w:r>
        <w:t> </w:t>
      </w:r>
    </w:p>
    <w:p w14:paraId="3053A7BF" w14:textId="77777777" w:rsidR="00986AF4" w:rsidRDefault="00986AF4" w:rsidP="00986AF4">
      <w:r>
        <w:t xml:space="preserve">Med transferne prihodke spadajo  vsa sredstva, ki jih posamezna institucija javnega financiranja prejme iz drugih javnofinančnih investicij, to je iz državnega proračuna, proračunov lokalnih skupnosti ali iz enega od skladov socialnega zavarovanja. Tovrstni prihodki niso izvirni javnofinančni prihodki, pač pa predstavljajo transfer sredstev iz drugih blagajn javnega financiranja. </w:t>
      </w:r>
      <w:r>
        <w:br/>
        <w:t xml:space="preserve">V letu 2026 smo planirali naslednje transferne prihodke iz državnega proračuna: </w:t>
      </w:r>
    </w:p>
    <w:p w14:paraId="14571F0F" w14:textId="77777777" w:rsidR="00986AF4" w:rsidRDefault="00986AF4" w:rsidP="00986AF4">
      <w:r>
        <w:t>- 700.000 EUR  planirana sredstva Ministrstva za vzgojo in izobraževanje - investicija vrtec in telovadnica,</w:t>
      </w:r>
    </w:p>
    <w:p w14:paraId="6D4F3FAA" w14:textId="77777777" w:rsidR="00986AF4" w:rsidRDefault="00986AF4" w:rsidP="00986AF4">
      <w:r>
        <w:t xml:space="preserve">-746.821 EUR -  planirana sredstva </w:t>
      </w:r>
      <w:proofErr w:type="spellStart"/>
      <w:r>
        <w:t>Eko</w:t>
      </w:r>
      <w:proofErr w:type="spellEnd"/>
      <w:r>
        <w:t xml:space="preserve"> sklada - investicija vrtec in telovadnica ,</w:t>
      </w:r>
    </w:p>
    <w:p w14:paraId="144A45F6" w14:textId="77777777" w:rsidR="00986AF4" w:rsidRDefault="00986AF4" w:rsidP="00986AF4">
      <w:r>
        <w:t>-15.000,00 EUR  požarna taksa Ministrstva za obrambo,</w:t>
      </w:r>
    </w:p>
    <w:p w14:paraId="006AA2BF" w14:textId="77777777" w:rsidR="00986AF4" w:rsidRDefault="00986AF4" w:rsidP="00986AF4">
      <w:r>
        <w:br/>
        <w:t>- 40.000,00 EUR  sredstva MNZ za stroške povečanega nadzora državne meje za obmejna območja,</w:t>
      </w:r>
    </w:p>
    <w:p w14:paraId="15F22B97" w14:textId="77777777" w:rsidR="00986AF4" w:rsidRDefault="00986AF4" w:rsidP="00986AF4">
      <w:r>
        <w:t>-31,500 EUR - sredstva za razvoj regij zelena infrastruktura- ureditev mokrišča</w:t>
      </w:r>
      <w:r>
        <w:br/>
        <w:t>-31.500 EUR - sredstva za razvoj regij zelena infrastruktura- ureditev dela pokopališča</w:t>
      </w:r>
    </w:p>
    <w:p w14:paraId="067F0E29" w14:textId="77777777" w:rsidR="00986AF4" w:rsidRDefault="00986AF4" w:rsidP="00986AF4">
      <w:r>
        <w:t>-320.000  EUR sredstva za uravnotežen razvoj občin,</w:t>
      </w:r>
    </w:p>
    <w:p w14:paraId="534EF2C1" w14:textId="77777777" w:rsidR="00986AF4" w:rsidRDefault="00986AF4" w:rsidP="00986AF4">
      <w:r>
        <w:t>-48.040  EUR - prejeta sredstva iz proračuna RS za tekočo porabo (sofinanciranje delovanja skupne občinske uprave medobčinski inšpektorat in skupni organ za civilno zaščito in požarno varnost, sredstva za vzdrževanje gozdnih cest, del sredstev od prodanega lesa v državnih gozdovih,  refundacije tržnih najemnin)</w:t>
      </w:r>
    </w:p>
    <w:p w14:paraId="16C3AC9F" w14:textId="4A50B4BD" w:rsidR="00986AF4" w:rsidRDefault="00986AF4" w:rsidP="00986AF4">
      <w:r>
        <w:t>- 500.000 EUR- planirana sredstva za opremo telovadnice in vrtca (MVI, Fundacija za šport, drugi financerji)</w:t>
      </w:r>
    </w:p>
    <w:p w14:paraId="6BC20B1A" w14:textId="77777777" w:rsidR="00986AF4" w:rsidRDefault="00986AF4" w:rsidP="00986AF4">
      <w:r>
        <w:lastRenderedPageBreak/>
        <w:br/>
        <w:t> </w:t>
      </w:r>
    </w:p>
    <w:p w14:paraId="3FFB445D" w14:textId="77777777" w:rsidR="00986AF4" w:rsidRDefault="00986AF4" w:rsidP="00986AF4"/>
    <w:p w14:paraId="1092CB55" w14:textId="078828EA" w:rsidR="00986AF4" w:rsidRDefault="00986AF4" w:rsidP="00986AF4">
      <w:pPr>
        <w:pStyle w:val="AHeading9"/>
      </w:pPr>
      <w:r>
        <w:t>741 - Prejeta sredstva iz državnega proračuna iz sredstev proračuna EU in iz drugih držav</w:t>
      </w:r>
      <w:bookmarkStart w:id="17" w:name="K3_741_20261"/>
      <w:bookmarkEnd w:id="17"/>
    </w:p>
    <w:p w14:paraId="58B9A9B0" w14:textId="092E962E" w:rsidR="00986AF4" w:rsidRDefault="00986AF4" w:rsidP="00986AF4">
      <w:pPr>
        <w:pStyle w:val="Vrednost"/>
      </w:pPr>
      <w:r>
        <w:t>Vrednost: 457.000 €</w:t>
      </w:r>
    </w:p>
    <w:p w14:paraId="261B1DB5" w14:textId="77777777" w:rsidR="00986AF4" w:rsidRPr="00986AF4" w:rsidRDefault="00986AF4" w:rsidP="00986AF4">
      <w:pPr>
        <w:rPr>
          <w:lang w:eastAsia="sl-SI"/>
        </w:rPr>
      </w:pPr>
      <w:r w:rsidRPr="00986AF4">
        <w:t> </w:t>
      </w:r>
    </w:p>
    <w:p w14:paraId="794F7ACC" w14:textId="77777777" w:rsidR="00986AF4" w:rsidRPr="00986AF4" w:rsidRDefault="00986AF4" w:rsidP="00986AF4">
      <w:r w:rsidRPr="00986AF4">
        <w:t>Načrtovana so nepovratna evropska sredstva za naslednje projekte:</w:t>
      </w:r>
    </w:p>
    <w:p w14:paraId="7926E056" w14:textId="77777777" w:rsidR="00986AF4" w:rsidRPr="00986AF4" w:rsidRDefault="00986AF4" w:rsidP="00986AF4">
      <w:r w:rsidRPr="00986AF4">
        <w:br/>
        <w:t>- 178.500 EUR - sredstva za razvoj regij za projekt ureditve pokopališča,</w:t>
      </w:r>
    </w:p>
    <w:p w14:paraId="637949BD" w14:textId="77777777" w:rsidR="00986AF4" w:rsidRPr="00986AF4" w:rsidRDefault="00986AF4" w:rsidP="00986AF4">
      <w:r w:rsidRPr="00986AF4">
        <w:t>- 178.500 EUR - sredstva za razvoj regij za projekt ureditve mokrišča,</w:t>
      </w:r>
    </w:p>
    <w:p w14:paraId="3F0EB34C" w14:textId="77777777" w:rsidR="00986AF4" w:rsidRPr="00986AF4" w:rsidRDefault="00986AF4" w:rsidP="00986AF4">
      <w:r w:rsidRPr="00986AF4">
        <w:t xml:space="preserve">-100.000,00 EUR - sredstva za projekt </w:t>
      </w:r>
      <w:proofErr w:type="spellStart"/>
      <w:r w:rsidRPr="00986AF4">
        <w:t>Interreg</w:t>
      </w:r>
      <w:proofErr w:type="spellEnd"/>
      <w:r w:rsidRPr="00986AF4">
        <w:t xml:space="preserve"> čezmejno sodelovanje.</w:t>
      </w:r>
    </w:p>
    <w:p w14:paraId="32014A12" w14:textId="77777777" w:rsidR="00986AF4" w:rsidRPr="00986AF4" w:rsidRDefault="00986AF4" w:rsidP="00986AF4">
      <w:r w:rsidRPr="00986AF4">
        <w:t> </w:t>
      </w:r>
    </w:p>
    <w:p w14:paraId="768357BF" w14:textId="77777777" w:rsidR="00986AF4" w:rsidRPr="00986AF4" w:rsidRDefault="00986AF4" w:rsidP="00986AF4">
      <w:r w:rsidRPr="00986AF4">
        <w:t> </w:t>
      </w:r>
    </w:p>
    <w:p w14:paraId="27CA37F8" w14:textId="77777777" w:rsidR="00986AF4" w:rsidRPr="00986AF4" w:rsidRDefault="00986AF4" w:rsidP="00986AF4">
      <w:r w:rsidRPr="00986AF4">
        <w:t> </w:t>
      </w:r>
    </w:p>
    <w:p w14:paraId="416A1D23" w14:textId="77777777" w:rsidR="00986AF4" w:rsidRDefault="00986AF4" w:rsidP="00986AF4"/>
    <w:p w14:paraId="1FDB6F6C" w14:textId="404E3B8E" w:rsidR="00986AF4" w:rsidRDefault="00986AF4" w:rsidP="00986AF4">
      <w:r>
        <w:br w:type="page"/>
      </w:r>
    </w:p>
    <w:p w14:paraId="4B225A3E" w14:textId="026C7066" w:rsidR="00986AF4" w:rsidRDefault="00986AF4" w:rsidP="00986AF4">
      <w:pPr>
        <w:pStyle w:val="AHeading4"/>
      </w:pPr>
      <w:bookmarkStart w:id="18" w:name="_Toc184208490"/>
      <w:r>
        <w:lastRenderedPageBreak/>
        <w:t>Odhodki proračuna</w:t>
      </w:r>
      <w:bookmarkEnd w:id="18"/>
    </w:p>
    <w:p w14:paraId="5CE21E15" w14:textId="2DE8A03B" w:rsidR="00986AF4" w:rsidRDefault="00986AF4" w:rsidP="00986AF4">
      <w:pPr>
        <w:pStyle w:val="AHeading5"/>
      </w:pPr>
      <w:bookmarkStart w:id="19" w:name="_Toc184208491"/>
      <w:r>
        <w:t>40 - TEKOČI ODHODKI</w:t>
      </w:r>
      <w:bookmarkEnd w:id="19"/>
    </w:p>
    <w:p w14:paraId="3653C1EA" w14:textId="60670656" w:rsidR="00986AF4" w:rsidRDefault="00986AF4" w:rsidP="00986AF4">
      <w:pPr>
        <w:pStyle w:val="Vrednost"/>
      </w:pPr>
      <w:r>
        <w:t>Vrednost: 696.578 €</w:t>
      </w:r>
    </w:p>
    <w:p w14:paraId="56E9F496" w14:textId="6322D4F0" w:rsidR="00986AF4" w:rsidRDefault="00986AF4" w:rsidP="00986AF4">
      <w:pPr>
        <w:pStyle w:val="AHeading9"/>
      </w:pPr>
      <w:r>
        <w:t>400 - Plače in drugi izdatki zaposlenim</w:t>
      </w:r>
      <w:bookmarkStart w:id="20" w:name="K3_400_20261"/>
      <w:bookmarkEnd w:id="20"/>
    </w:p>
    <w:p w14:paraId="3061A482" w14:textId="041C0484" w:rsidR="00986AF4" w:rsidRDefault="00986AF4" w:rsidP="00986AF4">
      <w:pPr>
        <w:pStyle w:val="Vrednost"/>
      </w:pPr>
      <w:r>
        <w:t>Vrednost: 222.854 €</w:t>
      </w:r>
    </w:p>
    <w:p w14:paraId="1E5B7BEC" w14:textId="58193363" w:rsidR="00986AF4" w:rsidRDefault="00986AF4" w:rsidP="00986AF4">
      <w:r>
        <w:t>Podskupina kontov 400 plače in drugi izdatki zaposlenim zajema načrtovane izdatke za  plače in dodatke, regres za letni dopust, povračila in nadomestila, sredstva za nadurno delo ter druge izdatke za stroške dela župana, zaposlenih  v občinski upravi in za stroške zaposlenih na področju komunalnih dejavnosti. </w:t>
      </w:r>
    </w:p>
    <w:p w14:paraId="7A021D37" w14:textId="0C8CF8B5" w:rsidR="00986AF4" w:rsidRDefault="00986AF4" w:rsidP="00986AF4">
      <w:pPr>
        <w:pStyle w:val="AHeading9"/>
      </w:pPr>
      <w:r>
        <w:t>401 - Prispevki delodajalcev za socialno varnost</w:t>
      </w:r>
      <w:bookmarkStart w:id="21" w:name="K3_401_20261"/>
      <w:bookmarkEnd w:id="21"/>
    </w:p>
    <w:p w14:paraId="01E0713B" w14:textId="2B02B8F3" w:rsidR="00986AF4" w:rsidRDefault="00986AF4" w:rsidP="00986AF4">
      <w:pPr>
        <w:pStyle w:val="Vrednost"/>
      </w:pPr>
      <w:r>
        <w:t>Vrednost: 35.476 €</w:t>
      </w:r>
    </w:p>
    <w:p w14:paraId="083E21B2" w14:textId="1C547E6B" w:rsidR="00986AF4" w:rsidRDefault="00986AF4" w:rsidP="00986AF4">
      <w:r>
        <w:t>Podskupina kontov 401 prispevki delodajalcev za socialno varnost zajema obveznosti delodajalca iz naslova prispevkov za socialno varnost (pokojninsko in invalidsko zavarovanje, prispevek za zdravstveno zavarovanje, prispevek za zaposlovanje, prispevek za starševsko varstvo) in premij kolektivnega dodatnega pokojninskega zavarovanja za zaposlene v občinski upravi in župana.</w:t>
      </w:r>
    </w:p>
    <w:p w14:paraId="67DF7B83" w14:textId="72ECD998" w:rsidR="00986AF4" w:rsidRDefault="00986AF4" w:rsidP="00986AF4">
      <w:pPr>
        <w:pStyle w:val="AHeading9"/>
      </w:pPr>
      <w:r>
        <w:t>402 - Izdatki za blago in storitve</w:t>
      </w:r>
      <w:bookmarkStart w:id="22" w:name="K3_402_20261"/>
      <w:bookmarkEnd w:id="22"/>
    </w:p>
    <w:p w14:paraId="53AF96C5" w14:textId="5657F2A1" w:rsidR="00986AF4" w:rsidRDefault="00986AF4" w:rsidP="00986AF4">
      <w:pPr>
        <w:pStyle w:val="Vrednost"/>
      </w:pPr>
      <w:r>
        <w:t>Vrednost: 382.947 €</w:t>
      </w:r>
    </w:p>
    <w:p w14:paraId="3141764E" w14:textId="1054AD2A" w:rsidR="00986AF4" w:rsidRDefault="00986AF4" w:rsidP="00986AF4">
      <w:r>
        <w:t>Sredstva, ki so v proračunu predvidena za plačilo dobavljenega blaga in opravljenih storitev neposrednih proračunskih uporabnikov, pokrivajo izdatke, ki so namenjeni operativnemu delovanju občinske uprave in izvajanju nalog za katere je pristojna občina in zajemajo vse stroške, ki se neposredno plačujejo iz proračuna. Sem štejemo izdatke za pisarniški material in storitve, za posebni material in storitve, za energijo, komunalne storitve in komunikacije, za plačila prevoznih stroškov, za službena potovanja, za stroške tekočega vzdrževanja, za plačila najemnin in zakupnin, plačila kazni in odškodnin ter druge operativne odhodke posameznih proračunskih uporabnikov.</w:t>
      </w:r>
    </w:p>
    <w:p w14:paraId="48B325EA" w14:textId="07CD883E" w:rsidR="00986AF4" w:rsidRDefault="00986AF4" w:rsidP="00986AF4">
      <w:pPr>
        <w:pStyle w:val="AHeading9"/>
      </w:pPr>
      <w:r>
        <w:t>403 - Plačila domačih obresti</w:t>
      </w:r>
      <w:bookmarkStart w:id="23" w:name="K3_403_20261"/>
      <w:bookmarkEnd w:id="23"/>
    </w:p>
    <w:p w14:paraId="22276EAB" w14:textId="3ABA436E" w:rsidR="00986AF4" w:rsidRDefault="00986AF4" w:rsidP="00986AF4">
      <w:pPr>
        <w:pStyle w:val="Vrednost"/>
      </w:pPr>
      <w:r>
        <w:t>Vrednost: 10.300 €</w:t>
      </w:r>
    </w:p>
    <w:p w14:paraId="4D8D4ADB" w14:textId="420C9AF0" w:rsidR="00986AF4" w:rsidRDefault="00986AF4" w:rsidP="00986AF4">
      <w:r>
        <w:t>Ta skupina zajema odhodke za plačila obresti od najetih kreditov. Načrtovana so odplačila obresti od najetih dolgoročnih kreditov  pri Stanovanjskem skladu RS in odplačilo obresti za kredit najet pri poslovni banki za investicijo v izgradnjo vrtca in telovadnice s podzemno garažo.</w:t>
      </w:r>
    </w:p>
    <w:p w14:paraId="12CC0606" w14:textId="1B61FB4C" w:rsidR="00986AF4" w:rsidRDefault="00986AF4" w:rsidP="00986AF4">
      <w:pPr>
        <w:pStyle w:val="AHeading9"/>
      </w:pPr>
      <w:r>
        <w:t>409 - Rezerve</w:t>
      </w:r>
      <w:bookmarkStart w:id="24" w:name="K3_409_20261"/>
      <w:bookmarkEnd w:id="24"/>
    </w:p>
    <w:p w14:paraId="362C75A4" w14:textId="6C2CC5E2" w:rsidR="00986AF4" w:rsidRDefault="00986AF4" w:rsidP="00986AF4">
      <w:pPr>
        <w:pStyle w:val="Vrednost"/>
      </w:pPr>
      <w:r>
        <w:t>Vrednost: 45.000 €</w:t>
      </w:r>
    </w:p>
    <w:p w14:paraId="2B007151" w14:textId="77777777" w:rsidR="00986AF4" w:rsidRPr="00986AF4" w:rsidRDefault="00986AF4" w:rsidP="00986AF4">
      <w:pPr>
        <w:rPr>
          <w:lang w:eastAsia="sl-SI"/>
        </w:rPr>
      </w:pPr>
      <w:r w:rsidRPr="00986AF4">
        <w:t>V okviru rezerv se predvideva  stalna proračunska rezerva, ki se namenja za odpravo posledic naravnih nesreč, kot so potres, poplave, zemeljski plaz, snežni plaz, visok sneg, močan veter, toča, pozeba, suša, množični pojavi nalezljive človeške, živalske ali rastlinske bolezni, druge nesreče, ki jih povzročijo naravne sile in ekološke nesreče.  Višina proračunske rezerve je oblikovana v skladu z Zakonom o odpravi posledic naravnih nesreč (1,5 % prihodkov, ki se kot lastni prihodki upoštevajo pri izračunu sredstev za FI) in je namenjena odpravi posledic naravnih nesreč. Proračunska rezerva je planirana v višini 24.500 EUR.</w:t>
      </w:r>
    </w:p>
    <w:p w14:paraId="4B080731" w14:textId="77777777" w:rsidR="00986AF4" w:rsidRPr="00986AF4" w:rsidRDefault="00986AF4" w:rsidP="00986AF4">
      <w:r w:rsidRPr="00986AF4">
        <w:t>Splošna proračunska rezervacija se načrtuje v višini 20.500EUR in se lahko tekom izvrševanja proračuna prerazporeja za namene, ki niso bili predvideni v proračunu oziroma so bili predvideni v prenizkem obsegu.</w:t>
      </w:r>
    </w:p>
    <w:p w14:paraId="5615600B" w14:textId="77777777" w:rsidR="00986AF4" w:rsidRDefault="00986AF4" w:rsidP="00986AF4"/>
    <w:p w14:paraId="7019E56C" w14:textId="77777777" w:rsidR="00986AF4" w:rsidRDefault="00986AF4" w:rsidP="00986AF4"/>
    <w:p w14:paraId="44E6F394" w14:textId="09D53ECB" w:rsidR="00986AF4" w:rsidRDefault="00986AF4" w:rsidP="00986AF4">
      <w:pPr>
        <w:pStyle w:val="AHeading5"/>
      </w:pPr>
      <w:bookmarkStart w:id="25" w:name="_Toc184208492"/>
      <w:r>
        <w:t>41 - TEKOČI TRANSFERI</w:t>
      </w:r>
      <w:bookmarkEnd w:id="25"/>
    </w:p>
    <w:p w14:paraId="482BBF53" w14:textId="665D6415" w:rsidR="00986AF4" w:rsidRDefault="00986AF4" w:rsidP="00986AF4">
      <w:pPr>
        <w:pStyle w:val="Vrednost"/>
      </w:pPr>
      <w:r>
        <w:t>Vrednost: 869.590 €</w:t>
      </w:r>
    </w:p>
    <w:p w14:paraId="1D79597C" w14:textId="1AC0F22F" w:rsidR="00986AF4" w:rsidRDefault="00986AF4" w:rsidP="00986AF4">
      <w:pPr>
        <w:pStyle w:val="AHeading9"/>
      </w:pPr>
      <w:r>
        <w:lastRenderedPageBreak/>
        <w:t>410 - Subvencije</w:t>
      </w:r>
      <w:bookmarkStart w:id="26" w:name="K3_410_20261"/>
      <w:bookmarkEnd w:id="26"/>
    </w:p>
    <w:p w14:paraId="10BEC45B" w14:textId="41906A7E" w:rsidR="00986AF4" w:rsidRDefault="00986AF4" w:rsidP="00986AF4">
      <w:pPr>
        <w:pStyle w:val="Vrednost"/>
      </w:pPr>
      <w:r>
        <w:t>Vrednost: 25.000 €</w:t>
      </w:r>
    </w:p>
    <w:p w14:paraId="57F5A878" w14:textId="060521D2" w:rsidR="00986AF4" w:rsidRDefault="00986AF4" w:rsidP="00986AF4">
      <w:r>
        <w:t>S planiranimi finančnimi sredstvi bomo subvencionirali področje kmetijstva, podjetništva in malega gospodarstva, vendar samo za tiste namene, ki so zakonsko dovoljeni glede na subvencioniranje s strani države.</w:t>
      </w:r>
    </w:p>
    <w:p w14:paraId="65A3A755" w14:textId="1A2A6E5B" w:rsidR="00986AF4" w:rsidRDefault="00986AF4" w:rsidP="00986AF4">
      <w:pPr>
        <w:pStyle w:val="AHeading9"/>
      </w:pPr>
      <w:r>
        <w:t>411 - Transferi posameznikom in gospodinjstvom</w:t>
      </w:r>
      <w:bookmarkStart w:id="27" w:name="K3_411_20261"/>
      <w:bookmarkEnd w:id="27"/>
    </w:p>
    <w:p w14:paraId="662C8CF4" w14:textId="5BBECE70" w:rsidR="00986AF4" w:rsidRDefault="00986AF4" w:rsidP="00986AF4">
      <w:pPr>
        <w:pStyle w:val="Vrednost"/>
      </w:pPr>
      <w:r>
        <w:t>Vrednost: 548.057 €</w:t>
      </w:r>
    </w:p>
    <w:p w14:paraId="5474964E" w14:textId="77777777" w:rsidR="00986AF4" w:rsidRPr="00986AF4" w:rsidRDefault="00986AF4" w:rsidP="00986AF4">
      <w:pPr>
        <w:rPr>
          <w:lang w:eastAsia="sl-SI"/>
        </w:rPr>
      </w:pPr>
      <w:r w:rsidRPr="00986AF4">
        <w:t xml:space="preserve">Transferi posameznikom in gospodinjstvom vključujejo plačila, namenjena za tekočo porabo posameznikov ali gospodinjstev. Sem se štejejo tudi plačila, ki jih posamezniki sicer ne prejmejo neposredno, pač pa koristijo njihove ugodnosti pri plačilu storitev. </w:t>
      </w:r>
    </w:p>
    <w:p w14:paraId="17B71B82" w14:textId="77777777" w:rsidR="00986AF4" w:rsidRPr="00986AF4" w:rsidRDefault="00986AF4" w:rsidP="00986AF4">
      <w:r w:rsidRPr="00986AF4">
        <w:t>Finančna sredstva so namenjena za:</w:t>
      </w:r>
      <w:r w:rsidRPr="00986AF4">
        <w:br/>
        <w:t>- Plačilo razlike do ekonomske cene za programe vrtca v enoti Pikapolonica in v drugih občinah</w:t>
      </w:r>
      <w:r w:rsidRPr="00986AF4">
        <w:br/>
        <w:t>-  Regresiranje šolskih prevozov (pogodba z izbranim prevoznikom, šolski kombi, prevozi v naših učencev v enoto VIZ III. OŠ Rogaška Slatina in v Krško)</w:t>
      </w:r>
      <w:r w:rsidRPr="00986AF4">
        <w:br/>
        <w:t>- Razne dotacije na področju osnovnošolskega  izobraževanja (obdaritev učencev, sofinanciranje šole v naravi, dan vrtca, dan šole itd.)</w:t>
      </w:r>
      <w:r w:rsidRPr="00986AF4">
        <w:br/>
        <w:t>- Pomoči pri študiju (sofinanciranje stroškov šolnin in študija v tujini)</w:t>
      </w:r>
      <w:r w:rsidRPr="00986AF4">
        <w:br/>
        <w:t>- Pomoč družini na domu</w:t>
      </w:r>
      <w:r w:rsidRPr="00986AF4">
        <w:br/>
        <w:t>- Regresiranje oskrbe v domovih za ostarele</w:t>
      </w:r>
      <w:r w:rsidRPr="00986AF4">
        <w:br/>
        <w:t xml:space="preserve">- Darilo novorojencem </w:t>
      </w:r>
      <w:r w:rsidRPr="00986AF4">
        <w:br/>
        <w:t>- Denarne pomoči socialno ogroženim (enkratne denarne pomoči...).</w:t>
      </w:r>
      <w:r w:rsidRPr="00986AF4">
        <w:br/>
        <w:t>- Usposabljanje pripadnikov civilne zaščite (povračilo potnih stroškov, stroškov malice, plače, zavarovanje za poškodbe pri delu itd.)</w:t>
      </w:r>
    </w:p>
    <w:p w14:paraId="7AA14B79" w14:textId="77777777" w:rsidR="00986AF4" w:rsidRDefault="00986AF4" w:rsidP="00986AF4"/>
    <w:p w14:paraId="3B128881" w14:textId="0EDAB50B" w:rsidR="00986AF4" w:rsidRDefault="00986AF4" w:rsidP="00986AF4">
      <w:pPr>
        <w:pStyle w:val="AHeading9"/>
      </w:pPr>
      <w:r>
        <w:t>412 - Transferi nepridobitnim organizacijam in ustanovam</w:t>
      </w:r>
      <w:bookmarkStart w:id="28" w:name="K3_412_20261"/>
      <w:bookmarkEnd w:id="28"/>
    </w:p>
    <w:p w14:paraId="47FBA97B" w14:textId="73BCC5E0" w:rsidR="00986AF4" w:rsidRDefault="00986AF4" w:rsidP="00986AF4">
      <w:pPr>
        <w:pStyle w:val="Vrednost"/>
      </w:pPr>
      <w:r>
        <w:t>Vrednost: 50.818 €</w:t>
      </w:r>
    </w:p>
    <w:p w14:paraId="332F6D35" w14:textId="1B9E5F46" w:rsidR="00986AF4" w:rsidRDefault="00986AF4" w:rsidP="00986AF4">
      <w:r>
        <w:t>Transferi predstavljajo vrsto odhodka javnim in privatnim institucijam, katerih cilj ni pridobitev dobička, ampak je njihov namen javno koristen oz. dobrodelen. Sredstva so namenjena za sofinanciranje programov zvez in društev, ki delujejo v oz. tudi za  našo občino.</w:t>
      </w:r>
    </w:p>
    <w:p w14:paraId="1E66C79D" w14:textId="2F6AB2D9" w:rsidR="00986AF4" w:rsidRDefault="00986AF4" w:rsidP="00986AF4">
      <w:pPr>
        <w:pStyle w:val="AHeading9"/>
      </w:pPr>
      <w:r>
        <w:t>413 - Drugi tekoči domači transferi</w:t>
      </w:r>
      <w:bookmarkStart w:id="29" w:name="K3_413_20261"/>
      <w:bookmarkEnd w:id="29"/>
    </w:p>
    <w:p w14:paraId="237ADEEE" w14:textId="1BF93C6A" w:rsidR="00986AF4" w:rsidRDefault="00986AF4" w:rsidP="00986AF4">
      <w:pPr>
        <w:pStyle w:val="Vrednost"/>
      </w:pPr>
      <w:r>
        <w:t>Vrednost: 245.716 €</w:t>
      </w:r>
    </w:p>
    <w:p w14:paraId="26DFBC74" w14:textId="77777777" w:rsidR="00986AF4" w:rsidRPr="00986AF4" w:rsidRDefault="00986AF4" w:rsidP="00986AF4">
      <w:pPr>
        <w:rPr>
          <w:lang w:eastAsia="sl-SI"/>
        </w:rPr>
      </w:pPr>
      <w:r w:rsidRPr="00986AF4">
        <w:t>Podskupina kontov 413 Drugi tekoči domači transferi zajema plačila obveznosti, ki jih ima občina na področju zdravstva, izvajanje knjižnične dejavnosti, kritju materialnih stroškov OŠ Bistrica ob Sotli.</w:t>
      </w:r>
      <w:r w:rsidRPr="00986AF4">
        <w:br/>
        <w:t>4131- Prispevek v ZZZS za zdravstveno zavarovanje oseb, za katere plačujejo prispevke občine</w:t>
      </w:r>
      <w:r w:rsidRPr="00986AF4">
        <w:br/>
        <w:t xml:space="preserve">V skladu s 15. členom Zakona o zdravstvenem zavarovanju je občina dolžna zagotavljati sredstva za zdravstveno zavarovanje brezposelnih oseb, ki imajo stalno prebivališče na območju občine Bistrice ob Sotli. </w:t>
      </w:r>
    </w:p>
    <w:p w14:paraId="704D7B9D" w14:textId="77777777" w:rsidR="00986AF4" w:rsidRPr="00986AF4" w:rsidRDefault="00986AF4" w:rsidP="00986AF4">
      <w:r w:rsidRPr="00986AF4">
        <w:t>4132 - Tekoči transferi v druge javne sklade in agencije transfer Javnemu skladu RS za ljubiteljske kulturne dejavnosti  za izvajanje programov kulture.</w:t>
      </w:r>
    </w:p>
    <w:p w14:paraId="678C2F31" w14:textId="77777777" w:rsidR="00986AF4" w:rsidRPr="00986AF4" w:rsidRDefault="00986AF4" w:rsidP="00986AF4">
      <w:r w:rsidRPr="00986AF4">
        <w:t>4133 - Tekoči transferi v javne zavode in druge izvajalce javnih služb</w:t>
      </w:r>
      <w:r w:rsidRPr="00986AF4">
        <w:br/>
        <w:t>Pod kontom 4133 so zajete plače in materialni stroški izvajalcev v javnih zavodih, ki jih plačuje občina za naslednje dejavnosti:</w:t>
      </w:r>
      <w:r w:rsidRPr="00986AF4">
        <w:br/>
        <w:t>" Dežurna služba</w:t>
      </w:r>
      <w:r w:rsidRPr="00986AF4">
        <w:br/>
        <w:t xml:space="preserve">" Preventivne akcije v zdravstvu (Zdravstvena kolonija, Veter v laseh) </w:t>
      </w:r>
      <w:r w:rsidRPr="00986AF4">
        <w:br/>
        <w:t>" Logopedska služba</w:t>
      </w:r>
      <w:r w:rsidRPr="00986AF4">
        <w:br/>
        <w:t>" Stroški delovanja knjižnice</w:t>
      </w:r>
      <w:r w:rsidRPr="00986AF4">
        <w:br/>
        <w:t>" Sofinanciranje bolnišničnega oddelka vrtca</w:t>
      </w:r>
      <w:r w:rsidRPr="00986AF4">
        <w:br/>
        <w:t>" OŠ Bistrica ob Sotli - tekoči transferi za materialne stroške</w:t>
      </w:r>
      <w:r w:rsidRPr="00986AF4">
        <w:br/>
        <w:t>" OŠ Bistrica ob Sotli - stroški dela nad normativom</w:t>
      </w:r>
      <w:r w:rsidRPr="00986AF4">
        <w:br/>
        <w:t>" OŠ Glazija - materialni stroški</w:t>
      </w:r>
      <w:r w:rsidRPr="00986AF4">
        <w:br/>
        <w:t>" VIZ III. OŠ Rogaška Slatina in ostale - materialni stroški</w:t>
      </w:r>
      <w:r w:rsidRPr="00986AF4">
        <w:br/>
        <w:t>" Glasbena šola Rogaška Slatina - materialni stroški</w:t>
      </w:r>
      <w:r w:rsidRPr="00986AF4">
        <w:br/>
        <w:t>" LU Rogaška Slatina - program izobraževanja odraslih</w:t>
      </w:r>
      <w:r w:rsidRPr="00986AF4">
        <w:br/>
      </w:r>
      <w:r w:rsidRPr="00986AF4">
        <w:lastRenderedPageBreak/>
        <w:t>" Regijsko študijsko središče Celje - izobraževalni programi</w:t>
      </w:r>
      <w:r w:rsidRPr="00986AF4">
        <w:br/>
        <w:t>" Dodatni programi v vrtcu Pikapolonica (Zlati sonček, ure pravljic)</w:t>
      </w:r>
    </w:p>
    <w:p w14:paraId="0239CD54" w14:textId="77777777" w:rsidR="00986AF4" w:rsidRDefault="00986AF4" w:rsidP="00986AF4"/>
    <w:p w14:paraId="11838759" w14:textId="77777777" w:rsidR="00986AF4" w:rsidRDefault="00986AF4" w:rsidP="00986AF4"/>
    <w:p w14:paraId="67739D83" w14:textId="6E865BD6" w:rsidR="00986AF4" w:rsidRDefault="00986AF4" w:rsidP="00986AF4">
      <w:pPr>
        <w:pStyle w:val="AHeading5"/>
      </w:pPr>
      <w:bookmarkStart w:id="30" w:name="_Toc184208493"/>
      <w:r>
        <w:t>42 - INVESTICIJSKI ODHODKI</w:t>
      </w:r>
      <w:bookmarkEnd w:id="30"/>
    </w:p>
    <w:p w14:paraId="5CE5CC6D" w14:textId="715253D3" w:rsidR="00986AF4" w:rsidRDefault="00986AF4" w:rsidP="00986AF4">
      <w:pPr>
        <w:pStyle w:val="Vrednost"/>
      </w:pPr>
      <w:r>
        <w:t>Vrednost: 3.707.263 €</w:t>
      </w:r>
    </w:p>
    <w:p w14:paraId="184B9DC3" w14:textId="6F4328CF" w:rsidR="00986AF4" w:rsidRDefault="00986AF4" w:rsidP="00986AF4">
      <w:pPr>
        <w:pStyle w:val="AHeading9"/>
      </w:pPr>
      <w:r>
        <w:t>420 - Nakup in gradnja osnovnih sredstev</w:t>
      </w:r>
      <w:bookmarkStart w:id="31" w:name="K3_420_20261"/>
      <w:bookmarkEnd w:id="31"/>
    </w:p>
    <w:p w14:paraId="2217089F" w14:textId="4648A52C" w:rsidR="00986AF4" w:rsidRDefault="00986AF4" w:rsidP="00986AF4">
      <w:pPr>
        <w:pStyle w:val="Vrednost"/>
      </w:pPr>
      <w:r>
        <w:t>Vrednost: 3.707.263 €</w:t>
      </w:r>
    </w:p>
    <w:p w14:paraId="0436211F" w14:textId="5223DE5F" w:rsidR="00986AF4" w:rsidRDefault="00986AF4" w:rsidP="00986AF4">
      <w:r>
        <w:t>Med investicijskimi odhodki so zajeti odhodki za nakup zgradb in prostorov, nakup prevoznih sredstev,  nakup opreme, drugih osnovnih sredstev, sredstva za novogradnje, rekonstrukcije in adaptacije, investicijsko vzdrževanje in obnove, za nakup zemljišč in naravnih bogastev, nematerialnega premoženja ter študije o izvedljivosti projektov, projektno dokumentacijo nadzor in investicijski inženiring.</w:t>
      </w:r>
    </w:p>
    <w:p w14:paraId="1D1276C9" w14:textId="77777777" w:rsidR="00986AF4" w:rsidRDefault="00986AF4" w:rsidP="00986AF4"/>
    <w:p w14:paraId="53C74630" w14:textId="18F80EA3" w:rsidR="00986AF4" w:rsidRDefault="00986AF4" w:rsidP="00986AF4">
      <w:pPr>
        <w:pStyle w:val="AHeading5"/>
      </w:pPr>
      <w:bookmarkStart w:id="32" w:name="_Toc184208494"/>
      <w:r>
        <w:t>43 - INVESTICIJSKI TRANSFERI</w:t>
      </w:r>
      <w:bookmarkEnd w:id="32"/>
    </w:p>
    <w:p w14:paraId="1677CF4F" w14:textId="40390630" w:rsidR="00986AF4" w:rsidRDefault="00986AF4" w:rsidP="00986AF4">
      <w:pPr>
        <w:pStyle w:val="Vrednost"/>
      </w:pPr>
      <w:r>
        <w:t>Vrednost: 356.759 €</w:t>
      </w:r>
    </w:p>
    <w:p w14:paraId="73185A2A" w14:textId="1DFCCA51" w:rsidR="00986AF4" w:rsidRDefault="00986AF4" w:rsidP="00986AF4">
      <w:pPr>
        <w:pStyle w:val="AHeading9"/>
      </w:pPr>
      <w:r>
        <w:t>431 - Investicijski transferi pravnim in fizičnim osebam, ki niso proračunski uporabniki</w:t>
      </w:r>
      <w:bookmarkStart w:id="33" w:name="K3_431_20261"/>
      <w:bookmarkEnd w:id="33"/>
    </w:p>
    <w:p w14:paraId="0CFEF1CF" w14:textId="68A5C7F3" w:rsidR="00986AF4" w:rsidRDefault="00986AF4" w:rsidP="00986AF4">
      <w:pPr>
        <w:pStyle w:val="Vrednost"/>
      </w:pPr>
      <w:r>
        <w:t>Vrednost: 329.644 €</w:t>
      </w:r>
    </w:p>
    <w:p w14:paraId="5B808EB8" w14:textId="6D9ACC2F" w:rsidR="00986AF4" w:rsidRDefault="00986AF4" w:rsidP="00986AF4">
      <w:r>
        <w:t>Investicijski transferi vključujejo odhodke, ki predstavljajo nepovratna sredstva in so namenjeni plačilu investicijskih odhodkov prejemnikom sredstev.</w:t>
      </w:r>
    </w:p>
    <w:p w14:paraId="05CA32B3" w14:textId="2882BB25" w:rsidR="00986AF4" w:rsidRDefault="00986AF4" w:rsidP="00986AF4">
      <w:pPr>
        <w:pStyle w:val="AHeading9"/>
      </w:pPr>
      <w:r>
        <w:t>432 - Investicijski transferi proračunskim uporabnikom</w:t>
      </w:r>
      <w:bookmarkStart w:id="34" w:name="K3_432_20261"/>
      <w:bookmarkEnd w:id="34"/>
    </w:p>
    <w:p w14:paraId="259F1EFF" w14:textId="55E663C1" w:rsidR="00986AF4" w:rsidRDefault="00986AF4" w:rsidP="00986AF4">
      <w:pPr>
        <w:pStyle w:val="Vrednost"/>
      </w:pPr>
      <w:r>
        <w:t>Vrednost: 27.115 €</w:t>
      </w:r>
    </w:p>
    <w:p w14:paraId="512EA579" w14:textId="323E6E0A" w:rsidR="00986AF4" w:rsidRDefault="00986AF4" w:rsidP="00986AF4">
      <w:r>
        <w:t>Predviden je transfer Knjižnici Šmarje pri Jelšah  za nakup   računalnika    in programske  opreme za  potrebe opravljanje knjižničarske dejavnosti v enoti  Bistrica ob Sotli.</w:t>
      </w:r>
    </w:p>
    <w:p w14:paraId="7ABDC78F" w14:textId="5D9DBB06" w:rsidR="00986AF4" w:rsidRDefault="00986AF4" w:rsidP="00986AF4">
      <w:r>
        <w:br w:type="page"/>
      </w:r>
    </w:p>
    <w:p w14:paraId="74560EC2" w14:textId="437C1859" w:rsidR="00986AF4" w:rsidRDefault="00986AF4" w:rsidP="00986AF4">
      <w:pPr>
        <w:pStyle w:val="AHeading3"/>
      </w:pPr>
      <w:bookmarkStart w:id="35" w:name="_Toc184208495"/>
      <w:r>
        <w:lastRenderedPageBreak/>
        <w:t>B - Račun finančnih terjatev in naložb</w:t>
      </w:r>
      <w:bookmarkEnd w:id="35"/>
    </w:p>
    <w:p w14:paraId="2E9C7688" w14:textId="77777777" w:rsidR="00986AF4" w:rsidRDefault="00986AF4" w:rsidP="00986AF4">
      <w:pPr>
        <w:pStyle w:val="AHeading3"/>
      </w:pPr>
      <w:r>
        <w:br w:type="page"/>
      </w:r>
    </w:p>
    <w:p w14:paraId="569BEBA6" w14:textId="2E5B7ABC" w:rsidR="00986AF4" w:rsidRDefault="00986AF4" w:rsidP="00986AF4">
      <w:pPr>
        <w:pStyle w:val="AHeading3"/>
      </w:pPr>
      <w:bookmarkStart w:id="36" w:name="_Toc184208496"/>
      <w:r>
        <w:lastRenderedPageBreak/>
        <w:t>C - Račun financiranja</w:t>
      </w:r>
      <w:bookmarkEnd w:id="36"/>
    </w:p>
    <w:p w14:paraId="23A49E48" w14:textId="61EC7F88" w:rsidR="00986AF4" w:rsidRDefault="00986AF4" w:rsidP="00986AF4">
      <w:pPr>
        <w:pStyle w:val="AHeading5"/>
      </w:pPr>
      <w:bookmarkStart w:id="37" w:name="_Toc184208497"/>
      <w:r>
        <w:t>50 - ZADOLŽEVANJE</w:t>
      </w:r>
      <w:bookmarkEnd w:id="37"/>
    </w:p>
    <w:p w14:paraId="40607AE5" w14:textId="15D28912" w:rsidR="00986AF4" w:rsidRDefault="00986AF4" w:rsidP="00986AF4">
      <w:pPr>
        <w:pStyle w:val="Vrednost"/>
      </w:pPr>
      <w:r>
        <w:t>Vrednost: 700.000 €</w:t>
      </w:r>
    </w:p>
    <w:p w14:paraId="2B200689" w14:textId="17D7E09C" w:rsidR="00986AF4" w:rsidRDefault="00986AF4" w:rsidP="00986AF4">
      <w:pPr>
        <w:pStyle w:val="AHeading9"/>
      </w:pPr>
      <w:r>
        <w:t>500 - Domače zadolževanje</w:t>
      </w:r>
      <w:bookmarkStart w:id="38" w:name="K3_500_20261"/>
      <w:bookmarkEnd w:id="38"/>
    </w:p>
    <w:p w14:paraId="76B5B7C1" w14:textId="0186DDC5" w:rsidR="00986AF4" w:rsidRDefault="00986AF4" w:rsidP="00986AF4">
      <w:pPr>
        <w:pStyle w:val="Vrednost"/>
      </w:pPr>
      <w:r>
        <w:t>Vrednost: 700.000 €</w:t>
      </w:r>
    </w:p>
    <w:p w14:paraId="6AE02323" w14:textId="25ED62E8" w:rsidR="00986AF4" w:rsidRPr="00F82916" w:rsidRDefault="00986AF4" w:rsidP="00986AF4">
      <w:bookmarkStart w:id="39" w:name="_Hlk184210434"/>
      <w:r w:rsidRPr="00F82916">
        <w:t>V  letu 202</w:t>
      </w:r>
      <w:r w:rsidR="00F82916" w:rsidRPr="00F82916">
        <w:t>6</w:t>
      </w:r>
      <w:r w:rsidRPr="00F82916">
        <w:t>  načrtujemo dolgoročno zadolževanje pri poslovnih bankah ali drugih kreditodajalcih  v višini </w:t>
      </w:r>
      <w:r w:rsidR="00F82916" w:rsidRPr="00F82916">
        <w:t xml:space="preserve">700.000 </w:t>
      </w:r>
      <w:r w:rsidRPr="00F82916">
        <w:t xml:space="preserve">EUR za investicijo </w:t>
      </w:r>
      <w:r w:rsidR="00F82916" w:rsidRPr="00F82916">
        <w:t>v vrtec in telo</w:t>
      </w:r>
      <w:r w:rsidR="00F82916">
        <w:t>v</w:t>
      </w:r>
      <w:r w:rsidR="00F82916" w:rsidRPr="00F82916">
        <w:t>adnico.</w:t>
      </w:r>
      <w:r w:rsidRPr="00F82916">
        <w:t>.</w:t>
      </w:r>
    </w:p>
    <w:bookmarkEnd w:id="39"/>
    <w:p w14:paraId="31C78D9D" w14:textId="77777777" w:rsidR="00986AF4" w:rsidRDefault="00986AF4" w:rsidP="00986AF4"/>
    <w:p w14:paraId="76301D4A" w14:textId="66DAB178" w:rsidR="00986AF4" w:rsidRDefault="00986AF4" w:rsidP="00986AF4">
      <w:pPr>
        <w:pStyle w:val="AHeading5"/>
      </w:pPr>
      <w:bookmarkStart w:id="40" w:name="_Toc184208498"/>
      <w:r>
        <w:t>55 - ODPLAČILA DOLGA</w:t>
      </w:r>
      <w:bookmarkEnd w:id="40"/>
    </w:p>
    <w:p w14:paraId="6FA3C10E" w14:textId="64AB5462" w:rsidR="00986AF4" w:rsidRDefault="00986AF4" w:rsidP="00986AF4">
      <w:pPr>
        <w:pStyle w:val="Vrednost"/>
      </w:pPr>
      <w:r>
        <w:t>Vrednost: 188.940 €</w:t>
      </w:r>
    </w:p>
    <w:p w14:paraId="3F16DA60" w14:textId="216C1F06" w:rsidR="00986AF4" w:rsidRDefault="00986AF4" w:rsidP="00986AF4">
      <w:pPr>
        <w:pStyle w:val="AHeading9"/>
      </w:pPr>
      <w:r>
        <w:t>550 - Odplačila domačega dolga</w:t>
      </w:r>
      <w:bookmarkStart w:id="41" w:name="K3_550_20261"/>
      <w:bookmarkEnd w:id="41"/>
    </w:p>
    <w:p w14:paraId="753F4D62" w14:textId="411E05AB" w:rsidR="00986AF4" w:rsidRDefault="00986AF4" w:rsidP="00986AF4">
      <w:pPr>
        <w:pStyle w:val="Vrednost"/>
      </w:pPr>
      <w:r>
        <w:t>Vrednost: 188.940 €</w:t>
      </w:r>
    </w:p>
    <w:p w14:paraId="10C98291" w14:textId="3CA2C30E" w:rsidR="00986AF4" w:rsidRPr="00986AF4" w:rsidRDefault="00986AF4" w:rsidP="00986AF4">
      <w:pPr>
        <w:rPr>
          <w:lang w:eastAsia="sl-SI"/>
        </w:rPr>
      </w:pPr>
      <w:r w:rsidRPr="00986AF4">
        <w:br/>
        <w:t>Sredstva so namenjena tudi za odplačilo glavnic za kredite, najete pri</w:t>
      </w:r>
      <w:r w:rsidR="00962430">
        <w:t xml:space="preserve"> Stanovanjskem skladu in </w:t>
      </w:r>
      <w:r w:rsidRPr="00986AF4">
        <w:t xml:space="preserve"> državnem proračunu  za investicijo v čistilno napravo Kunšperk,  investicijo v obnovo kulturnega doma in knjižnice in investicijo v večnamenski objekt.</w:t>
      </w:r>
      <w:r w:rsidR="00962430">
        <w:t xml:space="preserve"> Načrtujemo, da bomo v letu 2026 začeli odplačevati glavnico za najeti kredit za vrtec in telovadnico.</w:t>
      </w:r>
    </w:p>
    <w:p w14:paraId="1DA2C022" w14:textId="77777777" w:rsidR="00986AF4" w:rsidRPr="00986AF4" w:rsidRDefault="00986AF4" w:rsidP="00986AF4">
      <w:r w:rsidRPr="00986AF4">
        <w:t>Planirana so odplačila glavnic v naslednjih zneskih:</w:t>
      </w:r>
    </w:p>
    <w:p w14:paraId="07B18876" w14:textId="62B38A66" w:rsidR="00986AF4" w:rsidRPr="004F3F7D" w:rsidRDefault="00986AF4" w:rsidP="00986AF4">
      <w:r w:rsidRPr="004F3F7D">
        <w:t xml:space="preserve">- nakup občinskih stanovanj </w:t>
      </w:r>
      <w:r w:rsidR="004F3F7D" w:rsidRPr="004F3F7D">
        <w:t>–</w:t>
      </w:r>
      <w:r w:rsidRPr="004F3F7D">
        <w:t> </w:t>
      </w:r>
      <w:r w:rsidR="004F3F7D" w:rsidRPr="004F3F7D">
        <w:t xml:space="preserve">4.384 </w:t>
      </w:r>
      <w:r w:rsidRPr="004F3F7D">
        <w:t xml:space="preserve"> EUR</w:t>
      </w:r>
    </w:p>
    <w:p w14:paraId="09423D40" w14:textId="77777777" w:rsidR="00986AF4" w:rsidRPr="00986AF4" w:rsidRDefault="00986AF4" w:rsidP="00986AF4">
      <w:r w:rsidRPr="00986AF4">
        <w:t>- ČN Kunšperk 18.628,58 EUR</w:t>
      </w:r>
    </w:p>
    <w:p w14:paraId="4D347D9E" w14:textId="77777777" w:rsidR="00986AF4" w:rsidRPr="00986AF4" w:rsidRDefault="00986AF4" w:rsidP="00986AF4">
      <w:r w:rsidRPr="00986AF4">
        <w:t>- obnova kulturnega doma in knjižnice 12.129,56 EUR</w:t>
      </w:r>
    </w:p>
    <w:p w14:paraId="71C3E72B" w14:textId="20F0AF5C" w:rsidR="00986AF4" w:rsidRDefault="00986AF4" w:rsidP="00986AF4">
      <w:r w:rsidRPr="00986AF4">
        <w:t>- večnamenski objekt 8.797,68 EUR</w:t>
      </w:r>
    </w:p>
    <w:p w14:paraId="037F23EB" w14:textId="5F064C47" w:rsidR="00676FDF" w:rsidRPr="00986AF4" w:rsidRDefault="00676FDF" w:rsidP="00986AF4">
      <w:r>
        <w:t>- odplačilo glavnice za investicijo vrtec in telovadnica 145.000 EUR.</w:t>
      </w:r>
    </w:p>
    <w:p w14:paraId="5E5E43B8" w14:textId="77777777" w:rsidR="00986AF4" w:rsidRDefault="00986AF4" w:rsidP="00986AF4"/>
    <w:p w14:paraId="0B20D2C7" w14:textId="0542E3EE" w:rsidR="00986AF4" w:rsidRDefault="00986AF4" w:rsidP="00986AF4">
      <w:r>
        <w:br w:type="page"/>
      </w:r>
    </w:p>
    <w:p w14:paraId="07A66424" w14:textId="77777777" w:rsidR="00986AF4" w:rsidRDefault="00986AF4" w:rsidP="00986AF4"/>
    <w:p w14:paraId="17A03F89" w14:textId="77777777" w:rsidR="00986AF4" w:rsidRDefault="00986AF4" w:rsidP="00986AF4"/>
    <w:p w14:paraId="40E8EC70" w14:textId="77777777" w:rsidR="00986AF4" w:rsidRDefault="00986AF4" w:rsidP="00986AF4"/>
    <w:p w14:paraId="5D44A4BF" w14:textId="77777777" w:rsidR="00986AF4" w:rsidRDefault="00986AF4" w:rsidP="00986AF4"/>
    <w:p w14:paraId="674E6222" w14:textId="77777777" w:rsidR="00986AF4" w:rsidRDefault="00986AF4" w:rsidP="00986AF4"/>
    <w:p w14:paraId="378BD5E2" w14:textId="77777777" w:rsidR="00986AF4" w:rsidRDefault="00986AF4" w:rsidP="00986AF4"/>
    <w:p w14:paraId="2B3F8B2D" w14:textId="77777777" w:rsidR="00986AF4" w:rsidRDefault="00986AF4" w:rsidP="00986AF4"/>
    <w:p w14:paraId="6C6AE7F0" w14:textId="77777777" w:rsidR="00986AF4" w:rsidRDefault="00986AF4" w:rsidP="00986AF4"/>
    <w:p w14:paraId="212A6034" w14:textId="77777777" w:rsidR="00986AF4" w:rsidRDefault="00986AF4" w:rsidP="00986AF4"/>
    <w:p w14:paraId="73F23971" w14:textId="77777777" w:rsidR="00986AF4" w:rsidRDefault="00986AF4" w:rsidP="00986AF4"/>
    <w:p w14:paraId="47BD4580" w14:textId="77777777" w:rsidR="00986AF4" w:rsidRDefault="00986AF4" w:rsidP="00986AF4"/>
    <w:p w14:paraId="4483ED3B" w14:textId="77777777" w:rsidR="00986AF4" w:rsidRDefault="00986AF4" w:rsidP="00986AF4"/>
    <w:p w14:paraId="2E179940" w14:textId="77777777" w:rsidR="00986AF4" w:rsidRDefault="00986AF4" w:rsidP="00986AF4"/>
    <w:p w14:paraId="09122232" w14:textId="77777777" w:rsidR="00986AF4" w:rsidRDefault="00986AF4" w:rsidP="00986AF4"/>
    <w:p w14:paraId="537C28B4" w14:textId="77777777" w:rsidR="00986AF4" w:rsidRDefault="00986AF4" w:rsidP="00986AF4"/>
    <w:p w14:paraId="7080D0FD" w14:textId="3A19E4E3" w:rsidR="00986AF4" w:rsidRDefault="00986AF4" w:rsidP="00986AF4">
      <w:pPr>
        <w:pStyle w:val="ANaslov"/>
      </w:pPr>
      <w:r>
        <w:t>II.</w:t>
      </w:r>
    </w:p>
    <w:p w14:paraId="5C466F7E" w14:textId="14CA754B" w:rsidR="00986AF4" w:rsidRDefault="00986AF4" w:rsidP="00986AF4">
      <w:pPr>
        <w:pStyle w:val="ANaslov"/>
      </w:pPr>
      <w:r>
        <w:t>POSEBNI DEL</w:t>
      </w:r>
    </w:p>
    <w:p w14:paraId="204EE6B9" w14:textId="0DF61330" w:rsidR="00986AF4" w:rsidRDefault="00986AF4" w:rsidP="00986AF4">
      <w:r>
        <w:br w:type="page"/>
      </w:r>
    </w:p>
    <w:p w14:paraId="358BD586" w14:textId="1998D396" w:rsidR="00986AF4" w:rsidRDefault="00986AF4" w:rsidP="00986AF4">
      <w:pPr>
        <w:pStyle w:val="AHeading1"/>
      </w:pPr>
      <w:bookmarkStart w:id="42" w:name="_Toc184208499"/>
      <w:r>
        <w:lastRenderedPageBreak/>
        <w:t>2. POSEBNI DEL</w:t>
      </w:r>
      <w:bookmarkEnd w:id="42"/>
    </w:p>
    <w:p w14:paraId="22355F06" w14:textId="75F956D4" w:rsidR="00986AF4" w:rsidRDefault="00986AF4" w:rsidP="00986AF4">
      <w:pPr>
        <w:pStyle w:val="AHeading3"/>
      </w:pPr>
      <w:bookmarkStart w:id="43" w:name="_Toc184208500"/>
      <w:r>
        <w:t>A - Bilanca odhodkov</w:t>
      </w:r>
      <w:bookmarkEnd w:id="43"/>
    </w:p>
    <w:p w14:paraId="7DCF0337" w14:textId="7581501B" w:rsidR="00986AF4" w:rsidRDefault="00986AF4" w:rsidP="00986AF4">
      <w:pPr>
        <w:pStyle w:val="AHeading5"/>
      </w:pPr>
      <w:bookmarkStart w:id="44" w:name="_Toc184208501"/>
      <w:r>
        <w:t>01 - POLITIČNI SISTEM</w:t>
      </w:r>
      <w:bookmarkEnd w:id="44"/>
    </w:p>
    <w:p w14:paraId="67347BF1" w14:textId="3347D255" w:rsidR="00986AF4" w:rsidRDefault="00986AF4" w:rsidP="00986AF4">
      <w:pPr>
        <w:pStyle w:val="Vrednost"/>
      </w:pPr>
      <w:r>
        <w:t>Vrednost: 83.924 €</w:t>
      </w:r>
    </w:p>
    <w:p w14:paraId="7589615C" w14:textId="189E619D" w:rsidR="00986AF4" w:rsidRDefault="00986AF4" w:rsidP="00986AF4">
      <w:pPr>
        <w:pStyle w:val="Heading11"/>
      </w:pPr>
      <w:r>
        <w:t>Opis področja proračunske porabe, poslanstva občine znotraj področja proračunske porabe</w:t>
      </w:r>
    </w:p>
    <w:p w14:paraId="5CE01F1C" w14:textId="5C078198" w:rsidR="00986AF4" w:rsidRDefault="00986AF4" w:rsidP="00986AF4">
      <w:r>
        <w:t>Področje proračunske porabe zajema dejavnost občinskega sveta in njegovih organov, kot zakonodajnih organov na območju lokalne skupnosti.</w:t>
      </w:r>
    </w:p>
    <w:p w14:paraId="5E709587" w14:textId="5D007582" w:rsidR="00986AF4" w:rsidRDefault="00986AF4" w:rsidP="00986AF4">
      <w:pPr>
        <w:pStyle w:val="Heading11"/>
      </w:pPr>
      <w:r>
        <w:t>Dokumenti dolgoročnega razvojnega načrtovanja</w:t>
      </w:r>
    </w:p>
    <w:p w14:paraId="4DEE769D" w14:textId="349ACFDB" w:rsidR="00986AF4" w:rsidRDefault="00986AF4" w:rsidP="00986AF4">
      <w:r>
        <w:t>Občinski svet izvršuje letni Program dela občinskega sveta občine Bistrica ob Sotli, ki je usmerjen v razvoj občine Bistrica ob Sotli.</w:t>
      </w:r>
    </w:p>
    <w:p w14:paraId="347FE0B1" w14:textId="112E1D10" w:rsidR="00986AF4" w:rsidRDefault="00986AF4" w:rsidP="00986AF4">
      <w:pPr>
        <w:pStyle w:val="Heading11"/>
      </w:pPr>
      <w:r>
        <w:t>Dolgoročni cilji področja proračunske porabe (Splošni cilj)</w:t>
      </w:r>
    </w:p>
    <w:p w14:paraId="4B677E82" w14:textId="798B48DF" w:rsidR="00986AF4" w:rsidRDefault="00986AF4" w:rsidP="00986AF4">
      <w:r>
        <w:t>Dolgoročni cilj je kvalitetno izvajanje nalog, ki jih imajo v okviru političnega sistema občinski funkcionarji.</w:t>
      </w:r>
    </w:p>
    <w:p w14:paraId="0167C6F5" w14:textId="0EFCB49C" w:rsidR="00986AF4" w:rsidRDefault="00986AF4" w:rsidP="00986AF4">
      <w:pPr>
        <w:pStyle w:val="Heading11"/>
      </w:pPr>
      <w:r>
        <w:t>Oznaka in nazivi glavnih programov v pristojnosti občine</w:t>
      </w:r>
    </w:p>
    <w:p w14:paraId="5FAD3C96" w14:textId="1C608F8B" w:rsidR="00986AF4" w:rsidRDefault="00986AF4" w:rsidP="00986AF4">
      <w:r>
        <w:t>Politični sistem vključuje sredstva za delovanje političnega sistema z glavnim programom 0101.</w:t>
      </w:r>
    </w:p>
    <w:p w14:paraId="28EC589C" w14:textId="79995F09" w:rsidR="00986AF4" w:rsidRDefault="00986AF4" w:rsidP="00986AF4">
      <w:pPr>
        <w:pStyle w:val="AHeading6"/>
      </w:pPr>
      <w:bookmarkStart w:id="45" w:name="_Toc184208502"/>
      <w:r>
        <w:t>0101 - Politični sistem</w:t>
      </w:r>
      <w:bookmarkEnd w:id="45"/>
    </w:p>
    <w:p w14:paraId="504ED85E" w14:textId="3781C061" w:rsidR="00986AF4" w:rsidRDefault="00986AF4" w:rsidP="00986AF4">
      <w:pPr>
        <w:pStyle w:val="Vrednost"/>
      </w:pPr>
      <w:r>
        <w:t>Vrednost: 83.924 €</w:t>
      </w:r>
    </w:p>
    <w:p w14:paraId="017FFA0D" w14:textId="70F47D15" w:rsidR="00986AF4" w:rsidRDefault="00986AF4" w:rsidP="00986AF4">
      <w:pPr>
        <w:pStyle w:val="Heading11"/>
      </w:pPr>
      <w:r>
        <w:t>Opis glavnega programa</w:t>
      </w:r>
    </w:p>
    <w:p w14:paraId="66B6CF11" w14:textId="201BDFA3" w:rsidR="00986AF4" w:rsidRDefault="00986AF4" w:rsidP="00986AF4">
      <w:r>
        <w:t>Politični sistem vključuje sredstva za delovanje političnega sistema z glavnim programom 0101.</w:t>
      </w:r>
      <w:r>
        <w:br/>
        <w:t>Glavni program vključuje sredstva za delovanje institucij oziroma organov političnega sistema.</w:t>
      </w:r>
    </w:p>
    <w:p w14:paraId="134351C1" w14:textId="71FA65CA" w:rsidR="00986AF4" w:rsidRDefault="00986AF4" w:rsidP="00986AF4">
      <w:pPr>
        <w:pStyle w:val="Heading11"/>
      </w:pPr>
      <w:r>
        <w:t>Dolgoročni cilji glavnega programa (Specifični cilj in kazalniki)</w:t>
      </w:r>
    </w:p>
    <w:p w14:paraId="50B12B02" w14:textId="075F121C" w:rsidR="00986AF4" w:rsidRDefault="00986AF4" w:rsidP="00986AF4">
      <w:r>
        <w:t>Dolgoročni cilji na področju delovanja Občinskega sveta in njegovih delovnih teles (odborov in komisij) so uresničevanje sprejetih smernic občinskega sveta. Zahtevnejša zakonodaja in pristojnosti za področje lokalne samouprave tudi občinskemu svetu nalaga vrsto dodatnih nalog, predvsem s sprejemanjem in izvajanjem novih predpisov.</w:t>
      </w:r>
      <w:r>
        <w:br/>
        <w:t>Pomembna naloga Občinskega sveta kot zakonodajnega telesa na nivoju lokalnih skupnosti je, da skupaj z njegovimi odbori in komisijami ter na podlagi sprejetega letnega programa, le tega tudi uresničuje. Občinski svet se mora izkazati tudi pri odločanju in poznavanju stroke, tvornem sodelovanju z županom, podžupanom in z občinsko upravo, da se lahko uresničijo zastavljeni cilji.</w:t>
      </w:r>
    </w:p>
    <w:p w14:paraId="6808A29D" w14:textId="37D569CB" w:rsidR="00986AF4" w:rsidRDefault="00986AF4" w:rsidP="00986AF4">
      <w:pPr>
        <w:pStyle w:val="Heading11"/>
      </w:pPr>
      <w:r>
        <w:t>Glavni letni izvedbeni cilji in kazalci, s katerimi se bo merilo doseganje zastavljenih ciljev</w:t>
      </w:r>
    </w:p>
    <w:p w14:paraId="10BEF31C" w14:textId="1B037B1D" w:rsidR="00986AF4" w:rsidRDefault="00986AF4" w:rsidP="00986AF4">
      <w:r>
        <w:t>Dolgoročni cilji na področju delovanja Občinskega sveta in njegovih delovnih teles (odborov in komisij) so uresničevanje sprejetih smernic občinskega sveta. Zahtevnejša zakonodaja in pristojnosti za področje lokalne samouprave tudi občinskemu svetu nalaga vrsto dodatnih nalog, predvsem s sprejemanjem in izvajanjem novih predpisov.</w:t>
      </w:r>
      <w:r>
        <w:br/>
        <w:t>Pomembna naloga Občinskega sveta kot zakonodajnega telesa na nivoju lokalnih skupnosti je, da skupaj z njegovimi odbori in komisijami ter na podlagi sprejetega letnega programa, le tega tudi uresničuje. Občinski svet se mora izkazati tudi pri odločanju in poznavanju stroke, tvornem sodelovanju z županom, podžupanom in z občinsko upravo, da se lahko uresničijo zastavljeni cilji.</w:t>
      </w:r>
    </w:p>
    <w:p w14:paraId="20249CF2" w14:textId="77CF6DE1" w:rsidR="00986AF4" w:rsidRDefault="00986AF4" w:rsidP="00986AF4">
      <w:pPr>
        <w:pStyle w:val="Heading11"/>
      </w:pPr>
      <w:r>
        <w:t>Podprogrami in proračunski uporabniki znotraj glavnega programa</w:t>
      </w:r>
    </w:p>
    <w:p w14:paraId="1EE94E3E" w14:textId="77A4A9D7" w:rsidR="00986AF4" w:rsidRDefault="00986AF4" w:rsidP="00986AF4">
      <w:r>
        <w:t xml:space="preserve">01019003 Dejavnost župana in podžupanov </w:t>
      </w:r>
      <w:r>
        <w:br/>
        <w:t>           0001 - Župan</w:t>
      </w:r>
    </w:p>
    <w:p w14:paraId="0F464DA8" w14:textId="7C93103C" w:rsidR="00986AF4" w:rsidRDefault="00986AF4" w:rsidP="00986AF4">
      <w:pPr>
        <w:pStyle w:val="AHeading7"/>
      </w:pPr>
      <w:bookmarkStart w:id="46" w:name="_Toc184208503"/>
      <w:r>
        <w:t>01019001 - Dejavnost občinskega sveta</w:t>
      </w:r>
      <w:bookmarkStart w:id="47" w:name="PPR_01019001_A_20261"/>
      <w:bookmarkEnd w:id="47"/>
      <w:bookmarkEnd w:id="46"/>
    </w:p>
    <w:p w14:paraId="3D6575D2" w14:textId="21BF65AF" w:rsidR="00986AF4" w:rsidRDefault="00986AF4" w:rsidP="00986AF4">
      <w:pPr>
        <w:pStyle w:val="Vrednost"/>
      </w:pPr>
      <w:r>
        <w:t>Vrednost: 13.097 €</w:t>
      </w:r>
    </w:p>
    <w:p w14:paraId="397E0FF3" w14:textId="25F2A2F2" w:rsidR="00986AF4" w:rsidRDefault="00986AF4" w:rsidP="00986AF4">
      <w:pPr>
        <w:pStyle w:val="Heading11"/>
      </w:pPr>
      <w:r>
        <w:lastRenderedPageBreak/>
        <w:t>Opis podprograma</w:t>
      </w:r>
    </w:p>
    <w:p w14:paraId="16E8DC20" w14:textId="4CF3DB4E" w:rsidR="00986AF4" w:rsidRDefault="00986AF4" w:rsidP="00986AF4">
      <w:r>
        <w:t>01019001 Dejavnost občinskega sveta: stroški sej občinskega sveta, stroški odborov in komisij, financiranje političnih strank</w:t>
      </w:r>
    </w:p>
    <w:p w14:paraId="0428615D" w14:textId="0316425F" w:rsidR="00986AF4" w:rsidRDefault="00986AF4" w:rsidP="00986AF4">
      <w:pPr>
        <w:pStyle w:val="Heading11"/>
      </w:pPr>
      <w:r>
        <w:t>Zakonske in druge pravne podlage</w:t>
      </w:r>
    </w:p>
    <w:p w14:paraId="1A4CEB53" w14:textId="2F0D10C5" w:rsidR="00986AF4" w:rsidRDefault="00986AF4" w:rsidP="00986AF4">
      <w:r>
        <w:t>Zakonske in druge pravne podlage</w:t>
      </w:r>
      <w:r>
        <w:br/>
        <w:t>" Ustava Republike Slovenije</w:t>
      </w:r>
      <w:r>
        <w:br/>
        <w:t xml:space="preserve">" Zakon o lokalni samoupravi </w:t>
      </w:r>
      <w:r>
        <w:br/>
        <w:t xml:space="preserve">" Zakon o lokalnih volitvah </w:t>
      </w:r>
      <w:r>
        <w:br/>
        <w:t>" Zakon o referendumu in ljudski iniciativi</w:t>
      </w:r>
      <w:r>
        <w:br/>
        <w:t>" Zakon o volilni kampanji</w:t>
      </w:r>
      <w:r>
        <w:br/>
        <w:t>" Zakon o samoprispevku</w:t>
      </w:r>
      <w:r>
        <w:br/>
        <w:t xml:space="preserve">" Zakon o političnih strankah </w:t>
      </w:r>
      <w:r>
        <w:br/>
        <w:t>" Zakon o financiranju političnih strank</w:t>
      </w:r>
      <w:r>
        <w:br/>
        <w:t>" Zakon o preprečevanju korupcije</w:t>
      </w:r>
      <w:r>
        <w:br/>
        <w:t xml:space="preserve">" Pravilnik o načinu razpolaganja z darili, ki jih sprejme funkcionar </w:t>
      </w:r>
      <w:r>
        <w:br/>
        <w:t>" Zakon o javnih uslužbencih</w:t>
      </w:r>
      <w:r>
        <w:br/>
        <w:t>" Zakon o sistemu plač v javnem sektorju</w:t>
      </w:r>
      <w:r>
        <w:br/>
        <w:t>" Zakon o dostopu do informacij javnega značaja</w:t>
      </w:r>
      <w:r>
        <w:br/>
        <w:t xml:space="preserve">" Odlok o plačah funkcionarjev </w:t>
      </w:r>
      <w:r>
        <w:br/>
        <w:t>" Statut občine Bistrica ob Sotli</w:t>
      </w:r>
      <w:r>
        <w:br/>
        <w:t>" Poslovnik o delu občinskega sveta</w:t>
      </w:r>
      <w:r>
        <w:br/>
        <w:t>" Pravilnik o plačah in plačilih občinskih  funkcionarjev in nagradah  članov delovnih teles občinskega sveta ter članov drugih občinskih organov ter o  povračilih stroškov (UL RS 60/19)</w:t>
      </w:r>
    </w:p>
    <w:p w14:paraId="6A427298" w14:textId="784F761A" w:rsidR="00986AF4" w:rsidRDefault="00986AF4" w:rsidP="00986AF4">
      <w:pPr>
        <w:pStyle w:val="Heading11"/>
      </w:pPr>
      <w:r>
        <w:t>Dolgoročni cilji podprograma in kazalci, s katerimi se bo merilo doseganje zastavljenih ciljev (Rezultat in kazalniki)</w:t>
      </w:r>
    </w:p>
    <w:p w14:paraId="044BE641" w14:textId="5D23F9A4" w:rsidR="00986AF4" w:rsidRDefault="00986AF4" w:rsidP="00986AF4">
      <w:r>
        <w:t>Zagotoviti  strokovne in materialne podlage, s katerimi se bo merilo doseganje zastavljenih ciljev.</w:t>
      </w:r>
      <w:r>
        <w:br/>
        <w:t>Dolgoročni cilji na področju delovanja Občinskega sveta in njegovih delovnih teles (odborov in komisij) so uresničevanje sprejetih smernic občinskega sveta in političnih strank, delujočih v občinskem svetu. Zahtevnejša zakonodaja in pristojnosti za področje lokalne samouprave tudi občinskemu svetu nalaga vrsto dodatnih nalog, predvsem s sprejemanjem in izvajanjem novih predpisov.</w:t>
      </w:r>
      <w:r>
        <w:br/>
        <w:t>Pomembna naloga Občinskega sveta kot zakonodajnega telesa na nivoju lokalnih skupnosti je, da skupaj z njegovimi odbori in komisijami ter na podlagi sprejetega letnega programa delovanja le tega tudi uresničuje. Občinski svet se mora izkazati tudi pri odločanju in poznavanju stroke, tvornem sodelovanju z županom, podžupani in z občinsko upravo, da se lahko dosežejo zastavljeni cilji.</w:t>
      </w:r>
    </w:p>
    <w:p w14:paraId="2D29180E" w14:textId="63461514" w:rsidR="00986AF4" w:rsidRDefault="00986AF4" w:rsidP="00986AF4">
      <w:pPr>
        <w:pStyle w:val="Heading11"/>
      </w:pPr>
      <w:r>
        <w:t>Letni izvedbeni cilji podprograma in kazalci, s katerimi se bo merilo doseganje zastavljenih ciljev (Neposredni učinek in kazalnik)</w:t>
      </w:r>
    </w:p>
    <w:p w14:paraId="2493F4B2" w14:textId="671A21A6" w:rsidR="00986AF4" w:rsidRDefault="00986AF4" w:rsidP="00986AF4">
      <w:r>
        <w:t>V letnem cilju je prednostna naloga Občinskega sveta (v sodelovanju z odbori in komisijami, županom in občinsko upravo) izvajanje proračuna in načrta razvojnih programov ter dopolnjevanje strateških aktov v kolikor bo to potrebno.</w:t>
      </w:r>
    </w:p>
    <w:p w14:paraId="797B5B86" w14:textId="1C7EEF01" w:rsidR="00986AF4" w:rsidRDefault="00986AF4" w:rsidP="00986AF4">
      <w:pPr>
        <w:pStyle w:val="AHeading8"/>
      </w:pPr>
      <w:r>
        <w:t>0002 - Občinski svet</w:t>
      </w:r>
      <w:bookmarkStart w:id="48" w:name="PU_0002_PPR_01019001_A_20261"/>
      <w:bookmarkEnd w:id="48"/>
    </w:p>
    <w:p w14:paraId="639D49B7" w14:textId="6B377C5A" w:rsidR="00986AF4" w:rsidRDefault="00986AF4" w:rsidP="00986AF4">
      <w:pPr>
        <w:pStyle w:val="Vrednost"/>
      </w:pPr>
      <w:r>
        <w:t>Vrednost: 27.097 €</w:t>
      </w:r>
    </w:p>
    <w:p w14:paraId="1399DB65" w14:textId="3226422F" w:rsidR="00986AF4" w:rsidRDefault="00986AF4" w:rsidP="00986AF4">
      <w:pPr>
        <w:pStyle w:val="AHeading10"/>
      </w:pPr>
      <w:r>
        <w:t>01001 - Stroški sej občinskega sveta</w:t>
      </w:r>
      <w:bookmarkStart w:id="49" w:name="PP_01001_A_20261"/>
      <w:bookmarkEnd w:id="49"/>
    </w:p>
    <w:p w14:paraId="25E14E9A" w14:textId="09DD021E" w:rsidR="00986AF4" w:rsidRDefault="00986AF4" w:rsidP="00986AF4">
      <w:pPr>
        <w:pStyle w:val="Vrednost"/>
      </w:pPr>
      <w:r>
        <w:t>Vrednost: 5.097 €</w:t>
      </w:r>
    </w:p>
    <w:p w14:paraId="5F110404" w14:textId="5BEBD35B" w:rsidR="00986AF4" w:rsidRDefault="00986AF4" w:rsidP="00986AF4">
      <w:pPr>
        <w:pStyle w:val="Heading11"/>
      </w:pPr>
      <w:r>
        <w:t>Obrazložitev dejavnosti v okviru proračunske postavke</w:t>
      </w:r>
    </w:p>
    <w:p w14:paraId="55E5073A" w14:textId="77777777" w:rsidR="00986AF4" w:rsidRDefault="00986AF4" w:rsidP="00986AF4">
      <w:pPr>
        <w:rPr>
          <w:lang w:eastAsia="sl-SI"/>
        </w:rPr>
      </w:pPr>
      <w:r>
        <w:t>Sredstva so bila planirana za izvedbo rednih sej občinskega sveta.  Sejnina za udeležbo na seji je planirana v višini 104 EUR  bruto na udeleženca. Strošek občine je tudi prispevek za zdravstveno zavarovanje v višini 0,53% od bruto sejnine na udeleženca. </w:t>
      </w:r>
    </w:p>
    <w:p w14:paraId="6767DAFF" w14:textId="77777777" w:rsidR="00986AF4" w:rsidRDefault="00986AF4" w:rsidP="00986AF4"/>
    <w:p w14:paraId="5DD2A765" w14:textId="4E68EEAE" w:rsidR="00986AF4" w:rsidRDefault="00986AF4" w:rsidP="00986AF4">
      <w:pPr>
        <w:pStyle w:val="Heading11"/>
      </w:pPr>
      <w:r>
        <w:t>Navezava na projekte v okviru proračunske postavke</w:t>
      </w:r>
    </w:p>
    <w:p w14:paraId="7ECC8F4D" w14:textId="0F25A1D5" w:rsidR="00986AF4" w:rsidRDefault="00986AF4" w:rsidP="00986AF4">
      <w:pPr>
        <w:pStyle w:val="Heading11"/>
      </w:pPr>
      <w:r>
        <w:t>Izhodišča, na katerih temeljijo izračuni predlogov pravic porabe za del, ki se ne izvršuje preko NRP (Neposredni učinek in kazalnik)</w:t>
      </w:r>
    </w:p>
    <w:p w14:paraId="57AB686E" w14:textId="1500D61F" w:rsidR="00986AF4" w:rsidRDefault="00986AF4" w:rsidP="00986AF4">
      <w:r>
        <w:t>Sredstva so planirana na podlagi realiziranih  sej občinskega sveta  ter višine sejnine. </w:t>
      </w:r>
    </w:p>
    <w:p w14:paraId="6B36927D" w14:textId="072292D2" w:rsidR="00986AF4" w:rsidRDefault="00986AF4" w:rsidP="00986AF4">
      <w:pPr>
        <w:pStyle w:val="AHeading10"/>
      </w:pPr>
      <w:r>
        <w:lastRenderedPageBreak/>
        <w:t>01002 - Občinska volilna komisija</w:t>
      </w:r>
      <w:bookmarkStart w:id="50" w:name="PP_01002_A_20261"/>
      <w:bookmarkEnd w:id="50"/>
    </w:p>
    <w:p w14:paraId="3E5CD46E" w14:textId="658D479F" w:rsidR="00986AF4" w:rsidRDefault="00986AF4" w:rsidP="00986AF4">
      <w:pPr>
        <w:pStyle w:val="Vrednost"/>
      </w:pPr>
      <w:r>
        <w:t>Vrednost: 7.000 €</w:t>
      </w:r>
    </w:p>
    <w:p w14:paraId="09ADF6A0" w14:textId="2CFA0D35" w:rsidR="00986AF4" w:rsidRDefault="00986AF4" w:rsidP="00986AF4">
      <w:pPr>
        <w:pStyle w:val="Heading11"/>
      </w:pPr>
      <w:r>
        <w:t>Obrazložitev dejavnosti v okviru proračunske postavke</w:t>
      </w:r>
    </w:p>
    <w:p w14:paraId="75ABC9F5" w14:textId="0D4B75AC" w:rsidR="00986AF4" w:rsidRDefault="00986AF4" w:rsidP="00986AF4">
      <w:r>
        <w:t>Sredstva so planirana za plačilo nadomestila občinski volilni komisiji in volilnim odborom za delo pri organizaciji občinskih lokalni</w:t>
      </w:r>
      <w:r w:rsidR="005C0096">
        <w:t>h</w:t>
      </w:r>
      <w:r>
        <w:t xml:space="preserve"> volitev za župana in člane občinskega sveta.</w:t>
      </w:r>
    </w:p>
    <w:p w14:paraId="637C7733" w14:textId="0F4A22DD" w:rsidR="00986AF4" w:rsidRDefault="00986AF4" w:rsidP="00986AF4">
      <w:pPr>
        <w:pStyle w:val="Heading11"/>
      </w:pPr>
      <w:r>
        <w:t>Navezava na projekte v okviru proračunske postavke</w:t>
      </w:r>
    </w:p>
    <w:p w14:paraId="402B1BF1" w14:textId="3C1D051B" w:rsidR="00986AF4" w:rsidRDefault="00986AF4" w:rsidP="00986AF4">
      <w:r>
        <w:t>/</w:t>
      </w:r>
    </w:p>
    <w:p w14:paraId="10184AFF" w14:textId="051B70D6" w:rsidR="00986AF4" w:rsidRDefault="00986AF4" w:rsidP="00986AF4">
      <w:pPr>
        <w:pStyle w:val="Heading11"/>
      </w:pPr>
      <w:r>
        <w:t>Izhodišča, na katerih temeljijo izračuni predlogov pravic porabe za del, ki se ne izvršuje preko NRP (Neposredni učinek in kazalnik)</w:t>
      </w:r>
    </w:p>
    <w:p w14:paraId="16F5F7B4" w14:textId="4DCECEEB" w:rsidR="00986AF4" w:rsidRDefault="00986AF4" w:rsidP="00986AF4">
      <w:r>
        <w:t>Stroški so planirani na podlagi veljavne zakonodaje.</w:t>
      </w:r>
    </w:p>
    <w:p w14:paraId="34C3004B" w14:textId="575C9DF7" w:rsidR="00986AF4" w:rsidRDefault="00986AF4" w:rsidP="00986AF4">
      <w:pPr>
        <w:pStyle w:val="AHeading10"/>
      </w:pPr>
      <w:r>
        <w:t>01007 - Stroški sej odborov in komisij</w:t>
      </w:r>
      <w:bookmarkStart w:id="51" w:name="PP_01007_A_20261"/>
      <w:bookmarkEnd w:id="51"/>
    </w:p>
    <w:p w14:paraId="7CCB41BF" w14:textId="6ECF5756" w:rsidR="00986AF4" w:rsidRDefault="00986AF4" w:rsidP="00986AF4">
      <w:pPr>
        <w:pStyle w:val="Vrednost"/>
      </w:pPr>
      <w:r>
        <w:t>Vrednost: 1.000 €</w:t>
      </w:r>
    </w:p>
    <w:p w14:paraId="05F24167" w14:textId="6279D6D8" w:rsidR="00986AF4" w:rsidRDefault="00986AF4" w:rsidP="00986AF4">
      <w:pPr>
        <w:pStyle w:val="Heading11"/>
      </w:pPr>
      <w:r>
        <w:t>Obrazložitev dejavnosti v okviru proračunske postavke</w:t>
      </w:r>
    </w:p>
    <w:p w14:paraId="316D08E6" w14:textId="77777777" w:rsidR="00986AF4" w:rsidRDefault="00986AF4" w:rsidP="00986AF4">
      <w:pPr>
        <w:rPr>
          <w:lang w:eastAsia="sl-SI"/>
        </w:rPr>
      </w:pPr>
      <w:r>
        <w:t>Sredstva so planirana za delovanje odborov in komisij občine.</w:t>
      </w:r>
    </w:p>
    <w:p w14:paraId="149E2AF4" w14:textId="77777777" w:rsidR="00986AF4" w:rsidRDefault="00986AF4" w:rsidP="00986AF4"/>
    <w:p w14:paraId="2B0596FD" w14:textId="73ED4E68" w:rsidR="00986AF4" w:rsidRDefault="00986AF4" w:rsidP="00986AF4">
      <w:pPr>
        <w:pStyle w:val="Heading11"/>
      </w:pPr>
      <w:r>
        <w:t>Navezava na projekte v okviru proračunske postavke</w:t>
      </w:r>
    </w:p>
    <w:p w14:paraId="29A01579" w14:textId="1BD184B5" w:rsidR="00986AF4" w:rsidRDefault="00986AF4" w:rsidP="00986AF4">
      <w:pPr>
        <w:pStyle w:val="Heading11"/>
      </w:pPr>
      <w:r>
        <w:t>Izhodišča, na katerih temeljijo izračuni predlogov pravic porabe za del, ki se ne izvršuje preko NRP (Neposredni učinek in kazalnik)</w:t>
      </w:r>
    </w:p>
    <w:p w14:paraId="603928BE" w14:textId="2297B7C6" w:rsidR="00986AF4" w:rsidRDefault="00986AF4" w:rsidP="00986AF4">
      <w:r>
        <w:t>Sredstva so planirana na podlagi pričakovanih potreb v letu 2026.</w:t>
      </w:r>
    </w:p>
    <w:p w14:paraId="56417964" w14:textId="77777777" w:rsidR="00986AF4" w:rsidRDefault="00986AF4" w:rsidP="00986AF4"/>
    <w:p w14:paraId="6CAE226B" w14:textId="5CD497D1" w:rsidR="00986AF4" w:rsidRDefault="00986AF4" w:rsidP="00986AF4">
      <w:pPr>
        <w:pStyle w:val="AHeading7"/>
      </w:pPr>
      <w:bookmarkStart w:id="52" w:name="_Toc184208504"/>
      <w:r>
        <w:t>01019002 - Izvedba in nadzor volitev in referendumov</w:t>
      </w:r>
      <w:bookmarkStart w:id="53" w:name="PPR_01019002_A_20261"/>
      <w:bookmarkEnd w:id="53"/>
      <w:bookmarkEnd w:id="52"/>
    </w:p>
    <w:p w14:paraId="709B0FA5" w14:textId="439D6271" w:rsidR="00986AF4" w:rsidRDefault="00986AF4" w:rsidP="00986AF4">
      <w:pPr>
        <w:pStyle w:val="Vrednost"/>
      </w:pPr>
      <w:r>
        <w:t>Vrednost: 3.000 €</w:t>
      </w:r>
    </w:p>
    <w:p w14:paraId="354195FA" w14:textId="462B5691" w:rsidR="00986AF4" w:rsidRDefault="00986AF4" w:rsidP="00986AF4">
      <w:pPr>
        <w:pStyle w:val="Heading11"/>
      </w:pPr>
      <w:r>
        <w:t>Opis podprograma</w:t>
      </w:r>
    </w:p>
    <w:p w14:paraId="5D27AABB" w14:textId="22EE109E" w:rsidR="00986AF4" w:rsidRDefault="00986AF4" w:rsidP="00986AF4">
      <w:r>
        <w:t>01019002 Izvedba in nadzor volitev in referen</w:t>
      </w:r>
      <w:r w:rsidR="005C0096">
        <w:t>d</w:t>
      </w:r>
      <w:r>
        <w:t>umov, izvedba lokalnih volitev</w:t>
      </w:r>
    </w:p>
    <w:p w14:paraId="00C635E5" w14:textId="22A2898E" w:rsidR="00986AF4" w:rsidRDefault="00986AF4" w:rsidP="00986AF4">
      <w:pPr>
        <w:pStyle w:val="Heading11"/>
      </w:pPr>
      <w:r>
        <w:t>Zakonske in druge pravne podlage</w:t>
      </w:r>
    </w:p>
    <w:p w14:paraId="073BF092" w14:textId="77777777" w:rsidR="00986AF4" w:rsidRPr="00986AF4" w:rsidRDefault="00986AF4" w:rsidP="00986AF4">
      <w:pPr>
        <w:pStyle w:val="Navadensplet"/>
      </w:pPr>
      <w:r w:rsidRPr="00986AF4">
        <w:t>Zakon o lokalnih volitvah</w:t>
      </w:r>
    </w:p>
    <w:p w14:paraId="2188C112" w14:textId="77777777" w:rsidR="00986AF4" w:rsidRPr="00986AF4" w:rsidRDefault="00986AF4" w:rsidP="00986AF4">
      <w:pPr>
        <w:pStyle w:val="Navadensplet"/>
      </w:pPr>
      <w:r w:rsidRPr="00986AF4">
        <w:t>Zakon o volilni in referendumski kampanji</w:t>
      </w:r>
    </w:p>
    <w:p w14:paraId="070F3DE8" w14:textId="77777777" w:rsidR="00986AF4" w:rsidRDefault="00986AF4" w:rsidP="00986AF4"/>
    <w:p w14:paraId="007057B8" w14:textId="2745D262" w:rsidR="00986AF4" w:rsidRDefault="00986AF4" w:rsidP="00986AF4">
      <w:pPr>
        <w:pStyle w:val="Heading11"/>
      </w:pPr>
      <w:r>
        <w:t>Dolgoročni cilji podprograma in kazalci, s katerimi se bo merilo doseganje zastavljenih ciljev (Rezultat in kazalniki)</w:t>
      </w:r>
    </w:p>
    <w:p w14:paraId="7112CF40" w14:textId="7BE7A291" w:rsidR="00986AF4" w:rsidRDefault="00986AF4" w:rsidP="00986AF4">
      <w:pPr>
        <w:pStyle w:val="Heading11"/>
      </w:pPr>
      <w:r>
        <w:t>Letni izvedbeni cilji podprograma in kazalci, s katerimi se bo merilo doseganje zastavljenih ciljev (Neposredni učinek in kazalnik)</w:t>
      </w:r>
    </w:p>
    <w:p w14:paraId="539B1545" w14:textId="77777777" w:rsidR="00986AF4" w:rsidRDefault="00986AF4" w:rsidP="00986AF4">
      <w:pPr>
        <w:rPr>
          <w:lang w:eastAsia="sl-SI"/>
        </w:rPr>
      </w:pPr>
      <w:r>
        <w:t>Nemotena organizacija lokalnih volitev za župana in člane občinskega sveta.</w:t>
      </w:r>
    </w:p>
    <w:p w14:paraId="23885B92" w14:textId="77777777" w:rsidR="00986AF4" w:rsidRDefault="00986AF4" w:rsidP="00986AF4"/>
    <w:p w14:paraId="2FDC7E46" w14:textId="0A7F7A23" w:rsidR="00986AF4" w:rsidRDefault="00986AF4" w:rsidP="00986AF4">
      <w:pPr>
        <w:pStyle w:val="AHeading8"/>
      </w:pPr>
      <w:r>
        <w:t>0002 - Občinski svet</w:t>
      </w:r>
      <w:bookmarkStart w:id="54" w:name="PU_0002_PPR_01019002_A_20261"/>
      <w:bookmarkEnd w:id="54"/>
    </w:p>
    <w:p w14:paraId="29E05692" w14:textId="49121A2D" w:rsidR="00986AF4" w:rsidRDefault="00986AF4" w:rsidP="00986AF4">
      <w:pPr>
        <w:pStyle w:val="Vrednost"/>
      </w:pPr>
      <w:r>
        <w:t>Vrednost: 27.097 €</w:t>
      </w:r>
    </w:p>
    <w:p w14:paraId="5EC91A03" w14:textId="4AC3EBEA" w:rsidR="00986AF4" w:rsidRDefault="00986AF4" w:rsidP="00986AF4">
      <w:pPr>
        <w:pStyle w:val="AHeading10"/>
      </w:pPr>
      <w:r>
        <w:t>01003 - Volitve župana in občinskega sveta</w:t>
      </w:r>
      <w:bookmarkStart w:id="55" w:name="PP_01003_A_20261"/>
      <w:bookmarkEnd w:id="55"/>
    </w:p>
    <w:p w14:paraId="01314F04" w14:textId="7ED3E675" w:rsidR="00986AF4" w:rsidRDefault="00986AF4" w:rsidP="00986AF4">
      <w:pPr>
        <w:pStyle w:val="Vrednost"/>
      </w:pPr>
      <w:r>
        <w:t>Vrednost: 3.000 €</w:t>
      </w:r>
    </w:p>
    <w:p w14:paraId="2819B2C7" w14:textId="1F74F9D4" w:rsidR="00986AF4" w:rsidRDefault="00986AF4" w:rsidP="00986AF4">
      <w:pPr>
        <w:pStyle w:val="Heading11"/>
      </w:pPr>
      <w:r>
        <w:t>Obrazložitev dejavnosti v okviru proračunske postavke</w:t>
      </w:r>
    </w:p>
    <w:p w14:paraId="59262E4F" w14:textId="77777777" w:rsidR="00986AF4" w:rsidRDefault="00986AF4" w:rsidP="00986AF4">
      <w:pPr>
        <w:rPr>
          <w:lang w:eastAsia="sl-SI"/>
        </w:rPr>
      </w:pPr>
      <w:r>
        <w:t>Planirana so sredstva za plačilo stroškov povezanih z lokalnimi volitvami iz leta 2026</w:t>
      </w:r>
    </w:p>
    <w:p w14:paraId="21076AC6" w14:textId="77777777" w:rsidR="00986AF4" w:rsidRDefault="00986AF4" w:rsidP="00986AF4"/>
    <w:p w14:paraId="516271D5" w14:textId="32BF77DD" w:rsidR="00986AF4" w:rsidRDefault="00986AF4" w:rsidP="00986AF4">
      <w:pPr>
        <w:pStyle w:val="Heading11"/>
      </w:pPr>
      <w:r>
        <w:lastRenderedPageBreak/>
        <w:t>Navezava na projekte v okviru proračunske postavke</w:t>
      </w:r>
    </w:p>
    <w:p w14:paraId="42E0AA82" w14:textId="1477922F" w:rsidR="00986AF4" w:rsidRDefault="00986AF4" w:rsidP="00986AF4">
      <w:r>
        <w:t>/</w:t>
      </w:r>
    </w:p>
    <w:p w14:paraId="7C811B70" w14:textId="77985686" w:rsidR="00986AF4" w:rsidRDefault="00986AF4" w:rsidP="00986AF4">
      <w:pPr>
        <w:pStyle w:val="Heading11"/>
      </w:pPr>
      <w:r>
        <w:t>Izhodišča, na katerih temeljijo izračuni predlogov pravic porabe za del, ki se ne izvršuje preko NRP (Neposredni učinek in kazalnik)</w:t>
      </w:r>
    </w:p>
    <w:p w14:paraId="5B0814DF" w14:textId="3DB107CE" w:rsidR="00986AF4" w:rsidRDefault="00986AF4" w:rsidP="00986AF4">
      <w:r>
        <w:t>Stroški so planirani na podlagi pričakovanih potreb.</w:t>
      </w:r>
    </w:p>
    <w:p w14:paraId="4D491BC5" w14:textId="77777777" w:rsidR="00986AF4" w:rsidRDefault="00986AF4" w:rsidP="00986AF4"/>
    <w:p w14:paraId="0F0A27CD" w14:textId="780AE400" w:rsidR="00986AF4" w:rsidRDefault="00986AF4" w:rsidP="00986AF4">
      <w:pPr>
        <w:pStyle w:val="AHeading7"/>
      </w:pPr>
      <w:bookmarkStart w:id="56" w:name="_Toc184208505"/>
      <w:r>
        <w:t>01019003 - Dejavnost župana in podžupanov</w:t>
      </w:r>
      <w:bookmarkStart w:id="57" w:name="PPR_01019003_A_20261"/>
      <w:bookmarkEnd w:id="57"/>
      <w:bookmarkEnd w:id="56"/>
    </w:p>
    <w:p w14:paraId="0EEA4653" w14:textId="19E82EBF" w:rsidR="00986AF4" w:rsidRDefault="00986AF4" w:rsidP="00986AF4">
      <w:pPr>
        <w:pStyle w:val="Vrednost"/>
      </w:pPr>
      <w:r>
        <w:t>Vrednost: 67.827 €</w:t>
      </w:r>
    </w:p>
    <w:p w14:paraId="01F97558" w14:textId="3D9D7B58" w:rsidR="00986AF4" w:rsidRDefault="00986AF4" w:rsidP="00986AF4">
      <w:pPr>
        <w:pStyle w:val="Heading11"/>
      </w:pPr>
      <w:r>
        <w:t>Opis podprograma</w:t>
      </w:r>
    </w:p>
    <w:p w14:paraId="552BA8BB" w14:textId="027D767A" w:rsidR="00986AF4" w:rsidRDefault="00986AF4" w:rsidP="00986AF4">
      <w:r>
        <w:t xml:space="preserve">Župan s pomočjo podžupana predstavlja in zastopa občino Bistrica ob Sotli, v okviru danih pooblastil gospodari z njenim premoženjem, skrbi za objavo in  izvajanje sprejetih občinskih aktov, oz. izvaja naloge in pooblastila v skladu z veljavnimi predpisi. </w:t>
      </w:r>
      <w:r>
        <w:br/>
        <w:t>Dejavnost župana in podžupanov - podprogram 01019003, vključuje: plače poklicnih funkcionarjev in nadomestila za nepoklicno opravljanje funkcije, materialne izdatke, vključno z izdatki reprezentance in odnosov z javnostmi (novinarske konference, sporočila za javnost, objava informacij v medijih).</w:t>
      </w:r>
    </w:p>
    <w:p w14:paraId="3ED98152" w14:textId="5C804788" w:rsidR="00986AF4" w:rsidRDefault="00986AF4" w:rsidP="00986AF4">
      <w:pPr>
        <w:pStyle w:val="Heading11"/>
      </w:pPr>
      <w:r>
        <w:t>Zakonske in druge pravne podlage</w:t>
      </w:r>
    </w:p>
    <w:p w14:paraId="68BCBF97" w14:textId="27BCFA30" w:rsidR="00986AF4" w:rsidRDefault="00986AF4" w:rsidP="00986AF4">
      <w:r>
        <w:t>Republike Slovenije</w:t>
      </w:r>
      <w:r>
        <w:br/>
        <w:t xml:space="preserve">" Zakon o lokalni samoupravi </w:t>
      </w:r>
      <w:r>
        <w:br/>
        <w:t xml:space="preserve">" Zakon o lokalnih volitvah </w:t>
      </w:r>
      <w:r>
        <w:br/>
        <w:t>" Zakon o referendumu in ljudski iniciativi</w:t>
      </w:r>
      <w:r>
        <w:br/>
        <w:t>" Zakon o volilni kampanji</w:t>
      </w:r>
      <w:r>
        <w:br/>
        <w:t>" Zakon o samoprispevku</w:t>
      </w:r>
      <w:r>
        <w:br/>
        <w:t>" Zakon o financiranju političnih strank</w:t>
      </w:r>
      <w:r>
        <w:br/>
        <w:t>" Zakon o dostopu do informacij javnega značaja</w:t>
      </w:r>
      <w:r>
        <w:br/>
        <w:t xml:space="preserve">" Odlok o plačah funkcionarjev </w:t>
      </w:r>
      <w:r>
        <w:br/>
        <w:t>" Zakon o medijih</w:t>
      </w:r>
      <w:r>
        <w:br/>
        <w:t>" Zakon o preprečevanju korupcije</w:t>
      </w:r>
      <w:r>
        <w:br/>
        <w:t xml:space="preserve">" Pravilnik o načinu razpolaganja z darili, ki jih sprejme funkcionar </w:t>
      </w:r>
      <w:r>
        <w:br/>
        <w:t>" Zakon o javnih uslužbencih</w:t>
      </w:r>
      <w:r>
        <w:br/>
        <w:t>" Zakon o sistemu plač v javnem sektorju</w:t>
      </w:r>
      <w:r>
        <w:br/>
        <w:t>" Odlok o plačah funkcionarjev</w:t>
      </w:r>
      <w:r>
        <w:br/>
        <w:t>" Statut občine Bistrica ob Sotli</w:t>
      </w:r>
      <w:r>
        <w:br/>
        <w:t>" Poslovnik občinskega sveta</w:t>
      </w:r>
      <w:r>
        <w:br/>
        <w:t>" Odlok o organizaciji in delovnem področju občinske uprave Občine Bistrica ob Sotli</w:t>
      </w:r>
      <w:r>
        <w:br/>
        <w:t>" Pravilnik o plačah in plačilih občinskih  funkcionarjev in nagradah  članov delovnih teles občinskega sveta ter članov drugih občinskih organov ter o  povračilih stroškov (UL RS 60/2019)</w:t>
      </w:r>
    </w:p>
    <w:p w14:paraId="11278A00" w14:textId="2EAAECFA" w:rsidR="00986AF4" w:rsidRDefault="00986AF4" w:rsidP="00986AF4">
      <w:pPr>
        <w:pStyle w:val="Heading11"/>
      </w:pPr>
      <w:r>
        <w:t>Dolgoročni cilji podprograma in kazalci, s katerimi se bo merilo doseganje zastavljenih ciljev (Rezultat in kazalniki)</w:t>
      </w:r>
    </w:p>
    <w:p w14:paraId="5587336C" w14:textId="10E2FDD9" w:rsidR="00986AF4" w:rsidRDefault="00986AF4" w:rsidP="00986AF4">
      <w:r>
        <w:t>Zagotavljanje strokovnih in materialnih podlag za delo župana in podžupana.</w:t>
      </w:r>
    </w:p>
    <w:p w14:paraId="1821E5C0" w14:textId="5E683AB6" w:rsidR="00986AF4" w:rsidRDefault="00986AF4" w:rsidP="00986AF4">
      <w:pPr>
        <w:pStyle w:val="Heading11"/>
      </w:pPr>
      <w:r>
        <w:t>Letni izvedbeni cilji podprograma in kazalci, s katerimi se bo merilo doseganje zastavljenih ciljev (Neposredni učinek in kazalnik)</w:t>
      </w:r>
    </w:p>
    <w:p w14:paraId="328BA68F" w14:textId="72ABBAC2" w:rsidR="00986AF4" w:rsidRDefault="00986AF4" w:rsidP="00986AF4">
      <w:r>
        <w:t>Zagotovitev strokovnih in materialnih podlag za delo župana in podžupana.</w:t>
      </w:r>
    </w:p>
    <w:p w14:paraId="373513A3" w14:textId="3D9BD650" w:rsidR="00986AF4" w:rsidRDefault="00986AF4" w:rsidP="00986AF4">
      <w:pPr>
        <w:pStyle w:val="AHeading8"/>
      </w:pPr>
      <w:r>
        <w:t>0001 - Župan</w:t>
      </w:r>
      <w:bookmarkStart w:id="58" w:name="PU_0001_PPR_01019003_A_20261"/>
      <w:bookmarkEnd w:id="58"/>
    </w:p>
    <w:p w14:paraId="54CED87A" w14:textId="3000680D" w:rsidR="00986AF4" w:rsidRDefault="00986AF4" w:rsidP="00986AF4">
      <w:pPr>
        <w:pStyle w:val="Vrednost"/>
      </w:pPr>
      <w:r>
        <w:t>Vrednost: 91.327 €</w:t>
      </w:r>
    </w:p>
    <w:p w14:paraId="58079E52" w14:textId="03237E1B" w:rsidR="00986AF4" w:rsidRDefault="00986AF4" w:rsidP="00986AF4">
      <w:pPr>
        <w:pStyle w:val="AHeading10"/>
      </w:pPr>
      <w:r>
        <w:t>01004 - Plača in drugi stroški dela - župan</w:t>
      </w:r>
      <w:bookmarkStart w:id="59" w:name="PP_01004_A_20261"/>
      <w:bookmarkEnd w:id="59"/>
    </w:p>
    <w:p w14:paraId="20CC1FE0" w14:textId="359C78BA" w:rsidR="00986AF4" w:rsidRDefault="00986AF4" w:rsidP="00986AF4">
      <w:pPr>
        <w:pStyle w:val="Vrednost"/>
      </w:pPr>
      <w:r>
        <w:t>Vrednost: 56.464 €</w:t>
      </w:r>
    </w:p>
    <w:p w14:paraId="73F37036" w14:textId="024E3F17" w:rsidR="00986AF4" w:rsidRDefault="00986AF4" w:rsidP="00986AF4">
      <w:pPr>
        <w:pStyle w:val="Heading11"/>
      </w:pPr>
      <w:r>
        <w:t>Obrazložitev dejavnosti v okviru proračunske postavke</w:t>
      </w:r>
    </w:p>
    <w:p w14:paraId="16BA1759" w14:textId="3328A174" w:rsidR="00986AF4" w:rsidRDefault="00986AF4" w:rsidP="00986AF4">
      <w:r>
        <w:t xml:space="preserve">Plače županov in podžupanov so določene z Odlokom o plačah funkcionarjev, sprejetim na podlagi 10. člena Zakona o sistemu plač v javnem sektorju. Župan je v skladu z veljavno zakonodajo  uvrščen v 47. plačni razred.  Planirani so tudi stroški regresa za letni dopust, povračilo potnih stroškov in malice ter prispevki za socialno </w:t>
      </w:r>
      <w:r>
        <w:lastRenderedPageBreak/>
        <w:t>varnost. Županu za opravljanje funkcije pripada še dodatek za delovno dobo ter premija za dodatno pokojninsko zavarovanje.</w:t>
      </w:r>
    </w:p>
    <w:p w14:paraId="78BCBC63" w14:textId="211C05FC" w:rsidR="00986AF4" w:rsidRDefault="00986AF4" w:rsidP="00986AF4">
      <w:pPr>
        <w:pStyle w:val="Heading11"/>
      </w:pPr>
      <w:r>
        <w:t>Navezava na projekte v okviru proračunske postavke</w:t>
      </w:r>
    </w:p>
    <w:p w14:paraId="56B052D9" w14:textId="7A8B8CEF" w:rsidR="00986AF4" w:rsidRDefault="00986AF4" w:rsidP="00986AF4">
      <w:pPr>
        <w:pStyle w:val="Heading11"/>
      </w:pPr>
      <w:r>
        <w:t>Izhodišča, na katerih temeljijo izračuni predlogov pravic porabe za del, ki se ne izvršuje preko NRP (Neposredni učinek in kazalnik)</w:t>
      </w:r>
    </w:p>
    <w:p w14:paraId="34863B9B" w14:textId="61CA98AE" w:rsidR="00986AF4" w:rsidRDefault="00986AF4" w:rsidP="00986AF4">
      <w:r>
        <w:t>Predvideni stroški dela so izračunani na podlagi veljavne zakonodaje.</w:t>
      </w:r>
    </w:p>
    <w:p w14:paraId="499632CB" w14:textId="02C9361D" w:rsidR="00986AF4" w:rsidRDefault="00986AF4" w:rsidP="00986AF4">
      <w:pPr>
        <w:pStyle w:val="AHeading10"/>
      </w:pPr>
      <w:r>
        <w:t>01005 - Materialni stroški - župan</w:t>
      </w:r>
      <w:bookmarkStart w:id="60" w:name="PP_01005_A_20261"/>
      <w:bookmarkEnd w:id="60"/>
    </w:p>
    <w:p w14:paraId="185A4567" w14:textId="2A28EB4D" w:rsidR="00986AF4" w:rsidRDefault="00986AF4" w:rsidP="00986AF4">
      <w:pPr>
        <w:pStyle w:val="Vrednost"/>
      </w:pPr>
      <w:r>
        <w:t>Vrednost: 10.163 €</w:t>
      </w:r>
    </w:p>
    <w:p w14:paraId="2D6C7A21" w14:textId="1C7D0752" w:rsidR="00986AF4" w:rsidRDefault="00986AF4" w:rsidP="00986AF4">
      <w:pPr>
        <w:pStyle w:val="Heading11"/>
      </w:pPr>
      <w:r>
        <w:t>Obrazložitev dejavnosti v okviru proračunske postavke</w:t>
      </w:r>
    </w:p>
    <w:p w14:paraId="5DA3E62E" w14:textId="0D4A3BB0" w:rsidR="00986AF4" w:rsidRDefault="00986AF4" w:rsidP="00986AF4">
      <w:r>
        <w:t>Predvideni so izdatki za službena potovanja, izdatki za telefon, časopise in strokovno literaturo ter reprezentanco.</w:t>
      </w:r>
    </w:p>
    <w:p w14:paraId="1DB58D1E" w14:textId="18A0DB54" w:rsidR="00986AF4" w:rsidRDefault="00986AF4" w:rsidP="00986AF4">
      <w:pPr>
        <w:pStyle w:val="Heading11"/>
      </w:pPr>
      <w:r>
        <w:t>Navezava na projekte v okviru proračunske postavke</w:t>
      </w:r>
    </w:p>
    <w:p w14:paraId="3896CD00" w14:textId="554E57CA" w:rsidR="00986AF4" w:rsidRDefault="00986AF4" w:rsidP="00986AF4">
      <w:pPr>
        <w:pStyle w:val="Heading11"/>
      </w:pPr>
      <w:r>
        <w:t>Izhodišča, na katerih temeljijo izračuni predlogov pravic porabe za del, ki se ne izvršuje preko NRP (Neposredni učinek in kazalnik)</w:t>
      </w:r>
    </w:p>
    <w:p w14:paraId="2C6ABF32" w14:textId="58FDF7CA" w:rsidR="00986AF4" w:rsidRDefault="00986AF4" w:rsidP="00986AF4">
      <w:r>
        <w:t>Izdatki so planirani na osnovi  načrtovanih aktivnostih v letu 2026.</w:t>
      </w:r>
    </w:p>
    <w:p w14:paraId="57E1AC2C" w14:textId="604780E8" w:rsidR="00986AF4" w:rsidRDefault="00986AF4" w:rsidP="00986AF4">
      <w:pPr>
        <w:pStyle w:val="AHeading10"/>
      </w:pPr>
      <w:r>
        <w:t>01008 - Nadomestilo za nepoklicno opravljanje funkcije podžupana</w:t>
      </w:r>
      <w:bookmarkStart w:id="61" w:name="PP_01008_A_20261"/>
      <w:bookmarkEnd w:id="61"/>
    </w:p>
    <w:p w14:paraId="56CD0110" w14:textId="312972FC" w:rsidR="00986AF4" w:rsidRDefault="00986AF4" w:rsidP="00986AF4">
      <w:pPr>
        <w:pStyle w:val="Vrednost"/>
      </w:pPr>
      <w:r>
        <w:t>Vrednost: 1.200 €</w:t>
      </w:r>
    </w:p>
    <w:p w14:paraId="70ACEB00" w14:textId="55A6300B" w:rsidR="00986AF4" w:rsidRDefault="00986AF4" w:rsidP="00986AF4">
      <w:pPr>
        <w:pStyle w:val="Heading11"/>
      </w:pPr>
      <w:r>
        <w:t>Obrazložitev dejavnosti v okviru proračunske postavke</w:t>
      </w:r>
    </w:p>
    <w:p w14:paraId="02383448" w14:textId="342B7BAC" w:rsidR="00986AF4" w:rsidRDefault="00986AF4" w:rsidP="00986AF4">
      <w:r>
        <w:t>Predvidena je nagrada za opravljanje funkcije podžupana ter izdatki za službena potovanja. Za podžupana je predvidena nagrada za opravljanje funkcije z upoštevanjem 33. plačnega razreda. Podžupan  je  glede na neprofesionalno opravljanje funkcije upravičen  največ do polovice osnovne plače, predvidene za profesionalno opravljanje funkcije. Nagrada podžupanu se določi v odstotku glede na dejansko opravljeno delo v posameznem mesecu (udeležba na sejah, nadomeščanje župana).</w:t>
      </w:r>
    </w:p>
    <w:p w14:paraId="447EF7EF" w14:textId="3D5E2E27" w:rsidR="00986AF4" w:rsidRDefault="00986AF4" w:rsidP="00986AF4">
      <w:pPr>
        <w:pStyle w:val="Heading11"/>
      </w:pPr>
      <w:r>
        <w:t>Navezava na projekte v okviru proračunske postavke</w:t>
      </w:r>
    </w:p>
    <w:p w14:paraId="740659D0" w14:textId="49E39E03" w:rsidR="00986AF4" w:rsidRDefault="00986AF4" w:rsidP="00986AF4">
      <w:pPr>
        <w:pStyle w:val="Heading11"/>
      </w:pPr>
      <w:r>
        <w:t>Izhodišča, na katerih temeljijo izračuni predlogov pravic porabe za del, ki se ne izvršuje preko NRP (Neposredni učinek in kazalnik)</w:t>
      </w:r>
    </w:p>
    <w:p w14:paraId="6A0CEB2D" w14:textId="77777777" w:rsidR="00986AF4" w:rsidRDefault="00986AF4" w:rsidP="00986AF4">
      <w:pPr>
        <w:rPr>
          <w:lang w:eastAsia="sl-SI"/>
        </w:rPr>
      </w:pPr>
      <w:r>
        <w:t> </w:t>
      </w:r>
    </w:p>
    <w:p w14:paraId="7C0C354F" w14:textId="77777777" w:rsidR="00986AF4" w:rsidRDefault="00986AF4" w:rsidP="00986AF4"/>
    <w:p w14:paraId="7C978B44" w14:textId="77777777" w:rsidR="00986AF4" w:rsidRDefault="00986AF4" w:rsidP="00986AF4"/>
    <w:p w14:paraId="4D9F05B8" w14:textId="370D1684" w:rsidR="00986AF4" w:rsidRDefault="00986AF4" w:rsidP="00986AF4">
      <w:pPr>
        <w:pStyle w:val="AHeading5"/>
      </w:pPr>
      <w:bookmarkStart w:id="62" w:name="_Toc184208506"/>
      <w:r>
        <w:t>02 - EKONOMSKA IN FISKALNA ADMINISTRACIJA</w:t>
      </w:r>
      <w:bookmarkEnd w:id="62"/>
    </w:p>
    <w:p w14:paraId="01C7C453" w14:textId="3E4DCBFC" w:rsidR="00986AF4" w:rsidRDefault="00986AF4" w:rsidP="00986AF4">
      <w:pPr>
        <w:pStyle w:val="Vrednost"/>
      </w:pPr>
      <w:r>
        <w:t>Vrednost: 5.900 €</w:t>
      </w:r>
    </w:p>
    <w:p w14:paraId="45E756AC" w14:textId="4CCC1A1D" w:rsidR="00986AF4" w:rsidRDefault="00986AF4" w:rsidP="00986AF4">
      <w:pPr>
        <w:pStyle w:val="Heading11"/>
      </w:pPr>
      <w:r>
        <w:t>Opis področja proračunske porabe, poslanstva občine znotraj področja proračunske porabe</w:t>
      </w:r>
    </w:p>
    <w:p w14:paraId="0B3F6723" w14:textId="7AECB7B3" w:rsidR="00986AF4" w:rsidRDefault="00986AF4" w:rsidP="00986AF4">
      <w:r>
        <w:t>Področje porabe 02 zajema vodenje finančnih zadev in storitev ter nadzor nad porabo javnih financ. V občini je na tem področju zajeto delovno področje nadzornega odbora občine.</w:t>
      </w:r>
    </w:p>
    <w:p w14:paraId="35FD5015" w14:textId="4C9A8AA8" w:rsidR="00986AF4" w:rsidRDefault="00986AF4" w:rsidP="00986AF4">
      <w:pPr>
        <w:pStyle w:val="Heading11"/>
      </w:pPr>
      <w:r>
        <w:t>Dokumenti dolgoročnega razvojnega načrtovanja</w:t>
      </w:r>
    </w:p>
    <w:p w14:paraId="4F45F925" w14:textId="41169218" w:rsidR="00986AF4" w:rsidRDefault="00986AF4" w:rsidP="00986AF4">
      <w:r>
        <w:t>/</w:t>
      </w:r>
    </w:p>
    <w:p w14:paraId="62FA2B64" w14:textId="41C8320A" w:rsidR="00986AF4" w:rsidRDefault="00986AF4" w:rsidP="00986AF4">
      <w:pPr>
        <w:pStyle w:val="Heading11"/>
      </w:pPr>
      <w:r>
        <w:t>Dolgoročni cilji področja proračunske porabe (Splošni cilj)</w:t>
      </w:r>
    </w:p>
    <w:p w14:paraId="5E78DA25" w14:textId="2579DB90" w:rsidR="00986AF4" w:rsidRDefault="00986AF4" w:rsidP="00986AF4">
      <w:r>
        <w:t>Dolgoročni cilji področja proračunske porabe</w:t>
      </w:r>
      <w:r>
        <w:br/>
        <w:t>- pravilna poraba sredstev javnih financ</w:t>
      </w:r>
      <w:r>
        <w:br/>
        <w:t>- racionalna in učinkovita poraba sredstev javnih financ</w:t>
      </w:r>
    </w:p>
    <w:p w14:paraId="5C24D878" w14:textId="5BAACF87" w:rsidR="00986AF4" w:rsidRDefault="00986AF4" w:rsidP="00986AF4">
      <w:pPr>
        <w:pStyle w:val="Heading11"/>
      </w:pPr>
      <w:r>
        <w:t>Oznaka in nazivi glavnih programov v pristojnosti občine</w:t>
      </w:r>
    </w:p>
    <w:p w14:paraId="16907B98" w14:textId="77777777" w:rsidR="00986AF4" w:rsidRPr="00986AF4" w:rsidRDefault="00986AF4" w:rsidP="00986AF4">
      <w:pPr>
        <w:pStyle w:val="Navadensplet"/>
      </w:pPr>
      <w:r w:rsidRPr="00986AF4">
        <w:t>Področje porabe 02 - ekonomska in fiskalna administracija zajema podprograma:</w:t>
      </w:r>
      <w:r w:rsidRPr="00986AF4">
        <w:br/>
        <w:t>0202 Urejanje na področju fiskalne politike,</w:t>
      </w:r>
    </w:p>
    <w:p w14:paraId="3FE228DF" w14:textId="77777777" w:rsidR="00986AF4" w:rsidRPr="00986AF4" w:rsidRDefault="00986AF4" w:rsidP="00986AF4">
      <w:pPr>
        <w:pStyle w:val="Navadensplet"/>
      </w:pPr>
      <w:r w:rsidRPr="00986AF4">
        <w:t>0203 - Fiskalni nadzor</w:t>
      </w:r>
    </w:p>
    <w:p w14:paraId="29A925C8" w14:textId="77777777" w:rsidR="00986AF4" w:rsidRDefault="00986AF4" w:rsidP="00986AF4"/>
    <w:p w14:paraId="259A115B" w14:textId="42BD7EF2" w:rsidR="00986AF4" w:rsidRDefault="00986AF4" w:rsidP="00986AF4">
      <w:pPr>
        <w:pStyle w:val="AHeading6"/>
      </w:pPr>
      <w:bookmarkStart w:id="63" w:name="_Toc184208507"/>
      <w:r>
        <w:lastRenderedPageBreak/>
        <w:t>0202 - Urejanje na področju fiskalne politike</w:t>
      </w:r>
      <w:bookmarkEnd w:id="63"/>
    </w:p>
    <w:p w14:paraId="06750973" w14:textId="4EFF50CA" w:rsidR="00986AF4" w:rsidRDefault="00986AF4" w:rsidP="00986AF4">
      <w:pPr>
        <w:pStyle w:val="Vrednost"/>
      </w:pPr>
      <w:r>
        <w:t>Vrednost: 3.400 €</w:t>
      </w:r>
    </w:p>
    <w:p w14:paraId="18D710EB" w14:textId="35EF0E7B" w:rsidR="00986AF4" w:rsidRDefault="00986AF4" w:rsidP="00986AF4">
      <w:pPr>
        <w:pStyle w:val="Heading11"/>
      </w:pPr>
      <w:r>
        <w:t>Opis glavnega programa</w:t>
      </w:r>
    </w:p>
    <w:p w14:paraId="649712A1" w14:textId="77777777" w:rsidR="00986AF4" w:rsidRDefault="00986AF4" w:rsidP="00986AF4">
      <w:pPr>
        <w:rPr>
          <w:lang w:eastAsia="sl-SI"/>
        </w:rPr>
      </w:pPr>
      <w:r>
        <w:t>Glavni program 0202 urejanje področja fiskalne politike zajema sredstva za pokrivanje stroškov prodaje terjatev in kapitalskih deležev, plačilnega prometa in pobiranja občinskih dajatev.</w:t>
      </w:r>
      <w:r>
        <w:br/>
        <w:t xml:space="preserve">Področje fiskalne politike zajema vodenje in upravljanje z javnimi financami, pripravo predpisov s področja pridobivanja ustreznih proračunskih prihodkov in pripravo predpisov za racionalno rabo proračunskih sredstev. Glavni program zajema tudi sredstva za pokrivanje stroškov prodaje terjatev in kapitalskih deležev, stroškov plačilnega prometa in stroškov pobiranja občinskih dajatev. V okviru programa izvaja pristojni upravni organ naloge upravljanja s proračunom, s finančnim premoženjem občine, z denarnimi sredstvi. Dejavnost je usmerjena v učinkovito ter racionalno upravljanje z javnimi financami kot celote v vseh fazah proračunskega ciklusa. </w:t>
      </w:r>
    </w:p>
    <w:p w14:paraId="61F18CF4" w14:textId="77777777" w:rsidR="00986AF4" w:rsidRDefault="00986AF4" w:rsidP="00986AF4"/>
    <w:p w14:paraId="26501894" w14:textId="4B568620" w:rsidR="00986AF4" w:rsidRDefault="00986AF4" w:rsidP="00986AF4">
      <w:pPr>
        <w:pStyle w:val="Heading11"/>
      </w:pPr>
      <w:r>
        <w:t>Dolgoročni cilji glavnega programa (Specifični cilj in kazalniki)</w:t>
      </w:r>
    </w:p>
    <w:p w14:paraId="7C5FEC12" w14:textId="263CCDAE" w:rsidR="00986AF4" w:rsidRDefault="00986AF4" w:rsidP="00986AF4">
      <w:r>
        <w:t xml:space="preserve">Dolgoročni cilj programa je izpeljava ciljev reforme javnih financ, ki jo vodi država, v smislu učinkovitega, preglednega in racionalnega upravljanja z javnimi financami. </w:t>
      </w:r>
      <w:r>
        <w:br/>
        <w:t>Dolgoročni cilj je tudi prilagajanje odhodkov občine razpoložljivim prihodkom in s tem zmanjševanje možnosti javnofinančnega primanjkljaja, ter zniževanje eventualnih stroškov financiranja upoštevajoč merila likvidnosti, varnosti in donosnosti.</w:t>
      </w:r>
    </w:p>
    <w:p w14:paraId="69502CBA" w14:textId="45FC6BD7" w:rsidR="00986AF4" w:rsidRDefault="00986AF4" w:rsidP="00986AF4">
      <w:pPr>
        <w:pStyle w:val="Heading11"/>
      </w:pPr>
      <w:r>
        <w:t>Glavni letni izvedbeni cilji in kazalci, s katerimi se bo merilo doseganje zastavljenih ciljev</w:t>
      </w:r>
    </w:p>
    <w:p w14:paraId="14B8CBB4" w14:textId="2DBEDBB6" w:rsidR="00986AF4" w:rsidRDefault="00986AF4" w:rsidP="00986AF4">
      <w:r>
        <w:t>Učinkovita poraba stroškov financiranja ob upoštevanju meril likvidnosti, varnosti in donosnosti. Strošek je vezan na finančne transakcije.</w:t>
      </w:r>
    </w:p>
    <w:p w14:paraId="258A59DB" w14:textId="70F48023" w:rsidR="00986AF4" w:rsidRDefault="00986AF4" w:rsidP="00986AF4">
      <w:pPr>
        <w:pStyle w:val="Heading11"/>
      </w:pPr>
      <w:r>
        <w:t>Podprogrami in proračunski uporabniki znotraj glavnega programa</w:t>
      </w:r>
    </w:p>
    <w:p w14:paraId="7BA04BE8" w14:textId="4E29F353" w:rsidR="00986AF4" w:rsidRDefault="00986AF4" w:rsidP="00986AF4">
      <w:r>
        <w:t>02029001 - Urejanje na področju fiskalne politike</w:t>
      </w:r>
      <w:r>
        <w:br/>
        <w:t>             0004 -  Občinska uprava</w:t>
      </w:r>
    </w:p>
    <w:p w14:paraId="2B0C9644" w14:textId="7AE2E357" w:rsidR="00986AF4" w:rsidRDefault="00986AF4" w:rsidP="00986AF4">
      <w:pPr>
        <w:pStyle w:val="AHeading7"/>
      </w:pPr>
      <w:bookmarkStart w:id="64" w:name="_Toc184208508"/>
      <w:r>
        <w:t>02029001 - Urejanje na področju fiskalne politike</w:t>
      </w:r>
      <w:bookmarkStart w:id="65" w:name="PPR_02029001_A_20261"/>
      <w:bookmarkEnd w:id="65"/>
      <w:bookmarkEnd w:id="64"/>
    </w:p>
    <w:p w14:paraId="2671F4BA" w14:textId="187745FF" w:rsidR="00986AF4" w:rsidRDefault="00986AF4" w:rsidP="00986AF4">
      <w:pPr>
        <w:pStyle w:val="Vrednost"/>
      </w:pPr>
      <w:r>
        <w:t>Vrednost: 3.400 €</w:t>
      </w:r>
    </w:p>
    <w:p w14:paraId="1D9CC232" w14:textId="6A138845" w:rsidR="00986AF4" w:rsidRDefault="00986AF4" w:rsidP="00986AF4">
      <w:pPr>
        <w:pStyle w:val="Heading11"/>
      </w:pPr>
      <w:r>
        <w:t>Opis podprograma</w:t>
      </w:r>
    </w:p>
    <w:p w14:paraId="223FC96A" w14:textId="1B52F489" w:rsidR="00986AF4" w:rsidRDefault="00986AF4" w:rsidP="00986AF4">
      <w:r>
        <w:t>Vsebina podprograma je urejanje na področju fiskalne politike, ki obsega stroške prodaje terjatev ter kapitalskih deležev ter stroške plačilnega prometa.</w:t>
      </w:r>
    </w:p>
    <w:p w14:paraId="7054B934" w14:textId="7A5A1D23" w:rsidR="00986AF4" w:rsidRDefault="00986AF4" w:rsidP="00986AF4">
      <w:pPr>
        <w:pStyle w:val="Heading11"/>
      </w:pPr>
      <w:r>
        <w:t>Zakonske in druge pravne podlage</w:t>
      </w:r>
    </w:p>
    <w:p w14:paraId="0C55A8D2" w14:textId="08104BFE" w:rsidR="00986AF4" w:rsidRDefault="00986AF4" w:rsidP="00986AF4">
      <w:r>
        <w:t>" Zakon o javnih financah s podzakonskimi akti</w:t>
      </w:r>
      <w:r>
        <w:br/>
        <w:t xml:space="preserve">" Zakon o plačilnem prometu </w:t>
      </w:r>
      <w:r>
        <w:br/>
        <w:t>" Zakon o davčni službi</w:t>
      </w:r>
      <w:r>
        <w:br/>
        <w:t>" Uredba o višini nadomestila za opravljanje nalog DURS za zavode, sklade in lokalne skupnosti</w:t>
      </w:r>
    </w:p>
    <w:p w14:paraId="7D88EDF7" w14:textId="3AA74C76" w:rsidR="00986AF4" w:rsidRDefault="00986AF4" w:rsidP="00986AF4">
      <w:pPr>
        <w:pStyle w:val="Heading11"/>
      </w:pPr>
      <w:r>
        <w:t>Dolgoročni cilji podprograma in kazalci, s katerimi se bo merilo doseganje zastavljenih ciljev (Rezultat in kazalniki)</w:t>
      </w:r>
    </w:p>
    <w:p w14:paraId="78FB0A04" w14:textId="514801D4" w:rsidR="00986AF4" w:rsidRDefault="00986AF4" w:rsidP="00986AF4">
      <w:r>
        <w:t>Poravnava vseh stroškov terjatev v skladu s sklenjenimi pogodbami in predpisanimi zakonskimi obveznostmi v predpisanih rokih.</w:t>
      </w:r>
    </w:p>
    <w:p w14:paraId="5A9AC08A" w14:textId="0D1809E3" w:rsidR="00986AF4" w:rsidRDefault="00986AF4" w:rsidP="00986AF4">
      <w:pPr>
        <w:pStyle w:val="Heading11"/>
      </w:pPr>
      <w:r>
        <w:t>Letni izvedbeni cilji podprograma in kazalci, s katerimi se bo merilo doseganje zastavljenih ciljev (Neposredni učinek in kazalnik)</w:t>
      </w:r>
    </w:p>
    <w:p w14:paraId="5172D40D" w14:textId="052EEE09" w:rsidR="00986AF4" w:rsidRDefault="00986AF4" w:rsidP="00986AF4">
      <w:r>
        <w:t>Plačilo preverjenih terjatev v zakonitem roku.</w:t>
      </w:r>
    </w:p>
    <w:p w14:paraId="6C31F20B" w14:textId="12EAED2C" w:rsidR="00986AF4" w:rsidRDefault="00986AF4" w:rsidP="00986AF4">
      <w:pPr>
        <w:pStyle w:val="AHeading8"/>
      </w:pPr>
      <w:r>
        <w:t>0004 - Občinska uprava</w:t>
      </w:r>
      <w:bookmarkStart w:id="66" w:name="PU_0004_PPR_02029001_A_20261"/>
      <w:bookmarkEnd w:id="66"/>
    </w:p>
    <w:p w14:paraId="498D3B70" w14:textId="4D68F099" w:rsidR="00986AF4" w:rsidRDefault="00986AF4" w:rsidP="00986AF4">
      <w:pPr>
        <w:pStyle w:val="Vrednost"/>
      </w:pPr>
      <w:r>
        <w:t>Vrednost: 5.509.267 €</w:t>
      </w:r>
    </w:p>
    <w:p w14:paraId="09118891" w14:textId="098E0A1B" w:rsidR="00986AF4" w:rsidRDefault="00986AF4" w:rsidP="00986AF4">
      <w:pPr>
        <w:pStyle w:val="AHeading10"/>
      </w:pPr>
      <w:r>
        <w:t>02002 - Provizije UJP, NUSZ, BS,AJPES</w:t>
      </w:r>
      <w:bookmarkStart w:id="67" w:name="PP_02002_A_20261"/>
      <w:bookmarkEnd w:id="67"/>
    </w:p>
    <w:p w14:paraId="0B804F66" w14:textId="18B62AD7" w:rsidR="00986AF4" w:rsidRDefault="00986AF4" w:rsidP="00986AF4">
      <w:pPr>
        <w:pStyle w:val="Vrednost"/>
      </w:pPr>
      <w:r>
        <w:t>Vrednost: 3.400 €</w:t>
      </w:r>
    </w:p>
    <w:p w14:paraId="27F104E5" w14:textId="4788A9E0" w:rsidR="00986AF4" w:rsidRDefault="00986AF4" w:rsidP="00986AF4">
      <w:pPr>
        <w:pStyle w:val="Heading11"/>
      </w:pPr>
      <w:r>
        <w:lastRenderedPageBreak/>
        <w:t>Obrazložitev dejavnosti v okviru proračunske postavke</w:t>
      </w:r>
    </w:p>
    <w:p w14:paraId="1B8A3AA0" w14:textId="2E28EC7F" w:rsidR="00986AF4" w:rsidRDefault="00986AF4" w:rsidP="00986AF4">
      <w:r>
        <w:t>Stroški plačilnega prometa so stroški provizije Uprave za javna plačila za vodenje računov in razporejanje javnofinančnih prihodkov, ki izvaja plačilni promet za proračun ter provizija poslovne banke.  Strošek občine so tudi negativne obresti, ki jih zaračunava Banka Slovenije  za hrambo sredstev na računu.</w:t>
      </w:r>
      <w:r>
        <w:br/>
        <w:t>Predvideni so tudi stroški za sofinanciranje najema bankomata..</w:t>
      </w:r>
    </w:p>
    <w:p w14:paraId="4570572E" w14:textId="3D8C9F6C" w:rsidR="00986AF4" w:rsidRDefault="00986AF4" w:rsidP="00986AF4">
      <w:pPr>
        <w:pStyle w:val="Heading11"/>
      </w:pPr>
      <w:r>
        <w:t>Navezava na projekte v okviru proračunske postavke</w:t>
      </w:r>
    </w:p>
    <w:p w14:paraId="1428182F" w14:textId="0D8459BD" w:rsidR="00986AF4" w:rsidRDefault="00986AF4" w:rsidP="00986AF4">
      <w:pPr>
        <w:pStyle w:val="Heading11"/>
      </w:pPr>
      <w:r>
        <w:t>Izhodišča, na katerih temeljijo izračuni predlogov pravic porabe za del, ki se ne izvršuje preko NRP (Neposredni učinek in kazalnik)</w:t>
      </w:r>
    </w:p>
    <w:p w14:paraId="4B31B02A" w14:textId="4909F233" w:rsidR="00986AF4" w:rsidRDefault="00986AF4" w:rsidP="00986AF4">
      <w:r>
        <w:t>Sredstva na postavki so načrtovana glede na pričakovane izdatke za leto 2026.</w:t>
      </w:r>
    </w:p>
    <w:p w14:paraId="675F0F48" w14:textId="77777777" w:rsidR="00986AF4" w:rsidRDefault="00986AF4" w:rsidP="00986AF4"/>
    <w:p w14:paraId="036264BF" w14:textId="3B3908FA" w:rsidR="00986AF4" w:rsidRDefault="00986AF4" w:rsidP="00986AF4">
      <w:pPr>
        <w:pStyle w:val="AHeading6"/>
      </w:pPr>
      <w:bookmarkStart w:id="68" w:name="_Toc184208509"/>
      <w:r>
        <w:t>0203 - Fiskalni nadzor</w:t>
      </w:r>
      <w:bookmarkEnd w:id="68"/>
    </w:p>
    <w:p w14:paraId="65E1F04E" w14:textId="5E45CB79" w:rsidR="00986AF4" w:rsidRDefault="00986AF4" w:rsidP="00986AF4">
      <w:pPr>
        <w:pStyle w:val="Vrednost"/>
      </w:pPr>
      <w:r>
        <w:t>Vrednost: 2.500 €</w:t>
      </w:r>
    </w:p>
    <w:p w14:paraId="62105ED7" w14:textId="05884491" w:rsidR="00986AF4" w:rsidRDefault="00986AF4" w:rsidP="00986AF4">
      <w:pPr>
        <w:pStyle w:val="Heading11"/>
      </w:pPr>
      <w:r>
        <w:t>Opis glavnega programa</w:t>
      </w:r>
    </w:p>
    <w:p w14:paraId="7BB8FF78" w14:textId="0A29E7F6" w:rsidR="00986AF4" w:rsidRDefault="00986AF4" w:rsidP="00986AF4">
      <w:r>
        <w:t>V glavnem programu 0203 Fiskalni nadzor je zajeto delovno področje nadzornega odbora občine.</w:t>
      </w:r>
    </w:p>
    <w:p w14:paraId="7923F868" w14:textId="2A48F3E8" w:rsidR="00986AF4" w:rsidRDefault="00986AF4" w:rsidP="00986AF4">
      <w:pPr>
        <w:pStyle w:val="Heading11"/>
      </w:pPr>
      <w:r>
        <w:t>Dolgoročni cilji glavnega programa (Specifični cilj in kazalniki)</w:t>
      </w:r>
    </w:p>
    <w:p w14:paraId="02922FE5" w14:textId="43D8ED73" w:rsidR="00986AF4" w:rsidRDefault="00986AF4" w:rsidP="00986AF4">
      <w:r>
        <w:t>V  program se uvrščajo naloge nadzornega odbora, kot najvišjega organa nadzora javne porabe v Občini Bistrica ob Sotli.</w:t>
      </w:r>
    </w:p>
    <w:p w14:paraId="658A226E" w14:textId="44FE23FC" w:rsidR="00986AF4" w:rsidRDefault="00986AF4" w:rsidP="00986AF4">
      <w:pPr>
        <w:pStyle w:val="Heading11"/>
      </w:pPr>
      <w:r>
        <w:t>Glavni letni izvedbeni cilji in kazalci, s katerimi se bo merilo doseganje zastavljenih ciljev</w:t>
      </w:r>
    </w:p>
    <w:p w14:paraId="029C27A7" w14:textId="35C8B995" w:rsidR="00986AF4" w:rsidRDefault="00986AF4" w:rsidP="00986AF4">
      <w:r>
        <w:t>Glavni letni izvedbeni cilj je pravočasna in kakovostna izvedba nadzorov ter sprejem poročil z ugotovitvami in priporočili za izboljšanje poslovanja.</w:t>
      </w:r>
      <w:r>
        <w:br/>
        <w:t>Število izvedenih nazorov in delež priporočil, ki jih nadzorovane osebe upoštevajo pri svojem poslovanju  na podlagi določil Statuta Občine Bistrica ob Sotli in pregleda že opravljenih nadzorov poslovanja uporabnikov javnih sredstev v preteklem obdobju, sprejme nadzorni odbor letni program dela za tekoče leto, v katerem se opredeli vrsta in vsebina nadzorov ter izvedba drugih aktivnosti.</w:t>
      </w:r>
    </w:p>
    <w:p w14:paraId="1E502AA6" w14:textId="4F38FC3D" w:rsidR="00986AF4" w:rsidRDefault="00986AF4" w:rsidP="00986AF4">
      <w:pPr>
        <w:pStyle w:val="Heading11"/>
      </w:pPr>
      <w:r>
        <w:t>Podprogrami in proračunski uporabniki znotraj glavnega programa</w:t>
      </w:r>
    </w:p>
    <w:p w14:paraId="7D02F694" w14:textId="1EF99E82" w:rsidR="00986AF4" w:rsidRDefault="00986AF4" w:rsidP="00986AF4">
      <w:r>
        <w:t>02039001 - Dejavnost nadzornega odbora</w:t>
      </w:r>
      <w:r>
        <w:br/>
        <w:t>           0003 - Nadzorni odbor</w:t>
      </w:r>
    </w:p>
    <w:p w14:paraId="31EEA127" w14:textId="09CF8DFC" w:rsidR="00986AF4" w:rsidRDefault="00986AF4" w:rsidP="00986AF4">
      <w:pPr>
        <w:pStyle w:val="AHeading7"/>
      </w:pPr>
      <w:bookmarkStart w:id="69" w:name="_Toc184208510"/>
      <w:r>
        <w:t>02039001 - Dejavnost nadzornega odbora</w:t>
      </w:r>
      <w:bookmarkStart w:id="70" w:name="PPR_02039001_A_20261"/>
      <w:bookmarkEnd w:id="70"/>
      <w:bookmarkEnd w:id="69"/>
    </w:p>
    <w:p w14:paraId="1FEC2E92" w14:textId="1250D3A4" w:rsidR="00986AF4" w:rsidRDefault="00986AF4" w:rsidP="00986AF4">
      <w:pPr>
        <w:pStyle w:val="Vrednost"/>
      </w:pPr>
      <w:r>
        <w:t>Vrednost: 2.500 €</w:t>
      </w:r>
    </w:p>
    <w:p w14:paraId="6F59C1E1" w14:textId="0181C6A4" w:rsidR="00986AF4" w:rsidRDefault="00986AF4" w:rsidP="00986AF4">
      <w:pPr>
        <w:pStyle w:val="Heading11"/>
      </w:pPr>
      <w:r>
        <w:t>Opis podprograma</w:t>
      </w:r>
    </w:p>
    <w:p w14:paraId="30C949F9" w14:textId="1ADBB2B5" w:rsidR="00986AF4" w:rsidRDefault="00986AF4" w:rsidP="00986AF4">
      <w:r>
        <w:t>Nadzorni program sprejema letni program svojega delovanja s katerim seznani župana in občinski svet.</w:t>
      </w:r>
      <w:r>
        <w:br/>
        <w:t>Podprogram zajema izdatke za nadomestila za nepoklicno opravljanje funkcij, materialne stroške, plačilo za posebne strokovne naloge nadzora in ostale izdatke, povezane z dejavnostjo nadzornega odbora.</w:t>
      </w:r>
      <w:r>
        <w:br/>
        <w:t>Nadzorni odbor je organ občine in je najvišji organ nadzora javne porabe v občini. V okviru svoje pristojnosti Nadzorni odbor opravlja nadzor nad razpolaganjem s premoženjem občine, nadzoruje namembnost in smotrnost porabe proračunskih sredstev in nadzoruje finančno poslovanje uporabnikov proračunskih sredstev.</w:t>
      </w:r>
    </w:p>
    <w:p w14:paraId="491BA766" w14:textId="57948A2B" w:rsidR="00986AF4" w:rsidRDefault="00986AF4" w:rsidP="00986AF4">
      <w:pPr>
        <w:pStyle w:val="Heading11"/>
      </w:pPr>
      <w:r>
        <w:t>Zakonske in druge pravne podlage</w:t>
      </w:r>
    </w:p>
    <w:p w14:paraId="7A0EF19F" w14:textId="399D093C" w:rsidR="00986AF4" w:rsidRDefault="00986AF4" w:rsidP="00986AF4">
      <w:r>
        <w:t>" Zakon o lokalni samoupravi</w:t>
      </w:r>
      <w:r>
        <w:br/>
        <w:t>" Zakon o javnih financah</w:t>
      </w:r>
      <w:r>
        <w:br/>
        <w:t>" Statut občine Bistrica ob Sotli</w:t>
      </w:r>
      <w:r>
        <w:br/>
        <w:t>" Pravilnik o plačah in plačilih občinskih  funkcionarjev in nagradah  članov delovnih teles občinskega sveta ter članov drugih občinskih organov ter o  povračilih stroškov ( UL RS 60/2019).</w:t>
      </w:r>
    </w:p>
    <w:p w14:paraId="2ED440C1" w14:textId="4542E204" w:rsidR="00986AF4" w:rsidRDefault="00986AF4" w:rsidP="00986AF4">
      <w:pPr>
        <w:pStyle w:val="Heading11"/>
      </w:pPr>
      <w:r>
        <w:t>Dolgoročni cilji podprograma in kazalci, s katerimi se bo merilo doseganje zastavljenih ciljev (Rezultat in kazalniki)</w:t>
      </w:r>
    </w:p>
    <w:p w14:paraId="424B97DE" w14:textId="64C9E273" w:rsidR="00986AF4" w:rsidRDefault="00986AF4" w:rsidP="00986AF4">
      <w:r>
        <w:t>Osnovni dolgoročni cilj nadzornega odbora je, da pri danih pogojih in razpoložljivem času nepoklicnega organa občine, čim bolje izpolni obveznosti, ki jih ima kot organ občine na podlagi zakona in statuta občine ter s tem prispeva k učinkovitemu, preglednemu in racionalnemu upravljanju javnih financ v občini.</w:t>
      </w:r>
    </w:p>
    <w:p w14:paraId="31B93B75" w14:textId="4B507854" w:rsidR="00986AF4" w:rsidRDefault="00986AF4" w:rsidP="00986AF4">
      <w:pPr>
        <w:pStyle w:val="Heading11"/>
      </w:pPr>
      <w:r>
        <w:lastRenderedPageBreak/>
        <w:t>Letni izvedbeni cilji podprograma in kazalci, s katerimi se bo merilo doseganje zastavljenih ciljev (Neposredni učinek in kazalnik)</w:t>
      </w:r>
    </w:p>
    <w:p w14:paraId="7DA8688D" w14:textId="37E10799" w:rsidR="00986AF4" w:rsidRDefault="00986AF4" w:rsidP="00986AF4">
      <w:r>
        <w:t>Zagotovi pogoje za opravljanje funkcije nadzornega odbora.</w:t>
      </w:r>
    </w:p>
    <w:p w14:paraId="2643D5BE" w14:textId="527CA748" w:rsidR="00986AF4" w:rsidRDefault="00986AF4" w:rsidP="00986AF4">
      <w:pPr>
        <w:pStyle w:val="AHeading8"/>
      </w:pPr>
      <w:r>
        <w:t>0003 - Nadzorni odbor</w:t>
      </w:r>
      <w:bookmarkStart w:id="71" w:name="PU_0003_PPR_02039001_A_20261"/>
      <w:bookmarkEnd w:id="71"/>
    </w:p>
    <w:p w14:paraId="00C4F925" w14:textId="7DFDF71D" w:rsidR="00986AF4" w:rsidRDefault="00986AF4" w:rsidP="00986AF4">
      <w:pPr>
        <w:pStyle w:val="Vrednost"/>
      </w:pPr>
      <w:r>
        <w:t>Vrednost: 2.500 €</w:t>
      </w:r>
    </w:p>
    <w:p w14:paraId="105E5389" w14:textId="2E0AE115" w:rsidR="00986AF4" w:rsidRDefault="00986AF4" w:rsidP="00986AF4">
      <w:pPr>
        <w:pStyle w:val="AHeading10"/>
      </w:pPr>
      <w:r>
        <w:t>02001 - Stroški sej nadzornega odbora</w:t>
      </w:r>
      <w:bookmarkStart w:id="72" w:name="PP_02001_A_20261"/>
      <w:bookmarkEnd w:id="72"/>
    </w:p>
    <w:p w14:paraId="3EE86D60" w14:textId="34D2B33E" w:rsidR="00986AF4" w:rsidRDefault="00986AF4" w:rsidP="00986AF4">
      <w:pPr>
        <w:pStyle w:val="Vrednost"/>
      </w:pPr>
      <w:r>
        <w:t>Vrednost: 2.500 €</w:t>
      </w:r>
    </w:p>
    <w:p w14:paraId="0A279973" w14:textId="70B46A68" w:rsidR="00986AF4" w:rsidRDefault="00986AF4" w:rsidP="00986AF4">
      <w:pPr>
        <w:pStyle w:val="Heading11"/>
      </w:pPr>
      <w:r>
        <w:t>Obrazložitev dejavnosti v okviru proračunske postavke</w:t>
      </w:r>
    </w:p>
    <w:p w14:paraId="298C3AEC" w14:textId="53B5BA58" w:rsidR="00986AF4" w:rsidRDefault="00986AF4" w:rsidP="00986AF4">
      <w:r>
        <w:t>Stroški nadzornega odbora se nanašajo na sejnine ter stroške strokovnega dela  nadzornega odbora in za pokrivanje stroškov eventualnega izobraževanja.</w:t>
      </w:r>
    </w:p>
    <w:p w14:paraId="1EE86082" w14:textId="1C45DA6D" w:rsidR="00986AF4" w:rsidRDefault="00986AF4" w:rsidP="00986AF4">
      <w:pPr>
        <w:pStyle w:val="Heading11"/>
      </w:pPr>
      <w:r>
        <w:t>Navezava na projekte v okviru proračunske postavke</w:t>
      </w:r>
    </w:p>
    <w:p w14:paraId="53132CC4" w14:textId="025894E0" w:rsidR="00986AF4" w:rsidRDefault="00986AF4" w:rsidP="00986AF4">
      <w:pPr>
        <w:pStyle w:val="Heading11"/>
      </w:pPr>
      <w:r>
        <w:t>Izhodišča, na katerih temeljijo izračuni predlogov pravic porabe za del, ki se ne izvršuje preko NRP (Neposredni učinek in kazalnik)</w:t>
      </w:r>
    </w:p>
    <w:p w14:paraId="16865845" w14:textId="24C9F75C" w:rsidR="00986AF4" w:rsidRDefault="00986AF4" w:rsidP="00986AF4">
      <w:r>
        <w:t>Sredstva so planirana na podlagi plana dela nadzornega odbora za leto  2025.</w:t>
      </w:r>
    </w:p>
    <w:p w14:paraId="2FAF2B92" w14:textId="77777777" w:rsidR="00986AF4" w:rsidRDefault="00986AF4" w:rsidP="00986AF4"/>
    <w:p w14:paraId="74B0356D" w14:textId="3EA79DD2" w:rsidR="00986AF4" w:rsidRDefault="00986AF4" w:rsidP="00986AF4">
      <w:pPr>
        <w:pStyle w:val="AHeading5"/>
      </w:pPr>
      <w:bookmarkStart w:id="73" w:name="_Toc184208511"/>
      <w:r>
        <w:t>03 - ZUNANJA POLITIKA IN MEDNARODNA POMOČ</w:t>
      </w:r>
      <w:bookmarkEnd w:id="73"/>
    </w:p>
    <w:p w14:paraId="2E700900" w14:textId="4BCC31BB" w:rsidR="00986AF4" w:rsidRDefault="00986AF4" w:rsidP="00986AF4">
      <w:pPr>
        <w:pStyle w:val="Vrednost"/>
      </w:pPr>
      <w:r>
        <w:t>Vrednost: 4.000 €</w:t>
      </w:r>
    </w:p>
    <w:p w14:paraId="25C08B85" w14:textId="36A457F0" w:rsidR="00986AF4" w:rsidRDefault="00986AF4" w:rsidP="00986AF4">
      <w:pPr>
        <w:pStyle w:val="Heading11"/>
      </w:pPr>
      <w:r>
        <w:t>Opis področja proračunske porabe, poslanstva občine znotraj področja proračunske porabe</w:t>
      </w:r>
    </w:p>
    <w:p w14:paraId="12A047D7" w14:textId="07DC69CE" w:rsidR="00986AF4" w:rsidRDefault="00986AF4" w:rsidP="00986AF4">
      <w:r>
        <w:t>Splošno področje Zunanja politika in mednarodna pomoč zajema sodelovanje občin v mednarodnih institucijah in sodelovanje z občinami iz tujine.</w:t>
      </w:r>
    </w:p>
    <w:p w14:paraId="4D9B5138" w14:textId="210A5BC2" w:rsidR="00986AF4" w:rsidRDefault="00986AF4" w:rsidP="00986AF4">
      <w:pPr>
        <w:pStyle w:val="Heading11"/>
      </w:pPr>
      <w:r>
        <w:t>Dokumenti dolgoročnega razvojnega načrtovanja</w:t>
      </w:r>
    </w:p>
    <w:p w14:paraId="07268742" w14:textId="637077E5" w:rsidR="00986AF4" w:rsidRDefault="00986AF4" w:rsidP="00986AF4">
      <w:r>
        <w:t>Program dela izhaja iz razvojnih usmeritev Občine Bistrica ob Sotli.</w:t>
      </w:r>
    </w:p>
    <w:p w14:paraId="6C849F00" w14:textId="7D911381" w:rsidR="00986AF4" w:rsidRDefault="00986AF4" w:rsidP="00986AF4">
      <w:pPr>
        <w:pStyle w:val="Heading11"/>
      </w:pPr>
      <w:r>
        <w:t>Dolgoročni cilji področja proračunske porabe (Splošni cilj)</w:t>
      </w:r>
    </w:p>
    <w:p w14:paraId="7A1FA5F3" w14:textId="24C8B946" w:rsidR="00986AF4" w:rsidRDefault="00986AF4" w:rsidP="00986AF4">
      <w:r>
        <w:t>Okrepitev sodelovanja s partnerji iz tujine.</w:t>
      </w:r>
    </w:p>
    <w:p w14:paraId="21005F95" w14:textId="49B26FE0" w:rsidR="00986AF4" w:rsidRDefault="00986AF4" w:rsidP="00986AF4">
      <w:pPr>
        <w:pStyle w:val="Heading11"/>
      </w:pPr>
      <w:r>
        <w:t>Oznaka in nazivi glavnih programov v pristojnosti občine</w:t>
      </w:r>
    </w:p>
    <w:p w14:paraId="4B0F8BF0" w14:textId="63348AEE" w:rsidR="00986AF4" w:rsidRDefault="00986AF4" w:rsidP="00986AF4">
      <w:r>
        <w:t>0302 - Mednarodno sodelovanje in udeležba</w:t>
      </w:r>
      <w:r>
        <w:br/>
        <w:t>      </w:t>
      </w:r>
    </w:p>
    <w:p w14:paraId="71065CA8" w14:textId="04C6B049" w:rsidR="00986AF4" w:rsidRDefault="00986AF4" w:rsidP="00986AF4">
      <w:pPr>
        <w:pStyle w:val="AHeading6"/>
      </w:pPr>
      <w:bookmarkStart w:id="74" w:name="_Toc184208512"/>
      <w:r>
        <w:t>0302 - Mednarodno sodelovanje in udeležba</w:t>
      </w:r>
      <w:bookmarkEnd w:id="74"/>
    </w:p>
    <w:p w14:paraId="7B13B2EA" w14:textId="5C215F29" w:rsidR="00986AF4" w:rsidRDefault="00986AF4" w:rsidP="00986AF4">
      <w:pPr>
        <w:pStyle w:val="Vrednost"/>
      </w:pPr>
      <w:r>
        <w:t>Vrednost: 4.000 €</w:t>
      </w:r>
    </w:p>
    <w:p w14:paraId="67BBBBB0" w14:textId="636C3675" w:rsidR="00986AF4" w:rsidRDefault="00986AF4" w:rsidP="00986AF4">
      <w:pPr>
        <w:pStyle w:val="Heading11"/>
      </w:pPr>
      <w:r>
        <w:t>Opis glavnega programa</w:t>
      </w:r>
    </w:p>
    <w:p w14:paraId="4469BE49" w14:textId="49EA4D40" w:rsidR="00986AF4" w:rsidRDefault="00986AF4" w:rsidP="00986AF4">
      <w:r>
        <w:t xml:space="preserve">Glavni program zajema sredstva za financiranje izdatkov povezanih s sodelovanjem zlasti na kulturnem in športnem področju z občinami Kumrovec, </w:t>
      </w:r>
      <w:proofErr w:type="spellStart"/>
      <w:r>
        <w:t>Bošnjaci</w:t>
      </w:r>
      <w:proofErr w:type="spellEnd"/>
      <w:r>
        <w:t xml:space="preserve">,  </w:t>
      </w:r>
      <w:r w:rsidR="005C0096">
        <w:t xml:space="preserve">in </w:t>
      </w:r>
      <w:proofErr w:type="spellStart"/>
      <w:r>
        <w:t>Heimschuh</w:t>
      </w:r>
      <w:proofErr w:type="spellEnd"/>
      <w:r>
        <w:t>. Cilj programa je povezovanje občin na mednarodnem nivoju in izmenjava izkušenj.</w:t>
      </w:r>
    </w:p>
    <w:p w14:paraId="0CFBCDF2" w14:textId="02EA9827" w:rsidR="00986AF4" w:rsidRDefault="00986AF4" w:rsidP="00986AF4">
      <w:pPr>
        <w:pStyle w:val="Heading11"/>
      </w:pPr>
      <w:r>
        <w:t>Dolgoročni cilji glavnega programa (Specifični cilj in kazalniki)</w:t>
      </w:r>
    </w:p>
    <w:p w14:paraId="5E06B09F" w14:textId="3537E16E" w:rsidR="00986AF4" w:rsidRDefault="00986AF4" w:rsidP="00986AF4">
      <w:r>
        <w:t>Okrepitev sodelovanja s partnerji iz tujine.</w:t>
      </w:r>
    </w:p>
    <w:p w14:paraId="73140646" w14:textId="52F2F886" w:rsidR="00986AF4" w:rsidRDefault="00986AF4" w:rsidP="00986AF4">
      <w:pPr>
        <w:pStyle w:val="Heading11"/>
      </w:pPr>
      <w:r>
        <w:t>Glavni letni izvedbeni cilji in kazalci, s katerimi se bo merilo doseganje zastavljenih ciljev</w:t>
      </w:r>
    </w:p>
    <w:p w14:paraId="09BF5CEB" w14:textId="37A11A28" w:rsidR="00986AF4" w:rsidRDefault="00986AF4" w:rsidP="00986AF4">
      <w:r>
        <w:t>Okrepitev sodelovanja s partnerji iz tujine.</w:t>
      </w:r>
    </w:p>
    <w:p w14:paraId="159E404E" w14:textId="0D46A500" w:rsidR="00986AF4" w:rsidRDefault="00986AF4" w:rsidP="00986AF4">
      <w:pPr>
        <w:pStyle w:val="Heading11"/>
      </w:pPr>
      <w:r>
        <w:t>Podprogrami in proračunski uporabniki znotraj glavnega programa</w:t>
      </w:r>
    </w:p>
    <w:p w14:paraId="041C029B" w14:textId="1DFB8108" w:rsidR="00986AF4" w:rsidRDefault="00986AF4" w:rsidP="00986AF4">
      <w:r>
        <w:t>03029002 -  Mednarodno sodelovanje občin</w:t>
      </w:r>
    </w:p>
    <w:p w14:paraId="052CAFE5" w14:textId="3342B9BC" w:rsidR="00986AF4" w:rsidRDefault="00986AF4" w:rsidP="00986AF4">
      <w:pPr>
        <w:pStyle w:val="AHeading7"/>
      </w:pPr>
      <w:bookmarkStart w:id="75" w:name="_Toc184208513"/>
      <w:r>
        <w:t>03029002 - Mednarodno sodelovanje občin</w:t>
      </w:r>
      <w:bookmarkStart w:id="76" w:name="PPR_03029002_A_20261"/>
      <w:bookmarkEnd w:id="76"/>
      <w:bookmarkEnd w:id="75"/>
    </w:p>
    <w:p w14:paraId="26016F70" w14:textId="209AB29F" w:rsidR="00986AF4" w:rsidRDefault="00986AF4" w:rsidP="00986AF4">
      <w:pPr>
        <w:pStyle w:val="Vrednost"/>
      </w:pPr>
      <w:r>
        <w:t>Vrednost: 4.000 €</w:t>
      </w:r>
    </w:p>
    <w:p w14:paraId="5441DD2E" w14:textId="0275D772" w:rsidR="00986AF4" w:rsidRDefault="00986AF4" w:rsidP="00986AF4">
      <w:pPr>
        <w:pStyle w:val="Heading11"/>
      </w:pPr>
      <w:r>
        <w:lastRenderedPageBreak/>
        <w:t>Opis podprograma</w:t>
      </w:r>
    </w:p>
    <w:p w14:paraId="23C32A7E" w14:textId="4803ABBA" w:rsidR="00986AF4" w:rsidRDefault="00986AF4" w:rsidP="00986AF4">
      <w:r>
        <w:t>Glavni program Mednarodno sodelovanje in udeležba vključuje sredstva za izvajanje aktivnosti, povezanih z mednarodno aktivnostjo občine (sodelovanje z občinami v tujini).</w:t>
      </w:r>
    </w:p>
    <w:p w14:paraId="2F4A4E13" w14:textId="28E3D6C3" w:rsidR="00986AF4" w:rsidRDefault="00986AF4" w:rsidP="00986AF4">
      <w:pPr>
        <w:pStyle w:val="Heading11"/>
      </w:pPr>
      <w:r>
        <w:t>Zakonske in druge pravne podlage</w:t>
      </w:r>
    </w:p>
    <w:p w14:paraId="57F80BF1" w14:textId="45632005" w:rsidR="00986AF4" w:rsidRDefault="00986AF4" w:rsidP="00986AF4">
      <w:r>
        <w:t>Krepitev mednarodnega sodelovanja ter povezovanje z občinami in drugimi institucijami izven državnih meja na strokovnem in družabnem nivoju. Gre za prenos dobre prakse v mednarodno okolje in prenos iz mednarodnega okolja.</w:t>
      </w:r>
    </w:p>
    <w:p w14:paraId="07DBA466" w14:textId="5A826898" w:rsidR="00986AF4" w:rsidRDefault="00986AF4" w:rsidP="00986AF4">
      <w:pPr>
        <w:pStyle w:val="Heading11"/>
      </w:pPr>
      <w:r>
        <w:t>Dolgoročni cilji podprograma in kazalci, s katerimi se bo merilo doseganje zastavljenih ciljev (Rezultat in kazalniki)</w:t>
      </w:r>
    </w:p>
    <w:p w14:paraId="06F09BE1" w14:textId="77D37B13" w:rsidR="00986AF4" w:rsidRDefault="00986AF4" w:rsidP="00986AF4">
      <w:r>
        <w:t>Število skupnih dogodkov s partnerji iz tujine.</w:t>
      </w:r>
    </w:p>
    <w:p w14:paraId="4AC9E59F" w14:textId="69754C86" w:rsidR="00986AF4" w:rsidRDefault="00986AF4" w:rsidP="00986AF4">
      <w:pPr>
        <w:pStyle w:val="Heading11"/>
      </w:pPr>
      <w:r>
        <w:t>Letni izvedbeni cilji podprograma in kazalci, s katerimi se bo merilo doseganje zastavljenih ciljev (Neposredni učinek in kazalnik)</w:t>
      </w:r>
    </w:p>
    <w:p w14:paraId="39392EF3" w14:textId="5BE5575E" w:rsidR="00986AF4" w:rsidRDefault="00986AF4" w:rsidP="00986AF4">
      <w:pPr>
        <w:pStyle w:val="AHeading8"/>
      </w:pPr>
      <w:r>
        <w:t>0004 - Občinska uprava</w:t>
      </w:r>
      <w:bookmarkStart w:id="77" w:name="PU_0004_PPR_03029002_A_20261"/>
      <w:bookmarkEnd w:id="77"/>
    </w:p>
    <w:p w14:paraId="4BFB5D7E" w14:textId="02FC638A" w:rsidR="00986AF4" w:rsidRDefault="00986AF4" w:rsidP="00986AF4">
      <w:pPr>
        <w:pStyle w:val="Vrednost"/>
      </w:pPr>
      <w:r>
        <w:t>Vrednost: 5.509.267 €</w:t>
      </w:r>
    </w:p>
    <w:p w14:paraId="0D290604" w14:textId="3E7766B7" w:rsidR="00986AF4" w:rsidRDefault="00986AF4" w:rsidP="00986AF4">
      <w:pPr>
        <w:pStyle w:val="AHeading10"/>
      </w:pPr>
      <w:r>
        <w:t>03001 - Obmejno sodelovanje na kulturnem in športnem področju</w:t>
      </w:r>
      <w:bookmarkStart w:id="78" w:name="PP_03001_A_20261"/>
      <w:bookmarkEnd w:id="78"/>
    </w:p>
    <w:p w14:paraId="1BC1ABBC" w14:textId="74DFAADC" w:rsidR="00986AF4" w:rsidRDefault="00986AF4" w:rsidP="00986AF4">
      <w:pPr>
        <w:pStyle w:val="Vrednost"/>
      </w:pPr>
      <w:r>
        <w:t>Vrednost: 4.000 €</w:t>
      </w:r>
    </w:p>
    <w:p w14:paraId="075DC164" w14:textId="70582BAE" w:rsidR="00986AF4" w:rsidRDefault="00986AF4" w:rsidP="00986AF4">
      <w:pPr>
        <w:pStyle w:val="Heading11"/>
      </w:pPr>
      <w:r>
        <w:t>Obrazložitev dejavnosti v okviru proračunske postavke</w:t>
      </w:r>
    </w:p>
    <w:p w14:paraId="20E227B3" w14:textId="1AF8E20D" w:rsidR="00986AF4" w:rsidRDefault="00986AF4" w:rsidP="00986AF4">
      <w:r>
        <w:t xml:space="preserve">Planirana so sredstva za organizacijo srečanja na mostu z občino Kumrovec in srečanje z občino </w:t>
      </w:r>
      <w:proofErr w:type="spellStart"/>
      <w:r>
        <w:t>Bošnjaci</w:t>
      </w:r>
      <w:proofErr w:type="spellEnd"/>
      <w:r>
        <w:t>.</w:t>
      </w:r>
    </w:p>
    <w:p w14:paraId="3D3862E2" w14:textId="0C27DEF6" w:rsidR="00986AF4" w:rsidRDefault="00986AF4" w:rsidP="00986AF4">
      <w:pPr>
        <w:pStyle w:val="Heading11"/>
      </w:pPr>
      <w:r>
        <w:t>Navezava na projekte v okviru proračunske postavke</w:t>
      </w:r>
    </w:p>
    <w:p w14:paraId="28DCE093" w14:textId="4F43F185" w:rsidR="00986AF4" w:rsidRDefault="00986AF4" w:rsidP="00986AF4">
      <w:pPr>
        <w:pStyle w:val="Heading11"/>
      </w:pPr>
      <w:r>
        <w:t>Izhodišča, na katerih temeljijo izračuni predlogov pravic porabe za del, ki se ne izvršuje preko NRP (Neposredni učinek in kazalnik)</w:t>
      </w:r>
    </w:p>
    <w:p w14:paraId="7268ED0C" w14:textId="111B4108" w:rsidR="00986AF4" w:rsidRDefault="00986AF4" w:rsidP="00986AF4">
      <w:r>
        <w:t>Sredstva so planirana glede na predvidene aktivnosti v letu 2026.</w:t>
      </w:r>
    </w:p>
    <w:p w14:paraId="02F88B27" w14:textId="77777777" w:rsidR="00986AF4" w:rsidRDefault="00986AF4" w:rsidP="00986AF4"/>
    <w:p w14:paraId="3CC37109" w14:textId="02DD7EF0" w:rsidR="00986AF4" w:rsidRDefault="00986AF4" w:rsidP="00986AF4">
      <w:pPr>
        <w:pStyle w:val="AHeading5"/>
      </w:pPr>
      <w:bookmarkStart w:id="79" w:name="_Toc184208514"/>
      <w:r>
        <w:t>04 - SKUPNE ADMINISTRATIVNE SLUŽBE IN SPLOŠNE JAVNE STORITVE</w:t>
      </w:r>
      <w:bookmarkEnd w:id="79"/>
    </w:p>
    <w:p w14:paraId="7ACE858F" w14:textId="07CD0E23" w:rsidR="00986AF4" w:rsidRDefault="00986AF4" w:rsidP="00986AF4">
      <w:pPr>
        <w:pStyle w:val="Vrednost"/>
      </w:pPr>
      <w:r>
        <w:t>Vrednost: 48.000 €</w:t>
      </w:r>
    </w:p>
    <w:p w14:paraId="1035A7C4" w14:textId="433DACD3" w:rsidR="00986AF4" w:rsidRDefault="00986AF4" w:rsidP="00986AF4">
      <w:pPr>
        <w:pStyle w:val="Heading11"/>
      </w:pPr>
      <w:r>
        <w:t>Opis področja proračunske porabe, poslanstva občine znotraj področja proračunske porabe</w:t>
      </w:r>
    </w:p>
    <w:p w14:paraId="45271D7B" w14:textId="53636B4E" w:rsidR="00986AF4" w:rsidRDefault="00986AF4" w:rsidP="00986AF4">
      <w:r>
        <w:t>Področje porabe 04 - Skupne administrativne službe in splošne javne storitve zajema vse tiste storitve, ki niso v zvezi z določeno funkcijo in ki jih običajno opravljajo centralni uradi na različnih ravneh oblasti.</w:t>
      </w:r>
    </w:p>
    <w:p w14:paraId="6639CFF0" w14:textId="32DAA157" w:rsidR="00986AF4" w:rsidRDefault="00986AF4" w:rsidP="00986AF4">
      <w:pPr>
        <w:pStyle w:val="Heading11"/>
      </w:pPr>
      <w:r>
        <w:t>Dokumenti dolgoročnega razvojnega načrtovanja</w:t>
      </w:r>
    </w:p>
    <w:p w14:paraId="5EA4A560" w14:textId="126455DD" w:rsidR="00986AF4" w:rsidRDefault="00986AF4" w:rsidP="00986AF4">
      <w:r>
        <w:t xml:space="preserve">" Zakon o javnih financah </w:t>
      </w:r>
      <w:r>
        <w:br/>
        <w:t>" Zakon o javnih naročilih</w:t>
      </w:r>
    </w:p>
    <w:p w14:paraId="3A9755E3" w14:textId="4E95537A" w:rsidR="00986AF4" w:rsidRDefault="00986AF4" w:rsidP="00986AF4">
      <w:pPr>
        <w:pStyle w:val="Heading11"/>
      </w:pPr>
      <w:r>
        <w:t>Dolgoročni cilji področja proračunske porabe (Splošni cilj)</w:t>
      </w:r>
    </w:p>
    <w:p w14:paraId="3091073F" w14:textId="5CDD8A30" w:rsidR="00986AF4" w:rsidRDefault="00986AF4" w:rsidP="00986AF4">
      <w:r>
        <w:t>Zagotovitev pogojev za poslovanje občinske uprave in funkcionarjev,  obveščanje domače in tuje javnosti in izvedba protokolarnih dogodkov.</w:t>
      </w:r>
    </w:p>
    <w:p w14:paraId="7BE15BA1" w14:textId="37D136F1" w:rsidR="00986AF4" w:rsidRDefault="00986AF4" w:rsidP="00986AF4">
      <w:pPr>
        <w:pStyle w:val="Heading11"/>
      </w:pPr>
      <w:r>
        <w:t>Oznaka in nazivi glavnih programov v pristojnosti občine</w:t>
      </w:r>
    </w:p>
    <w:p w14:paraId="4BC5F6BB" w14:textId="0BAA6FAE" w:rsidR="00986AF4" w:rsidRDefault="00986AF4" w:rsidP="00986AF4">
      <w:r>
        <w:t>0403 - Druge skupne administrativne službe</w:t>
      </w:r>
    </w:p>
    <w:p w14:paraId="2542FFC2" w14:textId="03DED68B" w:rsidR="00986AF4" w:rsidRDefault="00986AF4" w:rsidP="00986AF4">
      <w:pPr>
        <w:pStyle w:val="AHeading6"/>
      </w:pPr>
      <w:bookmarkStart w:id="80" w:name="_Toc184208515"/>
      <w:r>
        <w:t>0403 - Druge skupne administrativne službe</w:t>
      </w:r>
      <w:bookmarkEnd w:id="80"/>
    </w:p>
    <w:p w14:paraId="66FE20B6" w14:textId="0FFAB00E" w:rsidR="00986AF4" w:rsidRDefault="00986AF4" w:rsidP="00986AF4">
      <w:pPr>
        <w:pStyle w:val="Vrednost"/>
      </w:pPr>
      <w:r>
        <w:t>Vrednost: 48.000 €</w:t>
      </w:r>
    </w:p>
    <w:p w14:paraId="6F04CF5E" w14:textId="11F04EFF" w:rsidR="00986AF4" w:rsidRDefault="00986AF4" w:rsidP="00986AF4">
      <w:pPr>
        <w:pStyle w:val="Heading11"/>
      </w:pPr>
      <w:r>
        <w:t>Opis glavnega programa</w:t>
      </w:r>
    </w:p>
    <w:p w14:paraId="11CD9723" w14:textId="016757B5" w:rsidR="00986AF4" w:rsidRDefault="00986AF4" w:rsidP="00986AF4">
      <w:r>
        <w:t xml:space="preserve">Podprogram zajema aktivnosti na področju obveščanja javnosti o delu občinskega sveta, župana, občinske uprave in drugih institucij, katerih ustanoviteljica je občina Bistrica ob Sotli. </w:t>
      </w:r>
      <w:r>
        <w:br/>
        <w:t>V okviru podprograma se sredstva namenijo tudi za praznovanje občinskega praznika in ostalih prireditev občine.</w:t>
      </w:r>
    </w:p>
    <w:p w14:paraId="21A06A3B" w14:textId="7F9D8248" w:rsidR="00986AF4" w:rsidRDefault="00986AF4" w:rsidP="00986AF4">
      <w:pPr>
        <w:pStyle w:val="Heading11"/>
      </w:pPr>
      <w:r>
        <w:lastRenderedPageBreak/>
        <w:t>Dolgoročni cilji glavnega programa (Specifični cilj in kazalniki)</w:t>
      </w:r>
    </w:p>
    <w:p w14:paraId="539B1EBD" w14:textId="77F6578A" w:rsidR="00986AF4" w:rsidRDefault="00986AF4" w:rsidP="00986AF4">
      <w:r>
        <w:t>Celovito obveščanje domače in tuje javnosti o delu organov  in institucij preko uradnega glasila občine, ki je Uradni list RS.</w:t>
      </w:r>
      <w:r>
        <w:br/>
        <w:t>Cilj je, da z prireditvami obeležimo občinski  praznik in pri tem ohranjamo prepoznavnost občine.</w:t>
      </w:r>
    </w:p>
    <w:p w14:paraId="10CEF61A" w14:textId="70E88341" w:rsidR="00986AF4" w:rsidRDefault="00986AF4" w:rsidP="00986AF4">
      <w:pPr>
        <w:pStyle w:val="Heading11"/>
      </w:pPr>
      <w:r>
        <w:t>Glavni letni izvedbeni cilji in kazalci, s katerimi se bo merilo doseganje zastavljenih ciljev</w:t>
      </w:r>
    </w:p>
    <w:p w14:paraId="38D304C3" w14:textId="60A67D52" w:rsidR="00986AF4" w:rsidRDefault="00986AF4" w:rsidP="00986AF4">
      <w:r>
        <w:t>Celovito obveščanje domače in tuje javnosti o delu organov  in institucij preko uradnega glasila občine, ki je Uradni list RS</w:t>
      </w:r>
    </w:p>
    <w:p w14:paraId="625158B4" w14:textId="43AFE7DD" w:rsidR="00986AF4" w:rsidRDefault="00986AF4" w:rsidP="00986AF4">
      <w:pPr>
        <w:pStyle w:val="Heading11"/>
      </w:pPr>
      <w:r>
        <w:t>Podprogrami in proračunski uporabniki znotraj glavnega programa</w:t>
      </w:r>
    </w:p>
    <w:p w14:paraId="32E7C121" w14:textId="5F29501F" w:rsidR="00986AF4" w:rsidRDefault="00986AF4" w:rsidP="00986AF4">
      <w:r>
        <w:t>04039002 Izvedba protokolarnih dogodkov</w:t>
      </w:r>
      <w:r>
        <w:br/>
        <w:t>          0004 - Občinska uprava</w:t>
      </w:r>
    </w:p>
    <w:p w14:paraId="4C33134E" w14:textId="4CBAB29D" w:rsidR="00986AF4" w:rsidRDefault="00986AF4" w:rsidP="00986AF4">
      <w:pPr>
        <w:pStyle w:val="AHeading7"/>
      </w:pPr>
      <w:bookmarkStart w:id="81" w:name="_Toc184208516"/>
      <w:r>
        <w:t>04039001 - Obveščanje domače in tuje javnosti</w:t>
      </w:r>
      <w:bookmarkStart w:id="82" w:name="PPR_04039001_A_20261"/>
      <w:bookmarkEnd w:id="82"/>
      <w:bookmarkEnd w:id="81"/>
    </w:p>
    <w:p w14:paraId="4D8E5941" w14:textId="10721ECA" w:rsidR="00986AF4" w:rsidRDefault="00986AF4" w:rsidP="00986AF4">
      <w:pPr>
        <w:pStyle w:val="Vrednost"/>
      </w:pPr>
      <w:r>
        <w:t>Vrednost: 18.000 €</w:t>
      </w:r>
    </w:p>
    <w:p w14:paraId="2988F70C" w14:textId="19C4BC4D" w:rsidR="00986AF4" w:rsidRDefault="00986AF4" w:rsidP="00986AF4">
      <w:pPr>
        <w:pStyle w:val="Heading11"/>
      </w:pPr>
      <w:r>
        <w:t>Opis podprograma</w:t>
      </w:r>
    </w:p>
    <w:p w14:paraId="3E68C596" w14:textId="10650546" w:rsidR="00986AF4" w:rsidRDefault="00986AF4" w:rsidP="00986AF4">
      <w:r>
        <w:t>Podprogram zajema aktivnosti na področju obveščanja domače in tuje javnosti o delu občinskega sveta, župana, občinske uprave in drugih institucij, katerih ustanoviteljica je občina Bistrica ob Sotli.</w:t>
      </w:r>
    </w:p>
    <w:p w14:paraId="2183A84E" w14:textId="0DBD6466" w:rsidR="00986AF4" w:rsidRDefault="00986AF4" w:rsidP="00986AF4">
      <w:pPr>
        <w:pStyle w:val="Heading11"/>
      </w:pPr>
      <w:r>
        <w:t>Zakonske in druge pravne podlage</w:t>
      </w:r>
    </w:p>
    <w:p w14:paraId="1689A318" w14:textId="5E4B4FC2" w:rsidR="00986AF4" w:rsidRDefault="00986AF4" w:rsidP="00986AF4">
      <w:r>
        <w:t xml:space="preserve">" Zakon o lokalni samoupravi, </w:t>
      </w:r>
      <w:r>
        <w:br/>
        <w:t xml:space="preserve">" Zakon o medijih, </w:t>
      </w:r>
      <w:r>
        <w:br/>
        <w:t xml:space="preserve">" Uredba o upravnem poslovanju, </w:t>
      </w:r>
      <w:r>
        <w:br/>
        <w:t xml:space="preserve">" Zakon o dostopu do informacij javnega značaja, </w:t>
      </w:r>
      <w:r>
        <w:br/>
        <w:t>" Uredba o posredovanju in ponovni uporabi informacij javnega značaja</w:t>
      </w:r>
    </w:p>
    <w:p w14:paraId="66A4C11E" w14:textId="1E17C207" w:rsidR="00986AF4" w:rsidRDefault="00986AF4" w:rsidP="00986AF4">
      <w:pPr>
        <w:pStyle w:val="Heading11"/>
      </w:pPr>
      <w:r>
        <w:t>Dolgoročni cilji podprograma in kazalci, s katerimi se bo merilo doseganje zastavljenih ciljev (Rezultat in kazalniki)</w:t>
      </w:r>
    </w:p>
    <w:p w14:paraId="03688407" w14:textId="3DA1D8CF" w:rsidR="00986AF4" w:rsidRDefault="00986AF4" w:rsidP="00986AF4">
      <w:r>
        <w:t>Celovito obveščanje domače in tuje javnosti o delu organov  in institucij preko uradnega glasila občine.</w:t>
      </w:r>
    </w:p>
    <w:p w14:paraId="64E0EF97" w14:textId="41402025" w:rsidR="00986AF4" w:rsidRDefault="00986AF4" w:rsidP="00986AF4">
      <w:pPr>
        <w:pStyle w:val="Heading11"/>
      </w:pPr>
      <w:r>
        <w:t>Letni izvedbeni cilji podprograma in kazalci, s katerimi se bo merilo doseganje zastavljenih ciljev (Neposredni učinek in kazalnik)</w:t>
      </w:r>
    </w:p>
    <w:p w14:paraId="6B6674F4" w14:textId="5F11C282" w:rsidR="00986AF4" w:rsidRDefault="00986AF4" w:rsidP="00986AF4">
      <w:r>
        <w:t>Cilj je redno objavljanje sprejetih aktov v Uradnem listu RS. Kazalec je letno število objav.</w:t>
      </w:r>
    </w:p>
    <w:p w14:paraId="5A781732" w14:textId="2CE8C8F1" w:rsidR="00986AF4" w:rsidRDefault="00986AF4" w:rsidP="00986AF4">
      <w:pPr>
        <w:pStyle w:val="AHeading8"/>
      </w:pPr>
      <w:r>
        <w:t>0002 - Občinski svet</w:t>
      </w:r>
      <w:bookmarkStart w:id="83" w:name="PU_0002_PPR_04039001_A_20261"/>
      <w:bookmarkEnd w:id="83"/>
    </w:p>
    <w:p w14:paraId="62ABB1BC" w14:textId="69EE6656" w:rsidR="00986AF4" w:rsidRDefault="00986AF4" w:rsidP="00986AF4">
      <w:pPr>
        <w:pStyle w:val="Vrednost"/>
      </w:pPr>
      <w:r>
        <w:t>Vrednost: 27.097 €</w:t>
      </w:r>
    </w:p>
    <w:p w14:paraId="2D1DF4A6" w14:textId="43F0BEEC" w:rsidR="00986AF4" w:rsidRDefault="00986AF4" w:rsidP="00986AF4">
      <w:pPr>
        <w:pStyle w:val="AHeading10"/>
      </w:pPr>
      <w:r>
        <w:t>04001 - Objava občinskih predpisov</w:t>
      </w:r>
      <w:bookmarkStart w:id="84" w:name="PP_04001_A_20261"/>
      <w:bookmarkEnd w:id="84"/>
    </w:p>
    <w:p w14:paraId="41CA6F6F" w14:textId="11186695" w:rsidR="00986AF4" w:rsidRDefault="00986AF4" w:rsidP="00986AF4">
      <w:pPr>
        <w:pStyle w:val="Vrednost"/>
      </w:pPr>
      <w:r>
        <w:t>Vrednost: 1.000 €</w:t>
      </w:r>
    </w:p>
    <w:p w14:paraId="1A48BEF9" w14:textId="7F3E5CCD" w:rsidR="00986AF4" w:rsidRDefault="00986AF4" w:rsidP="00986AF4">
      <w:pPr>
        <w:pStyle w:val="Heading11"/>
      </w:pPr>
      <w:r>
        <w:t>Obrazložitev dejavnosti v okviru proračunske postavke</w:t>
      </w:r>
    </w:p>
    <w:p w14:paraId="0625034D" w14:textId="77777777" w:rsidR="00986AF4" w:rsidRDefault="00986AF4" w:rsidP="00986AF4">
      <w:pPr>
        <w:rPr>
          <w:lang w:eastAsia="sl-SI"/>
        </w:rPr>
      </w:pPr>
      <w:r>
        <w:t>Predvideni so izdatki za objave sprejetih aktov v Uradnem listu RS.</w:t>
      </w:r>
    </w:p>
    <w:p w14:paraId="53C1A85D" w14:textId="77777777" w:rsidR="00986AF4" w:rsidRDefault="00986AF4" w:rsidP="00986AF4"/>
    <w:p w14:paraId="7E9FB34B" w14:textId="5F08E50F" w:rsidR="00986AF4" w:rsidRDefault="00986AF4" w:rsidP="00986AF4">
      <w:pPr>
        <w:pStyle w:val="Heading11"/>
      </w:pPr>
      <w:r>
        <w:t>Navezava na projekte v okviru proračunske postavke</w:t>
      </w:r>
    </w:p>
    <w:p w14:paraId="66507D13" w14:textId="51D96BDB" w:rsidR="00986AF4" w:rsidRDefault="00986AF4" w:rsidP="00986AF4">
      <w:pPr>
        <w:pStyle w:val="Heading11"/>
      </w:pPr>
      <w:r>
        <w:t>Izhodišča, na katerih temeljijo izračuni predlogov pravic porabe za del, ki se ne izvršuje preko NRP (Neposredni učinek in kazalnik)</w:t>
      </w:r>
    </w:p>
    <w:p w14:paraId="0512AC24" w14:textId="3973490F" w:rsidR="00986AF4" w:rsidRDefault="00986AF4" w:rsidP="00986AF4">
      <w:r>
        <w:t>Sredstva so planirana na podlagi  predvidenih aktivnosti  letu 2026.</w:t>
      </w:r>
    </w:p>
    <w:p w14:paraId="62A80698" w14:textId="582104CA" w:rsidR="00986AF4" w:rsidRDefault="00986AF4" w:rsidP="00986AF4">
      <w:pPr>
        <w:pStyle w:val="AHeading8"/>
      </w:pPr>
      <w:r>
        <w:t>0004 - Občinska uprava</w:t>
      </w:r>
      <w:bookmarkStart w:id="85" w:name="PU_0004_PPR_04039001_A_20261"/>
      <w:bookmarkEnd w:id="85"/>
    </w:p>
    <w:p w14:paraId="04F8A0A7" w14:textId="356315B4" w:rsidR="00986AF4" w:rsidRDefault="00986AF4" w:rsidP="00986AF4">
      <w:pPr>
        <w:pStyle w:val="Vrednost"/>
      </w:pPr>
      <w:r>
        <w:t>Vrednost: 5.509.267 €</w:t>
      </w:r>
    </w:p>
    <w:p w14:paraId="1A25BB92" w14:textId="45141EB1" w:rsidR="00986AF4" w:rsidRDefault="00986AF4" w:rsidP="00986AF4">
      <w:pPr>
        <w:pStyle w:val="AHeading10"/>
      </w:pPr>
      <w:r>
        <w:t>04004 - Obveščanje javnosti v medijih</w:t>
      </w:r>
      <w:bookmarkStart w:id="86" w:name="PP_04004_A_20261"/>
      <w:bookmarkEnd w:id="86"/>
    </w:p>
    <w:p w14:paraId="58110ECE" w14:textId="1C31E3DF" w:rsidR="00986AF4" w:rsidRDefault="00986AF4" w:rsidP="00986AF4">
      <w:pPr>
        <w:pStyle w:val="Vrednost"/>
      </w:pPr>
      <w:r>
        <w:t>Vrednost: 17.000 €</w:t>
      </w:r>
    </w:p>
    <w:p w14:paraId="32314DE4" w14:textId="57118BC4" w:rsidR="00986AF4" w:rsidRDefault="00986AF4" w:rsidP="00986AF4">
      <w:pPr>
        <w:pStyle w:val="Heading11"/>
      </w:pPr>
      <w:r>
        <w:lastRenderedPageBreak/>
        <w:t>Obrazložitev dejavnosti v okviru proračunske postavke</w:t>
      </w:r>
    </w:p>
    <w:p w14:paraId="664198AB" w14:textId="46709BCC" w:rsidR="00986AF4" w:rsidRDefault="00986AF4" w:rsidP="00986AF4">
      <w:r>
        <w:t xml:space="preserve">Planirani so stroški za objave v medijih  Naše OKO, Rogaške novice, Radio Štajerski val, Posavski obzornik, Kozjansko </w:t>
      </w:r>
      <w:proofErr w:type="spellStart"/>
      <w:r>
        <w:t>info</w:t>
      </w:r>
      <w:proofErr w:type="spellEnd"/>
      <w:r>
        <w:t>.</w:t>
      </w:r>
    </w:p>
    <w:p w14:paraId="1FDF8DC5" w14:textId="07F9A292" w:rsidR="00986AF4" w:rsidRDefault="00986AF4" w:rsidP="00986AF4">
      <w:pPr>
        <w:pStyle w:val="Heading11"/>
      </w:pPr>
      <w:r>
        <w:t>Navezava na projekte v okviru proračunske postavke</w:t>
      </w:r>
    </w:p>
    <w:p w14:paraId="4374C957" w14:textId="2D6B2DBF" w:rsidR="00986AF4" w:rsidRDefault="00986AF4" w:rsidP="00986AF4">
      <w:pPr>
        <w:pStyle w:val="Heading11"/>
      </w:pPr>
      <w:r>
        <w:t>Izhodišča, na katerih temeljijo izračuni predlogov pravic porabe za del, ki se ne izvršuje preko NRP (Neposredni učinek in kazalnik)</w:t>
      </w:r>
    </w:p>
    <w:p w14:paraId="4752AD07" w14:textId="77777777" w:rsidR="00986AF4" w:rsidRPr="00986AF4" w:rsidRDefault="00986AF4" w:rsidP="00986AF4">
      <w:pPr>
        <w:rPr>
          <w:lang w:eastAsia="sl-SI"/>
        </w:rPr>
      </w:pPr>
      <w:r w:rsidRPr="00986AF4">
        <w:t>Sredstva na postavki so načrtovana glede na planirane dejavnosti  v letu 2026.</w:t>
      </w:r>
    </w:p>
    <w:p w14:paraId="49C4C201" w14:textId="77777777" w:rsidR="00986AF4" w:rsidRPr="00986AF4" w:rsidRDefault="00986AF4" w:rsidP="00986AF4">
      <w:r w:rsidRPr="00986AF4">
        <w:t> </w:t>
      </w:r>
    </w:p>
    <w:p w14:paraId="4C946DA7" w14:textId="77777777" w:rsidR="00986AF4" w:rsidRDefault="00986AF4" w:rsidP="00986AF4"/>
    <w:p w14:paraId="32D423B3" w14:textId="77777777" w:rsidR="00986AF4" w:rsidRDefault="00986AF4" w:rsidP="00986AF4"/>
    <w:p w14:paraId="009A00E9" w14:textId="06C2054F" w:rsidR="00986AF4" w:rsidRDefault="00986AF4" w:rsidP="00986AF4">
      <w:pPr>
        <w:pStyle w:val="AHeading7"/>
      </w:pPr>
      <w:bookmarkStart w:id="87" w:name="_Toc184208517"/>
      <w:r>
        <w:t>04039002 - Izvedba protokolarnih dogodkov</w:t>
      </w:r>
      <w:bookmarkStart w:id="88" w:name="PPR_04039002_A_20261"/>
      <w:bookmarkEnd w:id="88"/>
      <w:bookmarkEnd w:id="87"/>
    </w:p>
    <w:p w14:paraId="38D646C1" w14:textId="277B7511" w:rsidR="00986AF4" w:rsidRDefault="00986AF4" w:rsidP="00986AF4">
      <w:pPr>
        <w:pStyle w:val="Vrednost"/>
      </w:pPr>
      <w:r>
        <w:t>Vrednost: 30.000 €</w:t>
      </w:r>
    </w:p>
    <w:p w14:paraId="2A0EC376" w14:textId="379A2240" w:rsidR="00986AF4" w:rsidRDefault="00986AF4" w:rsidP="00986AF4">
      <w:pPr>
        <w:pStyle w:val="Heading11"/>
      </w:pPr>
      <w:r>
        <w:t>Opis podprograma</w:t>
      </w:r>
    </w:p>
    <w:p w14:paraId="3FF28D85" w14:textId="32C442B6" w:rsidR="00986AF4" w:rsidRDefault="00986AF4" w:rsidP="00986AF4">
      <w:r>
        <w:t>Izvedba protokolarnih dogodkov: občinski praznik, prireditve v občini.</w:t>
      </w:r>
    </w:p>
    <w:p w14:paraId="79205FB3" w14:textId="3A6C2113" w:rsidR="00986AF4" w:rsidRDefault="00986AF4" w:rsidP="00986AF4">
      <w:pPr>
        <w:pStyle w:val="Heading11"/>
      </w:pPr>
      <w:r>
        <w:t>Zakonske in druge pravne podlage</w:t>
      </w:r>
    </w:p>
    <w:p w14:paraId="3480B087" w14:textId="36D46CAC" w:rsidR="00986AF4" w:rsidRDefault="00986AF4" w:rsidP="00986AF4">
      <w:r>
        <w:t>Zakon o lokalni samoupravi, Zakon o javnih financah</w:t>
      </w:r>
    </w:p>
    <w:p w14:paraId="01718112" w14:textId="10D94AFD" w:rsidR="00986AF4" w:rsidRDefault="00986AF4" w:rsidP="00986AF4">
      <w:pPr>
        <w:pStyle w:val="Heading11"/>
      </w:pPr>
      <w:r>
        <w:t>Dolgoročni cilji podprograma in kazalci, s katerimi se bo merilo doseganje zastavljenih ciljev (Rezultat in kazalniki)</w:t>
      </w:r>
    </w:p>
    <w:p w14:paraId="217588FA" w14:textId="203507B1" w:rsidR="00986AF4" w:rsidRDefault="00986AF4" w:rsidP="00986AF4">
      <w:r>
        <w:t>Spodbujanje občanov k druženju in ohranjanju tradicionalnih vrednot, obeležij in obletnic.</w:t>
      </w:r>
    </w:p>
    <w:p w14:paraId="35618FC3" w14:textId="009840CD" w:rsidR="00986AF4" w:rsidRDefault="00986AF4" w:rsidP="00986AF4">
      <w:pPr>
        <w:pStyle w:val="Heading11"/>
      </w:pPr>
      <w:r>
        <w:t>Letni izvedbeni cilji podprograma in kazalci, s katerimi se bo merilo doseganje zastavljenih ciljev (Neposredni učinek in kazalnik)</w:t>
      </w:r>
    </w:p>
    <w:p w14:paraId="543D3601" w14:textId="15323CF5" w:rsidR="00986AF4" w:rsidRDefault="00986AF4" w:rsidP="00986AF4">
      <w:r>
        <w:t>Zagotavljanje pogojev za izvedbo prireditev.</w:t>
      </w:r>
      <w:r>
        <w:br/>
        <w:t>Kazalnik: število prireditev, število udeležencev.</w:t>
      </w:r>
    </w:p>
    <w:p w14:paraId="63D51E80" w14:textId="75950080" w:rsidR="00986AF4" w:rsidRDefault="00986AF4" w:rsidP="00986AF4">
      <w:pPr>
        <w:pStyle w:val="AHeading8"/>
      </w:pPr>
      <w:r>
        <w:t>0002 - Občinski svet</w:t>
      </w:r>
      <w:bookmarkStart w:id="89" w:name="PU_0002_PPR_04039002_A_20261"/>
      <w:bookmarkEnd w:id="89"/>
    </w:p>
    <w:p w14:paraId="1EA02A8B" w14:textId="27E2E418" w:rsidR="00986AF4" w:rsidRDefault="00986AF4" w:rsidP="00986AF4">
      <w:pPr>
        <w:pStyle w:val="Vrednost"/>
      </w:pPr>
      <w:r>
        <w:t>Vrednost: 27.097 €</w:t>
      </w:r>
    </w:p>
    <w:p w14:paraId="002E1070" w14:textId="519AE379" w:rsidR="00986AF4" w:rsidRDefault="00986AF4" w:rsidP="00986AF4">
      <w:pPr>
        <w:pStyle w:val="AHeading10"/>
      </w:pPr>
      <w:r>
        <w:t>04002 - Občinski praznik</w:t>
      </w:r>
      <w:bookmarkStart w:id="90" w:name="PP_04002_A_20261"/>
      <w:bookmarkEnd w:id="90"/>
    </w:p>
    <w:p w14:paraId="6EF7390E" w14:textId="4E2508C7" w:rsidR="00986AF4" w:rsidRDefault="00986AF4" w:rsidP="00986AF4">
      <w:pPr>
        <w:pStyle w:val="Vrednost"/>
      </w:pPr>
      <w:r>
        <w:t>Vrednost: 10.000 €</w:t>
      </w:r>
    </w:p>
    <w:p w14:paraId="4935D9FB" w14:textId="03705D12" w:rsidR="00986AF4" w:rsidRDefault="00986AF4" w:rsidP="00986AF4">
      <w:pPr>
        <w:pStyle w:val="Heading11"/>
      </w:pPr>
      <w:r>
        <w:t>Obrazložitev dejavnosti v okviru proračunske postavke</w:t>
      </w:r>
    </w:p>
    <w:p w14:paraId="09063331" w14:textId="5CCBA8DE" w:rsidR="00986AF4" w:rsidRDefault="00986AF4" w:rsidP="00986AF4">
      <w:r>
        <w:t>Predvideni so izdatki za  organizacijo prireditev ob občinskem prazniku.</w:t>
      </w:r>
    </w:p>
    <w:p w14:paraId="4A3B4756" w14:textId="314DC13E" w:rsidR="00986AF4" w:rsidRDefault="00986AF4" w:rsidP="00986AF4">
      <w:pPr>
        <w:pStyle w:val="Heading11"/>
      </w:pPr>
      <w:r>
        <w:t>Navezava na projekte v okviru proračunske postavke</w:t>
      </w:r>
    </w:p>
    <w:p w14:paraId="695FC8E8" w14:textId="25F328E7" w:rsidR="00986AF4" w:rsidRDefault="00986AF4" w:rsidP="00986AF4">
      <w:pPr>
        <w:pStyle w:val="Heading11"/>
      </w:pPr>
      <w:r>
        <w:t>Izhodišča, na katerih temeljijo izračuni predlogov pravic porabe za del, ki se ne izvršuje preko NRP (Neposredni učinek in kazalnik)</w:t>
      </w:r>
    </w:p>
    <w:p w14:paraId="61044592" w14:textId="61C4C33F" w:rsidR="00986AF4" w:rsidRDefault="00986AF4" w:rsidP="00986AF4">
      <w:r>
        <w:t>Sredstva so planirana na podlagi pričakovanih aktivnosti v letu 2026</w:t>
      </w:r>
    </w:p>
    <w:p w14:paraId="758D0B2B" w14:textId="5B8AC542" w:rsidR="00986AF4" w:rsidRDefault="00986AF4" w:rsidP="00986AF4">
      <w:pPr>
        <w:pStyle w:val="AHeading8"/>
      </w:pPr>
      <w:r>
        <w:t>0004 - Občinska uprava</w:t>
      </w:r>
      <w:bookmarkStart w:id="91" w:name="PU_0004_PPR_04039002_A_20261"/>
      <w:bookmarkEnd w:id="91"/>
    </w:p>
    <w:p w14:paraId="25954A69" w14:textId="7C3A89CF" w:rsidR="00986AF4" w:rsidRDefault="00986AF4" w:rsidP="00986AF4">
      <w:pPr>
        <w:pStyle w:val="Vrednost"/>
      </w:pPr>
      <w:r>
        <w:t>Vrednost: 5.509.267 €</w:t>
      </w:r>
    </w:p>
    <w:p w14:paraId="1A8E666F" w14:textId="0FB0DC85" w:rsidR="00986AF4" w:rsidRDefault="00986AF4" w:rsidP="00986AF4">
      <w:pPr>
        <w:pStyle w:val="AHeading10"/>
      </w:pPr>
      <w:r>
        <w:t>04003 - Organizacija občinskih prireditev</w:t>
      </w:r>
      <w:bookmarkStart w:id="92" w:name="PP_04003_A_20261"/>
      <w:bookmarkEnd w:id="92"/>
    </w:p>
    <w:p w14:paraId="39970AC4" w14:textId="7A7428DA" w:rsidR="00986AF4" w:rsidRDefault="00986AF4" w:rsidP="00986AF4">
      <w:pPr>
        <w:pStyle w:val="Vrednost"/>
      </w:pPr>
      <w:r>
        <w:t>Vrednost: 20.000 €</w:t>
      </w:r>
    </w:p>
    <w:p w14:paraId="02974657" w14:textId="3B0EABD1" w:rsidR="00986AF4" w:rsidRDefault="00986AF4" w:rsidP="00986AF4">
      <w:pPr>
        <w:pStyle w:val="Heading11"/>
      </w:pPr>
      <w:r>
        <w:t>Obrazložitev dejavnosti v okviru proračunske postavke</w:t>
      </w:r>
    </w:p>
    <w:p w14:paraId="5A43141D" w14:textId="77777777" w:rsidR="00986AF4" w:rsidRDefault="00986AF4" w:rsidP="00986AF4">
      <w:pPr>
        <w:rPr>
          <w:lang w:eastAsia="sl-SI"/>
        </w:rPr>
      </w:pPr>
      <w:r>
        <w:t>Sredstva so predvidena za prireditve, ki imajo občinski ali širši pomen in jih organizirajo občina ali društva. Predvideni so izdatki za izvajanje občinskih prireditev ob kulturnem prazniku, sejmih, komemoracijah...</w:t>
      </w:r>
    </w:p>
    <w:p w14:paraId="4DB1CF1A" w14:textId="77777777" w:rsidR="00986AF4" w:rsidRDefault="00986AF4" w:rsidP="00986AF4"/>
    <w:p w14:paraId="14942F7B" w14:textId="23D4929D" w:rsidR="00986AF4" w:rsidRDefault="00986AF4" w:rsidP="00986AF4">
      <w:pPr>
        <w:pStyle w:val="Heading11"/>
      </w:pPr>
      <w:r>
        <w:lastRenderedPageBreak/>
        <w:t>Navezava na projekte v okviru proračunske postavke</w:t>
      </w:r>
    </w:p>
    <w:p w14:paraId="000B03D2" w14:textId="3B295258" w:rsidR="00986AF4" w:rsidRDefault="00986AF4" w:rsidP="00986AF4">
      <w:pPr>
        <w:pStyle w:val="Heading11"/>
      </w:pPr>
      <w:r>
        <w:t>Izhodišča, na katerih temeljijo izračuni predlogov pravic porabe za del, ki se ne izvršuje preko NRP (Neposredni učinek in kazalnik)</w:t>
      </w:r>
    </w:p>
    <w:p w14:paraId="3E378C3D" w14:textId="77777777" w:rsidR="00986AF4" w:rsidRPr="00986AF4" w:rsidRDefault="00986AF4" w:rsidP="00986AF4">
      <w:pPr>
        <w:rPr>
          <w:lang w:eastAsia="sl-SI"/>
        </w:rPr>
      </w:pPr>
      <w:r w:rsidRPr="00986AF4">
        <w:t>Sredstva na postavki so načrtovana glede na planirane dejavnosti  v letu 2026.</w:t>
      </w:r>
    </w:p>
    <w:p w14:paraId="740BDE58" w14:textId="77777777" w:rsidR="00986AF4" w:rsidRPr="00986AF4" w:rsidRDefault="00986AF4" w:rsidP="00986AF4">
      <w:r w:rsidRPr="00986AF4">
        <w:t> </w:t>
      </w:r>
    </w:p>
    <w:p w14:paraId="33CF5246" w14:textId="77777777" w:rsidR="00986AF4" w:rsidRDefault="00986AF4" w:rsidP="00986AF4"/>
    <w:p w14:paraId="00910928" w14:textId="77777777" w:rsidR="00986AF4" w:rsidRDefault="00986AF4" w:rsidP="00986AF4"/>
    <w:p w14:paraId="71A0F23A" w14:textId="0CD408C3" w:rsidR="00986AF4" w:rsidRDefault="00986AF4" w:rsidP="00986AF4">
      <w:pPr>
        <w:pStyle w:val="AHeading5"/>
      </w:pPr>
      <w:bookmarkStart w:id="93" w:name="_Toc184208518"/>
      <w:r>
        <w:t>06 - LOKALNA SAMOUPRAVA</w:t>
      </w:r>
      <w:bookmarkEnd w:id="93"/>
    </w:p>
    <w:p w14:paraId="5DF0DF32" w14:textId="003B2888" w:rsidR="00986AF4" w:rsidRDefault="00986AF4" w:rsidP="00986AF4">
      <w:pPr>
        <w:pStyle w:val="Vrednost"/>
      </w:pPr>
      <w:r>
        <w:t>Vrednost: 271.780 €</w:t>
      </w:r>
    </w:p>
    <w:p w14:paraId="6497B9D8" w14:textId="53C7E8DF" w:rsidR="00986AF4" w:rsidRDefault="00986AF4" w:rsidP="00986AF4">
      <w:pPr>
        <w:pStyle w:val="Heading11"/>
      </w:pPr>
      <w:r>
        <w:t>Opis področja proračunske porabe, poslanstva občine znotraj področja proračunske porabe</w:t>
      </w:r>
    </w:p>
    <w:p w14:paraId="48C59E48" w14:textId="7B7F9988" w:rsidR="00986AF4" w:rsidRDefault="00986AF4" w:rsidP="00986AF4">
      <w:r>
        <w:t>Navedeno področje zajema tiste dejavnosti, katere občinske službe opravljajo skupno za vse ali večino proračunskih uporabnikov na strokovnem področju kadrovske uprave, stvarnega premoženja in drugih skupnih zadev.</w:t>
      </w:r>
      <w:r>
        <w:br/>
        <w:t>Občine kot temeljne samoupravne lokalne skupnosti v okviru veljavnih predpisov samostojno urejajo in opravljajo svoje zadeve ter izvršujejo naloge, ki so nanjo prenesene z zakoni.</w:t>
      </w:r>
      <w:r>
        <w:br/>
        <w:t>Občine se lahko odločijo tudi, da ustanovijo enega ali več organov skupne občinske uprave z drugimi občinami. Delovanje skupnih uprav sofinancirajo občine ustanoviteljice. Poleg tega so občine upravičene tudi do dodatnih sredstev iz državnega proračuna in sicer v višini 50 % realiziranih tekočih odhodkov za delovanje skupne uprave v preteklem letu.</w:t>
      </w:r>
    </w:p>
    <w:p w14:paraId="7E8912F7" w14:textId="3645ADE8" w:rsidR="00986AF4" w:rsidRDefault="00986AF4" w:rsidP="00986AF4">
      <w:pPr>
        <w:pStyle w:val="Heading11"/>
      </w:pPr>
      <w:r>
        <w:t>Dokumenti dolgoročnega razvojnega načrtovanja</w:t>
      </w:r>
    </w:p>
    <w:p w14:paraId="48665E84" w14:textId="6B399957" w:rsidR="00986AF4" w:rsidRDefault="00986AF4" w:rsidP="00986AF4">
      <w:r>
        <w:t>" Strategija gospodarskega razvoja Slovenije</w:t>
      </w:r>
      <w:r>
        <w:br/>
        <w:t>" Strategija razvoja turizma</w:t>
      </w:r>
      <w:r>
        <w:br/>
        <w:t>" Strategija razvoja notranjega nadzora javnih financ v RS</w:t>
      </w:r>
    </w:p>
    <w:p w14:paraId="6A61AB2F" w14:textId="79E4245A" w:rsidR="00986AF4" w:rsidRDefault="00986AF4" w:rsidP="00986AF4">
      <w:pPr>
        <w:pStyle w:val="Heading11"/>
      </w:pPr>
      <w:r>
        <w:t>Dolgoročni cilji področja proračunske porabe (Splošni cilj)</w:t>
      </w:r>
    </w:p>
    <w:p w14:paraId="0E00A7D3" w14:textId="12F09117" w:rsidR="00986AF4" w:rsidRDefault="00986AF4" w:rsidP="00986AF4">
      <w:r>
        <w:t>Kakovostna izvedba upravnih, strokovnih, pospeševalnih in razvojnih nalog ob gospodarni porabi proračunskih sredstev.</w:t>
      </w:r>
    </w:p>
    <w:p w14:paraId="7B37A680" w14:textId="2783A95C" w:rsidR="00986AF4" w:rsidRDefault="00986AF4" w:rsidP="00986AF4">
      <w:pPr>
        <w:pStyle w:val="Heading11"/>
      </w:pPr>
      <w:r>
        <w:t>Oznaka in nazivi glavnih programov v pristojnosti občine</w:t>
      </w:r>
    </w:p>
    <w:p w14:paraId="4A7BF6B5" w14:textId="77777777" w:rsidR="00986AF4" w:rsidRPr="00986AF4" w:rsidRDefault="00986AF4" w:rsidP="00986AF4">
      <w:pPr>
        <w:pStyle w:val="Navadensplet"/>
      </w:pPr>
      <w:r w:rsidRPr="00986AF4">
        <w:t>0601 - Delovanje na področju lokalne samouprave ter koordinacija vladne in lokalne ravni </w:t>
      </w:r>
    </w:p>
    <w:p w14:paraId="10B46D66" w14:textId="77777777" w:rsidR="00986AF4" w:rsidRPr="00986AF4" w:rsidRDefault="00986AF4" w:rsidP="00986AF4">
      <w:pPr>
        <w:pStyle w:val="Navadensplet"/>
      </w:pPr>
      <w:r w:rsidRPr="00986AF4">
        <w:t>0603 - Dejavnost občinske uprave</w:t>
      </w:r>
    </w:p>
    <w:p w14:paraId="0D12473F" w14:textId="77777777" w:rsidR="00986AF4" w:rsidRDefault="00986AF4" w:rsidP="00986AF4"/>
    <w:p w14:paraId="2F1996C5" w14:textId="3C7A827C" w:rsidR="00986AF4" w:rsidRDefault="00986AF4" w:rsidP="00986AF4">
      <w:pPr>
        <w:pStyle w:val="AHeading6"/>
      </w:pPr>
      <w:bookmarkStart w:id="94" w:name="_Toc184208519"/>
      <w:r>
        <w:t>0601 - Delovanje na področju lokalne samouprave ter koordinacija vladne in lokalne ravni</w:t>
      </w:r>
      <w:bookmarkEnd w:id="94"/>
    </w:p>
    <w:p w14:paraId="727BCC32" w14:textId="10BE0BF2" w:rsidR="00986AF4" w:rsidRDefault="00986AF4" w:rsidP="00986AF4">
      <w:pPr>
        <w:pStyle w:val="Vrednost"/>
      </w:pPr>
      <w:r>
        <w:t>Vrednost: 10.000 €</w:t>
      </w:r>
    </w:p>
    <w:p w14:paraId="6B513A48" w14:textId="61400370" w:rsidR="00986AF4" w:rsidRDefault="00986AF4" w:rsidP="00986AF4">
      <w:pPr>
        <w:pStyle w:val="Heading11"/>
      </w:pPr>
      <w:r>
        <w:t>Opis glavnega programa</w:t>
      </w:r>
    </w:p>
    <w:p w14:paraId="0EA0EF77" w14:textId="277DD5BA" w:rsidR="00986AF4" w:rsidRDefault="00986AF4" w:rsidP="00986AF4">
      <w:r>
        <w:t>Glavni program zajema  sredstva za nacionalno združevanje in povezovanje lokalnih skupnosti na regionalnem in republiškem nivoju.</w:t>
      </w:r>
      <w:r>
        <w:br/>
        <w:t>06019001 - Priprava strokovnih podlag s področja lokalne samouprave ter strokovna pomoč lokalnim organom in službam</w:t>
      </w:r>
    </w:p>
    <w:p w14:paraId="16ADCA09" w14:textId="4B7C85C4" w:rsidR="00986AF4" w:rsidRDefault="00986AF4" w:rsidP="00986AF4">
      <w:pPr>
        <w:pStyle w:val="Heading11"/>
      </w:pPr>
      <w:r>
        <w:t>Dolgoročni cilji glavnega programa (Specifični cilj in kazalniki)</w:t>
      </w:r>
    </w:p>
    <w:p w14:paraId="42FC0785" w14:textId="64010089" w:rsidR="00986AF4" w:rsidRDefault="00986AF4" w:rsidP="00986AF4">
      <w:pPr>
        <w:pStyle w:val="Heading11"/>
      </w:pPr>
      <w:r>
        <w:t>Glavni letni izvedbeni cilji in kazalci, s katerimi se bo merilo doseganje zastavljenih ciljev</w:t>
      </w:r>
    </w:p>
    <w:p w14:paraId="3E0A7127" w14:textId="2D828114" w:rsidR="00986AF4" w:rsidRDefault="00986AF4" w:rsidP="00986AF4">
      <w:pPr>
        <w:pStyle w:val="Heading11"/>
      </w:pPr>
      <w:r>
        <w:t>Podprogrami in proračunski uporabniki znotraj glavnega programa</w:t>
      </w:r>
    </w:p>
    <w:p w14:paraId="1B1C7235" w14:textId="318814AF" w:rsidR="00986AF4" w:rsidRDefault="00986AF4" w:rsidP="00986AF4">
      <w:r>
        <w:t>06019001 - Priprava strokovnih podlag s področja lokalne samouprave ter strokovna pomoč lokalnim organom in službam</w:t>
      </w:r>
    </w:p>
    <w:p w14:paraId="25AB259D" w14:textId="255F327A" w:rsidR="00986AF4" w:rsidRDefault="00986AF4" w:rsidP="00986AF4">
      <w:pPr>
        <w:pStyle w:val="AHeading7"/>
      </w:pPr>
      <w:bookmarkStart w:id="95" w:name="_Toc184208520"/>
      <w:r>
        <w:lastRenderedPageBreak/>
        <w:t>06019001 - Priprava strokovnih podlag s področja lokalne samouprave ter strokovna pomoč lokalnim organom in službam</w:t>
      </w:r>
      <w:bookmarkStart w:id="96" w:name="PPR_06019001_A_20261"/>
      <w:bookmarkEnd w:id="96"/>
      <w:bookmarkEnd w:id="95"/>
    </w:p>
    <w:p w14:paraId="29B51683" w14:textId="67B479B5" w:rsidR="00986AF4" w:rsidRDefault="00986AF4" w:rsidP="00986AF4">
      <w:pPr>
        <w:pStyle w:val="Vrednost"/>
      </w:pPr>
      <w:r>
        <w:t>Vrednost: 10.000 €</w:t>
      </w:r>
    </w:p>
    <w:p w14:paraId="50C1B5E9" w14:textId="505B4238" w:rsidR="00986AF4" w:rsidRDefault="00986AF4" w:rsidP="00986AF4">
      <w:pPr>
        <w:pStyle w:val="Heading11"/>
      </w:pPr>
      <w:r>
        <w:t>Opis podprograma</w:t>
      </w:r>
    </w:p>
    <w:p w14:paraId="4588089E" w14:textId="75A44E11" w:rsidR="00986AF4" w:rsidRDefault="00986AF4" w:rsidP="00986AF4">
      <w:r>
        <w:t>Podprogram zajema  sredstva za nacionalno združevanje in povezovanje lokalnih skupnosti na regionalnem in republiškem nivoju.</w:t>
      </w:r>
    </w:p>
    <w:p w14:paraId="00C4BA5E" w14:textId="5BABE7AF" w:rsidR="00986AF4" w:rsidRDefault="00986AF4" w:rsidP="00986AF4">
      <w:pPr>
        <w:pStyle w:val="Heading11"/>
      </w:pPr>
      <w:r>
        <w:t>Zakonske in druge pravne podlage</w:t>
      </w:r>
    </w:p>
    <w:p w14:paraId="2E3882C8" w14:textId="670C3064" w:rsidR="00986AF4" w:rsidRDefault="00986AF4" w:rsidP="00986AF4">
      <w:r>
        <w:t>Zakon o lokalni samoupravi</w:t>
      </w:r>
    </w:p>
    <w:p w14:paraId="199F7CBA" w14:textId="1F6307ED" w:rsidR="00986AF4" w:rsidRDefault="00986AF4" w:rsidP="00986AF4">
      <w:pPr>
        <w:pStyle w:val="Heading11"/>
      </w:pPr>
      <w:r>
        <w:t>Dolgoročni cilji podprograma in kazalci, s katerimi se bo merilo doseganje zastavljenih ciljev (Rezultat in kazalniki)</w:t>
      </w:r>
    </w:p>
    <w:p w14:paraId="100681D2" w14:textId="4A5F40A1" w:rsidR="00986AF4" w:rsidRDefault="00986AF4" w:rsidP="00986AF4">
      <w:pPr>
        <w:pStyle w:val="Heading11"/>
      </w:pPr>
      <w:r>
        <w:t>Letni izvedbeni cilji podprograma in kazalci, s katerimi se bo merilo doseganje zastavljenih ciljev (Neposredni učinek in kazalnik)</w:t>
      </w:r>
    </w:p>
    <w:p w14:paraId="4D916AAA" w14:textId="5271351E" w:rsidR="00986AF4" w:rsidRDefault="00986AF4" w:rsidP="00986AF4">
      <w:pPr>
        <w:pStyle w:val="AHeading8"/>
      </w:pPr>
      <w:r>
        <w:t>0004 - Občinska uprava</w:t>
      </w:r>
      <w:bookmarkStart w:id="97" w:name="PU_0004_PPR_06019001_A_20261"/>
      <w:bookmarkEnd w:id="97"/>
    </w:p>
    <w:p w14:paraId="0FD2CBBC" w14:textId="5ACEF60F" w:rsidR="00986AF4" w:rsidRDefault="00986AF4" w:rsidP="00986AF4">
      <w:pPr>
        <w:pStyle w:val="Vrednost"/>
      </w:pPr>
      <w:r>
        <w:t>Vrednost: 5.509.267 €</w:t>
      </w:r>
    </w:p>
    <w:p w14:paraId="343C1F09" w14:textId="439D0AD3" w:rsidR="00986AF4" w:rsidRDefault="00986AF4" w:rsidP="00986AF4">
      <w:pPr>
        <w:pStyle w:val="AHeading10"/>
      </w:pPr>
      <w:r>
        <w:t>06008 - Pravno svetovanje in priprava pravnih podlag</w:t>
      </w:r>
      <w:bookmarkStart w:id="98" w:name="PP_06008_A_20261"/>
      <w:bookmarkEnd w:id="98"/>
    </w:p>
    <w:p w14:paraId="1A5F0A2E" w14:textId="517DCB80" w:rsidR="00986AF4" w:rsidRDefault="00986AF4" w:rsidP="00986AF4">
      <w:pPr>
        <w:pStyle w:val="Vrednost"/>
      </w:pPr>
      <w:r>
        <w:t>Vrednost: 10.000 €</w:t>
      </w:r>
    </w:p>
    <w:p w14:paraId="18ED1154" w14:textId="77F4730D" w:rsidR="00986AF4" w:rsidRDefault="00986AF4" w:rsidP="00986AF4">
      <w:pPr>
        <w:pStyle w:val="Heading11"/>
      </w:pPr>
      <w:r>
        <w:t>Obrazložitev dejavnosti v okviru proračunske postavke</w:t>
      </w:r>
    </w:p>
    <w:p w14:paraId="6E7DF73A" w14:textId="41E70BC8" w:rsidR="00986AF4" w:rsidRDefault="00986AF4" w:rsidP="00986AF4">
      <w:r>
        <w:t>Na postavki je zajeto pravno svetovanje v zvezi z zakonodajo na področju lokalne samouprave. Predvideni so tudi izdatki za zagotavljanje informacijskih storitev v zvezi z varovanjem osebnih podatkov in vzdrževanje računalniških programov in aplikacij za izvajanje upravnih nalog.</w:t>
      </w:r>
    </w:p>
    <w:p w14:paraId="210EDCAE" w14:textId="0B43CBF7" w:rsidR="00986AF4" w:rsidRDefault="00986AF4" w:rsidP="00986AF4">
      <w:pPr>
        <w:pStyle w:val="Heading11"/>
      </w:pPr>
      <w:r>
        <w:t>Navezava na projekte v okviru proračunske postavke</w:t>
      </w:r>
    </w:p>
    <w:p w14:paraId="3E72B9DD" w14:textId="3DB8932E" w:rsidR="00986AF4" w:rsidRDefault="00986AF4" w:rsidP="00986AF4">
      <w:pPr>
        <w:pStyle w:val="Heading11"/>
      </w:pPr>
      <w:r>
        <w:t>Izhodišča, na katerih temeljijo izračuni predlogov pravic porabe za del, ki se ne izvršuje preko NRP (Neposredni učinek in kazalnik)</w:t>
      </w:r>
    </w:p>
    <w:p w14:paraId="450D771C" w14:textId="77777777" w:rsidR="00986AF4" w:rsidRDefault="00986AF4" w:rsidP="00986AF4">
      <w:pPr>
        <w:rPr>
          <w:lang w:eastAsia="sl-SI"/>
        </w:rPr>
      </w:pPr>
      <w:r>
        <w:t> </w:t>
      </w:r>
    </w:p>
    <w:p w14:paraId="660CB559" w14:textId="77777777" w:rsidR="00986AF4" w:rsidRDefault="00986AF4" w:rsidP="00986AF4"/>
    <w:p w14:paraId="560DFB25" w14:textId="77777777" w:rsidR="00986AF4" w:rsidRDefault="00986AF4" w:rsidP="00986AF4"/>
    <w:p w14:paraId="531ECA90" w14:textId="0B97C19B" w:rsidR="00986AF4" w:rsidRDefault="00986AF4" w:rsidP="00986AF4">
      <w:pPr>
        <w:pStyle w:val="AHeading6"/>
      </w:pPr>
      <w:bookmarkStart w:id="99" w:name="_Toc184208521"/>
      <w:r>
        <w:t>0603 - Dejavnost občinske uprave</w:t>
      </w:r>
      <w:bookmarkEnd w:id="99"/>
    </w:p>
    <w:p w14:paraId="0ED2E5A3" w14:textId="069BA5C4" w:rsidR="00986AF4" w:rsidRDefault="00986AF4" w:rsidP="00986AF4">
      <w:pPr>
        <w:pStyle w:val="Vrednost"/>
      </w:pPr>
      <w:r>
        <w:t>Vrednost: 261.780 €</w:t>
      </w:r>
    </w:p>
    <w:p w14:paraId="662B54D5" w14:textId="714C7296" w:rsidR="00986AF4" w:rsidRDefault="00986AF4" w:rsidP="00986AF4">
      <w:pPr>
        <w:pStyle w:val="Heading11"/>
      </w:pPr>
      <w:r>
        <w:t>Opis glavnega programa</w:t>
      </w:r>
    </w:p>
    <w:p w14:paraId="0EB76490" w14:textId="1B8FB827" w:rsidR="00986AF4" w:rsidRDefault="00986AF4" w:rsidP="00986AF4">
      <w:r>
        <w:t>Glavni program vključuje sredstva za delovanje občinske uprave.</w:t>
      </w:r>
    </w:p>
    <w:p w14:paraId="19AB86A7" w14:textId="4E10B6BF" w:rsidR="00986AF4" w:rsidRDefault="00986AF4" w:rsidP="00986AF4">
      <w:pPr>
        <w:pStyle w:val="Heading11"/>
      </w:pPr>
      <w:r>
        <w:t>Dolgoročni cilji glavnega programa (Specifični cilj in kazalniki)</w:t>
      </w:r>
    </w:p>
    <w:p w14:paraId="65DB631E" w14:textId="277320C3" w:rsidR="00986AF4" w:rsidRDefault="00986AF4" w:rsidP="00986AF4">
      <w:r>
        <w:t>Osnovni dolgoročni cilj je kakovostno izvajanje upravnih in strokovnih nalog ter hkrati z organiziranjem skupne uprave občin zagotoviti boljšo organiziranost služb in gospodarnejšo porabo proračunskih sredstev.</w:t>
      </w:r>
    </w:p>
    <w:p w14:paraId="238AC50F" w14:textId="35A3CAEB" w:rsidR="00986AF4" w:rsidRDefault="00986AF4" w:rsidP="00986AF4">
      <w:pPr>
        <w:pStyle w:val="Heading11"/>
      </w:pPr>
      <w:r>
        <w:t>Glavni letni izvedbeni cilji in kazalci, s katerimi se bo merilo doseganje zastavljenih ciljev</w:t>
      </w:r>
    </w:p>
    <w:p w14:paraId="70B49AC9" w14:textId="3B9FD0DA" w:rsidR="00986AF4" w:rsidRDefault="00986AF4" w:rsidP="00986AF4">
      <w:r>
        <w:t>Glavni letni cilj je gospodarno ravnanje s proračunskimi sredstvi, upoštevaje usmeritve za prijazno javno upravo.</w:t>
      </w:r>
    </w:p>
    <w:p w14:paraId="0B234E50" w14:textId="28FF02A0" w:rsidR="00986AF4" w:rsidRDefault="00986AF4" w:rsidP="00986AF4">
      <w:pPr>
        <w:pStyle w:val="Heading11"/>
      </w:pPr>
      <w:r>
        <w:t>Podprogrami in proračunski uporabniki znotraj glavnega programa</w:t>
      </w:r>
    </w:p>
    <w:p w14:paraId="2E9E20E4" w14:textId="11B50310" w:rsidR="00986AF4" w:rsidRDefault="00986AF4" w:rsidP="00986AF4">
      <w:r>
        <w:t>06039001 - Administracija občinske uprave</w:t>
      </w:r>
      <w:r>
        <w:br/>
        <w:t xml:space="preserve">        0004 - Občinska uprava  </w:t>
      </w:r>
      <w:r>
        <w:br/>
        <w:t>06039002 - Razpolaganje in upravljanje s premoženjem, potrebnim za delovanje občinske uprave</w:t>
      </w:r>
      <w:r>
        <w:br/>
        <w:t>        0004 - Občinska uprava</w:t>
      </w:r>
    </w:p>
    <w:p w14:paraId="49FB869E" w14:textId="45BD186A" w:rsidR="00986AF4" w:rsidRDefault="00986AF4" w:rsidP="00986AF4">
      <w:pPr>
        <w:pStyle w:val="AHeading7"/>
      </w:pPr>
      <w:bookmarkStart w:id="100" w:name="_Toc184208522"/>
      <w:r>
        <w:t>06039001 - Administracija občinske uprave</w:t>
      </w:r>
      <w:bookmarkStart w:id="101" w:name="PPR_06039001_A_20261"/>
      <w:bookmarkEnd w:id="101"/>
      <w:bookmarkEnd w:id="100"/>
    </w:p>
    <w:p w14:paraId="2E5C0FC0" w14:textId="6997591C" w:rsidR="00986AF4" w:rsidRDefault="00986AF4" w:rsidP="00986AF4">
      <w:pPr>
        <w:pStyle w:val="Vrednost"/>
      </w:pPr>
      <w:r>
        <w:t>Vrednost: 232.580 €</w:t>
      </w:r>
    </w:p>
    <w:p w14:paraId="20DC833D" w14:textId="58F5CD44" w:rsidR="00986AF4" w:rsidRDefault="00986AF4" w:rsidP="00986AF4">
      <w:pPr>
        <w:pStyle w:val="Heading11"/>
      </w:pPr>
      <w:r>
        <w:lastRenderedPageBreak/>
        <w:t>Opis podprograma</w:t>
      </w:r>
    </w:p>
    <w:p w14:paraId="1F272880" w14:textId="639A4A76" w:rsidR="00986AF4" w:rsidRDefault="00986AF4" w:rsidP="00986AF4">
      <w:r>
        <w:t>Podprogram obsega plače zaposlenih in materialne stroške za občinsko upravo.</w:t>
      </w:r>
    </w:p>
    <w:p w14:paraId="0744BB6F" w14:textId="4BCD1855" w:rsidR="00986AF4" w:rsidRDefault="00986AF4" w:rsidP="00986AF4">
      <w:pPr>
        <w:pStyle w:val="Heading11"/>
      </w:pPr>
      <w:r>
        <w:t>Zakonske in druge pravne podlage</w:t>
      </w:r>
    </w:p>
    <w:p w14:paraId="4A996335" w14:textId="51A7279E" w:rsidR="00986AF4" w:rsidRDefault="00986AF4" w:rsidP="00986AF4">
      <w:r>
        <w:t>" Zakon o lokalni samoupravi</w:t>
      </w:r>
      <w:r>
        <w:br/>
        <w:t>" Zakon o javnih uslužbencih</w:t>
      </w:r>
      <w:r>
        <w:br/>
        <w:t>" Zakon o javnih financah</w:t>
      </w:r>
      <w:r>
        <w:br/>
        <w:t>" Zakon o dostopu do informacij javnega značaja</w:t>
      </w:r>
      <w:r>
        <w:br/>
        <w:t>" Zakon o varstvu osebnih podatkov</w:t>
      </w:r>
      <w:r>
        <w:br/>
        <w:t>" Zakon o spodbujanju regionalnega razvoja</w:t>
      </w:r>
      <w:r>
        <w:br/>
        <w:t>" Zakon o inšpekcijskem nadzoru</w:t>
      </w:r>
      <w:r>
        <w:br/>
        <w:t>" Zakon o občinskem redarstvu</w:t>
      </w:r>
      <w:r>
        <w:br/>
        <w:t xml:space="preserve">" Zakon o prekrških </w:t>
      </w:r>
      <w:r>
        <w:br/>
        <w:t>" Zakon o varnosti cestnega prometa</w:t>
      </w:r>
      <w:r>
        <w:br/>
        <w:t>" Zakon o varstvu javnega reda in miru</w:t>
      </w:r>
      <w:r>
        <w:br/>
        <w:t>" Zakon o varstvu okolja</w:t>
      </w:r>
      <w:r>
        <w:br/>
        <w:t>" Zakon o spodbujanju razvoja  turizma</w:t>
      </w:r>
    </w:p>
    <w:p w14:paraId="48605696" w14:textId="4D59EF65" w:rsidR="00986AF4" w:rsidRDefault="00986AF4" w:rsidP="00986AF4">
      <w:pPr>
        <w:pStyle w:val="Heading11"/>
      </w:pPr>
      <w:r>
        <w:t>Dolgoročni cilji podprograma in kazalci, s katerimi se bo merilo doseganje zastavljenih ciljev (Rezultat in kazalniki)</w:t>
      </w:r>
    </w:p>
    <w:p w14:paraId="5EC2FCA8" w14:textId="005CA6A3" w:rsidR="00986AF4" w:rsidRDefault="00986AF4" w:rsidP="00986AF4">
      <w:r>
        <w:t>Dolgoročni cilj podprograma je gospodarna in učinkovita poraba proračunskih sredstev za plače, materialne stroške tako, da je izvajanje vseh storitev in posredovanje javnih informacij javnega značaja zagotovljeno zakonito in pravočasno. Cilj je tudi zagotavljanje pogojev za delovanje občinske uprave tako v obliki rednega izplačila plač zaposlenim, kot zagotavljanje prostorskih pogojev za delo, ustrezne opremljenosti in postavitve delovnih mest, kot tudi primerne opremljenosti z delovnimi sredstvi. Omogočajo izpopolnjevanje funkcionalnih znanj,  nabavo strokovne literature, dnevnega časopisja.</w:t>
      </w:r>
    </w:p>
    <w:p w14:paraId="43AB43E6" w14:textId="22A47C85" w:rsidR="00986AF4" w:rsidRDefault="00986AF4" w:rsidP="00986AF4">
      <w:pPr>
        <w:pStyle w:val="Heading11"/>
      </w:pPr>
      <w:r>
        <w:t>Letni izvedbeni cilji podprograma in kazalci, s katerimi se bo merilo doseganje zastavljenih ciljev (Neposredni učinek in kazalnik)</w:t>
      </w:r>
    </w:p>
    <w:p w14:paraId="4756E078" w14:textId="7F5C2AD2" w:rsidR="00986AF4" w:rsidRDefault="00986AF4" w:rsidP="00986AF4">
      <w:r>
        <w:t>Glavni letni izvedbeni cilj je uspešno in učinkovito izvajanje zastavljenih nalog.</w:t>
      </w:r>
    </w:p>
    <w:p w14:paraId="5961E18D" w14:textId="6763D3F4" w:rsidR="00986AF4" w:rsidRDefault="00986AF4" w:rsidP="00986AF4">
      <w:pPr>
        <w:pStyle w:val="AHeading8"/>
      </w:pPr>
      <w:r>
        <w:t>0004 - Občinska uprava</w:t>
      </w:r>
      <w:bookmarkStart w:id="102" w:name="PU_0004_PPR_06039001_A_20261"/>
      <w:bookmarkEnd w:id="102"/>
    </w:p>
    <w:p w14:paraId="1D9CBAE9" w14:textId="0517702D" w:rsidR="00986AF4" w:rsidRDefault="00986AF4" w:rsidP="00986AF4">
      <w:pPr>
        <w:pStyle w:val="Vrednost"/>
      </w:pPr>
      <w:r>
        <w:t>Vrednost: 5.509.267 €</w:t>
      </w:r>
    </w:p>
    <w:p w14:paraId="113301A6" w14:textId="2FDD3734" w:rsidR="00986AF4" w:rsidRDefault="00986AF4" w:rsidP="00986AF4">
      <w:pPr>
        <w:pStyle w:val="AHeading10"/>
      </w:pPr>
      <w:r>
        <w:t>06001 - Plače in drugi stroški dela - občinska uprava</w:t>
      </w:r>
      <w:bookmarkStart w:id="103" w:name="PP_06001_A_20261"/>
      <w:bookmarkEnd w:id="103"/>
    </w:p>
    <w:p w14:paraId="4F313C56" w14:textId="334CD3FA" w:rsidR="00986AF4" w:rsidRDefault="00986AF4" w:rsidP="00986AF4">
      <w:pPr>
        <w:pStyle w:val="Vrednost"/>
      </w:pPr>
      <w:r>
        <w:t>Vrednost: 176.190 €</w:t>
      </w:r>
    </w:p>
    <w:p w14:paraId="6F8856B6" w14:textId="2791AD39" w:rsidR="00986AF4" w:rsidRDefault="00986AF4" w:rsidP="00986AF4">
      <w:pPr>
        <w:pStyle w:val="Heading11"/>
      </w:pPr>
      <w:r>
        <w:t>Obrazložitev dejavnosti v okviru proračunske postavke</w:t>
      </w:r>
    </w:p>
    <w:p w14:paraId="6B62847C" w14:textId="77777777" w:rsidR="00986AF4" w:rsidRDefault="00986AF4" w:rsidP="00986AF4">
      <w:pPr>
        <w:rPr>
          <w:lang w:eastAsia="sl-SI"/>
        </w:rPr>
      </w:pPr>
      <w:r>
        <w:t xml:space="preserve">Sredstva so planirana za plače zaposlenih javnih uslužbencev na občinski upravi ter za povračilo stroškov za prehrano in za prevoz na delo. Prav tako so planirana sredstva za regres po veljavni zakonodaji. Sredstva so namenjena tudi za prispevke na plačo in pa za premije dodatnega kolektivnega pokojninskega zavarovanja javnih uslužbencev. </w:t>
      </w:r>
    </w:p>
    <w:p w14:paraId="744CD718" w14:textId="77777777" w:rsidR="00986AF4" w:rsidRDefault="00986AF4" w:rsidP="00986AF4"/>
    <w:p w14:paraId="6988C4D8" w14:textId="2E76B178" w:rsidR="00986AF4" w:rsidRDefault="00986AF4" w:rsidP="00986AF4">
      <w:pPr>
        <w:pStyle w:val="Heading11"/>
      </w:pPr>
      <w:r>
        <w:t>Navezava na projekte v okviru proračunske postavke</w:t>
      </w:r>
    </w:p>
    <w:p w14:paraId="55BC1A74" w14:textId="4771CCD9" w:rsidR="00986AF4" w:rsidRDefault="00986AF4" w:rsidP="00986AF4">
      <w:pPr>
        <w:pStyle w:val="Heading11"/>
      </w:pPr>
      <w:r>
        <w:t>Izhodišča, na katerih temeljijo izračuni predlogov pravic porabe za del, ki se ne izvršuje preko NRP (Neposredni učinek in kazalnik)</w:t>
      </w:r>
    </w:p>
    <w:p w14:paraId="5EF49542" w14:textId="77777777" w:rsidR="00986AF4" w:rsidRDefault="00986AF4" w:rsidP="00986AF4">
      <w:pPr>
        <w:rPr>
          <w:lang w:eastAsia="sl-SI"/>
        </w:rPr>
      </w:pPr>
      <w:r>
        <w:t> </w:t>
      </w:r>
    </w:p>
    <w:p w14:paraId="35D5D7B1" w14:textId="77777777" w:rsidR="00986AF4" w:rsidRDefault="00986AF4" w:rsidP="00986AF4"/>
    <w:p w14:paraId="10AE04FD" w14:textId="7BF4E987" w:rsidR="00986AF4" w:rsidRDefault="00986AF4" w:rsidP="00986AF4">
      <w:pPr>
        <w:pStyle w:val="AHeading10"/>
      </w:pPr>
      <w:r>
        <w:t>06002 - Materialni stroški občinske uprave</w:t>
      </w:r>
      <w:bookmarkStart w:id="104" w:name="PP_06002_A_20261"/>
      <w:bookmarkEnd w:id="104"/>
    </w:p>
    <w:p w14:paraId="353DB0FE" w14:textId="6009E434" w:rsidR="00986AF4" w:rsidRDefault="00986AF4" w:rsidP="00986AF4">
      <w:pPr>
        <w:pStyle w:val="Vrednost"/>
      </w:pPr>
      <w:r>
        <w:t>Vrednost: 46.500 €</w:t>
      </w:r>
    </w:p>
    <w:p w14:paraId="6C6EF2A4" w14:textId="183C359D" w:rsidR="00986AF4" w:rsidRDefault="00986AF4" w:rsidP="00986AF4">
      <w:pPr>
        <w:pStyle w:val="Heading11"/>
      </w:pPr>
      <w:r>
        <w:t>Obrazložitev dejavnosti v okviru proračunske postavke</w:t>
      </w:r>
    </w:p>
    <w:p w14:paraId="017AF318" w14:textId="0C203753" w:rsidR="00986AF4" w:rsidRDefault="00986AF4" w:rsidP="00986AF4">
      <w:r>
        <w:t>Materialni stroški občinske uprave obsegajo tako stroške za delo same uprave  Med materialne stroške uvrščamo  pisarniški material in storitve, čistila in storitve čiščenja poslovnih  prostorov, stroške telefona, faksa in elektronske pošte, poštnino, stroške izobraževanja,  prevozne stroške, stroške ogrevanja itd..</w:t>
      </w:r>
    </w:p>
    <w:p w14:paraId="0A337FC9" w14:textId="467994EC" w:rsidR="00986AF4" w:rsidRDefault="00986AF4" w:rsidP="00986AF4">
      <w:pPr>
        <w:pStyle w:val="Heading11"/>
      </w:pPr>
      <w:r>
        <w:lastRenderedPageBreak/>
        <w:t>Navezava na projekte v okviru proračunske postavke</w:t>
      </w:r>
    </w:p>
    <w:p w14:paraId="4CCE06E1" w14:textId="7E41CA6A" w:rsidR="00986AF4" w:rsidRDefault="00986AF4" w:rsidP="00986AF4">
      <w:pPr>
        <w:pStyle w:val="Heading11"/>
      </w:pPr>
      <w:r>
        <w:t>Izhodišča, na katerih temeljijo izračuni predlogov pravic porabe za del, ki se ne izvršuje preko NRP (Neposredni učinek in kazalnik)</w:t>
      </w:r>
    </w:p>
    <w:p w14:paraId="643E1883" w14:textId="535B5AB3" w:rsidR="00986AF4" w:rsidRDefault="00986AF4" w:rsidP="00986AF4">
      <w:r>
        <w:t>Stroški so izračunani na podlagi cen po veljavnih pogodbah in planiranih aktivnosti v letu 2026.</w:t>
      </w:r>
    </w:p>
    <w:p w14:paraId="3E7C4B65" w14:textId="10B17E40" w:rsidR="00986AF4" w:rsidRDefault="00986AF4" w:rsidP="00986AF4">
      <w:pPr>
        <w:pStyle w:val="AHeading10"/>
      </w:pPr>
      <w:r>
        <w:t>06010 - Plača in dodatki - SOU - civilna zaščita in požarna varnost</w:t>
      </w:r>
      <w:bookmarkStart w:id="105" w:name="PP_06010_A_20261"/>
      <w:bookmarkEnd w:id="105"/>
    </w:p>
    <w:p w14:paraId="6A4DCDD3" w14:textId="558B1369" w:rsidR="00986AF4" w:rsidRDefault="00986AF4" w:rsidP="00986AF4">
      <w:pPr>
        <w:pStyle w:val="Vrednost"/>
      </w:pPr>
      <w:r>
        <w:t>Vrednost: 3.046 €</w:t>
      </w:r>
    </w:p>
    <w:p w14:paraId="79AC29AE" w14:textId="2B421029" w:rsidR="00986AF4" w:rsidRDefault="00986AF4" w:rsidP="00986AF4">
      <w:pPr>
        <w:pStyle w:val="Heading11"/>
      </w:pPr>
      <w:r>
        <w:t>Obrazložitev dejavnosti v okviru proračunske postavke</w:t>
      </w:r>
    </w:p>
    <w:p w14:paraId="476FB710" w14:textId="02839BDA" w:rsidR="00986AF4" w:rsidRDefault="00986AF4" w:rsidP="00986AF4">
      <w:r>
        <w:t>Proračunska postavka zajema stroške plač in dodatkov za delovanje strokovne službe CZ, kar predstavlja izdatke za financiranje delovanja skupnega organa civilno zaščito.</w:t>
      </w:r>
    </w:p>
    <w:p w14:paraId="69EC9A68" w14:textId="679D30DA" w:rsidR="00986AF4" w:rsidRDefault="00986AF4" w:rsidP="00986AF4">
      <w:pPr>
        <w:pStyle w:val="Heading11"/>
      </w:pPr>
      <w:r>
        <w:t>Navezava na projekte v okviru proračunske postavke</w:t>
      </w:r>
    </w:p>
    <w:p w14:paraId="4B17FC9E" w14:textId="173B2425" w:rsidR="00986AF4" w:rsidRDefault="00986AF4" w:rsidP="00986AF4">
      <w:pPr>
        <w:pStyle w:val="Heading11"/>
      </w:pPr>
      <w:r>
        <w:t>Izhodišča, na katerih temeljijo izračuni predlogov pravic porabe za del, ki se ne izvršuje preko NRP (Neposredni učinek in kazalnik)</w:t>
      </w:r>
    </w:p>
    <w:p w14:paraId="12FAF502" w14:textId="5EC49413" w:rsidR="00986AF4" w:rsidRDefault="00986AF4" w:rsidP="00986AF4">
      <w:r>
        <w:t>Izhodišče porabe v okviru PP je sofinanciranje stroškov dela in materialni stroškov v deležu, ki odpade na občino Bistrica ob Sotli.</w:t>
      </w:r>
    </w:p>
    <w:p w14:paraId="3B413BA4" w14:textId="3318BFC7" w:rsidR="00986AF4" w:rsidRDefault="00986AF4" w:rsidP="00986AF4">
      <w:pPr>
        <w:pStyle w:val="AHeading10"/>
      </w:pPr>
      <w:r>
        <w:t>06011 - Prispevki delodajalca - SOU - civilna zaščita in požarna varnost</w:t>
      </w:r>
      <w:bookmarkStart w:id="106" w:name="PP_06011_A_20261"/>
      <w:bookmarkEnd w:id="106"/>
    </w:p>
    <w:p w14:paraId="4EEB8056" w14:textId="3A32FB75" w:rsidR="00986AF4" w:rsidRDefault="00986AF4" w:rsidP="00986AF4">
      <w:pPr>
        <w:pStyle w:val="Vrednost"/>
      </w:pPr>
      <w:r>
        <w:t>Vrednost: 492 €</w:t>
      </w:r>
    </w:p>
    <w:p w14:paraId="78AFD86A" w14:textId="13B1AF5E" w:rsidR="00986AF4" w:rsidRDefault="00986AF4" w:rsidP="00986AF4">
      <w:pPr>
        <w:pStyle w:val="Heading11"/>
      </w:pPr>
      <w:r>
        <w:t>Obrazložitev dejavnosti v okviru proračunske postavke</w:t>
      </w:r>
    </w:p>
    <w:p w14:paraId="246E4B1E" w14:textId="1F3AF751" w:rsidR="00986AF4" w:rsidRDefault="00986AF4" w:rsidP="00986AF4">
      <w:r>
        <w:t>Proračunska postavka zajema stroške prispevkov delodajalca za delovanje strokovne službe CZ, kar predstavlja izdatke za financiranje delovanja skupnega organa civilno zaščito.</w:t>
      </w:r>
    </w:p>
    <w:p w14:paraId="398870C7" w14:textId="751D928E" w:rsidR="00986AF4" w:rsidRDefault="00986AF4" w:rsidP="00986AF4">
      <w:pPr>
        <w:pStyle w:val="Heading11"/>
      </w:pPr>
      <w:r>
        <w:t>Navezava na projekte v okviru proračunske postavke</w:t>
      </w:r>
    </w:p>
    <w:p w14:paraId="4D4662E2" w14:textId="07F3E033" w:rsidR="00986AF4" w:rsidRDefault="00986AF4" w:rsidP="00986AF4">
      <w:pPr>
        <w:pStyle w:val="Heading11"/>
      </w:pPr>
      <w:r>
        <w:t>Izhodišča, na katerih temeljijo izračuni predlogov pravic porabe za del, ki se ne izvršuje preko NRP (Neposredni učinek in kazalnik)</w:t>
      </w:r>
    </w:p>
    <w:p w14:paraId="3D288CAE" w14:textId="5ACA4B7B" w:rsidR="00986AF4" w:rsidRDefault="00986AF4" w:rsidP="00986AF4">
      <w:r>
        <w:t>Izhodišče porabe v okviru PP je sofinanciranje stroškov dela in materialni stroškov v deležu, ki odpade na občino Bistrica ob Sotli.</w:t>
      </w:r>
    </w:p>
    <w:p w14:paraId="0A6391E4" w14:textId="3CA25A94" w:rsidR="00986AF4" w:rsidRDefault="00986AF4" w:rsidP="00986AF4">
      <w:pPr>
        <w:pStyle w:val="AHeading10"/>
      </w:pPr>
      <w:r>
        <w:t>06012 - Materialni st</w:t>
      </w:r>
      <w:r w:rsidR="005C0096">
        <w:t>r</w:t>
      </w:r>
      <w:r>
        <w:t>oški - SOU - civilna zaščita in požarna varnost</w:t>
      </w:r>
      <w:bookmarkStart w:id="107" w:name="PP_06012_A_20261"/>
      <w:bookmarkEnd w:id="107"/>
    </w:p>
    <w:p w14:paraId="1B1D703E" w14:textId="0FD807BC" w:rsidR="00986AF4" w:rsidRDefault="00986AF4" w:rsidP="00986AF4">
      <w:pPr>
        <w:pStyle w:val="Vrednost"/>
      </w:pPr>
      <w:r>
        <w:t>Vrednost: 550 €</w:t>
      </w:r>
    </w:p>
    <w:p w14:paraId="5E4DC482" w14:textId="3D107997" w:rsidR="00986AF4" w:rsidRDefault="00986AF4" w:rsidP="00986AF4">
      <w:pPr>
        <w:pStyle w:val="Heading11"/>
      </w:pPr>
      <w:r>
        <w:t>Obrazložitev dejavnosti v okviru proračunske postavke</w:t>
      </w:r>
    </w:p>
    <w:p w14:paraId="74DDB9D1" w14:textId="3543DEBA" w:rsidR="00986AF4" w:rsidRDefault="00986AF4" w:rsidP="00986AF4">
      <w:r>
        <w:t>Proračunska postavka zajema  materialne stroške  za delovanje strokovne službe CZ, kar predstavlja izdatke za financiranje delovanja skupnega organa civilno zaščito.</w:t>
      </w:r>
    </w:p>
    <w:p w14:paraId="099CDB1C" w14:textId="1E195DF6" w:rsidR="00986AF4" w:rsidRDefault="00986AF4" w:rsidP="00986AF4">
      <w:pPr>
        <w:pStyle w:val="Heading11"/>
      </w:pPr>
      <w:r>
        <w:t>Navezava na projekte v okviru proračunske postavke</w:t>
      </w:r>
    </w:p>
    <w:p w14:paraId="20941DA1" w14:textId="24989999" w:rsidR="00986AF4" w:rsidRDefault="00986AF4" w:rsidP="00986AF4">
      <w:pPr>
        <w:pStyle w:val="Heading11"/>
      </w:pPr>
      <w:r>
        <w:t>Izhodišča, na katerih temeljijo izračuni predlogov pravic porabe za del, ki se ne izvršuje preko NRP (Neposredni učinek in kazalnik)</w:t>
      </w:r>
    </w:p>
    <w:p w14:paraId="470DF676" w14:textId="77777777" w:rsidR="00986AF4" w:rsidRPr="00986AF4" w:rsidRDefault="00986AF4" w:rsidP="00986AF4">
      <w:pPr>
        <w:pStyle w:val="Navadensplet"/>
      </w:pPr>
      <w:r w:rsidRPr="00986AF4">
        <w:t>Izhodišče porabe v okviru PP je sofinanciranje stroškov dela in materialni stroškov v deležu, ki odpade na občino Bistrica ob Sotli.</w:t>
      </w:r>
    </w:p>
    <w:p w14:paraId="7DB4F337" w14:textId="77777777" w:rsidR="00986AF4" w:rsidRPr="00986AF4" w:rsidRDefault="00986AF4" w:rsidP="00986AF4">
      <w:pPr>
        <w:pStyle w:val="Navadensplet"/>
      </w:pPr>
      <w:r w:rsidRPr="00986AF4">
        <w:t> </w:t>
      </w:r>
    </w:p>
    <w:p w14:paraId="57E5A2BB" w14:textId="77777777" w:rsidR="00986AF4" w:rsidRDefault="00986AF4" w:rsidP="00986AF4"/>
    <w:p w14:paraId="054ED734" w14:textId="0F45709B" w:rsidR="00986AF4" w:rsidRDefault="00986AF4" w:rsidP="00986AF4">
      <w:pPr>
        <w:pStyle w:val="AHeading10"/>
      </w:pPr>
      <w:r>
        <w:t>06013 - Plače in dodatki SOU - MEDOBČINSKI INŠPEKTORAT</w:t>
      </w:r>
      <w:bookmarkStart w:id="108" w:name="PP_06013_A_20261"/>
      <w:bookmarkEnd w:id="108"/>
    </w:p>
    <w:p w14:paraId="005E7D0C" w14:textId="2FE90AFC" w:rsidR="00986AF4" w:rsidRDefault="00986AF4" w:rsidP="00986AF4">
      <w:pPr>
        <w:pStyle w:val="Vrednost"/>
      </w:pPr>
      <w:r>
        <w:t>Vrednost: 3.453 €</w:t>
      </w:r>
    </w:p>
    <w:p w14:paraId="135A1067" w14:textId="0D899078" w:rsidR="00986AF4" w:rsidRDefault="00986AF4" w:rsidP="00986AF4">
      <w:pPr>
        <w:pStyle w:val="Heading11"/>
      </w:pPr>
      <w:r>
        <w:t>Obrazložitev dejavnosti v okviru proračunske postavke</w:t>
      </w:r>
    </w:p>
    <w:p w14:paraId="6EA124AF" w14:textId="15E2F636" w:rsidR="00986AF4" w:rsidRDefault="00986AF4" w:rsidP="00986AF4">
      <w:r>
        <w:t>Planirana so sredstva za plače in dodatke za delovanje skupne občinske uprave - Medobčinskega inšpektorata občin Bistrica ob Sotli, Brežice, Krško, Radeče in Sevnica.</w:t>
      </w:r>
    </w:p>
    <w:p w14:paraId="002799A4" w14:textId="151576B8" w:rsidR="00986AF4" w:rsidRDefault="00986AF4" w:rsidP="00986AF4">
      <w:pPr>
        <w:pStyle w:val="Heading11"/>
      </w:pPr>
      <w:r>
        <w:t>Navezava na projekte v okviru proračunske postavke</w:t>
      </w:r>
    </w:p>
    <w:p w14:paraId="0DF9C024" w14:textId="57E324AA" w:rsidR="00986AF4" w:rsidRDefault="00986AF4" w:rsidP="00986AF4">
      <w:pPr>
        <w:pStyle w:val="Heading11"/>
      </w:pPr>
      <w:r>
        <w:t>Izhodišča, na katerih temeljijo izračuni predlogov pravic porabe za del, ki se ne izvršuje preko NRP (Neposredni učinek in kazalnik)</w:t>
      </w:r>
    </w:p>
    <w:p w14:paraId="61FFC9E2" w14:textId="1F81C213" w:rsidR="00986AF4" w:rsidRDefault="00986AF4" w:rsidP="00986AF4">
      <w:r>
        <w:t>Pogodba o medsebojnih obveznostih.</w:t>
      </w:r>
    </w:p>
    <w:p w14:paraId="21E72E86" w14:textId="1662966C" w:rsidR="00986AF4" w:rsidRDefault="00986AF4" w:rsidP="00986AF4">
      <w:pPr>
        <w:pStyle w:val="AHeading10"/>
      </w:pPr>
      <w:r>
        <w:lastRenderedPageBreak/>
        <w:t>06014 - Prispevki delodajalca SOU - MEDOBČINSKI INŠPEKTORAT</w:t>
      </w:r>
      <w:bookmarkStart w:id="109" w:name="PP_06014_A_20261"/>
      <w:bookmarkEnd w:id="109"/>
    </w:p>
    <w:p w14:paraId="348F0297" w14:textId="1CF72F5E" w:rsidR="00986AF4" w:rsidRDefault="00986AF4" w:rsidP="00986AF4">
      <w:pPr>
        <w:pStyle w:val="Vrednost"/>
      </w:pPr>
      <w:r>
        <w:t>Vrednost: 510 €</w:t>
      </w:r>
    </w:p>
    <w:p w14:paraId="5A680318" w14:textId="3CEFA698" w:rsidR="00986AF4" w:rsidRDefault="00986AF4" w:rsidP="00986AF4">
      <w:pPr>
        <w:pStyle w:val="Heading11"/>
      </w:pPr>
      <w:r>
        <w:t>Obrazložitev dejavnosti v okviru proračunske postavke</w:t>
      </w:r>
    </w:p>
    <w:p w14:paraId="1876DF8A" w14:textId="40EC66C1" w:rsidR="00986AF4" w:rsidRDefault="00986AF4" w:rsidP="00986AF4">
      <w:r>
        <w:t>Planirana so sredstva za prispevke delodajalce za delovanje skupne občinske uprave - Medobčinskega inšpektorata občin Bistrica ob Sotli, Brežice, Krško, Radeče in Sevnica.</w:t>
      </w:r>
    </w:p>
    <w:p w14:paraId="2A646C2F" w14:textId="0DDC42C1" w:rsidR="00986AF4" w:rsidRDefault="00986AF4" w:rsidP="00986AF4">
      <w:pPr>
        <w:pStyle w:val="Heading11"/>
      </w:pPr>
      <w:r>
        <w:t>Navezava na projekte v okviru proračunske postavke</w:t>
      </w:r>
    </w:p>
    <w:p w14:paraId="609DC9C4" w14:textId="3E93468C" w:rsidR="00986AF4" w:rsidRDefault="00986AF4" w:rsidP="00986AF4">
      <w:pPr>
        <w:pStyle w:val="Heading11"/>
      </w:pPr>
      <w:r>
        <w:t>Izhodišča, na katerih temeljijo izračuni predlogov pravic porabe za del, ki se ne izvršuje preko NRP (Neposredni učinek in kazalnik)</w:t>
      </w:r>
    </w:p>
    <w:p w14:paraId="54F09052" w14:textId="50FB8EAE" w:rsidR="00986AF4" w:rsidRDefault="00986AF4" w:rsidP="00986AF4">
      <w:r>
        <w:t>Pogodba o medsebojnih obveznostih.</w:t>
      </w:r>
    </w:p>
    <w:p w14:paraId="41210AAA" w14:textId="1A9D0E2A" w:rsidR="00986AF4" w:rsidRDefault="00986AF4" w:rsidP="00986AF4">
      <w:pPr>
        <w:pStyle w:val="AHeading10"/>
      </w:pPr>
      <w:r>
        <w:t>06015 - Materialni stroški SOU - MEDOBČINSKI INŠPEKTORAT</w:t>
      </w:r>
      <w:bookmarkStart w:id="110" w:name="PP_06015_A_20261"/>
      <w:bookmarkEnd w:id="110"/>
    </w:p>
    <w:p w14:paraId="0F008A87" w14:textId="3D56D6F3" w:rsidR="00986AF4" w:rsidRDefault="00986AF4" w:rsidP="00986AF4">
      <w:pPr>
        <w:pStyle w:val="Vrednost"/>
      </w:pPr>
      <w:r>
        <w:t>Vrednost: 1.838 €</w:t>
      </w:r>
    </w:p>
    <w:p w14:paraId="65BBEF39" w14:textId="1BCEC2D2" w:rsidR="00986AF4" w:rsidRDefault="00986AF4" w:rsidP="00986AF4">
      <w:pPr>
        <w:pStyle w:val="Heading11"/>
      </w:pPr>
      <w:r>
        <w:t>Obrazložitev dejavnosti v okviru proračunske postavke</w:t>
      </w:r>
    </w:p>
    <w:p w14:paraId="1B4EFFF4" w14:textId="0E6A33D9" w:rsidR="00986AF4" w:rsidRDefault="00986AF4" w:rsidP="00986AF4">
      <w:r>
        <w:t>Planirana so sredstva za materialne stroške za delovanje skupne občinske uprave - Medobčinskega inšpektorata občin Bistrica ob Sotli, Brežice, Krško, Radeče in Sevnica.</w:t>
      </w:r>
    </w:p>
    <w:p w14:paraId="4CA7D06A" w14:textId="38FCB3B1" w:rsidR="00986AF4" w:rsidRDefault="00986AF4" w:rsidP="00986AF4">
      <w:pPr>
        <w:pStyle w:val="Heading11"/>
      </w:pPr>
      <w:r>
        <w:t>Navezava na projekte v okviru proračunske postavke</w:t>
      </w:r>
    </w:p>
    <w:p w14:paraId="4C768DB9" w14:textId="42D6504B" w:rsidR="00986AF4" w:rsidRDefault="00986AF4" w:rsidP="00986AF4">
      <w:pPr>
        <w:pStyle w:val="Heading11"/>
      </w:pPr>
      <w:r>
        <w:t>Izhodišča, na katerih temeljijo izračuni predlogov pravic porabe za del, ki se ne izvršuje preko NRP (Neposredni učinek in kazalnik)</w:t>
      </w:r>
    </w:p>
    <w:p w14:paraId="120F2CBF" w14:textId="6C2771DE" w:rsidR="00986AF4" w:rsidRDefault="00986AF4" w:rsidP="00986AF4">
      <w:r>
        <w:t>Pogodba o medsebojnih obveznostih.</w:t>
      </w:r>
    </w:p>
    <w:p w14:paraId="45E64104" w14:textId="77777777" w:rsidR="00986AF4" w:rsidRDefault="00986AF4" w:rsidP="00986AF4"/>
    <w:p w14:paraId="4A493C25" w14:textId="6321FBE4" w:rsidR="00986AF4" w:rsidRDefault="00986AF4" w:rsidP="00986AF4">
      <w:pPr>
        <w:pStyle w:val="AHeading7"/>
      </w:pPr>
      <w:bookmarkStart w:id="111" w:name="_Toc184208523"/>
      <w:r>
        <w:t>06039002 - Razpolaganje in upravljanje s premoženjem, potrebnim za delovanje občinske uprave</w:t>
      </w:r>
      <w:bookmarkStart w:id="112" w:name="PPR_06039002_A_20261"/>
      <w:bookmarkEnd w:id="112"/>
      <w:bookmarkEnd w:id="111"/>
    </w:p>
    <w:p w14:paraId="41A9FF54" w14:textId="39861E3B" w:rsidR="00986AF4" w:rsidRDefault="00986AF4" w:rsidP="00986AF4">
      <w:pPr>
        <w:pStyle w:val="Vrednost"/>
      </w:pPr>
      <w:r>
        <w:t>Vrednost: 29.200 €</w:t>
      </w:r>
    </w:p>
    <w:p w14:paraId="311C0EF8" w14:textId="1204C135" w:rsidR="00986AF4" w:rsidRDefault="00986AF4" w:rsidP="00986AF4">
      <w:pPr>
        <w:pStyle w:val="Heading11"/>
      </w:pPr>
      <w:r>
        <w:t>Opis podprograma</w:t>
      </w:r>
    </w:p>
    <w:p w14:paraId="41213F44" w14:textId="34E4CC16" w:rsidR="00986AF4" w:rsidRDefault="00986AF4" w:rsidP="00986AF4">
      <w:r>
        <w:t>V okviru podprograma se sredstva namenjajo za pokrivanje tekočih stroškov obratovanja, za tekoče in investicijsko vzdrževanje poslovnih prostorov ter za program modernizacije uprave.</w:t>
      </w:r>
    </w:p>
    <w:p w14:paraId="5DBD98CD" w14:textId="343EBE68" w:rsidR="00986AF4" w:rsidRDefault="00986AF4" w:rsidP="00986AF4">
      <w:pPr>
        <w:pStyle w:val="Heading11"/>
      </w:pPr>
      <w:r>
        <w:t>Zakonske in druge pravne podlage</w:t>
      </w:r>
    </w:p>
    <w:p w14:paraId="52A1A66C" w14:textId="728640FA" w:rsidR="00986AF4" w:rsidRDefault="00986AF4" w:rsidP="00986AF4">
      <w:r>
        <w:t>" Zakon o lokalni samoupravi</w:t>
      </w:r>
      <w:r>
        <w:br/>
        <w:t>" Zakon o poslovnih stavbah in poslovnih prostorih</w:t>
      </w:r>
      <w:r>
        <w:br/>
        <w:t>" Zakon o izvrševanju proračuna</w:t>
      </w:r>
      <w:r>
        <w:br/>
        <w:t>" Zakon o javnih naročilih</w:t>
      </w:r>
      <w:r>
        <w:br/>
        <w:t>" Odlok o organizaciji in delovnem področju občinske uprave</w:t>
      </w:r>
    </w:p>
    <w:p w14:paraId="3AF1C409" w14:textId="688C180B" w:rsidR="00986AF4" w:rsidRDefault="00986AF4" w:rsidP="00986AF4">
      <w:pPr>
        <w:pStyle w:val="Heading11"/>
      </w:pPr>
      <w:r>
        <w:t>Dolgoročni cilji podprograma in kazalci, s katerimi se bo merilo doseganje zastavljenih ciljev (Rezultat in kazalniki)</w:t>
      </w:r>
    </w:p>
    <w:p w14:paraId="05919BED" w14:textId="1255D1CE" w:rsidR="00986AF4" w:rsidRDefault="00986AF4" w:rsidP="00986AF4">
      <w:r>
        <w:t xml:space="preserve">ohranitev uporabne vrednosti objektov, </w:t>
      </w:r>
      <w:r>
        <w:br/>
        <w:t>zagotovitev normalnih pogojev za delo zaposlenih s strankami,</w:t>
      </w:r>
      <w:r>
        <w:br/>
        <w:t>zavarovano premoženje pred naravnimi in drugimi nesrečami.</w:t>
      </w:r>
    </w:p>
    <w:p w14:paraId="19AD90B2" w14:textId="372FCB0E" w:rsidR="00986AF4" w:rsidRDefault="00986AF4" w:rsidP="00986AF4">
      <w:pPr>
        <w:pStyle w:val="Heading11"/>
      </w:pPr>
      <w:r>
        <w:t>Letni izvedbeni cilji podprograma in kazalci, s katerimi se bo merilo doseganje zastavljenih ciljev (Neposredni učinek in kazalnik)</w:t>
      </w:r>
    </w:p>
    <w:p w14:paraId="2A5289F8" w14:textId="26878180" w:rsidR="00986AF4" w:rsidRDefault="00986AF4" w:rsidP="00986AF4">
      <w:r>
        <w:t>vzdrževana oprema in prostori, v katerih deluje občinska uprava</w:t>
      </w:r>
      <w:r>
        <w:br/>
        <w:t>izdelana projektna dokumentacija za adaptacijo poslovne zgradbe,</w:t>
      </w:r>
      <w:r>
        <w:br/>
        <w:t>varovanje stavbe.</w:t>
      </w:r>
    </w:p>
    <w:p w14:paraId="79C7ACD3" w14:textId="1961485F" w:rsidR="00986AF4" w:rsidRDefault="00986AF4" w:rsidP="00986AF4">
      <w:pPr>
        <w:pStyle w:val="AHeading8"/>
      </w:pPr>
      <w:r>
        <w:t>0004 - Občinska uprava</w:t>
      </w:r>
      <w:bookmarkStart w:id="113" w:name="PU_0004_PPR_06039002_A_20261"/>
      <w:bookmarkEnd w:id="113"/>
    </w:p>
    <w:p w14:paraId="6D38FFC1" w14:textId="36C4175E" w:rsidR="00986AF4" w:rsidRDefault="00986AF4" w:rsidP="00986AF4">
      <w:pPr>
        <w:pStyle w:val="Vrednost"/>
      </w:pPr>
      <w:r>
        <w:t>Vrednost: 5.509.267 €</w:t>
      </w:r>
    </w:p>
    <w:p w14:paraId="73274594" w14:textId="4D0D57D5" w:rsidR="00986AF4" w:rsidRDefault="00986AF4" w:rsidP="00986AF4">
      <w:pPr>
        <w:pStyle w:val="AHeading10"/>
      </w:pPr>
      <w:r>
        <w:t>06004 - Stroški vzdrževanja in upravljanja z upravnimi prostori in opremo</w:t>
      </w:r>
      <w:bookmarkStart w:id="114" w:name="PP_06004_A_20261"/>
      <w:bookmarkEnd w:id="114"/>
    </w:p>
    <w:p w14:paraId="7A7ED036" w14:textId="5F0538FF" w:rsidR="00986AF4" w:rsidRDefault="00986AF4" w:rsidP="00986AF4">
      <w:pPr>
        <w:pStyle w:val="Vrednost"/>
      </w:pPr>
      <w:r>
        <w:t>Vrednost: 20.700 €</w:t>
      </w:r>
    </w:p>
    <w:p w14:paraId="7E1AFC18" w14:textId="047A5B97" w:rsidR="00986AF4" w:rsidRDefault="00986AF4" w:rsidP="00986AF4">
      <w:pPr>
        <w:pStyle w:val="Heading11"/>
      </w:pPr>
      <w:r>
        <w:lastRenderedPageBreak/>
        <w:t>Obrazložitev dejavnosti v okviru proračunske postavke</w:t>
      </w:r>
    </w:p>
    <w:p w14:paraId="080E68BD" w14:textId="44ACC297" w:rsidR="00986AF4" w:rsidRDefault="00986AF4" w:rsidP="00986AF4">
      <w:r>
        <w:t>Stroški so namenjeni tekočemu vzdrževanju programske opreme, računalnikov ter druge opreme, zavarovanju in varovanju občinske stavbe.</w:t>
      </w:r>
    </w:p>
    <w:p w14:paraId="215AF504" w14:textId="3C5DE192" w:rsidR="00986AF4" w:rsidRDefault="00986AF4" w:rsidP="00986AF4">
      <w:pPr>
        <w:pStyle w:val="Heading11"/>
      </w:pPr>
      <w:r>
        <w:t>Navezava na projekte v okviru proračunske postavke</w:t>
      </w:r>
    </w:p>
    <w:p w14:paraId="7ABAC5E8" w14:textId="77E0C5A6" w:rsidR="00986AF4" w:rsidRDefault="00986AF4" w:rsidP="00986AF4">
      <w:pPr>
        <w:pStyle w:val="Heading11"/>
      </w:pPr>
      <w:r>
        <w:t>Izhodišča, na katerih temeljijo izračuni predlogov pravic porabe za del, ki se ne izvršuje preko NRP (Neposredni učinek in kazalnik)</w:t>
      </w:r>
    </w:p>
    <w:p w14:paraId="72E3E1F4" w14:textId="7741E58D" w:rsidR="00986AF4" w:rsidRDefault="00986AF4" w:rsidP="00986AF4">
      <w:r>
        <w:t>Sredstva na postavki so načrtovana glede na planirane aktivnosti v letu 2026.</w:t>
      </w:r>
    </w:p>
    <w:p w14:paraId="60E05D5A" w14:textId="2A31F01C" w:rsidR="00986AF4" w:rsidRDefault="00986AF4" w:rsidP="00986AF4">
      <w:pPr>
        <w:pStyle w:val="AHeading10"/>
      </w:pPr>
      <w:r>
        <w:t>06005 - Nakup opreme za delovanje občinske uprave</w:t>
      </w:r>
      <w:bookmarkStart w:id="115" w:name="PP_06005_A_20261"/>
      <w:bookmarkEnd w:id="115"/>
    </w:p>
    <w:p w14:paraId="1A304526" w14:textId="52DDEF8E" w:rsidR="00986AF4" w:rsidRDefault="00986AF4" w:rsidP="00986AF4">
      <w:pPr>
        <w:pStyle w:val="Vrednost"/>
      </w:pPr>
      <w:r>
        <w:t>Vrednost: 8.500 €</w:t>
      </w:r>
    </w:p>
    <w:p w14:paraId="3CFB9562" w14:textId="7ED5439C" w:rsidR="00986AF4" w:rsidRDefault="00986AF4" w:rsidP="00986AF4">
      <w:pPr>
        <w:pStyle w:val="Heading11"/>
      </w:pPr>
      <w:r>
        <w:t>Obrazložitev dejavnosti v okviru proračunske postavke</w:t>
      </w:r>
    </w:p>
    <w:p w14:paraId="2449D43C" w14:textId="5B83DE30" w:rsidR="00986AF4" w:rsidRDefault="00986AF4" w:rsidP="00986AF4">
      <w:r>
        <w:t>Proračunska postavka zajema izdatke za nakup pisarniškega pohištva, opreme, računalnikov in programske opreme.</w:t>
      </w:r>
      <w:r>
        <w:br/>
      </w:r>
    </w:p>
    <w:p w14:paraId="136363E6" w14:textId="6B554D80" w:rsidR="00986AF4" w:rsidRDefault="00986AF4" w:rsidP="00986AF4">
      <w:pPr>
        <w:pStyle w:val="Heading11"/>
      </w:pPr>
      <w:r>
        <w:t>Navezava na projekte v okviru proračunske postavke</w:t>
      </w:r>
    </w:p>
    <w:p w14:paraId="72964FB4" w14:textId="324D0EE0" w:rsidR="00986AF4" w:rsidRDefault="00986AF4" w:rsidP="00986AF4">
      <w:pPr>
        <w:pStyle w:val="Heading11"/>
      </w:pPr>
      <w:r>
        <w:t>Izhodišča, na katerih temeljijo izračuni predlogov pravic porabe za del, ki se ne izvršuje preko NRP (Neposredni učinek in kazalnik)</w:t>
      </w:r>
    </w:p>
    <w:p w14:paraId="6FB016D6" w14:textId="7A70FBF9" w:rsidR="00986AF4" w:rsidRDefault="00986AF4" w:rsidP="00986AF4">
      <w:r>
        <w:t>Izhodišča, na katerih temeljijo izračuni  so določna na podlagi ocene potreb v letu 2026.</w:t>
      </w:r>
    </w:p>
    <w:p w14:paraId="720FA1D9" w14:textId="77777777" w:rsidR="00986AF4" w:rsidRDefault="00986AF4" w:rsidP="00986AF4"/>
    <w:p w14:paraId="70F9C1B9" w14:textId="13C609E5" w:rsidR="00986AF4" w:rsidRDefault="00986AF4" w:rsidP="00986AF4">
      <w:pPr>
        <w:pStyle w:val="AHeading5"/>
      </w:pPr>
      <w:bookmarkStart w:id="116" w:name="_Toc184208524"/>
      <w:r>
        <w:t>07 - OBRAMBA IN UKREPI OB IZREDNIH DOGODKIH</w:t>
      </w:r>
      <w:bookmarkEnd w:id="116"/>
    </w:p>
    <w:p w14:paraId="5A972433" w14:textId="42A6C510" w:rsidR="00986AF4" w:rsidRDefault="00986AF4" w:rsidP="00986AF4">
      <w:pPr>
        <w:pStyle w:val="Vrednost"/>
      </w:pPr>
      <w:r>
        <w:t>Vrednost: 195.218 €</w:t>
      </w:r>
    </w:p>
    <w:p w14:paraId="17C41416" w14:textId="638A00C3" w:rsidR="00986AF4" w:rsidRDefault="00986AF4" w:rsidP="00986AF4">
      <w:pPr>
        <w:pStyle w:val="Heading11"/>
      </w:pPr>
      <w:r>
        <w:t>Opis področja proračunske porabe, poslanstva občine znotraj področja proračunske porabe</w:t>
      </w:r>
    </w:p>
    <w:p w14:paraId="7E93D152" w14:textId="3A296AC9" w:rsidR="00986AF4" w:rsidRDefault="00986AF4" w:rsidP="00986AF4">
      <w:r>
        <w:t>Področje 07 - Obramba in ukrepi ob izrednih dogodkih zajema civilne organizacijske oblike sistema zaščite, obveščanja in ukrepanja v primeru naravnih in drugih nesreč.</w:t>
      </w:r>
    </w:p>
    <w:p w14:paraId="2D0907B0" w14:textId="220BE071" w:rsidR="00986AF4" w:rsidRDefault="00986AF4" w:rsidP="00986AF4">
      <w:pPr>
        <w:pStyle w:val="Heading11"/>
      </w:pPr>
      <w:r>
        <w:t>Dokumenti dolgoročnega razvojnega načrtovanja</w:t>
      </w:r>
    </w:p>
    <w:p w14:paraId="39A1FC38" w14:textId="77777777" w:rsidR="00986AF4" w:rsidRPr="00986AF4" w:rsidRDefault="00986AF4" w:rsidP="00986AF4">
      <w:pPr>
        <w:pStyle w:val="Navadensplet"/>
      </w:pPr>
      <w:r w:rsidRPr="00986AF4">
        <w:t>" Resolucija o nacionalnem programu varstva pred naravnimi in drugimi nesrečami v</w:t>
      </w:r>
    </w:p>
    <w:p w14:paraId="1655CCF5" w14:textId="77777777" w:rsidR="00986AF4" w:rsidRPr="00986AF4" w:rsidRDefault="00986AF4" w:rsidP="00986AF4">
      <w:pPr>
        <w:pStyle w:val="Navadensplet"/>
      </w:pPr>
      <w:r w:rsidRPr="00986AF4">
        <w:t>" Občinski program varnosti</w:t>
      </w:r>
    </w:p>
    <w:p w14:paraId="01F6A35E" w14:textId="77777777" w:rsidR="00986AF4" w:rsidRDefault="00986AF4" w:rsidP="00986AF4"/>
    <w:p w14:paraId="3CB996BD" w14:textId="14172A48" w:rsidR="00986AF4" w:rsidRDefault="00986AF4" w:rsidP="00986AF4">
      <w:pPr>
        <w:pStyle w:val="Heading11"/>
      </w:pPr>
      <w:r>
        <w:t>Dolgoročni cilji področja proračunske porabe (Splošni cilj)</w:t>
      </w:r>
    </w:p>
    <w:p w14:paraId="29EF428D" w14:textId="185D08F0" w:rsidR="00986AF4" w:rsidRDefault="00986AF4" w:rsidP="00986AF4">
      <w:r>
        <w:t>Dolgoročni cilji so usposabljanje enot in služb civilne zaščite ter usposobljenost in opremljenost poklicnih in prostovoljnih gasilskih enot za opravljanje nalog zaščite in reševanja v občini Bistrica ob Sotli.</w:t>
      </w:r>
    </w:p>
    <w:p w14:paraId="352D3BC4" w14:textId="152B6780" w:rsidR="00986AF4" w:rsidRDefault="00986AF4" w:rsidP="00986AF4">
      <w:pPr>
        <w:pStyle w:val="Heading11"/>
      </w:pPr>
      <w:r>
        <w:t>Oznaka in nazivi glavnih programov v pristojnosti občine</w:t>
      </w:r>
    </w:p>
    <w:p w14:paraId="1B3B7570" w14:textId="21E0A46B" w:rsidR="00986AF4" w:rsidRDefault="00986AF4" w:rsidP="00986AF4">
      <w:r>
        <w:t>0703 - Civilna zaščita in protipožarna varnost</w:t>
      </w:r>
    </w:p>
    <w:p w14:paraId="5B8367E8" w14:textId="7E81F141" w:rsidR="00986AF4" w:rsidRDefault="00986AF4" w:rsidP="00986AF4">
      <w:pPr>
        <w:pStyle w:val="AHeading6"/>
      </w:pPr>
      <w:bookmarkStart w:id="117" w:name="_Toc184208525"/>
      <w:r>
        <w:t>0703 - Varstvo pred naravnimi in drugimi nesrečami</w:t>
      </w:r>
      <w:bookmarkEnd w:id="117"/>
    </w:p>
    <w:p w14:paraId="755ACA04" w14:textId="21743377" w:rsidR="00986AF4" w:rsidRDefault="00986AF4" w:rsidP="00986AF4">
      <w:pPr>
        <w:pStyle w:val="Vrednost"/>
      </w:pPr>
      <w:r>
        <w:t>Vrednost: 195.218 €</w:t>
      </w:r>
    </w:p>
    <w:p w14:paraId="2C2829B0" w14:textId="1764EB51" w:rsidR="00986AF4" w:rsidRDefault="00986AF4" w:rsidP="00986AF4">
      <w:pPr>
        <w:pStyle w:val="Heading11"/>
      </w:pPr>
      <w:r>
        <w:t>Opis glavnega programa</w:t>
      </w:r>
    </w:p>
    <w:p w14:paraId="6B3C10C4" w14:textId="3699946B" w:rsidR="00986AF4" w:rsidRDefault="00986AF4" w:rsidP="00986AF4">
      <w:r>
        <w:t>Glavni program 0703 - Civilna zaščita in protipožarna varnost vključuje sredstva za izvedbo programa varstva pred naravnimi in drugimi nesrečami in programa varstva pred požarom.</w:t>
      </w:r>
    </w:p>
    <w:p w14:paraId="61A6ADD2" w14:textId="545FCA16" w:rsidR="00986AF4" w:rsidRDefault="00986AF4" w:rsidP="00986AF4">
      <w:pPr>
        <w:pStyle w:val="Heading11"/>
      </w:pPr>
      <w:r>
        <w:t>Dolgoročni cilji glavnega programa (Specifični cilj in kazalniki)</w:t>
      </w:r>
    </w:p>
    <w:p w14:paraId="0A49C9CE" w14:textId="77777777" w:rsidR="00986AF4" w:rsidRDefault="00986AF4" w:rsidP="00986AF4">
      <w:pPr>
        <w:rPr>
          <w:lang w:eastAsia="sl-SI"/>
        </w:rPr>
      </w:pPr>
      <w:r>
        <w:t xml:space="preserve">Enkrat letno se opravi preverjanje znanja ekipe prve pomoči, ki je v sestavi Civilne zaščite ter izvaja usposabljanje in opremljanje ostalih enot v skladu z normativi. Na vsaki dve leti bi morala biti izvedena vaja za vse enote občinske CZ. Hkrati bi si morali člani ogledati vsa ogrožena območja v občini Bistrica ob Sotli, po možnosti pa tudi v občinah, kjer so že imeli kakršno koli izkušnjo z naravno ali drugo nesrečo. </w:t>
      </w:r>
      <w:r>
        <w:br/>
        <w:t>Glede na normative in dejansko stanje enot v občini bi bila potrebna racionalizacija enot CZ in opravljanja nalog, ki sodijo na področje varstva pred naravnimi in drugimi nesrečami.</w:t>
      </w:r>
      <w:r>
        <w:br/>
        <w:t xml:space="preserve"> Zagotoviti se morajo finančna sredstva za sanacijo nevarnih plazov in urejanje hudournikov. </w:t>
      </w:r>
    </w:p>
    <w:p w14:paraId="651F749E" w14:textId="77777777" w:rsidR="00986AF4" w:rsidRDefault="00986AF4" w:rsidP="00986AF4"/>
    <w:p w14:paraId="30FE33EC" w14:textId="4FA81A5A" w:rsidR="00986AF4" w:rsidRDefault="00986AF4" w:rsidP="00986AF4">
      <w:pPr>
        <w:pStyle w:val="Heading11"/>
      </w:pPr>
      <w:r>
        <w:t>Glavni letni izvedbeni cilji in kazalci, s katerimi se bo merilo doseganje zastavljenih ciljev</w:t>
      </w:r>
    </w:p>
    <w:p w14:paraId="0C20A2E5" w14:textId="1B9424E1" w:rsidR="00986AF4" w:rsidRDefault="00986AF4" w:rsidP="00986AF4">
      <w:r>
        <w:t>Glavni letni izvedbeni cilj je:</w:t>
      </w:r>
      <w:r>
        <w:br/>
        <w:t xml:space="preserve">- izvedba skupne vaje enot CZ ter izdelava splošne ocene ogroženosti v občini Bistrica ob Sotli ter ažuriranje načrtov varstva pred naravnimi in drugimi nesrečami  in - racionalizacija enot v skladu z normativi enot civilne zaščite za opravljanje nalog zaščite in reševanja v občini Bistrica ob Sotli. </w:t>
      </w:r>
      <w:r>
        <w:br/>
        <w:t>Kazalec uspešnosti bo uspešno izvedena vaja ter sprejeta ocena ogroženosti in ažuriranih čim več načrtov varstva pred naravnimi in drugimi nesrečami.</w:t>
      </w:r>
    </w:p>
    <w:p w14:paraId="3AD32750" w14:textId="635F6787" w:rsidR="00986AF4" w:rsidRDefault="00986AF4" w:rsidP="00986AF4">
      <w:pPr>
        <w:pStyle w:val="Heading11"/>
      </w:pPr>
      <w:r>
        <w:t>Podprogrami in proračunski uporabniki znotraj glavnega programa</w:t>
      </w:r>
    </w:p>
    <w:p w14:paraId="4A5BEBDF" w14:textId="77777777" w:rsidR="00986AF4" w:rsidRPr="00986AF4" w:rsidRDefault="00986AF4" w:rsidP="00986AF4">
      <w:pPr>
        <w:pStyle w:val="Navadensplet"/>
      </w:pPr>
      <w:r w:rsidRPr="00986AF4">
        <w:t>07039001 -    Usposabljanje in delovanje sistema za posredovanje ob izrednih dogodkih         0004 -  Občinska uprava</w:t>
      </w:r>
      <w:r w:rsidRPr="00986AF4">
        <w:br/>
        <w:t>07039002 - Protipožarna varnost</w:t>
      </w:r>
    </w:p>
    <w:p w14:paraId="4374B6BC" w14:textId="77777777" w:rsidR="00986AF4" w:rsidRPr="00986AF4" w:rsidRDefault="00986AF4" w:rsidP="00986AF4">
      <w:pPr>
        <w:pStyle w:val="Navadensplet"/>
      </w:pPr>
      <w:r w:rsidRPr="00986AF4">
        <w:t>            0004 - Občinska uprava</w:t>
      </w:r>
    </w:p>
    <w:p w14:paraId="04790145" w14:textId="77777777" w:rsidR="00986AF4" w:rsidRDefault="00986AF4" w:rsidP="00986AF4"/>
    <w:p w14:paraId="66E27BB9" w14:textId="47B29791" w:rsidR="00986AF4" w:rsidRDefault="00986AF4" w:rsidP="00986AF4">
      <w:pPr>
        <w:pStyle w:val="AHeading7"/>
      </w:pPr>
      <w:bookmarkStart w:id="118" w:name="_Toc184208526"/>
      <w:r>
        <w:t>07039001 - Pripravljenost sistema za zaščito, reševanje in pomoč</w:t>
      </w:r>
      <w:bookmarkStart w:id="119" w:name="PPR_07039001_A_20261"/>
      <w:bookmarkEnd w:id="119"/>
      <w:bookmarkEnd w:id="118"/>
    </w:p>
    <w:p w14:paraId="7FCB591F" w14:textId="199FD56D" w:rsidR="00986AF4" w:rsidRDefault="00986AF4" w:rsidP="00986AF4">
      <w:pPr>
        <w:pStyle w:val="Vrednost"/>
      </w:pPr>
      <w:r>
        <w:t>Vrednost: 5.700 €</w:t>
      </w:r>
    </w:p>
    <w:p w14:paraId="1929F893" w14:textId="04EEDB86" w:rsidR="00986AF4" w:rsidRDefault="00986AF4" w:rsidP="00986AF4">
      <w:pPr>
        <w:pStyle w:val="Heading11"/>
      </w:pPr>
      <w:r>
        <w:t>Opis podprograma</w:t>
      </w:r>
    </w:p>
    <w:p w14:paraId="73509329" w14:textId="34F3FE7F" w:rsidR="00986AF4" w:rsidRDefault="00986AF4" w:rsidP="00986AF4">
      <w:r>
        <w:t>Podprogram zajema usposabljanje enot in služb civilne zaščite, stroške operativnega delovanja enot in služb civilne zaščite, opremljanje enot in služb civilne zaščite, usposabljanje in opremljanje društev in drugih organizacij v primeru naravnih nesreč ali izrednih dogodkov.</w:t>
      </w:r>
    </w:p>
    <w:p w14:paraId="5C46AFEC" w14:textId="6FCE444E" w:rsidR="00986AF4" w:rsidRDefault="00986AF4" w:rsidP="00986AF4">
      <w:pPr>
        <w:pStyle w:val="Heading11"/>
      </w:pPr>
      <w:r>
        <w:t>Zakonske in druge pravne podlage</w:t>
      </w:r>
    </w:p>
    <w:p w14:paraId="18DF2FA2" w14:textId="46AD49A8" w:rsidR="00986AF4" w:rsidRDefault="00986AF4" w:rsidP="00986AF4">
      <w:r>
        <w:t>" Resolucija o nacionalnem programu varstva pred naravnimi in drugimi nesrečami v letih 2009 do 2015</w:t>
      </w:r>
      <w:r>
        <w:br/>
        <w:t>" Zakon o varstvu pred naravnimi in drugimi nesrečami</w:t>
      </w:r>
      <w:r>
        <w:br/>
        <w:t>" Uredba o organiziranju, opremljanju in usposabljanju sil za zaščito, reševanje in pomoč</w:t>
      </w:r>
      <w:r>
        <w:br/>
        <w:t>" Program dela Civilne zaščite</w:t>
      </w:r>
      <w:r>
        <w:br/>
        <w:t>" Program usposabljanj in vaj na področju zaščite in reševanja</w:t>
      </w:r>
    </w:p>
    <w:p w14:paraId="593FC9E7" w14:textId="12339386" w:rsidR="00986AF4" w:rsidRDefault="00986AF4" w:rsidP="00986AF4">
      <w:pPr>
        <w:pStyle w:val="Heading11"/>
      </w:pPr>
      <w:r>
        <w:t>Dolgoročni cilji podprograma in kazalci, s katerimi se bo merilo doseganje zastavljenih ciljev (Rezultat in kazalniki)</w:t>
      </w:r>
    </w:p>
    <w:p w14:paraId="15AB0C5A" w14:textId="188415E4" w:rsidR="00986AF4" w:rsidRDefault="00986AF4" w:rsidP="00986AF4">
      <w:r>
        <w:t>Sistem varstva pred naravnimi in drugimi nesrečami temelji na odgovornosti državnih organov in lokalnih skupnosti za preprečevanje, odpravljanje nevarnosti in za pravočasno ukrepanje ob nesrečah.</w:t>
      </w:r>
      <w:r>
        <w:br/>
        <w:t>Državni organi in lokalne skupnosti organizirajo varstvo pred naravnimi in drugimi nesrečami kot enoten in celovit sistem varstva na državnem nivoju.</w:t>
      </w:r>
    </w:p>
    <w:p w14:paraId="2B36065A" w14:textId="6652118A" w:rsidR="00986AF4" w:rsidRDefault="00986AF4" w:rsidP="00986AF4">
      <w:pPr>
        <w:pStyle w:val="Heading11"/>
      </w:pPr>
      <w:r>
        <w:t>Letni izvedbeni cilji podprograma in kazalci, s katerimi se bo merilo doseganje zastavljenih ciljev (Neposredni učinek in kazalnik)</w:t>
      </w:r>
    </w:p>
    <w:p w14:paraId="3554C529" w14:textId="2160B3F3" w:rsidR="00986AF4" w:rsidRDefault="00986AF4" w:rsidP="00986AF4">
      <w:r>
        <w:t>V občinski pristojnosti so predvsem naslednje naloge:</w:t>
      </w:r>
      <w:r>
        <w:br/>
        <w:t>spremljanje nevarnosti;</w:t>
      </w:r>
      <w:r>
        <w:br/>
        <w:t>obveščanje prebivalcev o nevarnostih;</w:t>
      </w:r>
      <w:r>
        <w:br/>
        <w:t>izvajanje zaščitnih ukrepov;</w:t>
      </w:r>
      <w:r>
        <w:br/>
        <w:t>razvijanje osebne in vzajemne zaščite;</w:t>
      </w:r>
      <w:r>
        <w:br/>
        <w:t>izdelovanje ocen ogroženosti;</w:t>
      </w:r>
      <w:r>
        <w:br/>
        <w:t>izdelovanje načrtov zaščite in reševanja;</w:t>
      </w:r>
      <w:r>
        <w:br/>
        <w:t>organiziranje, opremljanje, usposabljanje in pripravljanje občinskih sil za zaščito, reševanje in pomoč.</w:t>
      </w:r>
      <w:r>
        <w:br/>
        <w:t>Občine samostojno organizirajo in vodijo akcije zaščite, reševanje in pomoči na svojem območju ter dejavnosti pri odpravljanju posledic nesreč.</w:t>
      </w:r>
    </w:p>
    <w:p w14:paraId="26730B46" w14:textId="78D06445" w:rsidR="00986AF4" w:rsidRDefault="00986AF4" w:rsidP="00986AF4">
      <w:pPr>
        <w:pStyle w:val="AHeading8"/>
      </w:pPr>
      <w:r>
        <w:t>0004 - Občinska uprava</w:t>
      </w:r>
      <w:bookmarkStart w:id="120" w:name="PU_0004_PPR_07039001_A_20261"/>
      <w:bookmarkEnd w:id="120"/>
    </w:p>
    <w:p w14:paraId="2F4CED33" w14:textId="50B960A9" w:rsidR="00986AF4" w:rsidRDefault="00986AF4" w:rsidP="00986AF4">
      <w:pPr>
        <w:pStyle w:val="Vrednost"/>
      </w:pPr>
      <w:r>
        <w:t>Vrednost: 5.509.267 €</w:t>
      </w:r>
    </w:p>
    <w:p w14:paraId="09C51E77" w14:textId="66D748B7" w:rsidR="00986AF4" w:rsidRDefault="00986AF4" w:rsidP="00986AF4">
      <w:pPr>
        <w:pStyle w:val="AHeading10"/>
      </w:pPr>
      <w:r>
        <w:t>07005 - Usposabljanje pripadnikov civilne zaščite</w:t>
      </w:r>
      <w:bookmarkStart w:id="121" w:name="PP_07005_A_20261"/>
      <w:bookmarkEnd w:id="121"/>
    </w:p>
    <w:p w14:paraId="65DFA9C6" w14:textId="7E9BB926" w:rsidR="00986AF4" w:rsidRDefault="00986AF4" w:rsidP="00986AF4">
      <w:pPr>
        <w:pStyle w:val="Vrednost"/>
      </w:pPr>
      <w:r>
        <w:t>Vrednost: 700 €</w:t>
      </w:r>
    </w:p>
    <w:p w14:paraId="3D349114" w14:textId="7E0456E7" w:rsidR="00986AF4" w:rsidRDefault="00986AF4" w:rsidP="00986AF4">
      <w:pPr>
        <w:pStyle w:val="Heading11"/>
      </w:pPr>
      <w:r>
        <w:lastRenderedPageBreak/>
        <w:t>Obrazložitev dejavnosti v okviru proračunske postavke</w:t>
      </w:r>
    </w:p>
    <w:p w14:paraId="2D05AD8F" w14:textId="4CCB9852" w:rsidR="00986AF4" w:rsidRDefault="00986AF4" w:rsidP="00986AF4">
      <w:r>
        <w:t>Občina bo nadaljevala z usposabljanjem pripadnikov Civilne zaščite (CZ). V ta namen se planirajo izdatki za refundacijo osebnega dohodka, potne stroške in dnevnice za osebe, ki se bodo udeležile usposabljanj. Predvideno je dopolnilno usposabljanje članov štaba Civilne zaščite in temeljno usposabljanje na novo razporejenih pripadnikov CZ (eden do dva nova člana).</w:t>
      </w:r>
      <w:r>
        <w:br/>
        <w:t>Po pogodbi med občino  in Območnim združenjem RK Šmarje pri Jelšah bo s te postavke sofinancirano tudi usposabljanje enot prve pomoči, ki delujejo pod okriljem OZ RK Šmarje pri Jelšah.</w:t>
      </w:r>
    </w:p>
    <w:p w14:paraId="7FC901D5" w14:textId="03D88BA8" w:rsidR="00986AF4" w:rsidRDefault="00986AF4" w:rsidP="00986AF4">
      <w:pPr>
        <w:pStyle w:val="Heading11"/>
      </w:pPr>
      <w:r>
        <w:t>Navezava na projekte v okviru proračunske postavke</w:t>
      </w:r>
    </w:p>
    <w:p w14:paraId="6BB30546" w14:textId="5D6611E5" w:rsidR="00986AF4" w:rsidRDefault="00986AF4" w:rsidP="00986AF4">
      <w:pPr>
        <w:pStyle w:val="Heading11"/>
      </w:pPr>
      <w:r>
        <w:t>Izhodišča, na katerih temeljijo izračuni predlogov pravic porabe za del, ki se ne izvršuje preko NRP (Neposredni učinek in kazalnik)</w:t>
      </w:r>
    </w:p>
    <w:p w14:paraId="48EAA28F" w14:textId="7C88033A" w:rsidR="00986AF4" w:rsidRDefault="00986AF4" w:rsidP="00986AF4">
      <w:r>
        <w:t>Planirana sredstva temeljijo na oceni potreb v prihodnjem letu.</w:t>
      </w:r>
    </w:p>
    <w:p w14:paraId="1E55E517" w14:textId="7DE22244" w:rsidR="00986AF4" w:rsidRDefault="00986AF4" w:rsidP="00986AF4">
      <w:pPr>
        <w:pStyle w:val="AHeading10"/>
      </w:pPr>
      <w:r>
        <w:t>07006 - Opremljanje enot služb civilne zaščite</w:t>
      </w:r>
      <w:bookmarkStart w:id="122" w:name="PP_07006_A_20261"/>
      <w:bookmarkEnd w:id="122"/>
    </w:p>
    <w:p w14:paraId="030AB987" w14:textId="1D3CD390" w:rsidR="00986AF4" w:rsidRDefault="00986AF4" w:rsidP="00986AF4">
      <w:pPr>
        <w:pStyle w:val="Vrednost"/>
      </w:pPr>
      <w:r>
        <w:t>Vrednost: 5.000 €</w:t>
      </w:r>
    </w:p>
    <w:p w14:paraId="761393D4" w14:textId="6F0AAEF5" w:rsidR="00986AF4" w:rsidRDefault="00986AF4" w:rsidP="00986AF4">
      <w:pPr>
        <w:pStyle w:val="Heading11"/>
      </w:pPr>
      <w:r>
        <w:t>Obrazložitev dejavnosti v okviru proračunske postavke</w:t>
      </w:r>
    </w:p>
    <w:p w14:paraId="2B8F4A79" w14:textId="05A469F7" w:rsidR="00986AF4" w:rsidRDefault="00986AF4" w:rsidP="00986AF4">
      <w:r>
        <w:t>V okviru PP se načrtuje nabava osebne in skupne oprema za pripadnike enot CZ. Občina je dolžna opremiti vse svoje pripadnike Civilne zaščite z osebno in skupno opremo (Odredba o merilih za organiziranje in opremljanje Civilne zaščite UL RS št. 15/2000). Nakupovala se bo osebna oprema za enote Civilne zaščite (uniforme in obutev), drobno orodje in naprave (tehnično orodje, zaščitna sredstva itd.), nabavljena pa bo tudi skupna oprema. Oprema se obravnava kot nakup osnovnih sredstev občine in je zajeta v načrtu razvojnih programov.</w:t>
      </w:r>
    </w:p>
    <w:p w14:paraId="6F942F44" w14:textId="0714D615" w:rsidR="00986AF4" w:rsidRDefault="00986AF4" w:rsidP="00986AF4">
      <w:pPr>
        <w:pStyle w:val="Heading11"/>
      </w:pPr>
      <w:r>
        <w:t>Navezava na projekte v okviru proračunske postavke</w:t>
      </w:r>
    </w:p>
    <w:p w14:paraId="7ED8E00C" w14:textId="3B271BAF" w:rsidR="00986AF4" w:rsidRDefault="00986AF4" w:rsidP="00986AF4">
      <w:pPr>
        <w:pStyle w:val="Heading11"/>
      </w:pPr>
      <w:r>
        <w:t>Izhodišča, na katerih temeljijo izračuni predlogov pravic porabe za del, ki se ne izvršuje preko NRP (Neposredni učinek in kazalnik)</w:t>
      </w:r>
    </w:p>
    <w:p w14:paraId="6362BB28" w14:textId="6BEC0423" w:rsidR="00986AF4" w:rsidRDefault="00986AF4" w:rsidP="00986AF4">
      <w:r>
        <w:t>Planirana sredstva temeljijo na oceni porabe v preteklem letu in pridobljenih informativnih predračunih opreme.</w:t>
      </w:r>
    </w:p>
    <w:p w14:paraId="5FEF756C" w14:textId="77777777" w:rsidR="00986AF4" w:rsidRDefault="00986AF4" w:rsidP="00986AF4"/>
    <w:p w14:paraId="2E77C87E" w14:textId="35D49DCB" w:rsidR="00986AF4" w:rsidRDefault="00986AF4" w:rsidP="00986AF4">
      <w:pPr>
        <w:pStyle w:val="AHeading7"/>
      </w:pPr>
      <w:bookmarkStart w:id="123" w:name="_Toc184208527"/>
      <w:r>
        <w:t>07039002 - Delovanje sistema za zaščito, reševanje in pomoč</w:t>
      </w:r>
      <w:bookmarkStart w:id="124" w:name="PPR_07039002_A_20261"/>
      <w:bookmarkEnd w:id="124"/>
      <w:bookmarkEnd w:id="123"/>
    </w:p>
    <w:p w14:paraId="6BBCBF3F" w14:textId="59D948B6" w:rsidR="00986AF4" w:rsidRDefault="00986AF4" w:rsidP="00986AF4">
      <w:pPr>
        <w:pStyle w:val="Vrednost"/>
      </w:pPr>
      <w:r>
        <w:t>Vrednost: 189.518 €</w:t>
      </w:r>
    </w:p>
    <w:p w14:paraId="31DB4B5F" w14:textId="4649234C" w:rsidR="00986AF4" w:rsidRDefault="00986AF4" w:rsidP="00986AF4">
      <w:pPr>
        <w:pStyle w:val="Heading11"/>
      </w:pPr>
      <w:r>
        <w:t>Opis podprograma</w:t>
      </w:r>
    </w:p>
    <w:p w14:paraId="4DC76419" w14:textId="46A2BA28" w:rsidR="00986AF4" w:rsidRDefault="00986AF4" w:rsidP="00986AF4">
      <w:r>
        <w:t>Delovanje sistema za zaščito, reševanje in pomoč: stroški operativnega delovanja organov, enot in služb civilne</w:t>
      </w:r>
      <w:r>
        <w:br/>
        <w:t>zaščite, stroški operativnega delovanja društev in drugih organizacij, dejavnosti gasilskih društev in občinske</w:t>
      </w:r>
      <w:r>
        <w:br/>
        <w:t>gasilske zveze, investicijsko vzdrževanje gasilskih</w:t>
      </w:r>
      <w:r>
        <w:br/>
        <w:t>domov, gasilskih vozil in gasilske opreme (financirane tudi s požarno takso), investicije v gasilske domove, gasilska vozila in opremo.</w:t>
      </w:r>
    </w:p>
    <w:p w14:paraId="5DB7661A" w14:textId="6C32E570" w:rsidR="00986AF4" w:rsidRDefault="00986AF4" w:rsidP="00986AF4">
      <w:pPr>
        <w:pStyle w:val="Heading11"/>
      </w:pPr>
      <w:r>
        <w:t>Zakonske in druge pravne podlage</w:t>
      </w:r>
    </w:p>
    <w:p w14:paraId="19DD214C" w14:textId="42C2026F" w:rsidR="00986AF4" w:rsidRDefault="00986AF4" w:rsidP="00986AF4">
      <w:r>
        <w:t>Zakon o varstvu pred naravnimi in drugimi nesrečami, Zakon o varstvu pred požarom, Zakon o gasilstvu.</w:t>
      </w:r>
    </w:p>
    <w:p w14:paraId="5850D2FE" w14:textId="4D987716" w:rsidR="00986AF4" w:rsidRDefault="00986AF4" w:rsidP="00986AF4">
      <w:pPr>
        <w:pStyle w:val="Heading11"/>
      </w:pPr>
      <w:r>
        <w:t>Dolgoročni cilji podprograma in kazalci, s katerimi se bo merilo doseganje zastavljenih ciljev (Rezultat in kazalniki)</w:t>
      </w:r>
    </w:p>
    <w:p w14:paraId="76AA053B" w14:textId="683D47FD" w:rsidR="00986AF4" w:rsidRDefault="00986AF4" w:rsidP="00986AF4">
      <w:r>
        <w:t>Doseči večjo stopnjo opremljenosti in strokovne usposobljenosti gasilskih enot.</w:t>
      </w:r>
    </w:p>
    <w:p w14:paraId="3877D483" w14:textId="0AF57650" w:rsidR="00986AF4" w:rsidRDefault="00986AF4" w:rsidP="00986AF4">
      <w:pPr>
        <w:pStyle w:val="Heading11"/>
      </w:pPr>
      <w:r>
        <w:t>Letni izvedbeni cilji podprograma in kazalci, s katerimi se bo merilo doseganje zastavljenih ciljev (Neposredni učinek in kazalnik)</w:t>
      </w:r>
    </w:p>
    <w:p w14:paraId="30487A71" w14:textId="6753748F" w:rsidR="00986AF4" w:rsidRDefault="00986AF4" w:rsidP="00986AF4">
      <w:r>
        <w:t>Zagotavljanje protipožarne varnosti na območju občine, skrb za preventivno delovanje.</w:t>
      </w:r>
      <w:r>
        <w:br/>
        <w:t>Kazalniki: število intervencij</w:t>
      </w:r>
    </w:p>
    <w:p w14:paraId="41789A4B" w14:textId="31DCD14C" w:rsidR="00986AF4" w:rsidRDefault="00986AF4" w:rsidP="00986AF4">
      <w:pPr>
        <w:pStyle w:val="AHeading8"/>
      </w:pPr>
      <w:r>
        <w:t>0004 - Občinska uprava</w:t>
      </w:r>
      <w:bookmarkStart w:id="125" w:name="PU_0004_PPR_07039002_A_20261"/>
      <w:bookmarkEnd w:id="125"/>
    </w:p>
    <w:p w14:paraId="3B103A91" w14:textId="1FBDBE86" w:rsidR="00986AF4" w:rsidRDefault="00986AF4" w:rsidP="00986AF4">
      <w:pPr>
        <w:pStyle w:val="Vrednost"/>
      </w:pPr>
      <w:r>
        <w:t>Vrednost: 5.509.267 €</w:t>
      </w:r>
    </w:p>
    <w:p w14:paraId="13BEA4E6" w14:textId="564D6840" w:rsidR="00986AF4" w:rsidRDefault="00986AF4" w:rsidP="00986AF4">
      <w:pPr>
        <w:pStyle w:val="AHeading10"/>
      </w:pPr>
      <w:r>
        <w:t>07002 - Dejavnost gasilske zveze</w:t>
      </w:r>
      <w:bookmarkStart w:id="126" w:name="PP_07002_A_20261"/>
      <w:bookmarkEnd w:id="126"/>
    </w:p>
    <w:p w14:paraId="0575BF81" w14:textId="1BBFAE98" w:rsidR="00986AF4" w:rsidRDefault="00986AF4" w:rsidP="00986AF4">
      <w:pPr>
        <w:pStyle w:val="Vrednost"/>
      </w:pPr>
      <w:r>
        <w:t>Vrednost: 7.718 €</w:t>
      </w:r>
    </w:p>
    <w:p w14:paraId="4E0A9F41" w14:textId="21EE4C88" w:rsidR="00986AF4" w:rsidRDefault="00986AF4" w:rsidP="00986AF4">
      <w:pPr>
        <w:pStyle w:val="Heading11"/>
      </w:pPr>
      <w:r>
        <w:lastRenderedPageBreak/>
        <w:t>Obrazložitev dejavnosti v okviru proračunske postavke</w:t>
      </w:r>
    </w:p>
    <w:p w14:paraId="7B5FA7C1" w14:textId="77777777" w:rsidR="00986AF4" w:rsidRPr="00986AF4" w:rsidRDefault="00986AF4" w:rsidP="00986AF4">
      <w:pPr>
        <w:rPr>
          <w:lang w:eastAsia="sl-SI"/>
        </w:rPr>
      </w:pPr>
      <w:r w:rsidRPr="00986AF4">
        <w:t>Financiranje gasilske zveze zajema financiranje stroškov dela in materialne stroške ter</w:t>
      </w:r>
      <w:r w:rsidRPr="00986AF4">
        <w:br/>
        <w:t xml:space="preserve">financiranje drugih programov. </w:t>
      </w:r>
      <w:r w:rsidRPr="00986AF4">
        <w:br/>
        <w:t>Funkcionalni izdatki za GZ Šmarje pri Jelšah:</w:t>
      </w:r>
      <w:r w:rsidRPr="00986AF4">
        <w:br/>
        <w:t xml:space="preserve">pisarniški material, odlikovanja, priznanja, gorivo za službeno vozilo, vzdrževanje službenega vozila, </w:t>
      </w:r>
      <w:proofErr w:type="spellStart"/>
      <w:r w:rsidRPr="00986AF4">
        <w:t>tokovina</w:t>
      </w:r>
      <w:proofErr w:type="spellEnd"/>
      <w:r w:rsidRPr="00986AF4">
        <w:t>, ogrevanje, članarine, vzdrževanje pisarniške opreme, sejnine, reprezentanca, kilometrine, del dnevnic in potnih stroškov, financiranje revije Gasilec za člane PGD Bistrica ob Sotli.  V tej postavki so zajeti izdatki za plačila zavarovalnih premij za gasilska vozila, odgovornost za primer poškodbe pri delu, zavarovanje gasilskih domov, zavarovanje gasilske opreme, izobraževanje gasilskih kadrov, letovanje gasilske mladine, udeležba na tekmovanjih.</w:t>
      </w:r>
    </w:p>
    <w:p w14:paraId="1FB38A81" w14:textId="77777777" w:rsidR="00986AF4" w:rsidRPr="00986AF4" w:rsidRDefault="00986AF4" w:rsidP="00986AF4">
      <w:r w:rsidRPr="00986AF4">
        <w:t> </w:t>
      </w:r>
    </w:p>
    <w:p w14:paraId="356457E7" w14:textId="77777777" w:rsidR="00986AF4" w:rsidRDefault="00986AF4" w:rsidP="00986AF4"/>
    <w:p w14:paraId="5F998650" w14:textId="6F88C4D6" w:rsidR="00986AF4" w:rsidRDefault="00986AF4" w:rsidP="00986AF4">
      <w:pPr>
        <w:pStyle w:val="Heading11"/>
      </w:pPr>
      <w:r>
        <w:t>Navezava na projekte v okviru proračunske postavke</w:t>
      </w:r>
    </w:p>
    <w:p w14:paraId="6970B987" w14:textId="366BA644" w:rsidR="00986AF4" w:rsidRDefault="00986AF4" w:rsidP="00986AF4">
      <w:pPr>
        <w:pStyle w:val="Heading11"/>
      </w:pPr>
      <w:r>
        <w:t>Izhodišča, na katerih temeljijo izračuni predlogov pravic porabe za del, ki se ne izvršuje preko NRP (Neposredni učinek in kazalnik)</w:t>
      </w:r>
    </w:p>
    <w:p w14:paraId="0FAA8310" w14:textId="2CAB8F0C" w:rsidR="00986AF4" w:rsidRDefault="00986AF4" w:rsidP="00986AF4">
      <w:r>
        <w:t>Planirana sredstva temeljijo na planu Gasilske zveze Šmarje pri Jelšah za leto 2026.</w:t>
      </w:r>
    </w:p>
    <w:p w14:paraId="1AAB90C8" w14:textId="5D19AA02" w:rsidR="00986AF4" w:rsidRDefault="00986AF4" w:rsidP="00986AF4">
      <w:pPr>
        <w:pStyle w:val="AHeading10"/>
      </w:pPr>
      <w:r>
        <w:t>07004 - PGD Bistrica ob Sotli - dotacija za delovanje društva</w:t>
      </w:r>
      <w:bookmarkStart w:id="127" w:name="PP_07004_A_20261"/>
      <w:bookmarkEnd w:id="127"/>
    </w:p>
    <w:p w14:paraId="6F83011F" w14:textId="5EB13992" w:rsidR="00986AF4" w:rsidRDefault="00986AF4" w:rsidP="00986AF4">
      <w:pPr>
        <w:pStyle w:val="Vrednost"/>
      </w:pPr>
      <w:r>
        <w:t>Vrednost: 11.800 €</w:t>
      </w:r>
    </w:p>
    <w:p w14:paraId="41A6517B" w14:textId="538682F9" w:rsidR="00986AF4" w:rsidRDefault="00986AF4" w:rsidP="00986AF4">
      <w:pPr>
        <w:pStyle w:val="Heading11"/>
      </w:pPr>
      <w:r>
        <w:t>Obrazložitev dejavnosti v okviru proračunske postavke</w:t>
      </w:r>
    </w:p>
    <w:p w14:paraId="7AB32B89" w14:textId="77777777" w:rsidR="00986AF4" w:rsidRDefault="00986AF4" w:rsidP="00986AF4">
      <w:pPr>
        <w:rPr>
          <w:lang w:eastAsia="sl-SI"/>
        </w:rPr>
      </w:pPr>
      <w:r>
        <w:t xml:space="preserve">Sredstva so planirane za dotacijo za redno delovanje društva. </w:t>
      </w:r>
    </w:p>
    <w:p w14:paraId="711C2B14" w14:textId="77777777" w:rsidR="00986AF4" w:rsidRDefault="00986AF4" w:rsidP="00986AF4"/>
    <w:p w14:paraId="27975FE9" w14:textId="460BCBD7" w:rsidR="00986AF4" w:rsidRDefault="00986AF4" w:rsidP="00986AF4">
      <w:pPr>
        <w:pStyle w:val="Heading11"/>
      </w:pPr>
      <w:r>
        <w:t>Navezava na projekte v okviru proračunske postavke</w:t>
      </w:r>
    </w:p>
    <w:p w14:paraId="6598753F" w14:textId="341D46DE" w:rsidR="00986AF4" w:rsidRDefault="00986AF4" w:rsidP="00986AF4">
      <w:pPr>
        <w:pStyle w:val="Heading11"/>
      </w:pPr>
      <w:r>
        <w:t>Izhodišča, na katerih temeljijo izračuni predlogov pravic porabe za del, ki se ne izvršuje preko NRP (Neposredni učinek in kazalnik)</w:t>
      </w:r>
    </w:p>
    <w:p w14:paraId="55BD7E79" w14:textId="4DF4ADC1" w:rsidR="00986AF4" w:rsidRDefault="00986AF4" w:rsidP="00986AF4">
      <w:r>
        <w:t>Sredstva so planirana  na osnovi realizacije 2024.</w:t>
      </w:r>
    </w:p>
    <w:p w14:paraId="332CF870" w14:textId="40CFC118" w:rsidR="00986AF4" w:rsidRDefault="00986AF4" w:rsidP="00986AF4">
      <w:pPr>
        <w:pStyle w:val="AHeading10"/>
      </w:pPr>
      <w:r>
        <w:t xml:space="preserve">07010 - Nakup </w:t>
      </w:r>
      <w:proofErr w:type="spellStart"/>
      <w:r>
        <w:t>gasilskga</w:t>
      </w:r>
      <w:proofErr w:type="spellEnd"/>
      <w:r>
        <w:t xml:space="preserve"> vozila</w:t>
      </w:r>
      <w:bookmarkStart w:id="128" w:name="PP_07010_A_20261"/>
      <w:bookmarkEnd w:id="128"/>
    </w:p>
    <w:p w14:paraId="6A74F365" w14:textId="568E91CE" w:rsidR="00986AF4" w:rsidRDefault="00986AF4" w:rsidP="00986AF4">
      <w:pPr>
        <w:pStyle w:val="Vrednost"/>
      </w:pPr>
      <w:r>
        <w:t>Vrednost: 170.000 €</w:t>
      </w:r>
    </w:p>
    <w:p w14:paraId="286626F9" w14:textId="4EBA1348" w:rsidR="00986AF4" w:rsidRDefault="00986AF4" w:rsidP="00986AF4">
      <w:pPr>
        <w:pStyle w:val="Heading11"/>
      </w:pPr>
      <w:r>
        <w:t>Obrazložitev dejavnosti v okviru proračunske postavke</w:t>
      </w:r>
    </w:p>
    <w:p w14:paraId="46F525E0" w14:textId="0538E9B6" w:rsidR="00986AF4" w:rsidRDefault="00986AF4" w:rsidP="00986AF4">
      <w:r>
        <w:t>Predviden je nakup gasilskega vozila z zahtevano opremo za izvajanje nalog požarnega varstva in drugih intervencij.</w:t>
      </w:r>
    </w:p>
    <w:p w14:paraId="66BDC7AD" w14:textId="51742A70" w:rsidR="00986AF4" w:rsidRDefault="00986AF4" w:rsidP="00986AF4">
      <w:pPr>
        <w:pStyle w:val="Heading11"/>
      </w:pPr>
      <w:r>
        <w:t>Navezava na projekte v okviru proračunske postavke</w:t>
      </w:r>
    </w:p>
    <w:p w14:paraId="697B6F08" w14:textId="6B12C52D" w:rsidR="00986AF4" w:rsidRDefault="00986AF4" w:rsidP="00986AF4">
      <w:pPr>
        <w:pStyle w:val="Heading11"/>
      </w:pPr>
      <w:r>
        <w:t>Izhodišča, na katerih temeljijo izračuni predlogov pravic porabe za del, ki se ne izvršuje preko NRP (Neposredni učinek in kazalnik)</w:t>
      </w:r>
    </w:p>
    <w:p w14:paraId="1ABE61EC" w14:textId="77777777" w:rsidR="00986AF4" w:rsidRDefault="00986AF4" w:rsidP="00986AF4"/>
    <w:p w14:paraId="0D3EBBBA" w14:textId="4AE95ECA" w:rsidR="00986AF4" w:rsidRDefault="00986AF4" w:rsidP="00986AF4">
      <w:pPr>
        <w:pStyle w:val="AHeading5"/>
      </w:pPr>
      <w:bookmarkStart w:id="129" w:name="_Toc184208528"/>
      <w:r>
        <w:t>08 - NOTRANJE ZADEVE IN VARNOST</w:t>
      </w:r>
      <w:bookmarkEnd w:id="129"/>
    </w:p>
    <w:p w14:paraId="7D960AC7" w14:textId="5E5DE39F" w:rsidR="00986AF4" w:rsidRDefault="00986AF4" w:rsidP="00986AF4">
      <w:pPr>
        <w:pStyle w:val="Vrednost"/>
      </w:pPr>
      <w:r>
        <w:t>Vrednost: 300 €</w:t>
      </w:r>
    </w:p>
    <w:p w14:paraId="63514A3F" w14:textId="05D57731" w:rsidR="00986AF4" w:rsidRDefault="00986AF4" w:rsidP="00986AF4">
      <w:pPr>
        <w:pStyle w:val="Heading11"/>
      </w:pPr>
      <w:r>
        <w:t>Opis področja proračunske porabe, poslanstva občine znotraj področja proračunske porabe</w:t>
      </w:r>
    </w:p>
    <w:p w14:paraId="27B70BA6" w14:textId="4ACB85A0" w:rsidR="00986AF4" w:rsidRDefault="00986AF4" w:rsidP="00986AF4">
      <w:pPr>
        <w:pStyle w:val="Heading11"/>
      </w:pPr>
      <w:r>
        <w:t>Dokumenti dolgoročnega razvojnega načrtovanja</w:t>
      </w:r>
    </w:p>
    <w:p w14:paraId="17DFBF1D" w14:textId="08E1E9CD" w:rsidR="00986AF4" w:rsidRDefault="00986AF4" w:rsidP="00986AF4">
      <w:pPr>
        <w:pStyle w:val="Heading11"/>
      </w:pPr>
      <w:r>
        <w:t>Dolgoročni cilji področja proračunske porabe (Splošni cilj)</w:t>
      </w:r>
    </w:p>
    <w:p w14:paraId="22A2D25D" w14:textId="59577F6B" w:rsidR="00986AF4" w:rsidRDefault="00986AF4" w:rsidP="00986AF4">
      <w:pPr>
        <w:pStyle w:val="Heading11"/>
      </w:pPr>
      <w:r>
        <w:t>Oznaka in nazivi glavnih programov v pristojnosti občine</w:t>
      </w:r>
    </w:p>
    <w:p w14:paraId="545EAB18" w14:textId="457CFC86" w:rsidR="00986AF4" w:rsidRDefault="00986AF4" w:rsidP="00986AF4">
      <w:pPr>
        <w:pStyle w:val="AHeading6"/>
      </w:pPr>
      <w:bookmarkStart w:id="130" w:name="_Toc184208529"/>
      <w:r>
        <w:t>0802 - Policijska in kriminalistična dejavnost</w:t>
      </w:r>
      <w:bookmarkEnd w:id="130"/>
    </w:p>
    <w:p w14:paraId="5FE5860C" w14:textId="2F0E32A3" w:rsidR="00986AF4" w:rsidRDefault="00986AF4" w:rsidP="00986AF4">
      <w:pPr>
        <w:pStyle w:val="Vrednost"/>
      </w:pPr>
      <w:r>
        <w:t>Vrednost: 300 €</w:t>
      </w:r>
    </w:p>
    <w:p w14:paraId="4D485ECC" w14:textId="47D6DE66" w:rsidR="00986AF4" w:rsidRDefault="00986AF4" w:rsidP="00986AF4">
      <w:pPr>
        <w:pStyle w:val="Heading11"/>
      </w:pPr>
      <w:r>
        <w:lastRenderedPageBreak/>
        <w:t>Opis glavnega programa</w:t>
      </w:r>
    </w:p>
    <w:p w14:paraId="39EE0D52" w14:textId="27D2849A" w:rsidR="00986AF4" w:rsidRDefault="00986AF4" w:rsidP="00986AF4">
      <w:pPr>
        <w:pStyle w:val="Heading11"/>
      </w:pPr>
      <w:r>
        <w:t>Dolgoročni cilji glavnega programa (Specifični cilj in kazalniki)</w:t>
      </w:r>
    </w:p>
    <w:p w14:paraId="532BAD68" w14:textId="51FCFB50" w:rsidR="00986AF4" w:rsidRDefault="00986AF4" w:rsidP="00986AF4">
      <w:pPr>
        <w:pStyle w:val="Heading11"/>
      </w:pPr>
      <w:r>
        <w:t>Glavni letni izvedbeni cilji in kazalci, s katerimi se bo merilo doseganje zastavljenih ciljev</w:t>
      </w:r>
    </w:p>
    <w:p w14:paraId="11E6185A" w14:textId="410AABBD" w:rsidR="00986AF4" w:rsidRDefault="00986AF4" w:rsidP="00986AF4">
      <w:pPr>
        <w:pStyle w:val="Heading11"/>
      </w:pPr>
      <w:r>
        <w:t>Podprogrami in proračunski uporabniki znotraj glavnega programa</w:t>
      </w:r>
    </w:p>
    <w:p w14:paraId="06B19CF2" w14:textId="704BA329" w:rsidR="00986AF4" w:rsidRDefault="00986AF4" w:rsidP="00986AF4">
      <w:pPr>
        <w:pStyle w:val="AHeading7"/>
      </w:pPr>
      <w:bookmarkStart w:id="131" w:name="_Toc184208530"/>
      <w:r>
        <w:t>08029001 - Prometna varnost</w:t>
      </w:r>
      <w:bookmarkStart w:id="132" w:name="PPR_08029001_A_20261"/>
      <w:bookmarkEnd w:id="132"/>
      <w:bookmarkEnd w:id="131"/>
    </w:p>
    <w:p w14:paraId="3163234F" w14:textId="36872D8F" w:rsidR="00986AF4" w:rsidRDefault="00986AF4" w:rsidP="00986AF4">
      <w:pPr>
        <w:pStyle w:val="Vrednost"/>
      </w:pPr>
      <w:r>
        <w:t>Vrednost: 300 €</w:t>
      </w:r>
    </w:p>
    <w:p w14:paraId="0C2E536C" w14:textId="2C403567" w:rsidR="00986AF4" w:rsidRDefault="00986AF4" w:rsidP="00986AF4">
      <w:pPr>
        <w:pStyle w:val="Heading11"/>
      </w:pPr>
      <w:r>
        <w:t>Opis podprograma</w:t>
      </w:r>
    </w:p>
    <w:p w14:paraId="7FF675D1" w14:textId="17A242ED" w:rsidR="00986AF4" w:rsidRDefault="00986AF4" w:rsidP="00986AF4">
      <w:pPr>
        <w:pStyle w:val="Heading11"/>
      </w:pPr>
      <w:r>
        <w:t>Zakonske in druge pravne podlage</w:t>
      </w:r>
    </w:p>
    <w:p w14:paraId="74F9A885" w14:textId="053BDBF2" w:rsidR="00986AF4" w:rsidRDefault="00986AF4" w:rsidP="00986AF4">
      <w:pPr>
        <w:pStyle w:val="Heading11"/>
      </w:pPr>
      <w:r>
        <w:t>Dolgoročni cilji podprograma in kazalci, s katerimi se bo merilo doseganje zastavljenih ciljev (Rezultat in kazalniki)</w:t>
      </w:r>
    </w:p>
    <w:p w14:paraId="4B4EE0BB" w14:textId="4E100102" w:rsidR="00986AF4" w:rsidRDefault="00986AF4" w:rsidP="00986AF4">
      <w:pPr>
        <w:pStyle w:val="Heading11"/>
      </w:pPr>
      <w:r>
        <w:t>Letni izvedbeni cilji podprograma in kazalci, s katerimi se bo merilo doseganje zastavljenih ciljev (Neposredni učinek in kazalnik)</w:t>
      </w:r>
    </w:p>
    <w:p w14:paraId="2D9A5B57" w14:textId="59EA80CE" w:rsidR="00986AF4" w:rsidRDefault="00986AF4" w:rsidP="00986AF4">
      <w:pPr>
        <w:pStyle w:val="AHeading8"/>
      </w:pPr>
      <w:r>
        <w:t>0004 - Občinska uprava</w:t>
      </w:r>
      <w:bookmarkStart w:id="133" w:name="PU_0004_PPR_08029001_A_20261"/>
      <w:bookmarkEnd w:id="133"/>
    </w:p>
    <w:p w14:paraId="34A7CF47" w14:textId="3AA70C86" w:rsidR="00986AF4" w:rsidRDefault="00986AF4" w:rsidP="00986AF4">
      <w:pPr>
        <w:pStyle w:val="Vrednost"/>
      </w:pPr>
      <w:r>
        <w:t>Vrednost: 5.509.267 €</w:t>
      </w:r>
    </w:p>
    <w:p w14:paraId="14EDBF1D" w14:textId="0B941289" w:rsidR="00986AF4" w:rsidRDefault="00986AF4" w:rsidP="00986AF4">
      <w:pPr>
        <w:pStyle w:val="AHeading10"/>
      </w:pPr>
      <w:r>
        <w:t>08001 - Delovanje SPV</w:t>
      </w:r>
      <w:bookmarkStart w:id="134" w:name="PP_08001_A_20261"/>
      <w:bookmarkEnd w:id="134"/>
    </w:p>
    <w:p w14:paraId="2EB2373B" w14:textId="2D672DE3" w:rsidR="00986AF4" w:rsidRDefault="00986AF4" w:rsidP="00986AF4">
      <w:pPr>
        <w:pStyle w:val="Vrednost"/>
      </w:pPr>
      <w:r>
        <w:t>Vrednost: 300 €</w:t>
      </w:r>
    </w:p>
    <w:p w14:paraId="7E9A5B1A" w14:textId="34E9D60C" w:rsidR="00986AF4" w:rsidRDefault="00986AF4" w:rsidP="00986AF4">
      <w:pPr>
        <w:pStyle w:val="Heading11"/>
      </w:pPr>
      <w:r>
        <w:t>Obrazložitev dejavnosti v okviru proračunske postavke</w:t>
      </w:r>
    </w:p>
    <w:p w14:paraId="187D1476" w14:textId="5158FAF1" w:rsidR="00986AF4" w:rsidRDefault="00986AF4" w:rsidP="00986AF4">
      <w:r>
        <w:t>Predvideni so izdatki za delovanje Sveta za preventivo in varnost v cestnem prometu.</w:t>
      </w:r>
    </w:p>
    <w:p w14:paraId="6EF4183B" w14:textId="1943E49D" w:rsidR="00986AF4" w:rsidRDefault="00986AF4" w:rsidP="00986AF4">
      <w:pPr>
        <w:pStyle w:val="Heading11"/>
      </w:pPr>
      <w:r>
        <w:t>Navezava na projekte v okviru proračunske postavke</w:t>
      </w:r>
    </w:p>
    <w:p w14:paraId="3406711B" w14:textId="503BFA60" w:rsidR="00986AF4" w:rsidRDefault="00986AF4" w:rsidP="00986AF4">
      <w:pPr>
        <w:pStyle w:val="Heading11"/>
      </w:pPr>
      <w:r>
        <w:t>Izhodišča, na katerih temeljijo izračuni predlogov pravic porabe za del, ki se ne izvršuje preko NRP (Neposredni učinek in kazalnik)</w:t>
      </w:r>
    </w:p>
    <w:p w14:paraId="740B31BF" w14:textId="77777777" w:rsidR="00986AF4" w:rsidRDefault="00986AF4" w:rsidP="00986AF4"/>
    <w:p w14:paraId="14180285" w14:textId="2E2FA79A" w:rsidR="00986AF4" w:rsidRDefault="00986AF4" w:rsidP="00986AF4">
      <w:pPr>
        <w:pStyle w:val="AHeading5"/>
      </w:pPr>
      <w:bookmarkStart w:id="135" w:name="_Toc184208531"/>
      <w:r>
        <w:t>11 - KMETIJSTVO, GOZDARSTVO IN RIBIŠTVO</w:t>
      </w:r>
      <w:bookmarkEnd w:id="135"/>
    </w:p>
    <w:p w14:paraId="68B6EE19" w14:textId="5490C58B" w:rsidR="00986AF4" w:rsidRDefault="00986AF4" w:rsidP="00986AF4">
      <w:pPr>
        <w:pStyle w:val="Vrednost"/>
      </w:pPr>
      <w:r>
        <w:t>Vrednost: 33.500 €</w:t>
      </w:r>
    </w:p>
    <w:p w14:paraId="1213CC9F" w14:textId="4F83167C" w:rsidR="00986AF4" w:rsidRDefault="00986AF4" w:rsidP="00986AF4">
      <w:pPr>
        <w:pStyle w:val="Heading11"/>
      </w:pPr>
      <w:r>
        <w:t>Opis področja proračunske porabe, poslanstva občine znotraj področja proračunske porabe</w:t>
      </w:r>
    </w:p>
    <w:p w14:paraId="1D37B441" w14:textId="6ADD9D78" w:rsidR="00986AF4" w:rsidRDefault="00986AF4" w:rsidP="00986AF4">
      <w:r>
        <w:t>Lokalna skupnost v skladu z zakonodajo zagotavlja pogoje za ohranjanje in razvoj kmetijstva, gozdarstva in podeželja na območju občine. Zato področje porabe zajema aktivnosti, ki se nanašajo na pospeševanje in podporo kmetijski in gozdarski dejavnosti ter razvoju podeželja.</w:t>
      </w:r>
    </w:p>
    <w:p w14:paraId="212F4653" w14:textId="36B85275" w:rsidR="00986AF4" w:rsidRDefault="00986AF4" w:rsidP="00986AF4">
      <w:pPr>
        <w:pStyle w:val="Heading11"/>
      </w:pPr>
      <w:r>
        <w:t>Dokumenti dolgoročnega razvojnega načrtovanja</w:t>
      </w:r>
    </w:p>
    <w:p w14:paraId="55E57B9B" w14:textId="753DEB6B" w:rsidR="00986AF4" w:rsidRDefault="00986AF4" w:rsidP="00986AF4">
      <w:pPr>
        <w:pStyle w:val="Heading11"/>
      </w:pPr>
      <w:r>
        <w:t>Dolgoročni cilji področja proračunske porabe (Splošni cilj)</w:t>
      </w:r>
    </w:p>
    <w:p w14:paraId="757A378C" w14:textId="3C4F16A1" w:rsidR="00986AF4" w:rsidRDefault="00986AF4" w:rsidP="00986AF4">
      <w:r>
        <w:t>Dolgoročni cilji so spodbujanje razvoja ter ohranjanje kmetijstva in gozdarstva ter trajnostno ohranjanje podeželja kot privlačnega in kvalitetnega življenjskega območja občine.</w:t>
      </w:r>
    </w:p>
    <w:p w14:paraId="1C988021" w14:textId="3CA16DD7" w:rsidR="00986AF4" w:rsidRDefault="00986AF4" w:rsidP="00986AF4">
      <w:pPr>
        <w:pStyle w:val="Heading11"/>
      </w:pPr>
      <w:r>
        <w:t>Oznaka in nazivi glavnih programov v pristojnosti občine</w:t>
      </w:r>
    </w:p>
    <w:p w14:paraId="69E4CDF4" w14:textId="5AFEA417" w:rsidR="00986AF4" w:rsidRDefault="00986AF4" w:rsidP="00986AF4">
      <w:r>
        <w:t>1102 - Program reforme kmetijstva in živilstva</w:t>
      </w:r>
      <w:r>
        <w:br/>
        <w:t>1103 - Splošne storitve v kmetijstvu</w:t>
      </w:r>
      <w:r>
        <w:br/>
        <w:t>1104 - Gozdarstvo   </w:t>
      </w:r>
    </w:p>
    <w:p w14:paraId="5FAA5B77" w14:textId="647150B7" w:rsidR="00986AF4" w:rsidRDefault="00986AF4" w:rsidP="00986AF4">
      <w:pPr>
        <w:pStyle w:val="AHeading6"/>
      </w:pPr>
      <w:bookmarkStart w:id="136" w:name="_Toc184208532"/>
      <w:r>
        <w:t>1102 - Program reforme kmetijstva in živilstva</w:t>
      </w:r>
      <w:bookmarkEnd w:id="136"/>
    </w:p>
    <w:p w14:paraId="12554EE8" w14:textId="38B892BE" w:rsidR="00986AF4" w:rsidRDefault="00986AF4" w:rsidP="00986AF4">
      <w:pPr>
        <w:pStyle w:val="Vrednost"/>
      </w:pPr>
      <w:r>
        <w:t>Vrednost: 23.500 €</w:t>
      </w:r>
    </w:p>
    <w:p w14:paraId="62AF5B1C" w14:textId="0198A797" w:rsidR="00986AF4" w:rsidRDefault="00986AF4" w:rsidP="00986AF4">
      <w:pPr>
        <w:pStyle w:val="Heading11"/>
      </w:pPr>
      <w:r>
        <w:t>Opis glavnega programa</w:t>
      </w:r>
    </w:p>
    <w:p w14:paraId="4C031805" w14:textId="47EEE9A8" w:rsidR="00986AF4" w:rsidRDefault="00986AF4" w:rsidP="00986AF4">
      <w:r>
        <w:t xml:space="preserve">Občina Bistrica ob Sotli v skladu s sprejetimi strateškimi dokumenti zagotavlja sredstva za intervencije v kmetijstvo, gozdarstvo in razvoj podeželja, ki spadajo v okvir </w:t>
      </w:r>
      <w:proofErr w:type="spellStart"/>
      <w:r>
        <w:t>t.i</w:t>
      </w:r>
      <w:proofErr w:type="spellEnd"/>
      <w:r>
        <w:t xml:space="preserve">. državnih pomoči, ki jih ureja Zakon o spremljanju državnih pomoči, in se jih lahko dodeljuje pod predpisanimi pogoji, ki jih določa Pravilnik o dodelitvi pomoči za ohranjanje </w:t>
      </w:r>
      <w:r>
        <w:lastRenderedPageBreak/>
        <w:t>in razvoj kmetijstva, gozdarstva in podeželja v občini Bistrica ob Sotli ter potrdi Ministrstvo za kmetijstvo, gozdarstvo in prehrano ter Ministrstvo za finance;</w:t>
      </w:r>
    </w:p>
    <w:p w14:paraId="45D84532" w14:textId="4C1B12AE" w:rsidR="00986AF4" w:rsidRDefault="00986AF4" w:rsidP="00986AF4">
      <w:pPr>
        <w:pStyle w:val="Heading11"/>
      </w:pPr>
      <w:r>
        <w:t>Dolgoročni cilji glavnega programa (Specifični cilj in kazalniki)</w:t>
      </w:r>
    </w:p>
    <w:p w14:paraId="1D438931" w14:textId="5491D70A" w:rsidR="00986AF4" w:rsidRDefault="00986AF4" w:rsidP="00986AF4">
      <w:r>
        <w:t xml:space="preserve">zagotoviti večjo konkurenčnost, ohranjanje ter ustvarjanje delovnih mest v podeželskem  prostoru, </w:t>
      </w:r>
      <w:r>
        <w:br/>
        <w:t>ohraniti kulturno in bivanjsko dediščino podeželskega prostora,</w:t>
      </w:r>
      <w:r>
        <w:br/>
        <w:t xml:space="preserve">spodbuditi učinkovitost in strokovnost kmetijstva in gozdarstva, </w:t>
      </w:r>
      <w:r>
        <w:br/>
        <w:t>izboljšati uspešnost kmetijskih gospodarstev.</w:t>
      </w:r>
    </w:p>
    <w:p w14:paraId="49001992" w14:textId="7720F924" w:rsidR="00986AF4" w:rsidRDefault="00986AF4" w:rsidP="00986AF4">
      <w:pPr>
        <w:pStyle w:val="Heading11"/>
      </w:pPr>
      <w:r>
        <w:t>Glavni letni izvedbeni cilji in kazalci, s katerimi se bo merilo doseganje zastavljenih ciljev</w:t>
      </w:r>
    </w:p>
    <w:p w14:paraId="3FBEEB15" w14:textId="39BD7A4B" w:rsidR="00986AF4" w:rsidRDefault="00986AF4" w:rsidP="00986AF4">
      <w:r>
        <w:t xml:space="preserve">Cilji:  </w:t>
      </w:r>
      <w:r>
        <w:br/>
        <w:t>v skladu z vsebinskim in časovnim planom izvedeni planirani projekti in programi;</w:t>
      </w:r>
      <w:r>
        <w:br/>
        <w:t> Kazalci:</w:t>
      </w:r>
      <w:r>
        <w:br/>
        <w:t> število z vsebinskim in časovnim planom izvedenih planiranih projektov in programov;</w:t>
      </w:r>
    </w:p>
    <w:p w14:paraId="440DD791" w14:textId="0E6C107E" w:rsidR="00986AF4" w:rsidRDefault="00986AF4" w:rsidP="00986AF4">
      <w:pPr>
        <w:pStyle w:val="Heading11"/>
      </w:pPr>
      <w:r>
        <w:t>Podprogrami in proračunski uporabniki znotraj glavnega programa</w:t>
      </w:r>
    </w:p>
    <w:p w14:paraId="3DF97A27" w14:textId="7F4C15B4" w:rsidR="00986AF4" w:rsidRDefault="00986AF4" w:rsidP="00986AF4">
      <w:r>
        <w:t>11029002 - Razvoj in prilagajanje podeželskih območij</w:t>
      </w:r>
      <w:r>
        <w:br/>
        <w:t>     0004 -  Občinska uprava   </w:t>
      </w:r>
    </w:p>
    <w:p w14:paraId="75E8471A" w14:textId="3985DF59" w:rsidR="00986AF4" w:rsidRDefault="00986AF4" w:rsidP="00986AF4">
      <w:pPr>
        <w:pStyle w:val="AHeading7"/>
      </w:pPr>
      <w:bookmarkStart w:id="137" w:name="_Toc184208533"/>
      <w:r>
        <w:t>11029002 - Razvoj in prilagajanje podeželskih območij</w:t>
      </w:r>
      <w:bookmarkStart w:id="138" w:name="PPR_11029002_A_20261"/>
      <w:bookmarkEnd w:id="138"/>
      <w:bookmarkEnd w:id="137"/>
    </w:p>
    <w:p w14:paraId="71EE0B17" w14:textId="544B3064" w:rsidR="00986AF4" w:rsidRDefault="00986AF4" w:rsidP="00986AF4">
      <w:pPr>
        <w:pStyle w:val="Vrednost"/>
      </w:pPr>
      <w:r>
        <w:t>Vrednost: 3.500 €</w:t>
      </w:r>
    </w:p>
    <w:p w14:paraId="3C1E5D75" w14:textId="6FCEC417" w:rsidR="00986AF4" w:rsidRDefault="00986AF4" w:rsidP="00986AF4">
      <w:pPr>
        <w:pStyle w:val="Heading11"/>
      </w:pPr>
      <w:r>
        <w:t>Opis podprograma</w:t>
      </w:r>
    </w:p>
    <w:p w14:paraId="2992E7E8" w14:textId="5A9D9A16" w:rsidR="00986AF4" w:rsidRDefault="00986AF4" w:rsidP="00986AF4">
      <w:r>
        <w:t>Podprogram vsebuje naslednje naloge razvoja in prilagajanja podeželskih območij:</w:t>
      </w:r>
      <w:r>
        <w:br/>
        <w:t>spodbujanje prestrukturiranja, tehnološke prenove, specializacije okolju prijazne osnovne kmetijske proizvodnje,</w:t>
      </w:r>
      <w:r>
        <w:br/>
        <w:t>spodbujanje razvoja dopolnilnih dejavnosti na kmetijah,</w:t>
      </w:r>
      <w:r>
        <w:br/>
        <w:t>spodbujanje razvoja turistične ponudbe na podeželju,</w:t>
      </w:r>
      <w:r>
        <w:br/>
        <w:t>spodbujanje izobraževanja in usposabljanja ljudi na podeželju,</w:t>
      </w:r>
      <w:r>
        <w:br/>
        <w:t>spodbujanje društvenih dejavnosti na področju kmetijstva in razvoja podeželja,</w:t>
      </w:r>
    </w:p>
    <w:p w14:paraId="44565295" w14:textId="0FFF1C5A" w:rsidR="00986AF4" w:rsidRDefault="00986AF4" w:rsidP="00986AF4">
      <w:pPr>
        <w:pStyle w:val="Heading11"/>
      </w:pPr>
      <w:r>
        <w:t>Zakonske in druge pravne podlage</w:t>
      </w:r>
    </w:p>
    <w:p w14:paraId="041CCD67" w14:textId="22F5DE42" w:rsidR="00986AF4" w:rsidRDefault="00986AF4" w:rsidP="00986AF4">
      <w:r>
        <w:t xml:space="preserve">" Zakon o kmetijstvu </w:t>
      </w:r>
      <w:r>
        <w:br/>
        <w:t xml:space="preserve">" Pravilnik o ohranjanju in spodbujanju razvoja kmetijstva  in podeželja v občini Bistrica ob Sotli (UL RS </w:t>
      </w:r>
      <w:r w:rsidR="005C0096" w:rsidRPr="005C0096">
        <w:t>92</w:t>
      </w:r>
      <w:r w:rsidRPr="005C0096">
        <w:t>/</w:t>
      </w:r>
      <w:r w:rsidR="005C0096" w:rsidRPr="005C0096">
        <w:t>2</w:t>
      </w:r>
      <w:r w:rsidR="005C0096">
        <w:t>024</w:t>
      </w:r>
      <w:r>
        <w:t>)</w:t>
      </w:r>
    </w:p>
    <w:p w14:paraId="3C88E5E9" w14:textId="742F3CF3" w:rsidR="00986AF4" w:rsidRDefault="00986AF4" w:rsidP="00986AF4">
      <w:pPr>
        <w:pStyle w:val="Heading11"/>
      </w:pPr>
      <w:r>
        <w:t>Dolgoročni cilji podprograma in kazalci, s katerimi se bo merilo doseganje zastavljenih ciljev (Rezultat in kazalniki)</w:t>
      </w:r>
    </w:p>
    <w:p w14:paraId="3E5DA26D" w14:textId="751AB80B" w:rsidR="00986AF4" w:rsidRDefault="00986AF4" w:rsidP="00986AF4">
      <w:r>
        <w:t>Cilji</w:t>
      </w:r>
      <w:r>
        <w:br/>
        <w:t xml:space="preserve">zagotoviti večjo konkurenčnost, ohranjanje ter ustvarjanje delovnih mest v podeželskem  prostoru, </w:t>
      </w:r>
      <w:r>
        <w:br/>
        <w:t>ohraniti kulturno in bivanjsko dediščino podeželskega prostora,</w:t>
      </w:r>
      <w:r>
        <w:br/>
        <w:t xml:space="preserve">spodbuditi učinkovitost in strokovnost kmetijstva in gozdarstva, </w:t>
      </w:r>
      <w:r>
        <w:br/>
        <w:t>izboljšati uspešnost kmetijskih gospodarstev.</w:t>
      </w:r>
      <w:r>
        <w:br/>
        <w:t>Kazalci</w:t>
      </w:r>
      <w:r>
        <w:br/>
        <w:t>stopnja ohranjenosti kulturne in bivanjske dediščine podeželskega prostora</w:t>
      </w:r>
      <w:r>
        <w:br/>
        <w:t>stopnja napredovanja učinkovitosti in strokovnosti kmetijstva in gozdarstva</w:t>
      </w:r>
      <w:r>
        <w:br/>
        <w:t>stopnja izboljšanja uspešnosti kmetijskih gospodarstev</w:t>
      </w:r>
    </w:p>
    <w:p w14:paraId="17439519" w14:textId="4CE34A4C" w:rsidR="00986AF4" w:rsidRDefault="00986AF4" w:rsidP="00986AF4">
      <w:pPr>
        <w:pStyle w:val="Heading11"/>
      </w:pPr>
      <w:r>
        <w:t>Letni izvedbeni cilji podprograma in kazalci, s katerimi se bo merilo doseganje zastavljenih ciljev (Neposredni učinek in kazalnik)</w:t>
      </w:r>
    </w:p>
    <w:p w14:paraId="5CEB09A7" w14:textId="14E12D48" w:rsidR="00986AF4" w:rsidRDefault="00986AF4" w:rsidP="00986AF4">
      <w:r>
        <w:t>Cilji</w:t>
      </w:r>
      <w:r>
        <w:br/>
        <w:t>razdeljena sredstva v skladu z vsebinskim in finančnim planom razvojnih projektov in programov za podeželje;</w:t>
      </w:r>
      <w:r>
        <w:br/>
        <w:t>Kazalci</w:t>
      </w:r>
      <w:r>
        <w:br/>
        <w:t>število izvedenih projektov in programov za razvoj podeželja</w:t>
      </w:r>
    </w:p>
    <w:p w14:paraId="0CD02F1D" w14:textId="6B768CB7" w:rsidR="00986AF4" w:rsidRDefault="00986AF4" w:rsidP="00986AF4">
      <w:pPr>
        <w:pStyle w:val="AHeading8"/>
      </w:pPr>
      <w:r>
        <w:t>0004 - Občinska uprava</w:t>
      </w:r>
      <w:bookmarkStart w:id="139" w:name="PU_0004_PPR_11029002_A_20261"/>
      <w:bookmarkEnd w:id="139"/>
    </w:p>
    <w:p w14:paraId="5A6CD0BB" w14:textId="173333E2" w:rsidR="00986AF4" w:rsidRDefault="00986AF4" w:rsidP="00986AF4">
      <w:pPr>
        <w:pStyle w:val="Vrednost"/>
      </w:pPr>
      <w:r>
        <w:t>Vrednost: 5.509.267 €</w:t>
      </w:r>
    </w:p>
    <w:p w14:paraId="681E8ADF" w14:textId="44796415" w:rsidR="00986AF4" w:rsidRDefault="00986AF4" w:rsidP="00986AF4">
      <w:pPr>
        <w:pStyle w:val="AHeading10"/>
      </w:pPr>
      <w:r>
        <w:t>11018 - Sofinanciranje društev na področju kmetijstva - razpis</w:t>
      </w:r>
      <w:bookmarkStart w:id="140" w:name="PP_11018_A_20261"/>
      <w:bookmarkEnd w:id="140"/>
    </w:p>
    <w:p w14:paraId="057BA920" w14:textId="7636EE62" w:rsidR="00986AF4" w:rsidRDefault="00986AF4" w:rsidP="00986AF4">
      <w:pPr>
        <w:pStyle w:val="Vrednost"/>
      </w:pPr>
      <w:r>
        <w:t>Vrednost: 3.500 €</w:t>
      </w:r>
    </w:p>
    <w:p w14:paraId="30288B3F" w14:textId="7D6F1EF5" w:rsidR="00986AF4" w:rsidRDefault="00986AF4" w:rsidP="00986AF4">
      <w:pPr>
        <w:pStyle w:val="Heading11"/>
      </w:pPr>
      <w:r>
        <w:lastRenderedPageBreak/>
        <w:t>Obrazložitev dejavnosti v okviru proračunske postavke</w:t>
      </w:r>
    </w:p>
    <w:p w14:paraId="77838D50" w14:textId="77777777" w:rsidR="00986AF4" w:rsidRDefault="00986AF4" w:rsidP="00986AF4">
      <w:pPr>
        <w:rPr>
          <w:lang w:eastAsia="sl-SI"/>
        </w:rPr>
      </w:pPr>
      <w:r>
        <w:t xml:space="preserve">Na postavki je predvideno sofinanciranje društev, ki delujejo na področju kmetijstva na podlagi javnega razpisa. </w:t>
      </w:r>
    </w:p>
    <w:p w14:paraId="47F7141E" w14:textId="77777777" w:rsidR="00986AF4" w:rsidRDefault="00986AF4" w:rsidP="00986AF4"/>
    <w:p w14:paraId="638628FE" w14:textId="69739FA1" w:rsidR="00986AF4" w:rsidRDefault="00986AF4" w:rsidP="00986AF4">
      <w:pPr>
        <w:pStyle w:val="Heading11"/>
      </w:pPr>
      <w:r>
        <w:t>Navezava na projekte v okviru proračunske postavke</w:t>
      </w:r>
    </w:p>
    <w:p w14:paraId="759E6E2B" w14:textId="220738EE" w:rsidR="00986AF4" w:rsidRDefault="00986AF4" w:rsidP="00986AF4">
      <w:pPr>
        <w:pStyle w:val="Heading11"/>
      </w:pPr>
      <w:r>
        <w:t>Izhodišča, na katerih temeljijo izračuni predlogov pravic porabe za del, ki se ne izvršuje preko NRP (Neposredni učinek in kazalnik)</w:t>
      </w:r>
    </w:p>
    <w:p w14:paraId="03E7E49B" w14:textId="77777777" w:rsidR="00986AF4" w:rsidRDefault="00986AF4" w:rsidP="00986AF4"/>
    <w:p w14:paraId="2ECBB6AC" w14:textId="265803DA" w:rsidR="00986AF4" w:rsidRDefault="00986AF4" w:rsidP="00986AF4">
      <w:pPr>
        <w:pStyle w:val="AHeading7"/>
      </w:pPr>
      <w:bookmarkStart w:id="141" w:name="_Toc184208534"/>
      <w:r>
        <w:t>11029004 - Ukrepi za stabilizacijo trga</w:t>
      </w:r>
      <w:bookmarkStart w:id="142" w:name="PPR_11029004_A_20261"/>
      <w:bookmarkEnd w:id="142"/>
      <w:bookmarkEnd w:id="141"/>
    </w:p>
    <w:p w14:paraId="340CE577" w14:textId="7DFD44C2" w:rsidR="00986AF4" w:rsidRDefault="00986AF4" w:rsidP="00986AF4">
      <w:pPr>
        <w:pStyle w:val="Vrednost"/>
      </w:pPr>
      <w:r>
        <w:t>Vrednost: 20.000 €</w:t>
      </w:r>
    </w:p>
    <w:p w14:paraId="179FC739" w14:textId="4D7DED91" w:rsidR="00986AF4" w:rsidRDefault="00986AF4" w:rsidP="00986AF4">
      <w:pPr>
        <w:pStyle w:val="Heading11"/>
      </w:pPr>
      <w:r>
        <w:t>Opis podprograma</w:t>
      </w:r>
    </w:p>
    <w:p w14:paraId="4878E23A" w14:textId="5A113F82" w:rsidR="00986AF4" w:rsidRDefault="00986AF4" w:rsidP="00986AF4">
      <w:r>
        <w:t>Strukturni ukrepi v kmetijstvu in živilstvu: podpora za prestrukturiranje rastlinske proizvodnje, podpora za prestrukturiranje živinorejske proizvodnje, podpore za prestrukturiranje in prenovo kmetijske proizvodnje.</w:t>
      </w:r>
    </w:p>
    <w:p w14:paraId="3A3ACBEF" w14:textId="525D39E2" w:rsidR="00986AF4" w:rsidRDefault="00986AF4" w:rsidP="00986AF4">
      <w:pPr>
        <w:pStyle w:val="Heading11"/>
      </w:pPr>
      <w:r>
        <w:t>Zakonske in druge pravne podlage</w:t>
      </w:r>
    </w:p>
    <w:p w14:paraId="35EDA1F7" w14:textId="2CFB76F9" w:rsidR="00986AF4" w:rsidRDefault="00986AF4" w:rsidP="00986AF4">
      <w:r>
        <w:t>Zakon o kmetijstvu, zakon o kmetijskih zemljiščih, Zakon o zaščiti živali, Zakon o lokalni samoupravi, Pravilnik o ohranjanju in spodbujanju razvoja kmetijstva  in podeželja v občini Bistrica ob Sotli za izvedbo programov pomoči.</w:t>
      </w:r>
    </w:p>
    <w:p w14:paraId="457441A9" w14:textId="3C9E3C32" w:rsidR="00986AF4" w:rsidRDefault="00986AF4" w:rsidP="00986AF4">
      <w:pPr>
        <w:pStyle w:val="Heading11"/>
      </w:pPr>
      <w:r>
        <w:t>Dolgoročni cilji podprograma in kazalci, s katerimi se bo merilo doseganje zastavljenih ciljev (Rezultat in kazalniki)</w:t>
      </w:r>
    </w:p>
    <w:p w14:paraId="1A788B8E" w14:textId="4EFADDA6" w:rsidR="00986AF4" w:rsidRDefault="00986AF4" w:rsidP="00986AF4">
      <w:r>
        <w:t>Ohranjanje kmetijskih gospodarstev</w:t>
      </w:r>
    </w:p>
    <w:p w14:paraId="403FDE48" w14:textId="7427895C" w:rsidR="00986AF4" w:rsidRDefault="00986AF4" w:rsidP="00986AF4">
      <w:pPr>
        <w:pStyle w:val="Heading11"/>
      </w:pPr>
      <w:r>
        <w:t>Letni izvedbeni cilji podprograma in kazalci, s katerimi se bo merilo doseganje zastavljenih ciljev (Neposredni učinek in kazalnik)</w:t>
      </w:r>
    </w:p>
    <w:p w14:paraId="7BDA94A3" w14:textId="34D795BC" w:rsidR="00986AF4" w:rsidRDefault="00986AF4" w:rsidP="00986AF4">
      <w:r>
        <w:t>Izvajanje ukrepov za spodbujanje ohranjanja kmetijskih gospodarstev.</w:t>
      </w:r>
      <w:r>
        <w:br/>
        <w:t>Kazalniki: število prejemnikov podpor.</w:t>
      </w:r>
    </w:p>
    <w:p w14:paraId="06CB13F0" w14:textId="0D1546DF" w:rsidR="00986AF4" w:rsidRDefault="00986AF4" w:rsidP="00986AF4">
      <w:pPr>
        <w:pStyle w:val="AHeading8"/>
      </w:pPr>
      <w:r>
        <w:t>0004 - Občinska uprava</w:t>
      </w:r>
      <w:bookmarkStart w:id="143" w:name="PU_0004_PPR_11029004_A_20261"/>
      <w:bookmarkEnd w:id="143"/>
    </w:p>
    <w:p w14:paraId="325484CC" w14:textId="57A61B83" w:rsidR="00986AF4" w:rsidRDefault="00986AF4" w:rsidP="00986AF4">
      <w:pPr>
        <w:pStyle w:val="Vrednost"/>
      </w:pPr>
      <w:r>
        <w:t>Vrednost: 5.509.267 €</w:t>
      </w:r>
    </w:p>
    <w:p w14:paraId="6571E405" w14:textId="62D2CAEE" w:rsidR="00986AF4" w:rsidRDefault="00986AF4" w:rsidP="00986AF4">
      <w:pPr>
        <w:pStyle w:val="AHeading10"/>
      </w:pPr>
      <w:r>
        <w:t>11017 - Sofinanciranje drugih ukrepov v kmetijstvu</w:t>
      </w:r>
      <w:bookmarkStart w:id="144" w:name="PP_11017_A_20261"/>
      <w:bookmarkEnd w:id="144"/>
    </w:p>
    <w:p w14:paraId="48207DAD" w14:textId="6063B12F" w:rsidR="00986AF4" w:rsidRDefault="00986AF4" w:rsidP="00986AF4">
      <w:pPr>
        <w:pStyle w:val="Vrednost"/>
      </w:pPr>
      <w:r>
        <w:t>Vrednost: 20.000 €</w:t>
      </w:r>
    </w:p>
    <w:p w14:paraId="74952008" w14:textId="76D919BF" w:rsidR="00986AF4" w:rsidRDefault="00986AF4" w:rsidP="00986AF4">
      <w:pPr>
        <w:pStyle w:val="Heading11"/>
      </w:pPr>
      <w:r>
        <w:t>Obrazložitev dejavnosti v okviru proračunske postavke</w:t>
      </w:r>
    </w:p>
    <w:p w14:paraId="3B7B57E6" w14:textId="1060F4C3" w:rsidR="00986AF4" w:rsidRDefault="00986AF4" w:rsidP="00986AF4">
      <w:r>
        <w:t>Sredstva na PP so namenjena za izvajanje ukrepov v kmetijstvu na podlagi Pravilnika o dodeljevanju pomoči za ohranjanje in razvoj kmetijstva in podeželja v Občini Bistrica ob Sotli  v skladu z vsakoletnim objavljenim javnim razpisom. V letu 202</w:t>
      </w:r>
      <w:r w:rsidR="005C0096">
        <w:t>6</w:t>
      </w:r>
      <w:r>
        <w:t>  nameravamo sofinancirati naložbe v kmetijska gospodarstva,  nakup kmetijske mehanizacije,  aktivnosti, povezane z dopolnilnimi dejavnostmi na kmetijah ter zavarovalne premije v kmetijstvu. Upravičenci so kmetijska gospodarstva, ki se ukvarjajo s primarno pridelavo kmetijskih proizvodov in imajo sedež na območju občine Bistrica ob Sotli  in so vpisani v register kmetijskih gospodarstev.</w:t>
      </w:r>
    </w:p>
    <w:p w14:paraId="60519303" w14:textId="2EAD0022" w:rsidR="00986AF4" w:rsidRDefault="00986AF4" w:rsidP="00986AF4">
      <w:pPr>
        <w:pStyle w:val="Heading11"/>
      </w:pPr>
      <w:r>
        <w:t>Navezava na projekte v okviru proračunske postavke</w:t>
      </w:r>
    </w:p>
    <w:p w14:paraId="37C2F7AD" w14:textId="014A42D0" w:rsidR="00986AF4" w:rsidRDefault="00986AF4" w:rsidP="00986AF4">
      <w:pPr>
        <w:pStyle w:val="Heading11"/>
      </w:pPr>
      <w:r>
        <w:t>Izhodišča, na katerih temeljijo izračuni predlogov pravic porabe za del, ki se ne izvršuje preko NRP (Neposredni učinek in kazalnik)</w:t>
      </w:r>
    </w:p>
    <w:p w14:paraId="194519CD" w14:textId="77777777" w:rsidR="00986AF4" w:rsidRDefault="00986AF4" w:rsidP="00986AF4">
      <w:pPr>
        <w:rPr>
          <w:lang w:eastAsia="sl-SI"/>
        </w:rPr>
      </w:pPr>
      <w:r>
        <w:t> </w:t>
      </w:r>
    </w:p>
    <w:p w14:paraId="116E7636" w14:textId="77777777" w:rsidR="00986AF4" w:rsidRDefault="00986AF4" w:rsidP="00986AF4"/>
    <w:p w14:paraId="1FC332FD" w14:textId="77777777" w:rsidR="00986AF4" w:rsidRDefault="00986AF4" w:rsidP="00986AF4"/>
    <w:p w14:paraId="5A71AD34" w14:textId="1EAD744D" w:rsidR="00986AF4" w:rsidRDefault="00986AF4" w:rsidP="00986AF4">
      <w:pPr>
        <w:pStyle w:val="AHeading6"/>
      </w:pPr>
      <w:bookmarkStart w:id="145" w:name="_Toc184208535"/>
      <w:r>
        <w:t>1103 - Splošne storitve v kmetijstvu</w:t>
      </w:r>
      <w:bookmarkEnd w:id="145"/>
    </w:p>
    <w:p w14:paraId="304780B3" w14:textId="3DCCDD51" w:rsidR="00986AF4" w:rsidRDefault="00986AF4" w:rsidP="00986AF4">
      <w:pPr>
        <w:pStyle w:val="Vrednost"/>
      </w:pPr>
      <w:r>
        <w:t>Vrednost: 5.000 €</w:t>
      </w:r>
    </w:p>
    <w:p w14:paraId="39DB1129" w14:textId="632FD48E" w:rsidR="00986AF4" w:rsidRDefault="00986AF4" w:rsidP="00986AF4">
      <w:pPr>
        <w:pStyle w:val="Heading11"/>
      </w:pPr>
      <w:r>
        <w:lastRenderedPageBreak/>
        <w:t>Opis glavnega programa</w:t>
      </w:r>
    </w:p>
    <w:p w14:paraId="712EC28E" w14:textId="3FAA2AC0" w:rsidR="00986AF4" w:rsidRDefault="00986AF4" w:rsidP="00986AF4">
      <w:pPr>
        <w:pStyle w:val="Heading11"/>
      </w:pPr>
      <w:r>
        <w:t>Dolgoročni cilji glavnega programa (Specifični cilj in kazalniki)</w:t>
      </w:r>
    </w:p>
    <w:p w14:paraId="43DACB04" w14:textId="50C716E9" w:rsidR="00986AF4" w:rsidRDefault="00986AF4" w:rsidP="00986AF4">
      <w:pPr>
        <w:pStyle w:val="Heading11"/>
      </w:pPr>
      <w:r>
        <w:t>Glavni letni izvedbeni cilji in kazalci, s katerimi se bo merilo doseganje zastavljenih ciljev</w:t>
      </w:r>
    </w:p>
    <w:p w14:paraId="4DD8B962" w14:textId="3382D32F" w:rsidR="00986AF4" w:rsidRDefault="00986AF4" w:rsidP="00986AF4">
      <w:pPr>
        <w:pStyle w:val="Heading11"/>
      </w:pPr>
      <w:r>
        <w:t>Podprogrami in proračunski uporabniki znotraj glavnega programa</w:t>
      </w:r>
    </w:p>
    <w:p w14:paraId="113D03A0" w14:textId="46F1CF3C" w:rsidR="00986AF4" w:rsidRDefault="00986AF4" w:rsidP="00986AF4">
      <w:pPr>
        <w:pStyle w:val="AHeading7"/>
      </w:pPr>
      <w:bookmarkStart w:id="146" w:name="_Toc184208536"/>
      <w:r>
        <w:t>11039002 - Zdravstveno varstvo rastlin in živali</w:t>
      </w:r>
      <w:bookmarkStart w:id="147" w:name="PPR_11039002_A_20261"/>
      <w:bookmarkEnd w:id="147"/>
      <w:bookmarkEnd w:id="146"/>
    </w:p>
    <w:p w14:paraId="3BA3DC93" w14:textId="4F3481F6" w:rsidR="00986AF4" w:rsidRDefault="00986AF4" w:rsidP="00986AF4">
      <w:pPr>
        <w:pStyle w:val="Vrednost"/>
      </w:pPr>
      <w:r>
        <w:t>Vrednost: 5.000 €</w:t>
      </w:r>
    </w:p>
    <w:p w14:paraId="6897C5B3" w14:textId="67A42406" w:rsidR="00986AF4" w:rsidRDefault="00986AF4" w:rsidP="00986AF4">
      <w:pPr>
        <w:pStyle w:val="Heading11"/>
      </w:pPr>
      <w:r>
        <w:t>Opis podprograma</w:t>
      </w:r>
    </w:p>
    <w:p w14:paraId="3A578341" w14:textId="77777777" w:rsidR="00986AF4" w:rsidRPr="00986AF4" w:rsidRDefault="00986AF4" w:rsidP="00986AF4">
      <w:pPr>
        <w:rPr>
          <w:lang w:eastAsia="sl-SI"/>
        </w:rPr>
      </w:pPr>
      <w:r w:rsidRPr="00986AF4">
        <w:br/>
        <w:t xml:space="preserve">Podprogram zajema sredstva za sofinanciranje zavetišč za živali. </w:t>
      </w:r>
    </w:p>
    <w:p w14:paraId="4A53241D" w14:textId="77777777" w:rsidR="00986AF4" w:rsidRPr="00986AF4" w:rsidRDefault="00986AF4" w:rsidP="00986AF4">
      <w:r w:rsidRPr="00986AF4">
        <w:t> </w:t>
      </w:r>
    </w:p>
    <w:p w14:paraId="45415F2D" w14:textId="77777777" w:rsidR="00986AF4" w:rsidRDefault="00986AF4" w:rsidP="00986AF4"/>
    <w:p w14:paraId="5C4C5782" w14:textId="361E3CAA" w:rsidR="00986AF4" w:rsidRDefault="00986AF4" w:rsidP="00986AF4">
      <w:pPr>
        <w:pStyle w:val="Heading11"/>
      </w:pPr>
      <w:r>
        <w:t>Zakonske in druge pravne podlage</w:t>
      </w:r>
    </w:p>
    <w:p w14:paraId="21F06EC4" w14:textId="2285BB75" w:rsidR="00986AF4" w:rsidRDefault="00986AF4" w:rsidP="00986AF4">
      <w:r>
        <w:t>Zakon o zaščiti živali, Pravilnik o pogojih za zavetišča za zapuščene živali</w:t>
      </w:r>
    </w:p>
    <w:p w14:paraId="2820BC5C" w14:textId="4AA52FCB" w:rsidR="00986AF4" w:rsidRDefault="00986AF4" w:rsidP="00986AF4">
      <w:pPr>
        <w:pStyle w:val="Heading11"/>
      </w:pPr>
      <w:r>
        <w:t>Dolgoročni cilji podprograma in kazalci, s katerimi se bo merilo doseganje zastavljenih ciljev (Rezultat in kazalniki)</w:t>
      </w:r>
    </w:p>
    <w:p w14:paraId="10622F2F" w14:textId="7704BF8B" w:rsidR="00986AF4" w:rsidRDefault="00986AF4" w:rsidP="00986AF4">
      <w:r>
        <w:t>Dolgoročni cilj je zagotoviti oskrbo zapuščenih živali.</w:t>
      </w:r>
    </w:p>
    <w:p w14:paraId="505FE920" w14:textId="378C2D71" w:rsidR="00986AF4" w:rsidRDefault="00986AF4" w:rsidP="00986AF4">
      <w:pPr>
        <w:pStyle w:val="Heading11"/>
      </w:pPr>
      <w:r>
        <w:t>Letni izvedbeni cilji podprograma in kazalci, s katerimi se bo merilo doseganje zastavljenih ciljev (Neposredni učinek in kazalnik)</w:t>
      </w:r>
    </w:p>
    <w:p w14:paraId="66503D5A" w14:textId="04A944FD" w:rsidR="00986AF4" w:rsidRDefault="00986AF4" w:rsidP="00986AF4">
      <w:r>
        <w:t> Letni izvedbeni cilj je zagotoviti pogoje za oskrbo.</w:t>
      </w:r>
    </w:p>
    <w:p w14:paraId="530CCE70" w14:textId="1F1849F1" w:rsidR="00986AF4" w:rsidRDefault="00986AF4" w:rsidP="00986AF4">
      <w:pPr>
        <w:pStyle w:val="AHeading8"/>
      </w:pPr>
      <w:r>
        <w:t>0004 - Občinska uprava</w:t>
      </w:r>
      <w:bookmarkStart w:id="148" w:name="PU_0004_PPR_11039002_A_20261"/>
      <w:bookmarkEnd w:id="148"/>
    </w:p>
    <w:p w14:paraId="23283E11" w14:textId="1339DF19" w:rsidR="00986AF4" w:rsidRDefault="00986AF4" w:rsidP="00986AF4">
      <w:pPr>
        <w:pStyle w:val="Vrednost"/>
      </w:pPr>
      <w:r>
        <w:t>Vrednost: 5.509.267 €</w:t>
      </w:r>
    </w:p>
    <w:p w14:paraId="07EA00AF" w14:textId="75D38576" w:rsidR="00986AF4" w:rsidRDefault="00986AF4" w:rsidP="00986AF4">
      <w:pPr>
        <w:pStyle w:val="AHeading10"/>
      </w:pPr>
      <w:r>
        <w:t>11004 - Zavetišče za živali - najemnina</w:t>
      </w:r>
      <w:bookmarkStart w:id="149" w:name="PP_11004_A_20261"/>
      <w:bookmarkEnd w:id="149"/>
    </w:p>
    <w:p w14:paraId="2D4F2E83" w14:textId="138B0717" w:rsidR="00986AF4" w:rsidRDefault="00986AF4" w:rsidP="00986AF4">
      <w:pPr>
        <w:pStyle w:val="Vrednost"/>
      </w:pPr>
      <w:r>
        <w:t>Vrednost: 3.500 €</w:t>
      </w:r>
    </w:p>
    <w:p w14:paraId="49C4AD47" w14:textId="0C2E09AE" w:rsidR="00986AF4" w:rsidRDefault="00986AF4" w:rsidP="00986AF4">
      <w:pPr>
        <w:pStyle w:val="Heading11"/>
      </w:pPr>
      <w:r>
        <w:t>Obrazložitev dejavnosti v okviru proračunske postavke</w:t>
      </w:r>
    </w:p>
    <w:p w14:paraId="22807B4E" w14:textId="5BB7116C" w:rsidR="00986AF4" w:rsidRDefault="00986AF4" w:rsidP="00986AF4">
      <w:r>
        <w:t>Načrtovani so izdatki za namestitev zapuščenih živali v zavetišču.</w:t>
      </w:r>
    </w:p>
    <w:p w14:paraId="0F14BC0D" w14:textId="437937F0" w:rsidR="00986AF4" w:rsidRDefault="00986AF4" w:rsidP="00986AF4">
      <w:pPr>
        <w:pStyle w:val="Heading11"/>
      </w:pPr>
      <w:r>
        <w:t>Navezava na projekte v okviru proračunske postavke</w:t>
      </w:r>
    </w:p>
    <w:p w14:paraId="77519B7F" w14:textId="56A3060C" w:rsidR="00986AF4" w:rsidRDefault="00986AF4" w:rsidP="00986AF4">
      <w:pPr>
        <w:pStyle w:val="Heading11"/>
      </w:pPr>
      <w:r>
        <w:t>Izhodišča, na katerih temeljijo izračuni predlogov pravic porabe za del, ki se ne izvršuje preko NRP (Neposredni učinek in kazalnik)</w:t>
      </w:r>
    </w:p>
    <w:p w14:paraId="5C024D71" w14:textId="40541DCC" w:rsidR="00986AF4" w:rsidRDefault="00986AF4" w:rsidP="00986AF4">
      <w:pPr>
        <w:pStyle w:val="AHeading10"/>
      </w:pPr>
      <w:r>
        <w:t>11019 - Sofinanciranje sterilizacije in kastracije mačk</w:t>
      </w:r>
      <w:bookmarkStart w:id="150" w:name="PP_11019_A_20261"/>
      <w:bookmarkEnd w:id="150"/>
    </w:p>
    <w:p w14:paraId="5DC4D2ED" w14:textId="0CEC9542" w:rsidR="00986AF4" w:rsidRDefault="00986AF4" w:rsidP="00986AF4">
      <w:pPr>
        <w:pStyle w:val="Vrednost"/>
      </w:pPr>
      <w:r>
        <w:t>Vrednost: 1.500 €</w:t>
      </w:r>
    </w:p>
    <w:p w14:paraId="68E4B8E2" w14:textId="04BD9848" w:rsidR="00986AF4" w:rsidRDefault="00986AF4" w:rsidP="00986AF4">
      <w:pPr>
        <w:pStyle w:val="Heading11"/>
      </w:pPr>
      <w:r>
        <w:t>Obrazložitev dejavnosti v okviru proračunske postavke</w:t>
      </w:r>
    </w:p>
    <w:p w14:paraId="1D3B3D27" w14:textId="3AB87352" w:rsidR="00986AF4" w:rsidRDefault="00986AF4" w:rsidP="00986AF4">
      <w:r>
        <w:t>Načrtovana so sredstva za sterilizacijo in kastracijo lastniških mačk.</w:t>
      </w:r>
    </w:p>
    <w:p w14:paraId="418D3562" w14:textId="57CF3721" w:rsidR="00986AF4" w:rsidRDefault="00986AF4" w:rsidP="00986AF4">
      <w:pPr>
        <w:pStyle w:val="Heading11"/>
      </w:pPr>
      <w:r>
        <w:t>Navezava na projekte v okviru proračunske postavke</w:t>
      </w:r>
    </w:p>
    <w:p w14:paraId="7A47E8E3" w14:textId="05D42A8B" w:rsidR="00986AF4" w:rsidRDefault="00986AF4" w:rsidP="00986AF4">
      <w:pPr>
        <w:pStyle w:val="Heading11"/>
      </w:pPr>
      <w:r>
        <w:t>Izhodišča, na katerih temeljijo izračuni predlogov pravic porabe za del, ki se ne izvršuje preko NRP (Neposredni učinek in kazalnik)</w:t>
      </w:r>
    </w:p>
    <w:p w14:paraId="1673A022" w14:textId="3B79C0CC" w:rsidR="00986AF4" w:rsidRDefault="00986AF4" w:rsidP="00986AF4">
      <w:r>
        <w:t>Sredstva so planirana na podlagi pričakov</w:t>
      </w:r>
      <w:r w:rsidR="005C0096">
        <w:t>a</w:t>
      </w:r>
      <w:r>
        <w:t>nih potreb v letu 2026.</w:t>
      </w:r>
    </w:p>
    <w:p w14:paraId="02B28000" w14:textId="77777777" w:rsidR="00986AF4" w:rsidRDefault="00986AF4" w:rsidP="00986AF4"/>
    <w:p w14:paraId="36B86F39" w14:textId="4300C5E2" w:rsidR="00986AF4" w:rsidRDefault="00986AF4" w:rsidP="00986AF4">
      <w:pPr>
        <w:pStyle w:val="AHeading6"/>
      </w:pPr>
      <w:bookmarkStart w:id="151" w:name="_Toc184208537"/>
      <w:r>
        <w:t>1104 - Gozdarstvo</w:t>
      </w:r>
      <w:bookmarkEnd w:id="151"/>
    </w:p>
    <w:p w14:paraId="1DB1FBE3" w14:textId="48C6BD12" w:rsidR="00986AF4" w:rsidRDefault="00986AF4" w:rsidP="00986AF4">
      <w:pPr>
        <w:pStyle w:val="Vrednost"/>
      </w:pPr>
      <w:r>
        <w:t>Vrednost: 5.000 €</w:t>
      </w:r>
    </w:p>
    <w:p w14:paraId="540401BB" w14:textId="78375D73" w:rsidR="00986AF4" w:rsidRDefault="00986AF4" w:rsidP="00986AF4">
      <w:pPr>
        <w:pStyle w:val="Heading11"/>
      </w:pPr>
      <w:r>
        <w:lastRenderedPageBreak/>
        <w:t>Opis glavnega programa</w:t>
      </w:r>
    </w:p>
    <w:p w14:paraId="3DFD3B64" w14:textId="3D244933" w:rsidR="00986AF4" w:rsidRDefault="00986AF4" w:rsidP="00986AF4">
      <w:r>
        <w:t>V okviru glavnega programa se zagotavlja pogoje za sonaravno in večnamensko gospodarjenje z gozdovi, v skladu z načeli varstva okolja in s tem delovanje gozdov kot ekosistema in uresničevanje vseh njihovih funkcij.</w:t>
      </w:r>
    </w:p>
    <w:p w14:paraId="20FC2FF8" w14:textId="450166F7" w:rsidR="00986AF4" w:rsidRDefault="00986AF4" w:rsidP="00986AF4">
      <w:pPr>
        <w:pStyle w:val="Heading11"/>
      </w:pPr>
      <w:r>
        <w:t>Dolgoročni cilji glavnega programa (Specifični cilj in kazalniki)</w:t>
      </w:r>
    </w:p>
    <w:p w14:paraId="2661A761" w14:textId="128821B7" w:rsidR="00986AF4" w:rsidRDefault="00986AF4" w:rsidP="00986AF4">
      <w:r>
        <w:t>ohranitev in trajnostni razvoj gozdov v smislu njihove biološke pestrosti ter vseh ekoloških, socialnih in proizvodnih funkcij,</w:t>
      </w:r>
      <w:r>
        <w:br/>
        <w:t>zagotavljanje vlaganj v gozdove na ravni, ki jo določajo gozdnogospodarski načrti (vzdrževanje in urejanje gozdnih prometnic-gozdnih cest, gozdnih vlak).</w:t>
      </w:r>
    </w:p>
    <w:p w14:paraId="08EFE39F" w14:textId="1CD1A681" w:rsidR="00986AF4" w:rsidRDefault="00986AF4" w:rsidP="00986AF4">
      <w:pPr>
        <w:pStyle w:val="Heading11"/>
      </w:pPr>
      <w:r>
        <w:t>Glavni letni izvedbeni cilji in kazalci, s katerimi se bo merilo doseganje zastavljenih ciljev</w:t>
      </w:r>
    </w:p>
    <w:p w14:paraId="05A9478C" w14:textId="2F88C41E" w:rsidR="00986AF4" w:rsidRDefault="00986AF4" w:rsidP="00986AF4">
      <w:r>
        <w:t>izvedba vzdrževanja in urejanja gozdnih prometnic (gozdnih cest in gozdnih vlak)</w:t>
      </w:r>
    </w:p>
    <w:p w14:paraId="14FB82D4" w14:textId="089804E4" w:rsidR="00986AF4" w:rsidRDefault="00986AF4" w:rsidP="00986AF4">
      <w:pPr>
        <w:pStyle w:val="Heading11"/>
      </w:pPr>
      <w:r>
        <w:t>Podprogrami in proračunski uporabniki znotraj glavnega programa</w:t>
      </w:r>
    </w:p>
    <w:p w14:paraId="5315F34E" w14:textId="11398102" w:rsidR="00986AF4" w:rsidRDefault="00986AF4" w:rsidP="00986AF4">
      <w:r>
        <w:t>11049001 Vzdrževanje in gradnja gozdnih cest</w:t>
      </w:r>
      <w:r>
        <w:br/>
        <w:t>           0004 - Občinska uprava   </w:t>
      </w:r>
    </w:p>
    <w:p w14:paraId="1E5E25EC" w14:textId="4A02E4DE" w:rsidR="00986AF4" w:rsidRDefault="00986AF4" w:rsidP="00986AF4">
      <w:pPr>
        <w:pStyle w:val="AHeading7"/>
      </w:pPr>
      <w:bookmarkStart w:id="152" w:name="_Toc184208538"/>
      <w:r>
        <w:t>11049001 - Vzdrževanje in gradnja gozdnih cest</w:t>
      </w:r>
      <w:bookmarkStart w:id="153" w:name="PPR_11049001_A_20261"/>
      <w:bookmarkEnd w:id="153"/>
      <w:bookmarkEnd w:id="152"/>
    </w:p>
    <w:p w14:paraId="22D55F87" w14:textId="1DA12CFC" w:rsidR="00986AF4" w:rsidRDefault="00986AF4" w:rsidP="00986AF4">
      <w:pPr>
        <w:pStyle w:val="Vrednost"/>
      </w:pPr>
      <w:r>
        <w:t>Vrednost: 5.000 €</w:t>
      </w:r>
    </w:p>
    <w:p w14:paraId="41E61578" w14:textId="5070CB8E" w:rsidR="00986AF4" w:rsidRDefault="00986AF4" w:rsidP="00986AF4">
      <w:pPr>
        <w:pStyle w:val="Heading11"/>
      </w:pPr>
      <w:r>
        <w:t>Opis podprograma</w:t>
      </w:r>
    </w:p>
    <w:p w14:paraId="2F79BA06" w14:textId="12DDA3B2" w:rsidR="00986AF4" w:rsidRDefault="00986AF4" w:rsidP="00986AF4">
      <w:r>
        <w:t>Z aktivnostmi v okviru podprograma se zagotavlja sofinanciranje tekočega vzdrževanja gozdnih cest in gozdnih vlak.</w:t>
      </w:r>
    </w:p>
    <w:p w14:paraId="134A81B8" w14:textId="53EB387F" w:rsidR="00986AF4" w:rsidRDefault="00986AF4" w:rsidP="00986AF4">
      <w:pPr>
        <w:pStyle w:val="Heading11"/>
      </w:pPr>
      <w:r>
        <w:t>Zakonske in druge pravne podlage</w:t>
      </w:r>
    </w:p>
    <w:p w14:paraId="55155E4A" w14:textId="44F954CB" w:rsidR="00986AF4" w:rsidRDefault="00986AF4" w:rsidP="00986AF4">
      <w:r>
        <w:t>" Zakon o gozdovih (UL RS, št. 30/93 s sp.)</w:t>
      </w:r>
      <w:r>
        <w:br/>
        <w:t>" Program razvoja gozdov v Sloveniji (UL RS, št. 14/96)</w:t>
      </w:r>
      <w:r>
        <w:br/>
        <w:t>" Uredba o pristojbini za vzdrževanje gozdnih cest (UL RS, št. 38/94 s sp.)</w:t>
      </w:r>
      <w:r>
        <w:br/>
        <w:t>" Pravilnik o financiranju in sofinanciranju vlaganj v gozdove (UL RS, št. 71/04 s sp.)</w:t>
      </w:r>
      <w:r>
        <w:br/>
        <w:t>" Pravilnik o gozdnih prometnicah (UL RS, št. 4/09)</w:t>
      </w:r>
    </w:p>
    <w:p w14:paraId="5D82150D" w14:textId="7C0934D1" w:rsidR="00986AF4" w:rsidRDefault="00986AF4" w:rsidP="00986AF4">
      <w:pPr>
        <w:pStyle w:val="Heading11"/>
      </w:pPr>
      <w:r>
        <w:t>Dolgoročni cilji podprograma in kazalci, s katerimi se bo merilo doseganje zastavljenih ciljev (Rezultat in kazalniki)</w:t>
      </w:r>
    </w:p>
    <w:p w14:paraId="4369BDA5" w14:textId="48177ADE" w:rsidR="00986AF4" w:rsidRDefault="00986AF4" w:rsidP="00986AF4">
      <w:r>
        <w:t>Dolgoročni cilj je zagotoviti redno letno vzdrževanje gozdnih cest v zasebnih in državnih gozdovih na območju občine. </w:t>
      </w:r>
    </w:p>
    <w:p w14:paraId="17F60393" w14:textId="005A59D8" w:rsidR="00986AF4" w:rsidRDefault="00986AF4" w:rsidP="00986AF4">
      <w:pPr>
        <w:pStyle w:val="Heading11"/>
      </w:pPr>
      <w:r>
        <w:t>Letni izvedbeni cilji podprograma in kazalci, s katerimi se bo merilo doseganje zastavljenih ciljev (Neposredni učinek in kazalnik)</w:t>
      </w:r>
    </w:p>
    <w:p w14:paraId="6E74DFCE" w14:textId="7E30FBF6" w:rsidR="00986AF4" w:rsidRDefault="00986AF4" w:rsidP="00986AF4">
      <w:r>
        <w:t>Letni cilj je zagotoviti redno letno vzdrževanje vseh gozdnih cest, odvisno od zagotovljenih sredstev in prizadetosti cestišča in vzdrževanje gozdnih vlak, v skladu z gozdnogospodarskimi načrti.</w:t>
      </w:r>
    </w:p>
    <w:p w14:paraId="378344B3" w14:textId="0B61F816" w:rsidR="00986AF4" w:rsidRDefault="00986AF4" w:rsidP="00986AF4">
      <w:pPr>
        <w:pStyle w:val="AHeading8"/>
      </w:pPr>
      <w:r>
        <w:t>0004 - Občinska uprava</w:t>
      </w:r>
      <w:bookmarkStart w:id="154" w:name="PU_0004_PPR_11049001_A_20261"/>
      <w:bookmarkEnd w:id="154"/>
    </w:p>
    <w:p w14:paraId="3E932E22" w14:textId="100BB3BC" w:rsidR="00986AF4" w:rsidRDefault="00986AF4" w:rsidP="00986AF4">
      <w:pPr>
        <w:pStyle w:val="Vrednost"/>
      </w:pPr>
      <w:r>
        <w:t>Vrednost: 5.509.267 €</w:t>
      </w:r>
    </w:p>
    <w:p w14:paraId="74B5FEB0" w14:textId="5A488FF2" w:rsidR="00986AF4" w:rsidRDefault="00986AF4" w:rsidP="00986AF4">
      <w:pPr>
        <w:pStyle w:val="AHeading10"/>
      </w:pPr>
      <w:r>
        <w:t>11008 - Vzdrževanje in gradnja gozdnih cest</w:t>
      </w:r>
      <w:bookmarkStart w:id="155" w:name="PP_11008_A_20261"/>
      <w:bookmarkEnd w:id="155"/>
    </w:p>
    <w:p w14:paraId="6AEBA8A7" w14:textId="52041C28" w:rsidR="00986AF4" w:rsidRDefault="00986AF4" w:rsidP="00986AF4">
      <w:pPr>
        <w:pStyle w:val="Vrednost"/>
      </w:pPr>
      <w:r>
        <w:t>Vrednost: 5.000 €</w:t>
      </w:r>
    </w:p>
    <w:p w14:paraId="2470A580" w14:textId="3CBCC1E8" w:rsidR="00986AF4" w:rsidRDefault="00986AF4" w:rsidP="00986AF4">
      <w:pPr>
        <w:pStyle w:val="Heading11"/>
      </w:pPr>
      <w:r>
        <w:t>Obrazložitev dejavnosti v okviru proračunske postavke</w:t>
      </w:r>
    </w:p>
    <w:p w14:paraId="7089AB75" w14:textId="77777777" w:rsidR="00986AF4" w:rsidRPr="00986AF4" w:rsidRDefault="00986AF4" w:rsidP="00986AF4">
      <w:pPr>
        <w:pStyle w:val="Navadensplet"/>
      </w:pPr>
      <w:r w:rsidRPr="00986AF4">
        <w:t xml:space="preserve">Sredstva so namenjena rednemu vzdrževanju gozdnih cest v zasebnih in državnih gozdovih na območju občine.  </w:t>
      </w:r>
    </w:p>
    <w:p w14:paraId="6C8399D8" w14:textId="77777777" w:rsidR="00986AF4" w:rsidRPr="00986AF4" w:rsidRDefault="00986AF4" w:rsidP="00986AF4">
      <w:pPr>
        <w:pStyle w:val="Navadensplet"/>
      </w:pPr>
      <w:r w:rsidRPr="00986AF4">
        <w:t> </w:t>
      </w:r>
    </w:p>
    <w:p w14:paraId="4DE0272C" w14:textId="77777777" w:rsidR="00986AF4" w:rsidRDefault="00986AF4" w:rsidP="00986AF4"/>
    <w:p w14:paraId="07903A28" w14:textId="09389D57" w:rsidR="00986AF4" w:rsidRDefault="00986AF4" w:rsidP="00986AF4">
      <w:pPr>
        <w:pStyle w:val="Heading11"/>
      </w:pPr>
      <w:r>
        <w:t>Navezava na projekte v okviru proračunske postavke</w:t>
      </w:r>
    </w:p>
    <w:p w14:paraId="10A2C3ED" w14:textId="342E23D4" w:rsidR="00986AF4" w:rsidRDefault="00986AF4" w:rsidP="00986AF4">
      <w:pPr>
        <w:pStyle w:val="Heading11"/>
      </w:pPr>
      <w:r>
        <w:t>Izhodišča, na katerih temeljijo izračuni predlogov pravic porabe za del, ki se ne izvršuje preko NRP (Neposredni učinek in kazalnik)</w:t>
      </w:r>
    </w:p>
    <w:p w14:paraId="78A12497" w14:textId="77777777" w:rsidR="00986AF4" w:rsidRDefault="00986AF4" w:rsidP="00986AF4"/>
    <w:p w14:paraId="480BD422" w14:textId="7732F5C4" w:rsidR="00986AF4" w:rsidRDefault="00986AF4" w:rsidP="00986AF4">
      <w:pPr>
        <w:pStyle w:val="AHeading5"/>
      </w:pPr>
      <w:bookmarkStart w:id="156" w:name="_Toc184208539"/>
      <w:r>
        <w:lastRenderedPageBreak/>
        <w:t>13 - PROMET, PROMETNA INFRASTRUKTURA IN KOMUNIKACIJE</w:t>
      </w:r>
      <w:bookmarkEnd w:id="156"/>
    </w:p>
    <w:p w14:paraId="5B193C81" w14:textId="0D685384" w:rsidR="00986AF4" w:rsidRDefault="00986AF4" w:rsidP="00986AF4">
      <w:pPr>
        <w:pStyle w:val="Vrednost"/>
      </w:pPr>
      <w:r>
        <w:t>Vrednost: 347.176 €</w:t>
      </w:r>
    </w:p>
    <w:p w14:paraId="5DBBA737" w14:textId="488A9C8A" w:rsidR="00986AF4" w:rsidRDefault="00986AF4" w:rsidP="00986AF4">
      <w:pPr>
        <w:pStyle w:val="Heading11"/>
      </w:pPr>
      <w:r>
        <w:t>Opis področja proračunske porabe, poslanstva občine znotraj področja proračunske porabe</w:t>
      </w:r>
    </w:p>
    <w:p w14:paraId="54DB252F" w14:textId="52B2183C" w:rsidR="00986AF4" w:rsidRDefault="00986AF4" w:rsidP="00986AF4">
      <w:r>
        <w:t>Proračunska poraba v tem delu zajema področje cestne infrastrukture in prometa.  Obsega opravljanje nalog na področju razvoja, posodabljanja in vzdrževanja občinske cestne infrastrukture ter zagotavljanja prometne varnosti .</w:t>
      </w:r>
    </w:p>
    <w:p w14:paraId="27EE9F48" w14:textId="7D3D89AC" w:rsidR="00986AF4" w:rsidRDefault="00986AF4" w:rsidP="00986AF4">
      <w:pPr>
        <w:pStyle w:val="Heading11"/>
      </w:pPr>
      <w:r>
        <w:t>Dokumenti dolgoročnega razvojnega načrtovanja</w:t>
      </w:r>
    </w:p>
    <w:p w14:paraId="4C4B428C" w14:textId="6BDDB748" w:rsidR="00986AF4" w:rsidRDefault="00986AF4" w:rsidP="00986AF4">
      <w:r>
        <w:t>Resolucija o prometni politiki Republike Slovenije</w:t>
      </w:r>
      <w:r>
        <w:br/>
        <w:t>Plan razvoja ter rednega in zimskega vzdrževanja občinskih cest in javnih površin za leto 2019</w:t>
      </w:r>
    </w:p>
    <w:p w14:paraId="6C97A6BC" w14:textId="642AC475" w:rsidR="00986AF4" w:rsidRDefault="00986AF4" w:rsidP="00986AF4">
      <w:pPr>
        <w:pStyle w:val="Heading11"/>
      </w:pPr>
      <w:r>
        <w:t>Dolgoročni cilji področja proračunske porabe (Splošni cilj)</w:t>
      </w:r>
    </w:p>
    <w:p w14:paraId="4776BDCD" w14:textId="6BC4F3CD" w:rsidR="00986AF4" w:rsidRDefault="00986AF4" w:rsidP="00986AF4">
      <w:r>
        <w:t>Dolgoročni cilji na področju proračunske porabe je gradnja in ohranjanje cestne  infrastrukture.</w:t>
      </w:r>
    </w:p>
    <w:p w14:paraId="49A364D7" w14:textId="6C84C66C" w:rsidR="00986AF4" w:rsidRDefault="00986AF4" w:rsidP="00986AF4">
      <w:pPr>
        <w:pStyle w:val="Heading11"/>
      </w:pPr>
      <w:r>
        <w:t>Oznaka in nazivi glavnih programov v pristojnosti občine</w:t>
      </w:r>
    </w:p>
    <w:p w14:paraId="34180798" w14:textId="2D4910CF" w:rsidR="00986AF4" w:rsidRDefault="00986AF4" w:rsidP="00986AF4">
      <w:r>
        <w:t>1302 Cestni promet in infrastruktura</w:t>
      </w:r>
    </w:p>
    <w:p w14:paraId="7A74F41C" w14:textId="459A5077" w:rsidR="00986AF4" w:rsidRDefault="00986AF4" w:rsidP="00986AF4">
      <w:pPr>
        <w:pStyle w:val="AHeading6"/>
      </w:pPr>
      <w:bookmarkStart w:id="157" w:name="_Toc184208540"/>
      <w:r>
        <w:t>1302 - Cestni promet in infrastruktura</w:t>
      </w:r>
      <w:bookmarkEnd w:id="157"/>
    </w:p>
    <w:p w14:paraId="56A2A14F" w14:textId="438FA54A" w:rsidR="00986AF4" w:rsidRDefault="00986AF4" w:rsidP="00986AF4">
      <w:pPr>
        <w:pStyle w:val="Vrednost"/>
      </w:pPr>
      <w:r>
        <w:t>Vrednost: 347.176 €</w:t>
      </w:r>
    </w:p>
    <w:p w14:paraId="1D0BB04D" w14:textId="3EE95F62" w:rsidR="00986AF4" w:rsidRDefault="00986AF4" w:rsidP="00986AF4">
      <w:pPr>
        <w:pStyle w:val="Heading11"/>
      </w:pPr>
      <w:r>
        <w:t>Opis glavnega programa</w:t>
      </w:r>
    </w:p>
    <w:p w14:paraId="45034011" w14:textId="502C4D9E" w:rsidR="00986AF4" w:rsidRDefault="00986AF4" w:rsidP="00986AF4">
      <w:r>
        <w:t>V okviru tega glavnega programa se zagotavljajo sredstva za investicije, investicijsko in tekoče vzdrževanje občinskih cest, cestno prometne signalizacije ter cestnih naprav  in  javne razsvetljave. Zagotovitev prometne varnosti narekuje urejeno cestno infrastrukturo,  primerno prometno signalizacijo in dobro vidljivost.</w:t>
      </w:r>
    </w:p>
    <w:p w14:paraId="32C0A6AE" w14:textId="1D194019" w:rsidR="00986AF4" w:rsidRDefault="00986AF4" w:rsidP="00986AF4">
      <w:pPr>
        <w:pStyle w:val="Heading11"/>
      </w:pPr>
      <w:r>
        <w:t>Dolgoročni cilji glavnega programa (Specifični cilj in kazalniki)</w:t>
      </w:r>
    </w:p>
    <w:p w14:paraId="405912C4" w14:textId="0956329F" w:rsidR="00986AF4" w:rsidRDefault="00986AF4" w:rsidP="00986AF4">
      <w:r>
        <w:t>Strateški cilj na področju razvoja in vzdrževanja občinskih cest je gradnja nove cestne infrastrukture ter ohranjanje obstoječe. Ukrepi so usmerjeni zlasti v novogradnjo manjkajočih cestnih odsekov, preprečevanje propadanja cestne infrastrukture, izboljšanje prometne varnosti, zagotavljanje prevoznosti oziroma dostopnosti in zmanjšanje škodljivih vplivov prometnega sistema na okolje.</w:t>
      </w:r>
      <w:r>
        <w:br/>
        <w:t> </w:t>
      </w:r>
      <w:r>
        <w:br/>
        <w:t>Strukturni cilji na področju investicij in vzdrževanja cestne infrastrukture pa so:</w:t>
      </w:r>
      <w:r>
        <w:br/>
        <w:t>zagotovitev dostopa po občinski cesti do vsakega objekta</w:t>
      </w:r>
      <w:r>
        <w:br/>
        <w:t>ohranjanje cestnega omrežja na ustreznem nivoju</w:t>
      </w:r>
      <w:r>
        <w:br/>
        <w:t>povečanje prometne varnosti udeležencev v cestnem prometu</w:t>
      </w:r>
      <w:r>
        <w:br/>
        <w:t>zmanjševanje negativnih vplivov prometa na okolje</w:t>
      </w:r>
      <w:r>
        <w:br/>
        <w:t>izboljšanje voznih pogojev</w:t>
      </w:r>
    </w:p>
    <w:p w14:paraId="19B45C4E" w14:textId="1FD16EBF" w:rsidR="00986AF4" w:rsidRDefault="00986AF4" w:rsidP="00986AF4">
      <w:pPr>
        <w:pStyle w:val="Heading11"/>
      </w:pPr>
      <w:r>
        <w:t>Glavni letni izvedbeni cilji in kazalci, s katerimi se bo merilo doseganje zastavljenih ciljev</w:t>
      </w:r>
    </w:p>
    <w:p w14:paraId="7CBA3A96" w14:textId="77777777" w:rsidR="00986AF4" w:rsidRPr="00986AF4" w:rsidRDefault="00986AF4" w:rsidP="00986AF4">
      <w:pPr>
        <w:pStyle w:val="Navadensplet"/>
      </w:pPr>
      <w:r w:rsidRPr="00986AF4">
        <w:t>Glavni cilj izvajanja programa investicij je izgradnja manjkajočih  in posodobitev obstoječih cestnih odsekov v skladu z letnim planom. Cilj vzdrževanja pa je ohranjanje realne vrednosti cestne infrastrukture. Vzdrževanje se izvaja na podlagi standardov in normativov ter Pravilnika o vrstah vzdrževalnih del na javnih cestah in nivoju rednega vzdrževanja javnih cest.</w:t>
      </w:r>
      <w:r w:rsidRPr="00986AF4">
        <w:br/>
        <w:t>Letni izvedbeni cilji na nivoju podprogramov so:</w:t>
      </w:r>
      <w:r w:rsidRPr="00986AF4">
        <w:br/>
        <w:t>izgradnja novih cestnih odsekov</w:t>
      </w:r>
      <w:r w:rsidRPr="00986AF4">
        <w:br/>
        <w:t>posodabljanje obstoječih občinskih cest</w:t>
      </w:r>
      <w:r w:rsidRPr="00986AF4">
        <w:br/>
        <w:t>redno vzdrževanje občinskih cest</w:t>
      </w:r>
      <w:r w:rsidRPr="00986AF4">
        <w:br/>
        <w:t>z razpoložljivimi sredstvi zagotoviti primerno prevoznost cest in varnost prometa v letnih in zimskih razmerah</w:t>
      </w:r>
    </w:p>
    <w:p w14:paraId="0F668714" w14:textId="77777777" w:rsidR="00986AF4" w:rsidRPr="00986AF4" w:rsidRDefault="00986AF4" w:rsidP="00986AF4">
      <w:pPr>
        <w:pStyle w:val="Navadensplet"/>
      </w:pPr>
      <w:r w:rsidRPr="00986AF4">
        <w:t xml:space="preserve">Kazalci: </w:t>
      </w:r>
      <w:r w:rsidRPr="00986AF4">
        <w:br/>
        <w:t>urejena cestna infrastruktura, prevoznost cest in varnost prometa.</w:t>
      </w:r>
    </w:p>
    <w:p w14:paraId="0EF694C2" w14:textId="77777777" w:rsidR="00986AF4" w:rsidRDefault="00986AF4" w:rsidP="00986AF4"/>
    <w:p w14:paraId="5A475A08" w14:textId="584C7D50" w:rsidR="00986AF4" w:rsidRDefault="00986AF4" w:rsidP="00986AF4">
      <w:pPr>
        <w:pStyle w:val="Heading11"/>
      </w:pPr>
      <w:r>
        <w:t>Podprogrami in proračunski uporabniki znotraj glavnega programa</w:t>
      </w:r>
    </w:p>
    <w:p w14:paraId="2424C062" w14:textId="77777777" w:rsidR="00986AF4" w:rsidRPr="00986AF4" w:rsidRDefault="00986AF4" w:rsidP="00986AF4">
      <w:pPr>
        <w:pStyle w:val="Navadensplet"/>
      </w:pPr>
      <w:r w:rsidRPr="00986AF4">
        <w:t>13029001 Upravljanje in tekoče vzdrževanje občinskih cest</w:t>
      </w:r>
      <w:r w:rsidRPr="00986AF4">
        <w:br/>
        <w:t>13029002 Investicijsko vzdrževanje in gradnja občinskih cest</w:t>
      </w:r>
      <w:r w:rsidRPr="00986AF4">
        <w:br/>
        <w:t>13029004 Cestna razsvetljava</w:t>
      </w:r>
      <w:r w:rsidRPr="00986AF4">
        <w:br/>
        <w:t>13029006 - Investicijsko vzdrževanje in gradnja državnih cest</w:t>
      </w:r>
    </w:p>
    <w:p w14:paraId="30F531C4" w14:textId="77777777" w:rsidR="00986AF4" w:rsidRPr="00986AF4" w:rsidRDefault="00986AF4" w:rsidP="00986AF4">
      <w:pPr>
        <w:pStyle w:val="Navadensplet"/>
      </w:pPr>
      <w:r w:rsidRPr="00986AF4">
        <w:lastRenderedPageBreak/>
        <w:t>proračunski uporabnik - 0004 Občinska uprava</w:t>
      </w:r>
    </w:p>
    <w:p w14:paraId="4A4D8730" w14:textId="77777777" w:rsidR="00986AF4" w:rsidRDefault="00986AF4" w:rsidP="00986AF4"/>
    <w:p w14:paraId="0B3A265F" w14:textId="6D3B92AB" w:rsidR="00986AF4" w:rsidRDefault="00986AF4" w:rsidP="00986AF4">
      <w:pPr>
        <w:pStyle w:val="AHeading7"/>
      </w:pPr>
      <w:bookmarkStart w:id="158" w:name="_Toc184208541"/>
      <w:r>
        <w:t>13029001 - Upravljanje in tekoče vzdrževanje občinskih cest</w:t>
      </w:r>
      <w:bookmarkStart w:id="159" w:name="PPR_13029001_A_20261"/>
      <w:bookmarkEnd w:id="159"/>
      <w:bookmarkEnd w:id="158"/>
    </w:p>
    <w:p w14:paraId="3B0F78F4" w14:textId="32599BCC" w:rsidR="00986AF4" w:rsidRDefault="00986AF4" w:rsidP="00986AF4">
      <w:pPr>
        <w:pStyle w:val="Vrednost"/>
      </w:pPr>
      <w:r>
        <w:t>Vrednost: 68.000 €</w:t>
      </w:r>
    </w:p>
    <w:p w14:paraId="498A3EFE" w14:textId="4430B5EA" w:rsidR="00986AF4" w:rsidRDefault="00986AF4" w:rsidP="00986AF4">
      <w:pPr>
        <w:pStyle w:val="Heading11"/>
      </w:pPr>
      <w:r>
        <w:t>Opis podprograma</w:t>
      </w:r>
    </w:p>
    <w:p w14:paraId="37417371" w14:textId="7582D042" w:rsidR="00986AF4" w:rsidRDefault="00986AF4" w:rsidP="00986AF4">
      <w:r>
        <w:t>Upravljanje in tekoče vzdrževanje občinskih cest vključuje letno in zimsko vzdrževanje lokalnih cest, upravljanje in tekoče vzdrževanje javnih poti ter drugih javnih površin (letno in zimsko), upravljanje in tekoče vzdrževanje cestne infrastrukture (pločniki, kolesarske poti, mostovi, varovalne ograje, ovire za umirjanje prometa - grbine).</w:t>
      </w:r>
    </w:p>
    <w:p w14:paraId="05BA160B" w14:textId="01A15D32" w:rsidR="00986AF4" w:rsidRDefault="00986AF4" w:rsidP="00986AF4">
      <w:pPr>
        <w:pStyle w:val="Heading11"/>
      </w:pPr>
      <w:r>
        <w:t>Zakonske in druge pravne podlage</w:t>
      </w:r>
    </w:p>
    <w:p w14:paraId="60014EBA" w14:textId="7F17DF0E" w:rsidR="00986AF4" w:rsidRDefault="00986AF4" w:rsidP="00986AF4">
      <w:r>
        <w:t>" Zakon o javnih cestah (UL RS, št. 33/06 s spremembami)</w:t>
      </w:r>
      <w:r>
        <w:br/>
        <w:t>" Zakon o varnosti cestnega prometa (UL RS, št. 56/08 s spremembami)</w:t>
      </w:r>
      <w:r>
        <w:br/>
        <w:t>" Zakon stvarnem premoženju države, pokrajin in občin (UL RS, št. 14/07)</w:t>
      </w:r>
      <w:r>
        <w:br/>
        <w:t>" Uredba o stvarnem premoženju države, pokrajin in občin (UL RS, št. 84/07 s spremembami)</w:t>
      </w:r>
      <w:r>
        <w:br/>
        <w:t>" Pravilnik o vrstah vzdrževalnih del na javnih cestah in nivoju rednega vzdrževanja javnih cest (UL RS, št. 62/98)</w:t>
      </w:r>
      <w:r>
        <w:br/>
        <w:t>" Pravilnik o načinu označevanja javnih cest in o evidencah o javnih cestah in objektih na njih (UL RS, št. 49/97 s spremembami)</w:t>
      </w:r>
      <w:r>
        <w:br/>
        <w:t>" Odlok o gospodarskih javnih službah v občini Bistrica ob Sotli (UL RS, št. 59/00)</w:t>
      </w:r>
      <w:r>
        <w:br/>
        <w:t>" Odlok o občinskih cestah v Občini Bistrica ob Sotli (UL RS, št. 93/01, 110/09)</w:t>
      </w:r>
      <w:r>
        <w:br/>
        <w:t>" drugi izvedbeni akti, ki urejajo izvajanje gospodarskih javnih služb.</w:t>
      </w:r>
    </w:p>
    <w:p w14:paraId="71E6829C" w14:textId="76B68F67" w:rsidR="00986AF4" w:rsidRDefault="00986AF4" w:rsidP="00986AF4">
      <w:pPr>
        <w:pStyle w:val="Heading11"/>
      </w:pPr>
      <w:r>
        <w:t>Dolgoročni cilji podprograma in kazalci, s katerimi se bo merilo doseganje zastavljenih ciljev (Rezultat in kazalniki)</w:t>
      </w:r>
    </w:p>
    <w:p w14:paraId="442769F1" w14:textId="1E43759B" w:rsidR="00986AF4" w:rsidRDefault="00986AF4" w:rsidP="00986AF4">
      <w:r>
        <w:t>Dolgoročni cilji podprograma so zagotavljanje takega vzdrževanja, da je omogočen varen promet, da se ohranjajo ali izboljšajo prometne, tehnične in varnostne lastnosti, da se ceste in okolje zaščiti pred škodljivimi vplivi cestnega prometa ter ohranja urejen videz cest.</w:t>
      </w:r>
    </w:p>
    <w:p w14:paraId="57E5865F" w14:textId="7B8CAD72" w:rsidR="00986AF4" w:rsidRDefault="00986AF4" w:rsidP="00986AF4">
      <w:pPr>
        <w:pStyle w:val="Heading11"/>
      </w:pPr>
      <w:r>
        <w:t>Letni izvedbeni cilji podprograma in kazalci, s katerimi se bo merilo doseganje zastavljenih ciljev (Neposredni učinek in kazalnik)</w:t>
      </w:r>
    </w:p>
    <w:p w14:paraId="0C8AC807" w14:textId="6AD16E0A" w:rsidR="00986AF4" w:rsidRDefault="00986AF4" w:rsidP="00986AF4">
      <w:r>
        <w:t>Letni cilj je zagotavljanje z zakoni predpisanega nivoja vzdrževanja občinske cestne infrastrukture in cestnih objektov.</w:t>
      </w:r>
      <w:r>
        <w:br/>
        <w:t>Kazalci: število vzdrževanih cest</w:t>
      </w:r>
    </w:p>
    <w:p w14:paraId="53077DC5" w14:textId="205EBC13" w:rsidR="00986AF4" w:rsidRDefault="00986AF4" w:rsidP="00986AF4">
      <w:pPr>
        <w:pStyle w:val="AHeading8"/>
      </w:pPr>
      <w:r>
        <w:t>0004 - Občinska uprava</w:t>
      </w:r>
      <w:bookmarkStart w:id="160" w:name="PU_0004_PPR_13029001_A_20261"/>
      <w:bookmarkEnd w:id="160"/>
    </w:p>
    <w:p w14:paraId="128383CB" w14:textId="3DF0ECFD" w:rsidR="00986AF4" w:rsidRDefault="00986AF4" w:rsidP="00986AF4">
      <w:pPr>
        <w:pStyle w:val="Vrednost"/>
      </w:pPr>
      <w:r>
        <w:t>Vrednost: 5.509.267 €</w:t>
      </w:r>
    </w:p>
    <w:p w14:paraId="1514673A" w14:textId="0A9CC8C0" w:rsidR="00986AF4" w:rsidRDefault="00986AF4" w:rsidP="00986AF4">
      <w:pPr>
        <w:pStyle w:val="AHeading10"/>
      </w:pPr>
      <w:r>
        <w:t>13001 - Tekoče vzdrževanje lokalnih cest in javnih poti</w:t>
      </w:r>
      <w:bookmarkStart w:id="161" w:name="PP_13001_A_20261"/>
      <w:bookmarkEnd w:id="161"/>
    </w:p>
    <w:p w14:paraId="2FBAAA54" w14:textId="189E89AF" w:rsidR="00986AF4" w:rsidRDefault="00986AF4" w:rsidP="00986AF4">
      <w:pPr>
        <w:pStyle w:val="Vrednost"/>
      </w:pPr>
      <w:r>
        <w:t>Vrednost: 50.000 €</w:t>
      </w:r>
    </w:p>
    <w:p w14:paraId="49820371" w14:textId="44974150" w:rsidR="00986AF4" w:rsidRDefault="00986AF4" w:rsidP="00986AF4">
      <w:pPr>
        <w:pStyle w:val="Heading11"/>
      </w:pPr>
      <w:r>
        <w:t>Obrazložitev dejavnosti v okviru proračunske postavke</w:t>
      </w:r>
    </w:p>
    <w:p w14:paraId="173B053E" w14:textId="6B33A1E5" w:rsidR="00986AF4" w:rsidRDefault="00986AF4" w:rsidP="00986AF4">
      <w:r>
        <w:t>Pod to postavko spadajo stroški rednih manjših in večjih vzdrževalnih del na občinskih cestah in parkiriščih, to so: krpanje asfalta, pometanje ceste, košnja trave na robovih, postavljanje odbojnih ograj, ogledal, popravila cestnih rešetk, praznjenje košev za odpadke, nasipanje in popravilo makadamskih cest (</w:t>
      </w:r>
      <w:proofErr w:type="spellStart"/>
      <w:r>
        <w:t>grediranje</w:t>
      </w:r>
      <w:proofErr w:type="spellEnd"/>
      <w:r>
        <w:t>), ipd.</w:t>
      </w:r>
    </w:p>
    <w:p w14:paraId="7C76215A" w14:textId="11F489BC" w:rsidR="00986AF4" w:rsidRDefault="00986AF4" w:rsidP="00986AF4">
      <w:pPr>
        <w:pStyle w:val="Heading11"/>
      </w:pPr>
      <w:r>
        <w:t>Navezava na projekte v okviru proračunske postavke</w:t>
      </w:r>
    </w:p>
    <w:p w14:paraId="5C217FF9" w14:textId="01505515" w:rsidR="00986AF4" w:rsidRDefault="00986AF4" w:rsidP="00986AF4">
      <w:pPr>
        <w:pStyle w:val="Heading11"/>
      </w:pPr>
      <w:r>
        <w:t>Izhodišča, na katerih temeljijo izračuni predlogov pravic porabe za del, ki se ne izvršuje preko NRP (Neposredni učinek in kazalnik)</w:t>
      </w:r>
    </w:p>
    <w:p w14:paraId="72631CF0" w14:textId="209B276B" w:rsidR="00986AF4" w:rsidRDefault="00986AF4" w:rsidP="00986AF4">
      <w:r>
        <w:t>Glede na realizacijo v preteklih letih menimo, da bodo sredstva za letno: vzdrževanje lokalnih cest, upravljanje in tekoče vzdrževanje javnih poti ter drugih javnih površin, upravljanje in tekoče vzdrževanje cestne infrastrukture (pločniki, kolesarske poti, mostovi, varovalne ograje, ovire za umirjanje prometa - grbine), na tej proračunski postavki, zadoščala.</w:t>
      </w:r>
    </w:p>
    <w:p w14:paraId="71F26D54" w14:textId="2E4B003D" w:rsidR="00986AF4" w:rsidRDefault="00986AF4" w:rsidP="00986AF4">
      <w:pPr>
        <w:pStyle w:val="AHeading10"/>
      </w:pPr>
      <w:r>
        <w:t>13002 - Zimsko vzdrževanje občinskih cest</w:t>
      </w:r>
      <w:bookmarkStart w:id="162" w:name="PP_13002_A_20261"/>
      <w:bookmarkEnd w:id="162"/>
    </w:p>
    <w:p w14:paraId="3F71CD84" w14:textId="59D0C26C" w:rsidR="00986AF4" w:rsidRDefault="00986AF4" w:rsidP="00986AF4">
      <w:pPr>
        <w:pStyle w:val="Vrednost"/>
      </w:pPr>
      <w:r>
        <w:t>Vrednost: 18.000 €</w:t>
      </w:r>
    </w:p>
    <w:p w14:paraId="5BE32BAB" w14:textId="4C7B5B26" w:rsidR="00986AF4" w:rsidRDefault="00986AF4" w:rsidP="00986AF4">
      <w:pPr>
        <w:pStyle w:val="Heading11"/>
      </w:pPr>
      <w:r>
        <w:lastRenderedPageBreak/>
        <w:t>Obrazložitev dejavnosti v okviru proračunske postavke</w:t>
      </w:r>
    </w:p>
    <w:p w14:paraId="64EE928C" w14:textId="77777777" w:rsidR="00986AF4" w:rsidRPr="00986AF4" w:rsidRDefault="00986AF4" w:rsidP="00986AF4">
      <w:pPr>
        <w:pStyle w:val="Navadensplet"/>
      </w:pPr>
      <w:r w:rsidRPr="00986AF4">
        <w:t xml:space="preserve">K zimski službi spadajo naslednja dela: postavljanje in pobiranje snežnih kolov, dežurna in </w:t>
      </w:r>
      <w:proofErr w:type="spellStart"/>
      <w:r w:rsidRPr="00986AF4">
        <w:t>pregledniška</w:t>
      </w:r>
      <w:proofErr w:type="spellEnd"/>
      <w:r w:rsidRPr="00986AF4">
        <w:t xml:space="preserve"> služba, posipanje, pluženje, odvažanje snega. Sredstva za te namene pod to postavko so ocenjena glede na predhodne zime.</w:t>
      </w:r>
    </w:p>
    <w:p w14:paraId="2F78EBE3" w14:textId="77777777" w:rsidR="00986AF4" w:rsidRPr="00986AF4" w:rsidRDefault="00986AF4" w:rsidP="00986AF4">
      <w:pPr>
        <w:pStyle w:val="Navadensplet"/>
      </w:pPr>
      <w:r w:rsidRPr="00986AF4">
        <w:t> </w:t>
      </w:r>
    </w:p>
    <w:p w14:paraId="25AF9E55" w14:textId="77777777" w:rsidR="00986AF4" w:rsidRDefault="00986AF4" w:rsidP="00986AF4"/>
    <w:p w14:paraId="25239AAA" w14:textId="4DABBB46" w:rsidR="00986AF4" w:rsidRDefault="00986AF4" w:rsidP="00986AF4">
      <w:pPr>
        <w:pStyle w:val="Heading11"/>
      </w:pPr>
      <w:r>
        <w:t>Navezava na projekte v okviru proračunske postavke</w:t>
      </w:r>
    </w:p>
    <w:p w14:paraId="6BFD626E" w14:textId="6AF3621F" w:rsidR="00986AF4" w:rsidRDefault="00986AF4" w:rsidP="00986AF4">
      <w:pPr>
        <w:pStyle w:val="Heading11"/>
      </w:pPr>
      <w:r>
        <w:t>Izhodišča, na katerih temeljijo izračuni predlogov pravic porabe za del, ki se ne izvršuje preko NRP (Neposredni učinek in kazalnik)</w:t>
      </w:r>
    </w:p>
    <w:p w14:paraId="554E92CF" w14:textId="1D8E6E53" w:rsidR="00986AF4" w:rsidRDefault="00986AF4" w:rsidP="00986AF4">
      <w:r>
        <w:t>Glede na realizacijo v preteklih letih menimo, da bodo sredstva za zimsko vzdrževanje občinskih cest tej proračunski postavki, zadoščala.</w:t>
      </w:r>
    </w:p>
    <w:p w14:paraId="0161D5A0" w14:textId="77777777" w:rsidR="00986AF4" w:rsidRDefault="00986AF4" w:rsidP="00986AF4"/>
    <w:p w14:paraId="25ABAACF" w14:textId="462A6105" w:rsidR="00986AF4" w:rsidRDefault="00986AF4" w:rsidP="00986AF4">
      <w:pPr>
        <w:pStyle w:val="AHeading7"/>
      </w:pPr>
      <w:bookmarkStart w:id="163" w:name="_Toc184208542"/>
      <w:r>
        <w:t>13029002 - Investicijsko vzdrževanje in gradnja občinskih cest</w:t>
      </w:r>
      <w:bookmarkStart w:id="164" w:name="PPR_13029002_A_20261"/>
      <w:bookmarkEnd w:id="164"/>
      <w:bookmarkEnd w:id="163"/>
    </w:p>
    <w:p w14:paraId="2070B814" w14:textId="28C062CC" w:rsidR="00986AF4" w:rsidRDefault="00986AF4" w:rsidP="00986AF4">
      <w:pPr>
        <w:pStyle w:val="Vrednost"/>
      </w:pPr>
      <w:r>
        <w:t>Vrednost: 274.176 €</w:t>
      </w:r>
    </w:p>
    <w:p w14:paraId="4A1D632B" w14:textId="563BDE0C" w:rsidR="00986AF4" w:rsidRDefault="00986AF4" w:rsidP="00986AF4">
      <w:pPr>
        <w:pStyle w:val="Heading11"/>
      </w:pPr>
      <w:r>
        <w:t>Opis podprograma</w:t>
      </w:r>
    </w:p>
    <w:p w14:paraId="490BF218" w14:textId="4F149672" w:rsidR="00986AF4" w:rsidRDefault="00986AF4" w:rsidP="00986AF4">
      <w:r>
        <w:t>Podprogram zajema gradnjo in investicijsko vzdrževanje lokalnih cest, gradnjo in investicijsko vzdrževanje javnih poti ter eventualnih drugih javnih površin, gradnjo in investicijsko vzdrževanje cestne infrastrukture (pločniki, cestna križanja, mostovi, varovalne ograje, ovire za umirjanje prometa - grbine). Z investicijskim vlaganjem se povečuje in ohranja premoženje lokalne skupnosti in drugih vlagateljev v javne ceste, ki bodo prinesle koristi v prihodnosti.</w:t>
      </w:r>
    </w:p>
    <w:p w14:paraId="198AA702" w14:textId="23878B7F" w:rsidR="00986AF4" w:rsidRDefault="00986AF4" w:rsidP="00986AF4">
      <w:pPr>
        <w:pStyle w:val="Heading11"/>
      </w:pPr>
      <w:r>
        <w:t>Zakonske in druge pravne podlage</w:t>
      </w:r>
    </w:p>
    <w:p w14:paraId="52175F82" w14:textId="071C2FFA" w:rsidR="00986AF4" w:rsidRDefault="00986AF4" w:rsidP="00986AF4">
      <w:r>
        <w:t>" Zakon o javnih cestah (UL RS, št. 33/06 s spremembami)</w:t>
      </w:r>
      <w:r>
        <w:br/>
        <w:t>" Zakon o varnosti cestnega prometa (UL RS, št. 56/08 s spremembami)</w:t>
      </w:r>
      <w:r>
        <w:br/>
        <w:t>" Zakon stvarnem premoženju države, pokrajin in občin (UL RS, št. 14/07)</w:t>
      </w:r>
      <w:r>
        <w:br/>
        <w:t>" Uredba o stvarnem premoženju države, pokrajin in občin (UL RS, št. 84/07 s spremembami)</w:t>
      </w:r>
      <w:r>
        <w:br/>
        <w:t>" Pravilnik o vrstah vzdrževalnih del na javnih cestah in nivoju rednega vzdrževanja javnih cest (UL RS, št. 62/98)</w:t>
      </w:r>
      <w:r>
        <w:br/>
        <w:t>" Pravilnik o načinu označevanja javnih cest in o evidencah o javnih cestah in objektih na njih (UL RS, št. 49/97 s spremembami)</w:t>
      </w:r>
      <w:r>
        <w:br/>
        <w:t>" Odlok o gospodarskih javnih službah v občini Bistrica ob Sotli (UL RS, št. 59/00)</w:t>
      </w:r>
      <w:r>
        <w:br/>
        <w:t>" Odlok o občinskih cestah v Občini Bistrica ob Sotli (UL RS, št. 93/01, 110/09)</w:t>
      </w:r>
      <w:r>
        <w:br/>
        <w:t>" drugi izvedbeni akti, ki urejajo izvajanje gospodarskih javnih služb</w:t>
      </w:r>
    </w:p>
    <w:p w14:paraId="47C8E039" w14:textId="5C4E0D19" w:rsidR="00986AF4" w:rsidRDefault="00986AF4" w:rsidP="00986AF4">
      <w:pPr>
        <w:pStyle w:val="Heading11"/>
      </w:pPr>
      <w:r>
        <w:t>Dolgoročni cilji podprograma in kazalci, s katerimi se bo merilo doseganje zastavljenih ciljev (Rezultat in kazalniki)</w:t>
      </w:r>
    </w:p>
    <w:p w14:paraId="4A11C29E" w14:textId="45139850" w:rsidR="00986AF4" w:rsidRDefault="00986AF4" w:rsidP="00986AF4">
      <w:r>
        <w:t>Dolgoročni cilji so:</w:t>
      </w:r>
      <w:r>
        <w:br/>
        <w:t>zagotavljanje notranje povezanosti občine s cestnim omrežjem</w:t>
      </w:r>
      <w:r>
        <w:br/>
        <w:t>razvoj prometne infrastrukture, ki je pogoj za tekoče in varno odvijanje prometa</w:t>
      </w:r>
      <w:r>
        <w:br/>
        <w:t>ohranjanje cestnega omrežja z ukrepi obnov in preplastitev cest</w:t>
      </w:r>
      <w:r>
        <w:br/>
        <w:t xml:space="preserve">boljša dostopnost do posameznih naselij in objektov v naseljih </w:t>
      </w:r>
      <w:r>
        <w:br/>
        <w:t>zagotavljanje izboljšanja pogojev za bivanje in vplivov na okolje</w:t>
      </w:r>
    </w:p>
    <w:p w14:paraId="1DDDB4F1" w14:textId="16AEE93A" w:rsidR="00986AF4" w:rsidRDefault="00986AF4" w:rsidP="00986AF4">
      <w:pPr>
        <w:pStyle w:val="Heading11"/>
      </w:pPr>
      <w:r>
        <w:t>Letni izvedbeni cilji podprograma in kazalci, s katerimi se bo merilo doseganje zastavljenih ciljev (Neposredni učinek in kazalnik)</w:t>
      </w:r>
    </w:p>
    <w:p w14:paraId="30C155E9" w14:textId="54B2035D" w:rsidR="00986AF4" w:rsidRDefault="00986AF4" w:rsidP="00986AF4">
      <w:r>
        <w:t>Letni ciliji so:</w:t>
      </w:r>
      <w:r>
        <w:br/>
        <w:t>prenova stare prometne infrastrukture,</w:t>
      </w:r>
      <w:r>
        <w:br/>
        <w:t>gradnja nove prometne infrastrukture</w:t>
      </w:r>
      <w:r>
        <w:br/>
        <w:t>novogradnje, sanacije in rekonstrukcije cestnih objektov (mostički, podporni in oporni zidovi, ipd.)</w:t>
      </w:r>
      <w:r>
        <w:br/>
        <w:t>modernizacije, rekonstrukcije, obnove in preplastitve cest</w:t>
      </w:r>
      <w:r>
        <w:br/>
        <w:t>Kazalci:</w:t>
      </w:r>
      <w:r>
        <w:br/>
        <w:t>število obnovljenih, moderniziranih in novozgrajenih cest</w:t>
      </w:r>
    </w:p>
    <w:p w14:paraId="2BCAEFE8" w14:textId="74B116F6" w:rsidR="00986AF4" w:rsidRDefault="00986AF4" w:rsidP="00986AF4">
      <w:pPr>
        <w:pStyle w:val="AHeading8"/>
      </w:pPr>
      <w:r>
        <w:t>0004 - Občinska uprava</w:t>
      </w:r>
      <w:bookmarkStart w:id="165" w:name="PU_0004_PPR_13029002_A_20261"/>
      <w:bookmarkEnd w:id="165"/>
    </w:p>
    <w:p w14:paraId="671A9E81" w14:textId="0DED333C" w:rsidR="00986AF4" w:rsidRDefault="00986AF4" w:rsidP="00986AF4">
      <w:pPr>
        <w:pStyle w:val="Vrednost"/>
      </w:pPr>
      <w:r>
        <w:t>Vrednost: 5.509.267 €</w:t>
      </w:r>
    </w:p>
    <w:p w14:paraId="75E27BE0" w14:textId="12D24243" w:rsidR="00986AF4" w:rsidRDefault="00986AF4" w:rsidP="00986AF4">
      <w:pPr>
        <w:pStyle w:val="AHeading10"/>
      </w:pPr>
      <w:r>
        <w:lastRenderedPageBreak/>
        <w:t>13003 - Investicijsko vzdrževanje in gradnja lokalnih cest in javnih poti</w:t>
      </w:r>
      <w:bookmarkStart w:id="166" w:name="PP_13003_A_20261"/>
      <w:bookmarkEnd w:id="166"/>
    </w:p>
    <w:p w14:paraId="71FF73A2" w14:textId="43EC3512" w:rsidR="00986AF4" w:rsidRDefault="00986AF4" w:rsidP="00986AF4">
      <w:pPr>
        <w:pStyle w:val="Vrednost"/>
      </w:pPr>
      <w:r>
        <w:t>Vrednost: 151.000 €</w:t>
      </w:r>
    </w:p>
    <w:p w14:paraId="12E3E506" w14:textId="62C70F19" w:rsidR="00986AF4" w:rsidRDefault="00986AF4" w:rsidP="00986AF4">
      <w:pPr>
        <w:pStyle w:val="Heading11"/>
      </w:pPr>
      <w:r>
        <w:t>Obrazložitev dejavnosti v okviru proračunske postavke</w:t>
      </w:r>
    </w:p>
    <w:p w14:paraId="22294CCA" w14:textId="1F22EBFD" w:rsidR="00986AF4" w:rsidRDefault="00986AF4" w:rsidP="00986AF4">
      <w:r>
        <w:t>Postavka zajema investicijsko vzdrževanje lokalnih cest, gradnjo in investicijsko vzdrževanje javnih poti ter eventualnih drugih javnih površin, gradnjo in investicijsko vzdrževanje cestne infrastrukture (pločniki, cestna križanja, mostovi, varovalne ograje, ovire za umirjanje prometa - grbine). Na postavki so planirana tudi sredstva za sanacijo  plazov, ki ogrožajo prevoznost občinskih cest. Z investicijskim vlaganjem se povečuje in ohranja premoženje lokalne skupnosti in drugih vlagateljev v javne ceste, ki bodo prinesle koristi v prihodnosti.</w:t>
      </w:r>
    </w:p>
    <w:p w14:paraId="074AB746" w14:textId="4B38F884" w:rsidR="00986AF4" w:rsidRDefault="00986AF4" w:rsidP="00986AF4">
      <w:pPr>
        <w:pStyle w:val="Heading11"/>
      </w:pPr>
      <w:r>
        <w:t>Navezava na projekte v okviru proračunske postavke</w:t>
      </w:r>
    </w:p>
    <w:p w14:paraId="14886C82" w14:textId="0261E751" w:rsidR="00986AF4" w:rsidRDefault="00986AF4" w:rsidP="00986AF4">
      <w:pPr>
        <w:pStyle w:val="Heading11"/>
      </w:pPr>
      <w:r>
        <w:t>Izhodišča, na katerih temeljijo izračuni predlogov pravic porabe za del, ki se ne izvršuje preko NRP (Neposredni učinek in kazalnik)</w:t>
      </w:r>
    </w:p>
    <w:p w14:paraId="4800BB6B" w14:textId="7375CD7E" w:rsidR="00986AF4" w:rsidRDefault="00986AF4" w:rsidP="00986AF4">
      <w:r>
        <w:t>Letni plan vzdrževanja občinskih cest in NRP.</w:t>
      </w:r>
    </w:p>
    <w:p w14:paraId="376378E7" w14:textId="3D8A4E50" w:rsidR="00986AF4" w:rsidRDefault="00986AF4" w:rsidP="00986AF4">
      <w:pPr>
        <w:pStyle w:val="AHeading10"/>
      </w:pPr>
      <w:r>
        <w:t>13032 - PROJEKTNA DOKUMENTACIJA IN IZVEDBENA DELA ZA UREDITEV ČEHOVCA</w:t>
      </w:r>
      <w:bookmarkStart w:id="167" w:name="PP_13032_A_20261"/>
      <w:bookmarkEnd w:id="167"/>
    </w:p>
    <w:p w14:paraId="589C982D" w14:textId="7EC42F11" w:rsidR="00986AF4" w:rsidRDefault="00986AF4" w:rsidP="00986AF4">
      <w:pPr>
        <w:pStyle w:val="Vrednost"/>
      </w:pPr>
      <w:r>
        <w:t>Vrednost: 123.176 €</w:t>
      </w:r>
    </w:p>
    <w:p w14:paraId="5C56FE2C" w14:textId="418E5075" w:rsidR="00986AF4" w:rsidRDefault="00986AF4" w:rsidP="00986AF4">
      <w:pPr>
        <w:pStyle w:val="Heading11"/>
      </w:pPr>
      <w:r>
        <w:t>Obrazložitev dejavnosti v okviru proračunske postavke</w:t>
      </w:r>
    </w:p>
    <w:p w14:paraId="053AEA4D" w14:textId="5076DBF8" w:rsidR="00986AF4" w:rsidRDefault="00986AF4" w:rsidP="00986AF4">
      <w:r>
        <w:t xml:space="preserve">Predvidena je pridobitev projektne dokumentacije za ureditev kanalizacije, javne razsvetljave in pločnika v </w:t>
      </w:r>
      <w:proofErr w:type="spellStart"/>
      <w:r>
        <w:t>Čehovcu</w:t>
      </w:r>
      <w:proofErr w:type="spellEnd"/>
      <w:r>
        <w:t>.</w:t>
      </w:r>
    </w:p>
    <w:p w14:paraId="0936AC1B" w14:textId="7222877E" w:rsidR="00986AF4" w:rsidRDefault="00986AF4" w:rsidP="00986AF4">
      <w:pPr>
        <w:pStyle w:val="Heading11"/>
      </w:pPr>
      <w:r>
        <w:t>Navezava na projekte v okviru proračunske postavke</w:t>
      </w:r>
    </w:p>
    <w:p w14:paraId="54E5FB0A" w14:textId="4FC92004" w:rsidR="00986AF4" w:rsidRDefault="00986AF4" w:rsidP="00986AF4">
      <w:pPr>
        <w:pStyle w:val="Heading11"/>
      </w:pPr>
      <w:r>
        <w:t>Izhodišča, na katerih temeljijo izračuni predlogov pravic porabe za del, ki se ne izvršuje preko NRP (Neposredni učinek in kazalnik)</w:t>
      </w:r>
    </w:p>
    <w:p w14:paraId="6E0F9D03" w14:textId="77777777" w:rsidR="00986AF4" w:rsidRDefault="00986AF4" w:rsidP="00986AF4"/>
    <w:p w14:paraId="01D65F65" w14:textId="784DA5D1" w:rsidR="00986AF4" w:rsidRDefault="00986AF4" w:rsidP="00986AF4">
      <w:pPr>
        <w:pStyle w:val="AHeading7"/>
      </w:pPr>
      <w:bookmarkStart w:id="168" w:name="_Toc184208543"/>
      <w:r>
        <w:t>13029004 - Cestna razsvetljava</w:t>
      </w:r>
      <w:bookmarkStart w:id="169" w:name="PPR_13029004_A_20261"/>
      <w:bookmarkEnd w:id="169"/>
      <w:bookmarkEnd w:id="168"/>
    </w:p>
    <w:p w14:paraId="4F0EB9D1" w14:textId="2BAA3BFD" w:rsidR="00986AF4" w:rsidRDefault="00986AF4" w:rsidP="00986AF4">
      <w:pPr>
        <w:pStyle w:val="Vrednost"/>
      </w:pPr>
      <w:r>
        <w:t>Vrednost: 5.000 €</w:t>
      </w:r>
    </w:p>
    <w:p w14:paraId="4BC35E9B" w14:textId="1B1B1871" w:rsidR="00986AF4" w:rsidRDefault="00986AF4" w:rsidP="00986AF4">
      <w:pPr>
        <w:pStyle w:val="Heading11"/>
      </w:pPr>
      <w:r>
        <w:t>Opis podprograma</w:t>
      </w:r>
    </w:p>
    <w:p w14:paraId="4532B00F" w14:textId="4162C26B" w:rsidR="00986AF4" w:rsidRDefault="00986AF4" w:rsidP="00986AF4">
      <w:r>
        <w:t xml:space="preserve">Cestna razsvetljava obsega upravljanje in tekoče vzdrževanje javne razsvetljave, gradnjo in investicijsko vzdrževanje javne razsvetljave ter plačilo stroškov </w:t>
      </w:r>
      <w:proofErr w:type="spellStart"/>
      <w:r>
        <w:t>tokovine</w:t>
      </w:r>
      <w:proofErr w:type="spellEnd"/>
      <w:r>
        <w:t>.</w:t>
      </w:r>
    </w:p>
    <w:p w14:paraId="2CB9F631" w14:textId="5D82961C" w:rsidR="00986AF4" w:rsidRDefault="00986AF4" w:rsidP="00986AF4">
      <w:pPr>
        <w:pStyle w:val="Heading11"/>
      </w:pPr>
      <w:r>
        <w:t>Zakonske in druge pravne podlage</w:t>
      </w:r>
    </w:p>
    <w:p w14:paraId="22C64616" w14:textId="32EDD3FB" w:rsidR="00986AF4" w:rsidRDefault="00986AF4" w:rsidP="00986AF4">
      <w:r>
        <w:t>" Zakon o javnih cestah (UL RS, št. 33/06 s spremembami)</w:t>
      </w:r>
      <w:r>
        <w:br/>
        <w:t>" Zakon o varnosti cestnega prometa (UL RS, št. 56/08 s spremembami)</w:t>
      </w:r>
      <w:r>
        <w:br/>
        <w:t xml:space="preserve">" Zakon o prevozih v cestnem prometu (UL RS, št. 131/06, z dopolnitvami) </w:t>
      </w:r>
      <w:r>
        <w:br/>
        <w:t>" Odlok o gospodarskih javnih službah v občini Bistrica ob Sotli (UL RS, št. 59/00)</w:t>
      </w:r>
      <w:r>
        <w:br/>
        <w:t>" Odlok o občinskih cestah v Občini Bistrica ob Sotli (UL RS, št. 93/01, 110/09)</w:t>
      </w:r>
    </w:p>
    <w:p w14:paraId="6D5F9125" w14:textId="0C1022BC" w:rsidR="00986AF4" w:rsidRDefault="00986AF4" w:rsidP="00986AF4">
      <w:pPr>
        <w:pStyle w:val="Heading11"/>
      </w:pPr>
      <w:r>
        <w:t>Dolgoročni cilji podprograma in kazalci, s katerimi se bo merilo doseganje zastavljenih ciljev (Rezultat in kazalniki)</w:t>
      </w:r>
    </w:p>
    <w:p w14:paraId="38240A6A" w14:textId="608978F9" w:rsidR="00986AF4" w:rsidRDefault="00986AF4" w:rsidP="00986AF4">
      <w:r>
        <w:t>Dolgoročni cilji podprograma so zagotavljanje splošne in prometne varnosti občanov in udeležencev v prometu. Z izvajanjem programa izpolnjujemo zakonske obveznosti glede urejanja in varnosti v cestnem prometu.</w:t>
      </w:r>
    </w:p>
    <w:p w14:paraId="086B508E" w14:textId="764F3093" w:rsidR="00986AF4" w:rsidRDefault="00986AF4" w:rsidP="00986AF4">
      <w:pPr>
        <w:pStyle w:val="Heading11"/>
      </w:pPr>
      <w:r>
        <w:t>Letni izvedbeni cilji podprograma in kazalci, s katerimi se bo merilo doseganje zastavljenih ciljev (Neposredni učinek in kazalnik)</w:t>
      </w:r>
    </w:p>
    <w:p w14:paraId="3F418266" w14:textId="7EC469A8" w:rsidR="00986AF4" w:rsidRDefault="00986AF4" w:rsidP="00986AF4">
      <w:r>
        <w:t>Cilj letnega izvajanja podprograma pri javni razsvetljavi je zagotoviti osvetljenost v skladu z evropskimi usmeritvami, posodabljanje z zamenjavo starih svetilk z novimi varčnimi in učinkovitejšimi, izvajati ukrepe za zmanjševanje porabe električne energije in ukrepe za zmanjševanje svetlobne onesnaženosti.</w:t>
      </w:r>
      <w:r>
        <w:br/>
        <w:t xml:space="preserve">Kazalci: število zamenjanih žarnic in vzdrževanih drogov javne razsvetljave, poraba </w:t>
      </w:r>
      <w:proofErr w:type="spellStart"/>
      <w:r>
        <w:t>tokovine</w:t>
      </w:r>
      <w:proofErr w:type="spellEnd"/>
      <w:r>
        <w:t xml:space="preserve"> (</w:t>
      </w:r>
      <w:proofErr w:type="spellStart"/>
      <w:r>
        <w:t>kw</w:t>
      </w:r>
      <w:proofErr w:type="spellEnd"/>
      <w:r>
        <w:t>), število drogov novozgrajene javne razsvetljave.</w:t>
      </w:r>
    </w:p>
    <w:p w14:paraId="6715055D" w14:textId="73917893" w:rsidR="00986AF4" w:rsidRDefault="00986AF4" w:rsidP="00986AF4">
      <w:pPr>
        <w:pStyle w:val="AHeading8"/>
      </w:pPr>
      <w:r>
        <w:t>0004 - Občinska uprava</w:t>
      </w:r>
      <w:bookmarkStart w:id="170" w:name="PU_0004_PPR_13029004_A_20261"/>
      <w:bookmarkEnd w:id="170"/>
    </w:p>
    <w:p w14:paraId="5B43A178" w14:textId="014ADB59" w:rsidR="00986AF4" w:rsidRDefault="00986AF4" w:rsidP="00986AF4">
      <w:pPr>
        <w:pStyle w:val="Vrednost"/>
      </w:pPr>
      <w:r>
        <w:t>Vrednost: 5.509.267 €</w:t>
      </w:r>
    </w:p>
    <w:p w14:paraId="4F5FE9B3" w14:textId="54AF5390" w:rsidR="00986AF4" w:rsidRDefault="00986AF4" w:rsidP="00986AF4">
      <w:pPr>
        <w:pStyle w:val="AHeading10"/>
      </w:pPr>
      <w:r>
        <w:lastRenderedPageBreak/>
        <w:t>13006 - Javna razsvetljava</w:t>
      </w:r>
      <w:bookmarkStart w:id="171" w:name="PP_13006_A_20261"/>
      <w:bookmarkEnd w:id="171"/>
    </w:p>
    <w:p w14:paraId="12C4EE41" w14:textId="7D12F2E1" w:rsidR="00986AF4" w:rsidRDefault="00986AF4" w:rsidP="00986AF4">
      <w:pPr>
        <w:pStyle w:val="Vrednost"/>
      </w:pPr>
      <w:r>
        <w:t>Vrednost: 5.000 €</w:t>
      </w:r>
    </w:p>
    <w:p w14:paraId="3BF62056" w14:textId="7877F3CE" w:rsidR="00986AF4" w:rsidRDefault="00986AF4" w:rsidP="00986AF4">
      <w:pPr>
        <w:pStyle w:val="Heading11"/>
      </w:pPr>
      <w:r>
        <w:t>Obrazložitev dejavnosti v okviru proračunske postavke</w:t>
      </w:r>
    </w:p>
    <w:p w14:paraId="1360A40D" w14:textId="77777777" w:rsidR="00986AF4" w:rsidRDefault="00986AF4" w:rsidP="00986AF4">
      <w:pPr>
        <w:rPr>
          <w:lang w:eastAsia="sl-SI"/>
        </w:rPr>
      </w:pPr>
      <w:r>
        <w:t>Postavka zajema sredstva za stroške javne razsvetljave (elektrika, tekoče vzdrževanje).</w:t>
      </w:r>
    </w:p>
    <w:p w14:paraId="44115477" w14:textId="77777777" w:rsidR="00986AF4" w:rsidRDefault="00986AF4" w:rsidP="00986AF4"/>
    <w:p w14:paraId="310ACC7D" w14:textId="5E19B5F1" w:rsidR="00986AF4" w:rsidRDefault="00986AF4" w:rsidP="00986AF4">
      <w:pPr>
        <w:pStyle w:val="Heading11"/>
      </w:pPr>
      <w:r>
        <w:t>Navezava na projekte v okviru proračunske postavke</w:t>
      </w:r>
    </w:p>
    <w:p w14:paraId="658B7978" w14:textId="2E3D8381" w:rsidR="00986AF4" w:rsidRDefault="00986AF4" w:rsidP="00986AF4">
      <w:pPr>
        <w:pStyle w:val="Heading11"/>
      </w:pPr>
      <w:r>
        <w:t>Izhodišča, na katerih temeljijo izračuni predlogov pravic porabe za del, ki se ne izvršuje preko NRP (Neposredni učinek in kazalnik)</w:t>
      </w:r>
    </w:p>
    <w:p w14:paraId="70DC6218" w14:textId="77777777" w:rsidR="00986AF4" w:rsidRDefault="00986AF4" w:rsidP="00986AF4">
      <w:pPr>
        <w:rPr>
          <w:lang w:eastAsia="sl-SI"/>
        </w:rPr>
      </w:pPr>
      <w:r>
        <w:t>Sredstva so planirana na podlagi planiranih aktivnosti v letu 2026.</w:t>
      </w:r>
    </w:p>
    <w:p w14:paraId="71FAD21F" w14:textId="77777777" w:rsidR="00986AF4" w:rsidRDefault="00986AF4" w:rsidP="00986AF4"/>
    <w:p w14:paraId="76454822" w14:textId="77777777" w:rsidR="00986AF4" w:rsidRDefault="00986AF4" w:rsidP="00986AF4"/>
    <w:p w14:paraId="5731E307" w14:textId="568B1CE4" w:rsidR="00986AF4" w:rsidRDefault="00986AF4" w:rsidP="00986AF4">
      <w:pPr>
        <w:pStyle w:val="AHeading5"/>
      </w:pPr>
      <w:bookmarkStart w:id="172" w:name="_Toc184208544"/>
      <w:r>
        <w:t>14 - GOSPODARSTVO</w:t>
      </w:r>
      <w:bookmarkEnd w:id="172"/>
    </w:p>
    <w:p w14:paraId="7DC4A0CA" w14:textId="26AB758C" w:rsidR="00986AF4" w:rsidRDefault="00986AF4" w:rsidP="00986AF4">
      <w:pPr>
        <w:pStyle w:val="Vrednost"/>
      </w:pPr>
      <w:r>
        <w:t>Vrednost: 147.637 €</w:t>
      </w:r>
    </w:p>
    <w:p w14:paraId="538D83E8" w14:textId="660307D3" w:rsidR="00986AF4" w:rsidRDefault="00986AF4" w:rsidP="00986AF4">
      <w:pPr>
        <w:pStyle w:val="Heading11"/>
      </w:pPr>
      <w:r>
        <w:t>Opis področja proračunske porabe, poslanstva občine znotraj področja proračunske porabe</w:t>
      </w:r>
    </w:p>
    <w:p w14:paraId="45EBDBA2" w14:textId="1167988D" w:rsidR="00986AF4" w:rsidRDefault="00986AF4" w:rsidP="00986AF4">
      <w:r>
        <w:t>Lokalna skupnost v skladu z zakonodajo zagotavlja pogoje za razvoj gospodarstva, neposrednega vpliva na samo izvajanje gospodarskih aktivnosti na območju občine. Zato področje porabe zajema aktivnosti, ki se nanašajo na pospeševanje in podporo gospodarski dejavnosti in razvoju turizma ter razvojnim projektom in programom.</w:t>
      </w:r>
    </w:p>
    <w:p w14:paraId="4B876FA8" w14:textId="26DBA186" w:rsidR="00986AF4" w:rsidRDefault="00986AF4" w:rsidP="00986AF4">
      <w:pPr>
        <w:pStyle w:val="Heading11"/>
      </w:pPr>
      <w:r>
        <w:t>Dokumenti dolgoročnega razvojnega načrtovanja</w:t>
      </w:r>
    </w:p>
    <w:p w14:paraId="446339FC" w14:textId="2AA6B6E7" w:rsidR="00986AF4" w:rsidRDefault="00986AF4" w:rsidP="00986AF4">
      <w:r>
        <w:t xml:space="preserve">Regionalni razvojni program </w:t>
      </w:r>
      <w:r>
        <w:br/>
        <w:t>Razvojni program podeželja</w:t>
      </w:r>
    </w:p>
    <w:p w14:paraId="3B1E5035" w14:textId="3A51C047" w:rsidR="00986AF4" w:rsidRDefault="00986AF4" w:rsidP="00986AF4">
      <w:pPr>
        <w:pStyle w:val="Heading11"/>
      </w:pPr>
      <w:r>
        <w:t>Dolgoročni cilji področja proračunske porabe (Splošni cilj)</w:t>
      </w:r>
    </w:p>
    <w:p w14:paraId="47062F77" w14:textId="7288237C" w:rsidR="00986AF4" w:rsidRDefault="00986AF4" w:rsidP="00986AF4">
      <w:r>
        <w:t>zagotavljanje pogojev za razvoj malega gospodarstva</w:t>
      </w:r>
      <w:r>
        <w:br/>
        <w:t>zagotavljanje ustreznega podpornega okolja za razvoj podjetništva in turizma,</w:t>
      </w:r>
      <w:r>
        <w:br/>
        <w:t>vzpostavljanje pogojev za razvoj gospodarstva izven tradicionalnih dejavnosti (razvoj turizma),</w:t>
      </w:r>
      <w:r>
        <w:br/>
        <w:t>razvoj lokalne turistične infrastrukture</w:t>
      </w:r>
    </w:p>
    <w:p w14:paraId="5477C1D3" w14:textId="54504DC0" w:rsidR="00986AF4" w:rsidRDefault="00986AF4" w:rsidP="00986AF4">
      <w:pPr>
        <w:pStyle w:val="Heading11"/>
      </w:pPr>
      <w:r>
        <w:t>Oznaka in nazivi glavnih programov v pristojnosti občine</w:t>
      </w:r>
    </w:p>
    <w:p w14:paraId="600CAC88" w14:textId="586E621E" w:rsidR="00986AF4" w:rsidRDefault="00986AF4" w:rsidP="00986AF4">
      <w:r>
        <w:t>1402 - Pospeševanje in podpora gospodarski dejavnosti</w:t>
      </w:r>
      <w:r>
        <w:br/>
        <w:t>1403 - Promocija Slovenije, razvoj turizma in gostinstva</w:t>
      </w:r>
    </w:p>
    <w:p w14:paraId="34378351" w14:textId="6837F76F" w:rsidR="00986AF4" w:rsidRDefault="00986AF4" w:rsidP="00986AF4">
      <w:pPr>
        <w:pStyle w:val="AHeading6"/>
      </w:pPr>
      <w:bookmarkStart w:id="173" w:name="_Toc184208545"/>
      <w:r>
        <w:t>1402 - Pospeševanje in podpora gospodarski dejavnosti</w:t>
      </w:r>
      <w:bookmarkEnd w:id="173"/>
    </w:p>
    <w:p w14:paraId="3F613FCA" w14:textId="339FA29D" w:rsidR="00986AF4" w:rsidRDefault="00986AF4" w:rsidP="00986AF4">
      <w:pPr>
        <w:pStyle w:val="Vrednost"/>
      </w:pPr>
      <w:r>
        <w:t>Vrednost: 9.737 €</w:t>
      </w:r>
    </w:p>
    <w:p w14:paraId="52281292" w14:textId="6B75BF78" w:rsidR="00986AF4" w:rsidRDefault="00986AF4" w:rsidP="00986AF4">
      <w:pPr>
        <w:pStyle w:val="Heading11"/>
      </w:pPr>
      <w:r>
        <w:t>Opis glavnega programa</w:t>
      </w:r>
    </w:p>
    <w:p w14:paraId="426898A0" w14:textId="614AD7A0" w:rsidR="00986AF4" w:rsidRDefault="00986AF4" w:rsidP="00986AF4">
      <w:r>
        <w:t>Občina Bistrica ob Sotli v skladu s sprejetimi strateškimi dokumenti zagotavlja sredstva na različnih področjih delovanja, in sicer:</w:t>
      </w:r>
      <w:r>
        <w:br/>
        <w:t xml:space="preserve">pomoči za spodbujanje razvoja gospodarstva, ki spadajo v okvir </w:t>
      </w:r>
      <w:proofErr w:type="spellStart"/>
      <w:r>
        <w:t>t.i</w:t>
      </w:r>
      <w:proofErr w:type="spellEnd"/>
      <w:r>
        <w:t>. državnih pomoči in se jih lahko dodeljuje pod predpisanimi pogoji, ki jih določi Pravilnik in potrdi Ministrstvo za finance</w:t>
      </w:r>
      <w:r>
        <w:br/>
        <w:t>razvojne projekte na področju spodbujanja razvoja malega gospodarstva in turizma</w:t>
      </w:r>
    </w:p>
    <w:p w14:paraId="49E3A5BC" w14:textId="461504BB" w:rsidR="00986AF4" w:rsidRDefault="00986AF4" w:rsidP="00986AF4">
      <w:pPr>
        <w:pStyle w:val="Heading11"/>
      </w:pPr>
      <w:r>
        <w:t>Dolgoročni cilji glavnega programa (Specifični cilj in kazalniki)</w:t>
      </w:r>
    </w:p>
    <w:p w14:paraId="2FA0E9AD" w14:textId="67879023" w:rsidR="00986AF4" w:rsidRDefault="00986AF4" w:rsidP="00986AF4">
      <w:r>
        <w:t>zagotavljanje pogojev za razvoj malega gospodarstva</w:t>
      </w:r>
      <w:r>
        <w:br/>
        <w:t>zagotavljanje ustreznega podpornega okolja za razvoj podjetništva in turizma,</w:t>
      </w:r>
      <w:r>
        <w:br/>
        <w:t>vzpostavljanje pogojev za razvoj gospodarstva izven tradicionalnih dejavnosti (razvoj turizma),</w:t>
      </w:r>
      <w:r>
        <w:br/>
        <w:t>razvoj lokalne turistične infrastrukture</w:t>
      </w:r>
    </w:p>
    <w:p w14:paraId="75A8CC17" w14:textId="5E77DC55" w:rsidR="00986AF4" w:rsidRDefault="00986AF4" w:rsidP="00986AF4">
      <w:pPr>
        <w:pStyle w:val="Heading11"/>
      </w:pPr>
      <w:r>
        <w:t>Glavni letni izvedbeni cilji in kazalci, s katerimi se bo merilo doseganje zastavljenih ciljev</w:t>
      </w:r>
    </w:p>
    <w:p w14:paraId="237E4CE5" w14:textId="792E8622" w:rsidR="00986AF4" w:rsidRDefault="00986AF4" w:rsidP="00986AF4">
      <w:r>
        <w:t>Cilji</w:t>
      </w:r>
      <w:r>
        <w:br/>
        <w:t>uspešno izvedeni zastavljeni projekti</w:t>
      </w:r>
      <w:r>
        <w:br/>
        <w:t>Kazalci</w:t>
      </w:r>
      <w:r>
        <w:br/>
        <w:t>število izvedenih podjetniških investicij</w:t>
      </w:r>
      <w:r>
        <w:br/>
      </w:r>
      <w:r>
        <w:lastRenderedPageBreak/>
        <w:t>povečanje števila turistov</w:t>
      </w:r>
      <w:r>
        <w:br/>
        <w:t>povečanje števila prenočitvenih kapacitet</w:t>
      </w:r>
    </w:p>
    <w:p w14:paraId="2AF0411D" w14:textId="7E7C6EF5" w:rsidR="00986AF4" w:rsidRDefault="00986AF4" w:rsidP="00986AF4">
      <w:pPr>
        <w:pStyle w:val="Heading11"/>
      </w:pPr>
      <w:r>
        <w:t>Podprogrami in proračunski uporabniki znotraj glavnega programa</w:t>
      </w:r>
    </w:p>
    <w:p w14:paraId="42891E52" w14:textId="61E8E45B" w:rsidR="00986AF4" w:rsidRDefault="00986AF4" w:rsidP="00986AF4">
      <w:r>
        <w:t>14029001 - Spodbujanje razvoja malega gospodarstva</w:t>
      </w:r>
      <w:r>
        <w:br/>
        <w:t>     0004 - Občinska uprava </w:t>
      </w:r>
    </w:p>
    <w:p w14:paraId="23E9A344" w14:textId="790FA158" w:rsidR="00986AF4" w:rsidRDefault="00986AF4" w:rsidP="00986AF4">
      <w:pPr>
        <w:pStyle w:val="AHeading7"/>
      </w:pPr>
      <w:bookmarkStart w:id="174" w:name="_Toc184208546"/>
      <w:r>
        <w:t>14029001 - Spodbujanje razvoja malega gospodarstva</w:t>
      </w:r>
      <w:bookmarkStart w:id="175" w:name="PPR_14029001_A_20261"/>
      <w:bookmarkEnd w:id="175"/>
      <w:bookmarkEnd w:id="174"/>
    </w:p>
    <w:p w14:paraId="38D31054" w14:textId="1C313099" w:rsidR="00986AF4" w:rsidRDefault="00986AF4" w:rsidP="00986AF4">
      <w:pPr>
        <w:pStyle w:val="Vrednost"/>
      </w:pPr>
      <w:r>
        <w:t>Vrednost: 9.737 €</w:t>
      </w:r>
    </w:p>
    <w:p w14:paraId="25113065" w14:textId="0D2F9CE6" w:rsidR="00986AF4" w:rsidRDefault="00986AF4" w:rsidP="00986AF4">
      <w:pPr>
        <w:pStyle w:val="Heading11"/>
      </w:pPr>
      <w:r>
        <w:t>Opis podprograma</w:t>
      </w:r>
    </w:p>
    <w:p w14:paraId="367A7CA9" w14:textId="2723E94D" w:rsidR="00986AF4" w:rsidRDefault="00986AF4" w:rsidP="00986AF4">
      <w:r>
        <w:t>Podprogram vsebuje naloge spodbujanja razvoja malega gospodarstva in sicer:</w:t>
      </w:r>
      <w:r>
        <w:br/>
        <w:t>spodbujanje in razvoj podpornega okolja za razvoj podjetništva,</w:t>
      </w:r>
      <w:r>
        <w:br/>
        <w:t>razvoj podjetniške kulture in promocija podjetništva,</w:t>
      </w:r>
      <w:r>
        <w:br/>
        <w:t>promocija podjetništva.</w:t>
      </w:r>
    </w:p>
    <w:p w14:paraId="0B82E121" w14:textId="0BBD4FB1" w:rsidR="00986AF4" w:rsidRDefault="00986AF4" w:rsidP="00986AF4">
      <w:pPr>
        <w:pStyle w:val="Heading11"/>
      </w:pPr>
      <w:r>
        <w:t>Zakonske in druge pravne podlage</w:t>
      </w:r>
    </w:p>
    <w:p w14:paraId="79469CEC" w14:textId="77777777" w:rsidR="00986AF4" w:rsidRDefault="00986AF4" w:rsidP="00986AF4">
      <w:pPr>
        <w:rPr>
          <w:lang w:eastAsia="sl-SI"/>
        </w:rPr>
      </w:pPr>
      <w:r>
        <w:t>" Letni program dela Razvojne agencije Posavje 2022" Pravilnik o dodeljevanju finančnih sredstev iz občinskega proračuna za pospeševanje razvoja malega gospodarstva v Občini Bistrica ob Sotli (UL RS 36/19).</w:t>
      </w:r>
    </w:p>
    <w:p w14:paraId="038D2FC6" w14:textId="77777777" w:rsidR="00986AF4" w:rsidRDefault="00986AF4" w:rsidP="00986AF4"/>
    <w:p w14:paraId="59364674" w14:textId="139A896E" w:rsidR="00986AF4" w:rsidRDefault="00986AF4" w:rsidP="00986AF4">
      <w:pPr>
        <w:pStyle w:val="Heading11"/>
      </w:pPr>
      <w:r>
        <w:t>Dolgoročni cilji podprograma in kazalci, s katerimi se bo merilo doseganje zastavljenih ciljev (Rezultat in kazalniki)</w:t>
      </w:r>
    </w:p>
    <w:p w14:paraId="5A84E3E1" w14:textId="09780193" w:rsidR="00986AF4" w:rsidRDefault="00986AF4" w:rsidP="00986AF4">
      <w:r>
        <w:t>Cilji</w:t>
      </w:r>
      <w:r>
        <w:br/>
        <w:t>spodbujanje malih in srednje velikih podjetij ter samostojnih podjetnikov k razširitvi, razvoju dejavnosti in s tem spodbujanje zaposlenosti,</w:t>
      </w:r>
      <w:r>
        <w:br/>
        <w:t xml:space="preserve">spodbujanje in razvoj podpornega okolja za razvoj podjetništva, </w:t>
      </w:r>
      <w:r>
        <w:br/>
        <w:t>razvoj podjetniške kulture (preko promocije podjetništva tako med mladimi kot tudi med starejšo populacijo),</w:t>
      </w:r>
      <w:r>
        <w:br/>
        <w:t>Kazalci</w:t>
      </w:r>
      <w:r>
        <w:br/>
        <w:t>število novo registriranih gospodarskih subjektov v občini</w:t>
      </w:r>
    </w:p>
    <w:p w14:paraId="361C56FC" w14:textId="259F09B9" w:rsidR="00986AF4" w:rsidRDefault="00986AF4" w:rsidP="00986AF4">
      <w:pPr>
        <w:pStyle w:val="Heading11"/>
      </w:pPr>
      <w:r>
        <w:t>Letni izvedbeni cilji podprograma in kazalci, s katerimi se bo merilo doseganje zastavljenih ciljev (Neposredni učinek in kazalnik)</w:t>
      </w:r>
    </w:p>
    <w:p w14:paraId="175C5EB8" w14:textId="7A82FB2B" w:rsidR="00986AF4" w:rsidRDefault="00986AF4" w:rsidP="00986AF4">
      <w:r>
        <w:t>Cilji</w:t>
      </w:r>
      <w:r>
        <w:br/>
        <w:t>izvedena razstava obrti in podjetništva</w:t>
      </w:r>
      <w:r>
        <w:br/>
        <w:t xml:space="preserve">izvedene delavnice </w:t>
      </w:r>
      <w:r>
        <w:br/>
        <w:t xml:space="preserve">uspešno izveden razpis za spodbujanje podjetništva </w:t>
      </w:r>
      <w:r>
        <w:br/>
        <w:t>Kazalci</w:t>
      </w:r>
      <w:r>
        <w:br/>
        <w:t>število razstavljavcev</w:t>
      </w:r>
      <w:r>
        <w:br/>
        <w:t>število udeležencev delavnice</w:t>
      </w:r>
      <w:r>
        <w:br/>
        <w:t>razdeljena sredstva upravičencem razpisa</w:t>
      </w:r>
    </w:p>
    <w:p w14:paraId="3CA9CAC5" w14:textId="150E8C34" w:rsidR="00986AF4" w:rsidRDefault="00986AF4" w:rsidP="00986AF4">
      <w:pPr>
        <w:pStyle w:val="AHeading8"/>
      </w:pPr>
      <w:r>
        <w:t>0004 - Občinska uprava</w:t>
      </w:r>
      <w:bookmarkStart w:id="176" w:name="PU_0004_PPR_14029001_A_20261"/>
      <w:bookmarkEnd w:id="176"/>
    </w:p>
    <w:p w14:paraId="655FE81F" w14:textId="0334A6CA" w:rsidR="00986AF4" w:rsidRDefault="00986AF4" w:rsidP="00986AF4">
      <w:pPr>
        <w:pStyle w:val="Vrednost"/>
      </w:pPr>
      <w:r>
        <w:t>Vrednost: 5.509.267 €</w:t>
      </w:r>
    </w:p>
    <w:p w14:paraId="31A7E1AA" w14:textId="48E63491" w:rsidR="00986AF4" w:rsidRDefault="00986AF4" w:rsidP="00986AF4">
      <w:pPr>
        <w:pStyle w:val="AHeading10"/>
      </w:pPr>
      <w:r>
        <w:t>14006 - Sofina</w:t>
      </w:r>
      <w:r w:rsidR="005C0096">
        <w:t>n</w:t>
      </w:r>
      <w:r>
        <w:t>ciranje projektov na področju podjetništva in malega gospodarstva</w:t>
      </w:r>
      <w:bookmarkStart w:id="177" w:name="PP_14006_A_20261"/>
      <w:bookmarkEnd w:id="177"/>
    </w:p>
    <w:p w14:paraId="4A17405A" w14:textId="188F4B50" w:rsidR="00986AF4" w:rsidRDefault="00986AF4" w:rsidP="00986AF4">
      <w:pPr>
        <w:pStyle w:val="Vrednost"/>
      </w:pPr>
      <w:r>
        <w:t>Vrednost: 5.000 €</w:t>
      </w:r>
    </w:p>
    <w:p w14:paraId="2B1EEB2F" w14:textId="550E66A0" w:rsidR="00986AF4" w:rsidRDefault="00986AF4" w:rsidP="00986AF4">
      <w:pPr>
        <w:pStyle w:val="Heading11"/>
      </w:pPr>
      <w:r>
        <w:t>Obrazložitev dejavnosti v okviru proračunske postavke</w:t>
      </w:r>
    </w:p>
    <w:p w14:paraId="3938E11C" w14:textId="1358E507" w:rsidR="00986AF4" w:rsidRDefault="00986AF4" w:rsidP="00986AF4">
      <w:r>
        <w:t>Proračunska postavka zagotavlja sredstva za spodbujanje malega gospodarstva v skladu s Pravilnikom o dodeljevanju sredstev za pospeševanje malega gospodarstva v občini Bistrica ob Sotli.</w:t>
      </w:r>
    </w:p>
    <w:p w14:paraId="18C4367C" w14:textId="798D95F5" w:rsidR="00986AF4" w:rsidRDefault="00986AF4" w:rsidP="00986AF4">
      <w:pPr>
        <w:pStyle w:val="Heading11"/>
      </w:pPr>
      <w:r>
        <w:t>Navezava na projekte v okviru proračunske postavke</w:t>
      </w:r>
    </w:p>
    <w:p w14:paraId="52B9B9A2" w14:textId="5E74882B" w:rsidR="00986AF4" w:rsidRDefault="00986AF4" w:rsidP="00986AF4">
      <w:pPr>
        <w:pStyle w:val="Heading11"/>
      </w:pPr>
      <w:r>
        <w:t>Izhodišča, na katerih temeljijo izračuni predlogov pravic porabe za del, ki se ne izvršuje preko NRP (Neposredni učinek in kazalnik)</w:t>
      </w:r>
    </w:p>
    <w:p w14:paraId="28E54EDB" w14:textId="77777777" w:rsidR="00986AF4" w:rsidRDefault="00986AF4" w:rsidP="00986AF4">
      <w:pPr>
        <w:rPr>
          <w:lang w:eastAsia="sl-SI"/>
        </w:rPr>
      </w:pPr>
      <w:r>
        <w:t> </w:t>
      </w:r>
    </w:p>
    <w:p w14:paraId="1EB92878" w14:textId="77777777" w:rsidR="00986AF4" w:rsidRDefault="00986AF4" w:rsidP="00986AF4"/>
    <w:p w14:paraId="729D67F0" w14:textId="48E37BFE" w:rsidR="00986AF4" w:rsidRDefault="00986AF4" w:rsidP="00986AF4">
      <w:pPr>
        <w:pStyle w:val="AHeading10"/>
      </w:pPr>
      <w:r>
        <w:lastRenderedPageBreak/>
        <w:t>14007 - DELOVANJE RA POSAVJE</w:t>
      </w:r>
      <w:bookmarkStart w:id="178" w:name="PP_14007_A_20261"/>
      <w:bookmarkEnd w:id="178"/>
    </w:p>
    <w:p w14:paraId="2A955363" w14:textId="274DB975" w:rsidR="00986AF4" w:rsidRDefault="00986AF4" w:rsidP="00986AF4">
      <w:pPr>
        <w:pStyle w:val="Vrednost"/>
      </w:pPr>
      <w:r>
        <w:t>Vrednost: 4.737 €</w:t>
      </w:r>
    </w:p>
    <w:p w14:paraId="5CD23640" w14:textId="00FF4EAF" w:rsidR="00986AF4" w:rsidRDefault="00986AF4" w:rsidP="00986AF4">
      <w:pPr>
        <w:pStyle w:val="Heading11"/>
      </w:pPr>
      <w:r>
        <w:t>Obrazložitev dejavnosti v okviru proračunske postavke</w:t>
      </w:r>
    </w:p>
    <w:p w14:paraId="4F7F9AC9" w14:textId="77777777" w:rsidR="00986AF4" w:rsidRDefault="00986AF4" w:rsidP="00986AF4">
      <w:pPr>
        <w:rPr>
          <w:lang w:eastAsia="sl-SI"/>
        </w:rPr>
      </w:pPr>
      <w:r>
        <w:t>Proračunska postavka zagotavlja sredstva za delovanje Razvojne agencije Posavje v skladu s pogodbo, ki zajema pripravo projektne prijave v skladu s smernicami območnega razvoja, pomoč pri pripravi prijav na tekoče aktualne razpise, podjetniško informiranje, koordinacija med občinami in projektnimi partnerji. Načrtovana so sredstva za delovanje RRA Posavje in LAS Posavje.</w:t>
      </w:r>
    </w:p>
    <w:p w14:paraId="04D4EEA6" w14:textId="77777777" w:rsidR="00986AF4" w:rsidRDefault="00986AF4" w:rsidP="00986AF4"/>
    <w:p w14:paraId="2692BE1A" w14:textId="556861F1" w:rsidR="00986AF4" w:rsidRDefault="00986AF4" w:rsidP="00986AF4">
      <w:pPr>
        <w:pStyle w:val="Heading11"/>
      </w:pPr>
      <w:r>
        <w:t>Navezava na projekte v okviru proračunske postavke</w:t>
      </w:r>
    </w:p>
    <w:p w14:paraId="3F476544" w14:textId="2C2EE34A" w:rsidR="00986AF4" w:rsidRDefault="00986AF4" w:rsidP="00986AF4">
      <w:pPr>
        <w:pStyle w:val="Heading11"/>
      </w:pPr>
      <w:r>
        <w:t>Izhodišča, na katerih temeljijo izračuni predlogov pravic porabe za del, ki se ne izvršuje preko NRP (Neposredni učinek in kazalnik)</w:t>
      </w:r>
    </w:p>
    <w:p w14:paraId="53BEE160" w14:textId="76D68C63" w:rsidR="00986AF4" w:rsidRDefault="00986AF4" w:rsidP="00986AF4">
      <w:r>
        <w:t>Izdatki so planirani na podlagi finančnega načrt za redno delovanje RA Posavje delovanje LAS Posavje.</w:t>
      </w:r>
    </w:p>
    <w:p w14:paraId="25CE5684" w14:textId="77777777" w:rsidR="00986AF4" w:rsidRDefault="00986AF4" w:rsidP="00986AF4"/>
    <w:p w14:paraId="7C0984D0" w14:textId="181F2948" w:rsidR="00986AF4" w:rsidRDefault="00986AF4" w:rsidP="00986AF4">
      <w:pPr>
        <w:pStyle w:val="AHeading6"/>
      </w:pPr>
      <w:bookmarkStart w:id="179" w:name="_Toc184208547"/>
      <w:r>
        <w:t>1403 - Promocija Slovenije, razvoj turizma in gostinstva</w:t>
      </w:r>
      <w:bookmarkEnd w:id="179"/>
    </w:p>
    <w:p w14:paraId="79D040A2" w14:textId="3BE9210A" w:rsidR="00986AF4" w:rsidRDefault="00986AF4" w:rsidP="00986AF4">
      <w:pPr>
        <w:pStyle w:val="Vrednost"/>
      </w:pPr>
      <w:r>
        <w:t>Vrednost: 137.900 €</w:t>
      </w:r>
    </w:p>
    <w:p w14:paraId="60ED1F6B" w14:textId="694956FF" w:rsidR="00986AF4" w:rsidRDefault="00986AF4" w:rsidP="00986AF4">
      <w:pPr>
        <w:pStyle w:val="Heading11"/>
      </w:pPr>
      <w:r>
        <w:t>Opis glavnega programa</w:t>
      </w:r>
    </w:p>
    <w:p w14:paraId="0A375765" w14:textId="7B4E54BC" w:rsidR="00986AF4" w:rsidRDefault="00986AF4" w:rsidP="00986AF4">
      <w:r>
        <w:t>Občina Bistrica ob Sotli v skladu s sprejetimi strateškimi dokumenti zagotavlja sredstva na različnih področjih delovanja, in sicer:</w:t>
      </w:r>
      <w:r>
        <w:br/>
        <w:t>razvojne projekte in aktivnosti na področju razvoja turizma</w:t>
      </w:r>
      <w:r>
        <w:br/>
        <w:t>spodbujanje razvoja turističnih prireditev</w:t>
      </w:r>
    </w:p>
    <w:p w14:paraId="74883F6F" w14:textId="607E80C6" w:rsidR="00986AF4" w:rsidRDefault="00986AF4" w:rsidP="00986AF4">
      <w:pPr>
        <w:pStyle w:val="Heading11"/>
      </w:pPr>
      <w:r>
        <w:t>Dolgoročni cilji glavnega programa (Specifični cilj in kazalniki)</w:t>
      </w:r>
    </w:p>
    <w:p w14:paraId="46E94FFF" w14:textId="0033D282" w:rsidR="00986AF4" w:rsidRDefault="00986AF4" w:rsidP="00986AF4">
      <w:r>
        <w:t>razvoj turizma</w:t>
      </w:r>
      <w:r>
        <w:br/>
        <w:t>uvajanje novih turističnih produktov</w:t>
      </w:r>
      <w:r>
        <w:br/>
        <w:t>povečevanje prepoznavnosti območja občine kot turističnega območja</w:t>
      </w:r>
      <w:r>
        <w:br/>
        <w:t>izvajati predvidene razvojne projekte in aktivnosti na področju razvoja turizma</w:t>
      </w:r>
    </w:p>
    <w:p w14:paraId="38335457" w14:textId="49F45805" w:rsidR="00986AF4" w:rsidRDefault="00986AF4" w:rsidP="00986AF4">
      <w:pPr>
        <w:pStyle w:val="Heading11"/>
      </w:pPr>
      <w:r>
        <w:t>Glavni letni izvedbeni cilji in kazalci, s katerimi se bo merilo doseganje zastavljenih ciljev</w:t>
      </w:r>
    </w:p>
    <w:p w14:paraId="3018415F" w14:textId="2583F79F" w:rsidR="00986AF4" w:rsidRDefault="00986AF4" w:rsidP="00986AF4">
      <w:r>
        <w:t>Cilji</w:t>
      </w:r>
      <w:r>
        <w:br/>
        <w:t>uvajanje novih turističnih produktov,</w:t>
      </w:r>
      <w:r>
        <w:br/>
        <w:t>povečevanje prepoznavnosti območja občine kot turističnega območja.</w:t>
      </w:r>
      <w:r>
        <w:br/>
        <w:t>Kazalci</w:t>
      </w:r>
      <w:r>
        <w:br/>
        <w:t>več prihodov turistov</w:t>
      </w:r>
      <w:r>
        <w:br/>
        <w:t>večje število nočitev</w:t>
      </w:r>
    </w:p>
    <w:p w14:paraId="5A7626B4" w14:textId="1CC77EF5" w:rsidR="00986AF4" w:rsidRDefault="00986AF4" w:rsidP="00986AF4">
      <w:pPr>
        <w:pStyle w:val="Heading11"/>
      </w:pPr>
      <w:r>
        <w:t>Podprogrami in proračunski uporabniki znotraj glavnega programa</w:t>
      </w:r>
    </w:p>
    <w:p w14:paraId="70BFFB5A" w14:textId="77777777" w:rsidR="00986AF4" w:rsidRPr="00986AF4" w:rsidRDefault="00986AF4" w:rsidP="00986AF4">
      <w:pPr>
        <w:pStyle w:val="Navadensplet"/>
      </w:pPr>
      <w:r w:rsidRPr="00986AF4">
        <w:t>14039001- Promocija občine</w:t>
      </w:r>
    </w:p>
    <w:p w14:paraId="101A9A98" w14:textId="77777777" w:rsidR="00986AF4" w:rsidRPr="00986AF4" w:rsidRDefault="00986AF4" w:rsidP="00986AF4">
      <w:pPr>
        <w:pStyle w:val="Navadensplet"/>
      </w:pPr>
      <w:r w:rsidRPr="00986AF4">
        <w:t xml:space="preserve">0004 - Občinska uprava </w:t>
      </w:r>
    </w:p>
    <w:p w14:paraId="67A96619" w14:textId="77777777" w:rsidR="00986AF4" w:rsidRPr="00986AF4" w:rsidRDefault="00986AF4" w:rsidP="00986AF4">
      <w:pPr>
        <w:pStyle w:val="Navadensplet"/>
      </w:pPr>
      <w:r w:rsidRPr="00986AF4">
        <w:t>14039002 - Spodbujanje razvoja turizma in gostinstva</w:t>
      </w:r>
      <w:r w:rsidRPr="00986AF4">
        <w:br/>
        <w:t>       0004 - Občinska uprava   </w:t>
      </w:r>
    </w:p>
    <w:p w14:paraId="238068FF" w14:textId="77777777" w:rsidR="00986AF4" w:rsidRDefault="00986AF4" w:rsidP="00986AF4"/>
    <w:p w14:paraId="05574841" w14:textId="560DFD13" w:rsidR="00986AF4" w:rsidRDefault="00986AF4" w:rsidP="00986AF4">
      <w:pPr>
        <w:pStyle w:val="AHeading7"/>
      </w:pPr>
      <w:bookmarkStart w:id="180" w:name="_Toc184208548"/>
      <w:r>
        <w:t>14039002 - Spodbujanje razvoja turizma in gostinstva</w:t>
      </w:r>
      <w:bookmarkStart w:id="181" w:name="PPR_14039002_A_20261"/>
      <w:bookmarkEnd w:id="181"/>
      <w:bookmarkEnd w:id="180"/>
    </w:p>
    <w:p w14:paraId="249D960C" w14:textId="54E2496D" w:rsidR="00986AF4" w:rsidRDefault="00986AF4" w:rsidP="00986AF4">
      <w:pPr>
        <w:pStyle w:val="Vrednost"/>
      </w:pPr>
      <w:r>
        <w:t>Vrednost: 137.900 €</w:t>
      </w:r>
    </w:p>
    <w:p w14:paraId="16320C2A" w14:textId="7304D771" w:rsidR="00986AF4" w:rsidRDefault="00986AF4" w:rsidP="00986AF4">
      <w:pPr>
        <w:pStyle w:val="Heading11"/>
      </w:pPr>
      <w:r>
        <w:t>Opis podprograma</w:t>
      </w:r>
    </w:p>
    <w:p w14:paraId="1334313B" w14:textId="716D7FD1" w:rsidR="00986AF4" w:rsidRDefault="00986AF4" w:rsidP="00986AF4">
      <w:r>
        <w:t>Ključna področja izvajanja podprograma so:</w:t>
      </w:r>
      <w:r>
        <w:br/>
        <w:t>izdelava promocijskega gradiva in posamezne promocijske akcije</w:t>
      </w:r>
      <w:r>
        <w:br/>
        <w:t>izvajanje razvojnih projektov in programov</w:t>
      </w:r>
    </w:p>
    <w:p w14:paraId="392B7799" w14:textId="2719BA45" w:rsidR="00986AF4" w:rsidRDefault="00986AF4" w:rsidP="00986AF4">
      <w:pPr>
        <w:pStyle w:val="Heading11"/>
      </w:pPr>
      <w:r>
        <w:t>Zakonske in druge pravne podlage</w:t>
      </w:r>
    </w:p>
    <w:p w14:paraId="1220F073" w14:textId="4D6886AC" w:rsidR="00986AF4" w:rsidRDefault="00986AF4" w:rsidP="00986AF4">
      <w:r>
        <w:t>" Zakon o spodbujanju razvoja turizma</w:t>
      </w:r>
    </w:p>
    <w:p w14:paraId="7D940C9F" w14:textId="27A68C9F" w:rsidR="00986AF4" w:rsidRDefault="00986AF4" w:rsidP="00986AF4">
      <w:pPr>
        <w:pStyle w:val="Heading11"/>
      </w:pPr>
      <w:r>
        <w:lastRenderedPageBreak/>
        <w:t>Dolgoročni cilji podprograma in kazalci, s katerimi se bo merilo doseganje zastavljenih ciljev (Rezultat in kazalniki)</w:t>
      </w:r>
    </w:p>
    <w:p w14:paraId="533018DB" w14:textId="0C96B1A3" w:rsidR="00986AF4" w:rsidRDefault="00986AF4" w:rsidP="00986AF4">
      <w:r>
        <w:t>Cilji</w:t>
      </w:r>
      <w:r>
        <w:br/>
        <w:t>- uvajanje novih turističnih produktov,</w:t>
      </w:r>
      <w:r>
        <w:br/>
        <w:t>- povečevanje prepoznavnosti območja občine kot turističnega območja</w:t>
      </w:r>
      <w:r>
        <w:br/>
        <w:t>- ureditev infrastrukture za potrebe turizma.</w:t>
      </w:r>
      <w:r>
        <w:br/>
        <w:t>Kazalci</w:t>
      </w:r>
      <w:r>
        <w:br/>
        <w:t>- večji obisk turistov</w:t>
      </w:r>
      <w:r>
        <w:br/>
        <w:t>- urejena infrastruktura</w:t>
      </w:r>
      <w:r>
        <w:br/>
        <w:t>- več nočitev</w:t>
      </w:r>
    </w:p>
    <w:p w14:paraId="78844573" w14:textId="63813E17" w:rsidR="00986AF4" w:rsidRDefault="00986AF4" w:rsidP="00986AF4">
      <w:pPr>
        <w:pStyle w:val="Heading11"/>
      </w:pPr>
      <w:r>
        <w:t>Letni izvedbeni cilji podprograma in kazalci, s katerimi se bo merilo doseganje zastavljenih ciljev (Neposredni učinek in kazalnik)</w:t>
      </w:r>
    </w:p>
    <w:p w14:paraId="7351FBEB" w14:textId="7451A1C3" w:rsidR="00986AF4" w:rsidRDefault="00986AF4" w:rsidP="00986AF4">
      <w:r>
        <w:t>-nadgradnja ključnih elementov turistične ponudbe</w:t>
      </w:r>
      <w:r>
        <w:br/>
        <w:t>- ažuriranje in dopolnitev promocijskega gradiva</w:t>
      </w:r>
      <w:r>
        <w:br/>
        <w:t>Kazalci</w:t>
      </w:r>
      <w:r>
        <w:br/>
        <w:t>-število izvedenih turističnih programov in projektov</w:t>
      </w:r>
    </w:p>
    <w:p w14:paraId="22C97DAD" w14:textId="7FA7D591" w:rsidR="00986AF4" w:rsidRDefault="00986AF4" w:rsidP="00986AF4">
      <w:pPr>
        <w:pStyle w:val="AHeading8"/>
      </w:pPr>
      <w:r>
        <w:t>0004 - Občinska uprava</w:t>
      </w:r>
      <w:bookmarkStart w:id="182" w:name="PU_0004_PPR_14039002_A_20261"/>
      <w:bookmarkEnd w:id="182"/>
    </w:p>
    <w:p w14:paraId="7FD84635" w14:textId="74DD8E65" w:rsidR="00986AF4" w:rsidRDefault="00986AF4" w:rsidP="00986AF4">
      <w:pPr>
        <w:pStyle w:val="Vrednost"/>
      </w:pPr>
      <w:r>
        <w:t>Vrednost: 5.509.267 €</w:t>
      </w:r>
    </w:p>
    <w:p w14:paraId="096326EC" w14:textId="289DFEBA" w:rsidR="00986AF4" w:rsidRDefault="00986AF4" w:rsidP="00986AF4">
      <w:pPr>
        <w:pStyle w:val="AHeading10"/>
      </w:pPr>
      <w:r>
        <w:t>14008 - Projekti na področju turizma</w:t>
      </w:r>
      <w:bookmarkStart w:id="183" w:name="PP_14008_A_20261"/>
      <w:bookmarkEnd w:id="183"/>
    </w:p>
    <w:p w14:paraId="24C71AC0" w14:textId="634468B8" w:rsidR="00986AF4" w:rsidRDefault="00986AF4" w:rsidP="00986AF4">
      <w:pPr>
        <w:pStyle w:val="Vrednost"/>
      </w:pPr>
      <w:r>
        <w:t>Vrednost: 8.000 €</w:t>
      </w:r>
    </w:p>
    <w:p w14:paraId="2AC022A1" w14:textId="29479F75" w:rsidR="00986AF4" w:rsidRDefault="00986AF4" w:rsidP="00986AF4">
      <w:pPr>
        <w:pStyle w:val="Heading11"/>
      </w:pPr>
      <w:r>
        <w:t>Obrazložitev dejavnosti v okviru proračunske postavke</w:t>
      </w:r>
    </w:p>
    <w:p w14:paraId="4D6E0F8A" w14:textId="77777777" w:rsidR="00986AF4" w:rsidRDefault="00986AF4" w:rsidP="00986AF4">
      <w:pPr>
        <w:rPr>
          <w:lang w:eastAsia="sl-SI"/>
        </w:rPr>
      </w:pPr>
      <w:r>
        <w:t xml:space="preserve">Planirana so sredstva za delovanje GIZ Turizem Podčetrtek, sredstva za  pripravo promocijskega gradiva (katalogi, zloženke). </w:t>
      </w:r>
    </w:p>
    <w:p w14:paraId="44619AB5" w14:textId="77777777" w:rsidR="00986AF4" w:rsidRDefault="00986AF4" w:rsidP="00986AF4"/>
    <w:p w14:paraId="47C89543" w14:textId="71FB4BD6" w:rsidR="00986AF4" w:rsidRDefault="00986AF4" w:rsidP="00986AF4">
      <w:pPr>
        <w:pStyle w:val="Heading11"/>
      </w:pPr>
      <w:r>
        <w:t>Navezava na projekte v okviru proračunske postavke</w:t>
      </w:r>
    </w:p>
    <w:p w14:paraId="5CCC2253" w14:textId="0283746F" w:rsidR="00986AF4" w:rsidRDefault="00986AF4" w:rsidP="00986AF4">
      <w:pPr>
        <w:pStyle w:val="Heading11"/>
      </w:pPr>
      <w:r>
        <w:t>Izhodišča, na katerih temeljijo izračuni predlogov pravic porabe za del, ki se ne izvršuje preko NRP (Neposredni učinek in kazalnik)</w:t>
      </w:r>
    </w:p>
    <w:p w14:paraId="3C56CBC5" w14:textId="09E65482" w:rsidR="00986AF4" w:rsidRDefault="00986AF4" w:rsidP="00986AF4">
      <w:r>
        <w:t>Sredstva so planirana na podlagi planiranih aktivnosti v letu 2026.</w:t>
      </w:r>
    </w:p>
    <w:p w14:paraId="0A0B589E" w14:textId="7B711C38" w:rsidR="00986AF4" w:rsidRDefault="00986AF4" w:rsidP="00986AF4">
      <w:pPr>
        <w:pStyle w:val="AHeading10"/>
      </w:pPr>
      <w:r>
        <w:t>14011 - DELOVANJE TURISTIČNIH DRUŠTEV - RAZPIS</w:t>
      </w:r>
      <w:bookmarkStart w:id="184" w:name="PP_14011_A_20261"/>
      <w:bookmarkEnd w:id="184"/>
    </w:p>
    <w:p w14:paraId="439CD146" w14:textId="0381220F" w:rsidR="00986AF4" w:rsidRDefault="00986AF4" w:rsidP="00986AF4">
      <w:pPr>
        <w:pStyle w:val="Vrednost"/>
      </w:pPr>
      <w:r>
        <w:t>Vrednost: 1.600 €</w:t>
      </w:r>
    </w:p>
    <w:p w14:paraId="46DA0BC1" w14:textId="3A3D9168" w:rsidR="00986AF4" w:rsidRDefault="00986AF4" w:rsidP="00986AF4">
      <w:pPr>
        <w:pStyle w:val="Heading11"/>
      </w:pPr>
      <w:r>
        <w:t>Obrazložitev dejavnosti v okviru proračunske postavke</w:t>
      </w:r>
    </w:p>
    <w:p w14:paraId="35BF5429" w14:textId="2D92F6AA" w:rsidR="00986AF4" w:rsidRDefault="00986AF4" w:rsidP="00986AF4">
      <w:r>
        <w:t>Pred</w:t>
      </w:r>
      <w:r w:rsidR="005C0096">
        <w:t>v</w:t>
      </w:r>
      <w:r>
        <w:t>ideno je sofinanciranje turističnih društev na podlagi razpisa.</w:t>
      </w:r>
    </w:p>
    <w:p w14:paraId="0A49D8B8" w14:textId="3B569CFE" w:rsidR="00986AF4" w:rsidRDefault="00986AF4" w:rsidP="00986AF4">
      <w:pPr>
        <w:pStyle w:val="Heading11"/>
      </w:pPr>
      <w:r>
        <w:t>Navezava na projekte v okviru proračunske postavke</w:t>
      </w:r>
    </w:p>
    <w:p w14:paraId="3B62A440" w14:textId="3C6B1531" w:rsidR="00986AF4" w:rsidRDefault="00986AF4" w:rsidP="00986AF4">
      <w:pPr>
        <w:pStyle w:val="Heading11"/>
      </w:pPr>
      <w:r>
        <w:t>Izhodišča, na katerih temeljijo izračuni predlogov pravic porabe za del, ki se ne izvršuje preko NRP (Neposredni učinek in kazalnik)</w:t>
      </w:r>
    </w:p>
    <w:p w14:paraId="231EC30B" w14:textId="055B8FC7" w:rsidR="00986AF4" w:rsidRDefault="00986AF4" w:rsidP="00986AF4">
      <w:pPr>
        <w:pStyle w:val="AHeading10"/>
      </w:pPr>
      <w:r>
        <w:t>14018 - Obratovalni stroški hostla Gabronka</w:t>
      </w:r>
      <w:bookmarkStart w:id="185" w:name="PP_14018_A_20261"/>
      <w:bookmarkEnd w:id="185"/>
    </w:p>
    <w:p w14:paraId="65645F25" w14:textId="1C35EFB4" w:rsidR="00986AF4" w:rsidRDefault="00986AF4" w:rsidP="00986AF4">
      <w:pPr>
        <w:pStyle w:val="Vrednost"/>
      </w:pPr>
      <w:r>
        <w:t>Vrednost: 3.300 €</w:t>
      </w:r>
    </w:p>
    <w:p w14:paraId="7C7BFCD3" w14:textId="20FC452B" w:rsidR="00986AF4" w:rsidRDefault="00986AF4" w:rsidP="00986AF4">
      <w:pPr>
        <w:pStyle w:val="Heading11"/>
      </w:pPr>
      <w:r>
        <w:t>Obrazložitev dejavnosti v okviru proračunske postavke</w:t>
      </w:r>
    </w:p>
    <w:p w14:paraId="61A0C8DC" w14:textId="4421287D" w:rsidR="00986AF4" w:rsidRDefault="00986AF4" w:rsidP="00986AF4">
      <w:r>
        <w:t>Predvideni so stroški elekt</w:t>
      </w:r>
      <w:r w:rsidR="005C0096">
        <w:t>r</w:t>
      </w:r>
      <w:r>
        <w:t>ične energije, vode in komunalnih storitev, telekomunikacijskih storitev in zavarovanja za objekt Gabronk</w:t>
      </w:r>
      <w:r w:rsidR="005C0096">
        <w:t>a</w:t>
      </w:r>
      <w:r>
        <w:t>.</w:t>
      </w:r>
    </w:p>
    <w:p w14:paraId="249D46EE" w14:textId="2D8BFF0B" w:rsidR="00986AF4" w:rsidRDefault="00986AF4" w:rsidP="00986AF4">
      <w:pPr>
        <w:pStyle w:val="Heading11"/>
      </w:pPr>
      <w:r>
        <w:t>Navezava na projekte v okviru proračunske postavke</w:t>
      </w:r>
    </w:p>
    <w:p w14:paraId="5E2F54BA" w14:textId="0FF0B49C" w:rsidR="00986AF4" w:rsidRDefault="00986AF4" w:rsidP="00986AF4">
      <w:pPr>
        <w:pStyle w:val="Heading11"/>
      </w:pPr>
      <w:r>
        <w:t>Izhodišča, na katerih temeljijo izračuni predlogov pravic porabe za del, ki se ne izvršuje preko NRP (Neposredni učinek in kazalnik)</w:t>
      </w:r>
    </w:p>
    <w:p w14:paraId="2D25B101" w14:textId="6FA87CD3" w:rsidR="00986AF4" w:rsidRDefault="00986AF4" w:rsidP="00986AF4">
      <w:pPr>
        <w:pStyle w:val="AHeading10"/>
      </w:pPr>
      <w:r>
        <w:t xml:space="preserve">14021 - Projekt </w:t>
      </w:r>
      <w:proofErr w:type="spellStart"/>
      <w:r>
        <w:t>interreg</w:t>
      </w:r>
      <w:proofErr w:type="spellEnd"/>
      <w:r>
        <w:t>- turizem</w:t>
      </w:r>
      <w:bookmarkStart w:id="186" w:name="PP_14021_A_20261"/>
      <w:bookmarkEnd w:id="186"/>
    </w:p>
    <w:p w14:paraId="12504A3D" w14:textId="2677E77A" w:rsidR="00986AF4" w:rsidRDefault="00986AF4" w:rsidP="00986AF4">
      <w:pPr>
        <w:pStyle w:val="Vrednost"/>
      </w:pPr>
      <w:r>
        <w:t>Vrednost: 125.000 €</w:t>
      </w:r>
    </w:p>
    <w:p w14:paraId="5AEB48F9" w14:textId="5529CFD1" w:rsidR="00986AF4" w:rsidRDefault="00986AF4" w:rsidP="00986AF4">
      <w:pPr>
        <w:pStyle w:val="Heading11"/>
      </w:pPr>
      <w:r>
        <w:lastRenderedPageBreak/>
        <w:t>Obrazložitev dejavnosti v okviru proračunske postavke</w:t>
      </w:r>
    </w:p>
    <w:p w14:paraId="46C8820C" w14:textId="7AD32735" w:rsidR="00986AF4" w:rsidRDefault="00986AF4" w:rsidP="00986AF4">
      <w:r>
        <w:t xml:space="preserve">Prijavili se bomo na projekt čezmejnega sodelovanja z Občino Kumrovec v okviru programa </w:t>
      </w:r>
      <w:proofErr w:type="spellStart"/>
      <w:r>
        <w:t>Interreg</w:t>
      </w:r>
      <w:proofErr w:type="spellEnd"/>
      <w:r>
        <w:t xml:space="preserve"> na področju turizma in kulture.  Projekt se bo izvajal v kolikor bo zagotovljeno sofina</w:t>
      </w:r>
      <w:r w:rsidR="005C0096">
        <w:t>n</w:t>
      </w:r>
      <w:r>
        <w:t>ciranje z evropskimi sredstvi.</w:t>
      </w:r>
    </w:p>
    <w:p w14:paraId="18C3080B" w14:textId="5F552F8A" w:rsidR="00986AF4" w:rsidRDefault="00986AF4" w:rsidP="00986AF4">
      <w:pPr>
        <w:pStyle w:val="Heading11"/>
      </w:pPr>
      <w:r>
        <w:t>Navezava na projekte v okviru proračunske postavke</w:t>
      </w:r>
    </w:p>
    <w:p w14:paraId="39FA80F0" w14:textId="664AEB8D" w:rsidR="00986AF4" w:rsidRDefault="00986AF4" w:rsidP="00986AF4">
      <w:pPr>
        <w:pStyle w:val="Heading11"/>
      </w:pPr>
      <w:r>
        <w:t>Izhodišča, na katerih temeljijo izračuni predlogov pravic porabe za del, ki se ne izvršuje preko NRP (Neposredni učinek in kazalnik)</w:t>
      </w:r>
    </w:p>
    <w:p w14:paraId="5761B1C1" w14:textId="77777777" w:rsidR="00986AF4" w:rsidRDefault="00986AF4" w:rsidP="00986AF4"/>
    <w:p w14:paraId="334E270D" w14:textId="6FEDD730" w:rsidR="00986AF4" w:rsidRDefault="00986AF4" w:rsidP="00986AF4">
      <w:pPr>
        <w:pStyle w:val="AHeading5"/>
      </w:pPr>
      <w:bookmarkStart w:id="187" w:name="_Toc184208549"/>
      <w:r>
        <w:t>15 - VAROVANJE OKOLJA IN NARAVNE DEDIŠČINE</w:t>
      </w:r>
      <w:bookmarkEnd w:id="187"/>
    </w:p>
    <w:p w14:paraId="23ED834F" w14:textId="224F66EC" w:rsidR="00986AF4" w:rsidRDefault="00986AF4" w:rsidP="00986AF4">
      <w:pPr>
        <w:pStyle w:val="Vrednost"/>
      </w:pPr>
      <w:r>
        <w:t>Vrednost: 318.500 €</w:t>
      </w:r>
    </w:p>
    <w:p w14:paraId="79A5F202" w14:textId="27B6DA95" w:rsidR="00986AF4" w:rsidRDefault="00986AF4" w:rsidP="00986AF4">
      <w:pPr>
        <w:pStyle w:val="Heading11"/>
      </w:pPr>
      <w:r>
        <w:t>Opis področja proračunske porabe, poslanstva občine znotraj področja proračunske porabe</w:t>
      </w:r>
    </w:p>
    <w:p w14:paraId="0087686B" w14:textId="2F4BDA6E" w:rsidR="00986AF4" w:rsidRDefault="00986AF4" w:rsidP="00986AF4">
      <w:r>
        <w:t>Področje ureja varstvo okolja pred onesnaževanjem kot temeljni pogoj za trajnostni razvoj ter temeljna načela varstva okolja, ukrepe varstva okolja, spremljanje stanja okolja in informacije o okolju, ekonomske in finančne instrumente varstva okolja, javne službe varstva okolja in druge z varstvom okolja povezana vprašanja.</w:t>
      </w:r>
      <w:r>
        <w:br/>
        <w:t>Namen varstva okolja je spodbujanje in usmerjanje takšnega družbenega razvoja, ki omogoča dolgoročne pogoje za človekovo zdravje, počutje in kakovost njegovega življenja ter ohranjanje biotske raznovrstnosti. Okolje je tisti del narave, kamor seže ali bi lahko segel vpliv človekovega delovanja.</w:t>
      </w:r>
    </w:p>
    <w:p w14:paraId="1A51BD1B" w14:textId="1BF86AA1" w:rsidR="00986AF4" w:rsidRDefault="00986AF4" w:rsidP="00986AF4">
      <w:pPr>
        <w:pStyle w:val="Heading11"/>
      </w:pPr>
      <w:r>
        <w:t>Dokumenti dolgoročnega razvojnega načrtovanja</w:t>
      </w:r>
    </w:p>
    <w:p w14:paraId="0688919D" w14:textId="05C9D9D2" w:rsidR="00986AF4" w:rsidRDefault="00986AF4" w:rsidP="00986AF4">
      <w:r>
        <w:t>Veljavni dokumenti so:</w:t>
      </w:r>
      <w:r>
        <w:br/>
        <w:t>Nacionalni program varstva okolja</w:t>
      </w:r>
      <w:r>
        <w:br/>
        <w:t>Operativni program odvajanja in čiščenja komunalnih odpadnih vod za občino Bistrica ob Sotli</w:t>
      </w:r>
    </w:p>
    <w:p w14:paraId="71F2DA78" w14:textId="5B4C7402" w:rsidR="00986AF4" w:rsidRDefault="00986AF4" w:rsidP="00986AF4">
      <w:pPr>
        <w:pStyle w:val="Heading11"/>
      </w:pPr>
      <w:r>
        <w:t>Dolgoročni cilji področja proračunske porabe (Splošni cilj)</w:t>
      </w:r>
    </w:p>
    <w:p w14:paraId="64C90B7D" w14:textId="2FEE0148" w:rsidR="00986AF4" w:rsidRDefault="00986AF4" w:rsidP="00986AF4">
      <w:r>
        <w:t>Dolgoročni cilji so:</w:t>
      </w:r>
      <w:r>
        <w:br/>
        <w:t>izboljšanje stanja okolja</w:t>
      </w:r>
      <w:r>
        <w:br/>
        <w:t>izboljšanje stanja vodovodnega in kanalizacijskega omrežja</w:t>
      </w:r>
      <w:r>
        <w:br/>
        <w:t>ureditev čiščenja odpadnih voda</w:t>
      </w:r>
      <w:r>
        <w:br/>
        <w:t>povečanje površin regionalnih odlagališč odpadkov iz naselij</w:t>
      </w:r>
      <w:r>
        <w:br/>
        <w:t>uvajanje mehansko-biološke in termične obdelave odpadkov</w:t>
      </w:r>
    </w:p>
    <w:p w14:paraId="1A49ED92" w14:textId="77DBE474" w:rsidR="00986AF4" w:rsidRDefault="00986AF4" w:rsidP="00986AF4">
      <w:pPr>
        <w:pStyle w:val="Heading11"/>
      </w:pPr>
      <w:r>
        <w:t>Oznaka in nazivi glavnih programov v pristojnosti občine</w:t>
      </w:r>
    </w:p>
    <w:p w14:paraId="2495DBF6" w14:textId="77777777" w:rsidR="00986AF4" w:rsidRPr="00986AF4" w:rsidRDefault="00986AF4" w:rsidP="00986AF4">
      <w:pPr>
        <w:pStyle w:val="Navadensplet"/>
      </w:pPr>
      <w:r w:rsidRPr="00986AF4">
        <w:t>1502 Zmanjševanje onesnaženja, kontrola in nadzor</w:t>
      </w:r>
    </w:p>
    <w:p w14:paraId="24243CEB" w14:textId="77777777" w:rsidR="00986AF4" w:rsidRPr="00986AF4" w:rsidRDefault="00986AF4" w:rsidP="00986AF4">
      <w:pPr>
        <w:pStyle w:val="Navadensplet"/>
      </w:pPr>
      <w:r w:rsidRPr="00986AF4">
        <w:t>1505 - Pomoč in podpora ohranjanju narave</w:t>
      </w:r>
    </w:p>
    <w:p w14:paraId="174B22B5" w14:textId="77777777" w:rsidR="00986AF4" w:rsidRDefault="00986AF4" w:rsidP="00986AF4"/>
    <w:p w14:paraId="112E98AB" w14:textId="0C3F2594" w:rsidR="00986AF4" w:rsidRDefault="00986AF4" w:rsidP="00986AF4">
      <w:pPr>
        <w:pStyle w:val="AHeading6"/>
      </w:pPr>
      <w:bookmarkStart w:id="188" w:name="_Toc184208550"/>
      <w:r>
        <w:t>1502 - Zmanjševanje onesnaženja, kontrola in nadzor</w:t>
      </w:r>
      <w:bookmarkEnd w:id="188"/>
    </w:p>
    <w:p w14:paraId="47174967" w14:textId="46826E9E" w:rsidR="00986AF4" w:rsidRDefault="00986AF4" w:rsidP="00986AF4">
      <w:pPr>
        <w:pStyle w:val="Vrednost"/>
      </w:pPr>
      <w:r>
        <w:t>Vrednost: 105.000 €</w:t>
      </w:r>
    </w:p>
    <w:p w14:paraId="619E61A3" w14:textId="36836FEF" w:rsidR="00986AF4" w:rsidRDefault="00986AF4" w:rsidP="00986AF4">
      <w:pPr>
        <w:pStyle w:val="Heading11"/>
      </w:pPr>
      <w:r>
        <w:t>Opis glavnega programa</w:t>
      </w:r>
    </w:p>
    <w:p w14:paraId="7B0B89CA" w14:textId="13F4A491" w:rsidR="00986AF4" w:rsidRDefault="00986AF4" w:rsidP="00986AF4">
      <w:r>
        <w:t>Onesnaževanje okolja je neposredno ali posredno vnašanje snovi ali energije v zrak, vodo ali tla ali povzročanje odpadkov in je posledica človekove dejavnosti, ki lahko škoduje okolju ali človekovemu zdravju ali posega v lastninsko pravico tako, da poškoduje ali uniči predmet lastninske pravice ali posega v njeno uživanje ali v pravico do rabe okolja. Vsebina in aktivnosti so po programu usmerjene v zmanjševanje onesnaževanje okolja predvsem zaradi uresničevanje načel trajnostnega razvoja, celovitosti in preventive. Kontrola in nadzor se bo izvajala nad posegi v okolje, obremenjevanjem okolja in povzročitelji obremenitev, nad stanjem kakovosti okolja in odpadki, nad rabo naravnih dobrin glede izpolnjevanja okoljevarstvenih pogojev, nad izvajanjem predpisanih ali odrejenih ukrepov varstva okolja.</w:t>
      </w:r>
    </w:p>
    <w:p w14:paraId="14FD7793" w14:textId="6A64CD25" w:rsidR="00986AF4" w:rsidRDefault="00986AF4" w:rsidP="00986AF4">
      <w:pPr>
        <w:pStyle w:val="Heading11"/>
      </w:pPr>
      <w:r>
        <w:t>Dolgoročni cilji glavnega programa (Specifični cilj in kazalniki)</w:t>
      </w:r>
    </w:p>
    <w:p w14:paraId="54D33D7A" w14:textId="607AB781" w:rsidR="00986AF4" w:rsidRDefault="00986AF4" w:rsidP="00986AF4">
      <w:r>
        <w:t xml:space="preserve">Dolgoročni cilji so: preprečitev in zmanjšanje obremenjevanje okolja, ohranjanje in izboljšanje kakovosti okolja, trajnostna raba naravnih virov; zmanjšanje rabe energije in večja uporaba obnovljivih virov energije; odpravljanje posledic obremenjevanja okolja, izboljšanje porušenega ravnovesja in ponovno vzpostavljanje njegovih regeneracijskih sposobnosti, povečevanje snovne učinkovitosti proizvodnje in potrošnje, opuščanje in nadomeščanje uporabe nevarnih snovi. Za doseganje ciljev se bo spodbujala proizvodnja in potrošnja, ki prispeva k zmanjšanju obremenjevanju okolja, spodbujal se bo razvoj in uporaba tehnologij, ki preprečujejo, odpravljajo ali zmanjšujejo </w:t>
      </w:r>
      <w:r>
        <w:lastRenderedPageBreak/>
        <w:t>obremenjevanje okolja in plačevanje onesnaževanje in raba naravnih virov. Vsak poseg v okolje mora biti načrtovan in izveden tako, da povzroči čim manjše obremenjevanje okolja in prav tako morajo biti zasnovane mejne vrednosti emisije, standardi kakovosti okolja, pravila ravnanja in drugi ukrepi varstva okolja.</w:t>
      </w:r>
    </w:p>
    <w:p w14:paraId="0D108950" w14:textId="7CF2E0C9" w:rsidR="00986AF4" w:rsidRDefault="00986AF4" w:rsidP="00986AF4">
      <w:pPr>
        <w:pStyle w:val="Heading11"/>
      </w:pPr>
      <w:r>
        <w:t>Glavni letni izvedbeni cilji in kazalci, s katerimi se bo merilo doseganje zastavljenih ciljev</w:t>
      </w:r>
    </w:p>
    <w:p w14:paraId="3722FF2A" w14:textId="65A4027B" w:rsidR="00986AF4" w:rsidRDefault="00986AF4" w:rsidP="00986AF4">
      <w:r>
        <w:t>Glavni izvedbeni cilji so: preprečitev in zmanjšanje obremenjevanje okolja, ohranjanje in izboljševanje kakovosti okolja, odpravljanje posledic obremenjevanja okolja, izboljšanje porušenega ravnovesja in ponovno vzpostavljanje njegovih regeneracijskih sposobnosti, opuščanje in nadomeščanje uporabe nevarnih snovi. Pri obremenitvah okolja bo potrebno upoštevati vsa pravila, ki so potrebna za preprečevanje in zmanjševanje obremenjevanje okolja ter zagotavljati standarde kakovosti okolja. Kazalci so: standardi kakovosti okolja, opozorilne in kritične vrednosti, merila občutljivosti, ranljivosti ali obremenjenosti okolja, na podlagi katerih se deli okolja ali posamezna območja uvrščajo v razrede ali stopnje in so posegi dovoljeni le, če se ne poslabša obremenjenost okolja.</w:t>
      </w:r>
    </w:p>
    <w:p w14:paraId="58429E8B" w14:textId="57413ABB" w:rsidR="00986AF4" w:rsidRDefault="00986AF4" w:rsidP="00986AF4">
      <w:pPr>
        <w:pStyle w:val="Heading11"/>
      </w:pPr>
      <w:r>
        <w:t>Podprogrami in proračunski uporabniki znotraj glavnega programa</w:t>
      </w:r>
    </w:p>
    <w:p w14:paraId="3316DD73" w14:textId="32CEBBB7" w:rsidR="00986AF4" w:rsidRDefault="00986AF4" w:rsidP="00986AF4">
      <w:r>
        <w:t>15029001 Zbiranje in ravnanje z odpadki</w:t>
      </w:r>
      <w:r>
        <w:br/>
        <w:t>           0004 - Občinska uprava</w:t>
      </w:r>
      <w:r>
        <w:br/>
        <w:t>15029002 Ravnanje z odpadno vodo</w:t>
      </w:r>
      <w:r>
        <w:br/>
        <w:t>           0004 - Občinska uprava</w:t>
      </w:r>
    </w:p>
    <w:p w14:paraId="42E47782" w14:textId="517025A2" w:rsidR="00986AF4" w:rsidRDefault="00986AF4" w:rsidP="00986AF4">
      <w:pPr>
        <w:pStyle w:val="AHeading7"/>
      </w:pPr>
      <w:bookmarkStart w:id="189" w:name="_Toc184208551"/>
      <w:r>
        <w:t>15029001 - Zbiranje in ravnanje z odpadki</w:t>
      </w:r>
      <w:bookmarkStart w:id="190" w:name="PPR_15029001_A_20261"/>
      <w:bookmarkEnd w:id="190"/>
      <w:bookmarkEnd w:id="189"/>
    </w:p>
    <w:p w14:paraId="073BE766" w14:textId="1C906402" w:rsidR="00986AF4" w:rsidRDefault="00986AF4" w:rsidP="00986AF4">
      <w:pPr>
        <w:pStyle w:val="Vrednost"/>
      </w:pPr>
      <w:r>
        <w:t>Vrednost: 11.000 €</w:t>
      </w:r>
    </w:p>
    <w:p w14:paraId="3C78B71A" w14:textId="7199FFC0" w:rsidR="00986AF4" w:rsidRDefault="00986AF4" w:rsidP="00986AF4">
      <w:pPr>
        <w:pStyle w:val="Heading11"/>
      </w:pPr>
      <w:r>
        <w:t>Opis podprograma</w:t>
      </w:r>
    </w:p>
    <w:p w14:paraId="7B037D3F" w14:textId="3C74B49D" w:rsidR="00986AF4" w:rsidRDefault="00986AF4" w:rsidP="00986AF4">
      <w:r>
        <w:t>Gospodarjenje z odpadki zajema preprečevanje in zmanjševanje nastajanja odpadkov ter njihovih škodljivih vplivov na okolje in ravnanje z odpadki. Ravnanje z odpadki pa zajema zbiranje, prevažanje, predelavo in odstranjevanje odpadkov, vključno s kontrolo tega ravnanja in okoljevarstvenimi ukrepi po zaključku delovanja objekta ali naprave za predelavo ali odstranjevanje odpadkov. Zbiranje, skladiščenje, prevoz, predelava in odstranjevanje odpadkov morajo biti izvedeni tako, da ni ogroženo človekovo zdravje in brez uporabe postopkov in metod, ki bi čezmerno obremenjevali okolje, zlasti pa povzročili čezmerno obremenitev voda, zraka, tal; čezmerno obremenjevanje s hrupom ali vonjavami; bistveno poslabšanje življenjskih pogojev živali in rastlin ali škodljive vplive na krajino ali območja, zavarovana po predpisih o varstvu narave in predpisih o varstvu naravne dediščine.</w:t>
      </w:r>
      <w:r>
        <w:br/>
        <w:t>Ključne naloge v okviru sistema ravnanja z odpadki so: zasnovati sodoben sistem ravnanja z odpadki, ki bo v največji možni meri prispeval k zmanjševanju količin odpadkov, skladnost z zakonodajo in predpisi, zasnovati sistem, ki je spodbuden za uporabnike storitev in za njihovo sodelovanje za čim manjše nastajanje odpadkov.</w:t>
      </w:r>
    </w:p>
    <w:p w14:paraId="2B730CEC" w14:textId="34A05780" w:rsidR="00986AF4" w:rsidRDefault="00986AF4" w:rsidP="00986AF4">
      <w:pPr>
        <w:pStyle w:val="Heading11"/>
      </w:pPr>
      <w:r>
        <w:t>Zakonske in druge pravne podlage</w:t>
      </w:r>
    </w:p>
    <w:p w14:paraId="057268BE" w14:textId="77777777" w:rsidR="00986AF4" w:rsidRPr="00986AF4" w:rsidRDefault="00986AF4" w:rsidP="00986AF4">
      <w:pPr>
        <w:rPr>
          <w:lang w:eastAsia="sl-SI"/>
        </w:rPr>
      </w:pPr>
      <w:r w:rsidRPr="00986AF4">
        <w:t>" Zakon o varstvu okolja (UL RS, 41/04)</w:t>
      </w:r>
      <w:r w:rsidRPr="00986AF4">
        <w:br/>
        <w:t>" Zakon o gospodarskih javnih službah (UL RS, št. 32/93)</w:t>
      </w:r>
      <w:r w:rsidRPr="00986AF4">
        <w:br/>
        <w:t>" Pravilnik o ravnanju z odpadki (UL RS , št. 84/98)</w:t>
      </w:r>
      <w:r w:rsidRPr="00986AF4">
        <w:br/>
        <w:t>" Pravilnik o odlaganju odpadkov (UL RS, št. 5/00)</w:t>
      </w:r>
      <w:r w:rsidRPr="00986AF4">
        <w:br/>
        <w:t>" Pravilnik o ravnanju z embalažo in odpadno embalažo (UL RS, št. 104/00)</w:t>
      </w:r>
      <w:r w:rsidRPr="00986AF4">
        <w:br/>
        <w:t>" Pravilnik o obremenjevanju tal z vnašanjem odpadkov (UL RS, št. 3/03)</w:t>
      </w:r>
      <w:r w:rsidRPr="00986AF4">
        <w:br/>
        <w:t>" Uredba o odlaganju odpadkov na odlagališčih (UL RS št. 32/06 s sp.)</w:t>
      </w:r>
    </w:p>
    <w:p w14:paraId="1128F687" w14:textId="119414D1" w:rsidR="00986AF4" w:rsidRPr="00986AF4" w:rsidRDefault="00986AF4" w:rsidP="00986AF4">
      <w:r w:rsidRPr="00986AF4">
        <w:t>" Odlok o gospodarskih javnih službah v občini Bistrica ob Sotli (UL RS, št. 59/00)</w:t>
      </w:r>
      <w:r w:rsidRPr="00986AF4">
        <w:br/>
        <w:t> " Odlok o koncesiji za opravljanje lokalne gospodarske javne službe odlaganja ostankov predelave ali odstranjevanja komunalnih odpadkov v Občini Bistrica ob Sotli (UL RS, št. 100/09)</w:t>
      </w:r>
      <w:r w:rsidRPr="00986AF4">
        <w:br/>
        <w:t>" Odlok o zbiranju določenih vrst  komunalnih odpadkov v občinah Rogaška  Slatina, Šmarje</w:t>
      </w:r>
      <w:r w:rsidR="005C0096">
        <w:t xml:space="preserve"> </w:t>
      </w:r>
      <w:r w:rsidRPr="00986AF4">
        <w:t>pri Jelšah, Podčetrtek, Rogatec, Kozje in Bistrica ob Sotli (UL RS, št. 81/2021)</w:t>
      </w:r>
      <w:r w:rsidRPr="00986AF4">
        <w:br/>
      </w:r>
      <w:r w:rsidRPr="00986AF4">
        <w:br/>
        <w:t> </w:t>
      </w:r>
    </w:p>
    <w:p w14:paraId="254096CE" w14:textId="77777777" w:rsidR="00986AF4" w:rsidRDefault="00986AF4" w:rsidP="00986AF4"/>
    <w:p w14:paraId="709F55AB" w14:textId="1E7E5DF8" w:rsidR="00986AF4" w:rsidRDefault="00986AF4" w:rsidP="00986AF4">
      <w:pPr>
        <w:pStyle w:val="Heading11"/>
      </w:pPr>
      <w:r>
        <w:t>Dolgoročni cilji podprograma in kazalci, s katerimi se bo merilo doseganje zastavljenih ciljev (Rezultat in kazalniki)</w:t>
      </w:r>
    </w:p>
    <w:p w14:paraId="26D112FB" w14:textId="67803BCA" w:rsidR="00986AF4" w:rsidRDefault="00986AF4" w:rsidP="00986AF4">
      <w:r>
        <w:t>Dolgoročni cilji bodo usmerjeni v uvedbo predelave odpadkov in ponovne uporabe odpadkov in zmanjšanje količine odpadkov na odlagališču ter zmanjšanje črnih odlagališč. Kazalci, s katerimi se bo merilo doseganje zastavljenih ciljev bodo manjše količine zbranih odpadkov ter zagotovitev ločenega zbiranja komunalnih odpadkov.</w:t>
      </w:r>
    </w:p>
    <w:p w14:paraId="2BF09B0E" w14:textId="462D3560" w:rsidR="00986AF4" w:rsidRDefault="00986AF4" w:rsidP="00986AF4">
      <w:pPr>
        <w:pStyle w:val="Heading11"/>
      </w:pPr>
      <w:r>
        <w:lastRenderedPageBreak/>
        <w:t>Letni izvedbeni cilji podprograma in kazalci, s katerimi se bo merilo doseganje zastavljenih ciljev (Neposredni učinek in kazalnik)</w:t>
      </w:r>
    </w:p>
    <w:p w14:paraId="4E3DAFDC" w14:textId="05DDFCFC" w:rsidR="00986AF4" w:rsidRDefault="00986AF4" w:rsidP="00986AF4">
      <w:r>
        <w:t>Cilji se bodo izvajali skladno z določili državne zakonodaje, zakonskih in podzakonskih aktov in vseh predpisov, ki urejajo to področje. Konkretno bodo potekale aktivnosti v nadaljevanju uvajanja ločenega zbiranja in sortiranja odpadkov.</w:t>
      </w:r>
      <w:r>
        <w:br/>
        <w:t>Kazalci: manjše količine odpadkov, količina ločenih odpadkov, število divjih odlagališč.</w:t>
      </w:r>
    </w:p>
    <w:p w14:paraId="58374038" w14:textId="558DD52F" w:rsidR="00986AF4" w:rsidRDefault="00986AF4" w:rsidP="00986AF4">
      <w:pPr>
        <w:pStyle w:val="AHeading8"/>
      </w:pPr>
      <w:r>
        <w:t>0004 - Občinska uprava</w:t>
      </w:r>
      <w:bookmarkStart w:id="191" w:name="PU_0004_PPR_15029001_A_20261"/>
      <w:bookmarkEnd w:id="191"/>
    </w:p>
    <w:p w14:paraId="295783B9" w14:textId="01A3CDAF" w:rsidR="00986AF4" w:rsidRDefault="00986AF4" w:rsidP="00986AF4">
      <w:pPr>
        <w:pStyle w:val="Vrednost"/>
      </w:pPr>
      <w:r>
        <w:t>Vrednost: 5.509.267 €</w:t>
      </w:r>
    </w:p>
    <w:p w14:paraId="76564A23" w14:textId="5F5626B5" w:rsidR="00986AF4" w:rsidRDefault="00986AF4" w:rsidP="00986AF4">
      <w:pPr>
        <w:pStyle w:val="AHeading10"/>
      </w:pPr>
      <w:r>
        <w:t>15001 - Investicija v center za ravnanje z odpadki RCERO</w:t>
      </w:r>
      <w:bookmarkStart w:id="192" w:name="PP_15001_A_20261"/>
      <w:bookmarkEnd w:id="192"/>
    </w:p>
    <w:p w14:paraId="0A45FC76" w14:textId="6C163E38" w:rsidR="00986AF4" w:rsidRDefault="00986AF4" w:rsidP="00986AF4">
      <w:pPr>
        <w:pStyle w:val="Vrednost"/>
      </w:pPr>
      <w:r>
        <w:t>Vrednost: 4.500 €</w:t>
      </w:r>
    </w:p>
    <w:p w14:paraId="1A325DD9" w14:textId="5AC26211" w:rsidR="00986AF4" w:rsidRDefault="00986AF4" w:rsidP="00986AF4">
      <w:pPr>
        <w:pStyle w:val="Heading11"/>
      </w:pPr>
      <w:r>
        <w:t>Obrazložitev dejavnosti v okviru proračunske postavke</w:t>
      </w:r>
    </w:p>
    <w:p w14:paraId="5F831404" w14:textId="7F48E5C1" w:rsidR="00986AF4" w:rsidRDefault="00986AF4" w:rsidP="00986AF4">
      <w:r>
        <w:t xml:space="preserve">Občina je v preteklih leti vlagala sredstva v izgradnjo Regijskega centra za ravnanje z odpadki RCERO. Kot lastnica infrastrukture ima pri upravljanju le te tudi obveznosti. Na podlagi pogodbe o poslovnem najemu javne infrastrukture regijskega centra za ravnanje z odpadki Celje in razmerjih v zvezi z izvajanjem gospodarskih javnih služb, občina podjetju </w:t>
      </w:r>
      <w:proofErr w:type="spellStart"/>
      <w:r>
        <w:t>Simbio</w:t>
      </w:r>
      <w:proofErr w:type="spellEnd"/>
      <w:r>
        <w:t xml:space="preserve"> zaračunava najemnino za infrastrukturo, </w:t>
      </w:r>
      <w:proofErr w:type="spellStart"/>
      <w:r>
        <w:t>Simbio</w:t>
      </w:r>
      <w:proofErr w:type="spellEnd"/>
      <w:r>
        <w:t xml:space="preserve"> pa občini upravljanje le-te. Stroški</w:t>
      </w:r>
      <w:r>
        <w:br/>
        <w:t>upravljanja se krijejo iz najemnine. Višina najemnine se določi v višini amortizacije infrastrukturnih sredstev.</w:t>
      </w:r>
    </w:p>
    <w:p w14:paraId="634E8557" w14:textId="4A369F4E" w:rsidR="00986AF4" w:rsidRDefault="00986AF4" w:rsidP="00986AF4">
      <w:pPr>
        <w:pStyle w:val="Heading11"/>
      </w:pPr>
      <w:r>
        <w:t>Navezava na projekte v okviru proračunske postavke</w:t>
      </w:r>
    </w:p>
    <w:p w14:paraId="13B91ADA" w14:textId="43EE8B40" w:rsidR="00986AF4" w:rsidRDefault="00986AF4" w:rsidP="00986AF4">
      <w:pPr>
        <w:pStyle w:val="Heading11"/>
      </w:pPr>
      <w:r>
        <w:t>Izhodišča, na katerih temeljijo izračuni predlogov pravic porabe za del, ki se ne izvršuje preko NRP (Neposredni učinek in kazalnik)</w:t>
      </w:r>
    </w:p>
    <w:p w14:paraId="403C002A" w14:textId="0AFD5372" w:rsidR="00986AF4" w:rsidRDefault="00986AF4" w:rsidP="00986AF4">
      <w:r>
        <w:t xml:space="preserve">Izhodišče za načrtovanje sredstev je s strani podjetja </w:t>
      </w:r>
      <w:proofErr w:type="spellStart"/>
      <w:r>
        <w:t>Simbio</w:t>
      </w:r>
      <w:proofErr w:type="spellEnd"/>
      <w:r>
        <w:t xml:space="preserve"> posredovana, ocena amortizacije za infrastrukturo in plan porabe najemnine, ki vključuje investicijsko vzdrževalne ukrepe na infrastrukturi.</w:t>
      </w:r>
    </w:p>
    <w:p w14:paraId="7C5C4E40" w14:textId="70BA7984" w:rsidR="00986AF4" w:rsidRDefault="00986AF4" w:rsidP="00986AF4">
      <w:pPr>
        <w:pStyle w:val="AHeading10"/>
      </w:pPr>
      <w:r>
        <w:t>15006 - Ravnaje s komunalnimi odpadki</w:t>
      </w:r>
      <w:bookmarkStart w:id="193" w:name="PP_15006_A_20261"/>
      <w:bookmarkEnd w:id="193"/>
    </w:p>
    <w:p w14:paraId="286DD18E" w14:textId="27484FBE" w:rsidR="00986AF4" w:rsidRDefault="00986AF4" w:rsidP="00986AF4">
      <w:pPr>
        <w:pStyle w:val="Vrednost"/>
      </w:pPr>
      <w:r>
        <w:t>Vrednost: 6.500 €</w:t>
      </w:r>
    </w:p>
    <w:p w14:paraId="41F18E49" w14:textId="0B74D5ED" w:rsidR="00986AF4" w:rsidRDefault="00986AF4" w:rsidP="00986AF4">
      <w:pPr>
        <w:pStyle w:val="Heading11"/>
      </w:pPr>
      <w:r>
        <w:t>Obrazložitev dejavnosti v okviru proračunske postavke</w:t>
      </w:r>
    </w:p>
    <w:p w14:paraId="039F7A93" w14:textId="73E52CF3" w:rsidR="00986AF4" w:rsidRPr="00986AF4" w:rsidRDefault="00986AF4" w:rsidP="00986AF4">
      <w:pPr>
        <w:rPr>
          <w:lang w:eastAsia="sl-SI"/>
        </w:rPr>
      </w:pPr>
      <w:r w:rsidRPr="00986AF4">
        <w:t xml:space="preserve">Na proračunski postavki so namenjena tudi sredstva za odvoz odpadkov, ki niso vključeni v redne </w:t>
      </w:r>
      <w:r w:rsidR="005C0096">
        <w:t>.</w:t>
      </w:r>
    </w:p>
    <w:p w14:paraId="182E06E3" w14:textId="77777777" w:rsidR="00986AF4" w:rsidRPr="00986AF4" w:rsidRDefault="00986AF4" w:rsidP="00986AF4">
      <w:r w:rsidRPr="00986AF4">
        <w:t xml:space="preserve">Načrtovane so tudi naslednje investicije, ki jih bo izvajalo Javno podjetje za komunalne storitve OKP Rogaška Slatina  Sredstva so namenjena za nadaljevanje izgradnje zbirnega centra Tuncovec v Rogaški Slatini v deležu, ki odpade na občino Bistrica ob </w:t>
      </w:r>
      <w:proofErr w:type="spellStart"/>
      <w:r w:rsidRPr="00986AF4">
        <w:t>Sotli.o.o</w:t>
      </w:r>
      <w:proofErr w:type="spellEnd"/>
      <w:r w:rsidRPr="00986AF4">
        <w:t>.</w:t>
      </w:r>
    </w:p>
    <w:p w14:paraId="7DAE12B4" w14:textId="77777777" w:rsidR="00986AF4" w:rsidRDefault="00986AF4" w:rsidP="00986AF4"/>
    <w:p w14:paraId="455425F5" w14:textId="33A139E9" w:rsidR="00986AF4" w:rsidRDefault="00986AF4" w:rsidP="00986AF4">
      <w:pPr>
        <w:pStyle w:val="Heading11"/>
      </w:pPr>
      <w:r>
        <w:t>Navezava na projekte v okviru proračunske postavke</w:t>
      </w:r>
    </w:p>
    <w:p w14:paraId="73D98473" w14:textId="29025474" w:rsidR="00986AF4" w:rsidRDefault="00986AF4" w:rsidP="00986AF4">
      <w:pPr>
        <w:pStyle w:val="Heading11"/>
      </w:pPr>
      <w:r>
        <w:t>Izhodišča, na katerih temeljijo izračuni predlogov pravic porabe za del, ki se ne izvršuje preko NRP (Neposredni učinek in kazalnik)</w:t>
      </w:r>
    </w:p>
    <w:p w14:paraId="5FA4BE6E" w14:textId="227A5FA0" w:rsidR="00986AF4" w:rsidRDefault="00986AF4" w:rsidP="00986AF4">
      <w:r>
        <w:t xml:space="preserve">Občina bo sredstva zagotovila iz </w:t>
      </w:r>
      <w:proofErr w:type="spellStart"/>
      <w:r>
        <w:t>okoljske</w:t>
      </w:r>
      <w:proofErr w:type="spellEnd"/>
      <w:r>
        <w:t xml:space="preserve"> dajatve, in sicer takso za onesnaževanja okolja zaradi odlaganja</w:t>
      </w:r>
      <w:r>
        <w:br/>
        <w:t>Odpadkov- osnova plan podjetja OKP d.o.o.</w:t>
      </w:r>
      <w:r>
        <w:br/>
        <w:t>Stroški odvoza komunalnih odpadkov temeljijo na oceni iz prejšnjih let.</w:t>
      </w:r>
    </w:p>
    <w:p w14:paraId="04A44EFA" w14:textId="77777777" w:rsidR="00986AF4" w:rsidRDefault="00986AF4" w:rsidP="00986AF4"/>
    <w:p w14:paraId="108CB329" w14:textId="2FAC500C" w:rsidR="00986AF4" w:rsidRDefault="00986AF4" w:rsidP="00986AF4">
      <w:pPr>
        <w:pStyle w:val="AHeading7"/>
      </w:pPr>
      <w:bookmarkStart w:id="194" w:name="_Toc184208552"/>
      <w:r>
        <w:t>15029002 - Ravnanje z odpadno vodo</w:t>
      </w:r>
      <w:bookmarkStart w:id="195" w:name="PPR_15029002_A_20261"/>
      <w:bookmarkEnd w:id="195"/>
      <w:bookmarkEnd w:id="194"/>
    </w:p>
    <w:p w14:paraId="2231C0DA" w14:textId="77FBEEA4" w:rsidR="00986AF4" w:rsidRDefault="00986AF4" w:rsidP="00986AF4">
      <w:pPr>
        <w:pStyle w:val="Vrednost"/>
      </w:pPr>
      <w:r>
        <w:t>Vrednost: 94.000 €</w:t>
      </w:r>
    </w:p>
    <w:p w14:paraId="36828CED" w14:textId="235010BD" w:rsidR="00986AF4" w:rsidRDefault="00986AF4" w:rsidP="00986AF4">
      <w:pPr>
        <w:pStyle w:val="Heading11"/>
      </w:pPr>
      <w:r>
        <w:t>Opis podprograma</w:t>
      </w:r>
    </w:p>
    <w:p w14:paraId="77688770" w14:textId="19B867E1" w:rsidR="00986AF4" w:rsidRDefault="00986AF4" w:rsidP="00986AF4">
      <w:r>
        <w:t>Ravnanje z odpadno vodo obsega gradnjo novih in vzdrževanje obstoječih kanalizacijskih sistemov v občini  in izboljšav, katere solastnik je Občina Bistrica ob Sotli.</w:t>
      </w:r>
    </w:p>
    <w:p w14:paraId="7B5D2A76" w14:textId="6013E4E3" w:rsidR="00986AF4" w:rsidRDefault="00986AF4" w:rsidP="00986AF4">
      <w:pPr>
        <w:pStyle w:val="Heading11"/>
      </w:pPr>
      <w:r>
        <w:t>Zakonske in druge pravne podlage</w:t>
      </w:r>
    </w:p>
    <w:p w14:paraId="77882C2B" w14:textId="77777777" w:rsidR="00986AF4" w:rsidRPr="00986AF4" w:rsidRDefault="00986AF4" w:rsidP="00986AF4">
      <w:pPr>
        <w:rPr>
          <w:lang w:eastAsia="sl-SI"/>
        </w:rPr>
      </w:pPr>
      <w:r w:rsidRPr="00986AF4">
        <w:t>" Zakon o varstvu okolja (UL RS, 41/04)</w:t>
      </w:r>
      <w:r w:rsidRPr="00986AF4">
        <w:br/>
        <w:t>" Zakon o gospodarskih javnih službah (UL RS, št. 32/93)</w:t>
      </w:r>
      <w:r w:rsidRPr="00986AF4">
        <w:br/>
        <w:t>" Zakon o vodah (UL RS, št. 67/02)</w:t>
      </w:r>
      <w:r w:rsidRPr="00986AF4">
        <w:br/>
        <w:t>" Odlok o gospodarskih javnih službah v občini Bistrica ob Sotli (UL RS, št. 59/00)</w:t>
      </w:r>
      <w:r w:rsidRPr="00986AF4">
        <w:br/>
      </w:r>
      <w:r w:rsidRPr="00986AF4">
        <w:lastRenderedPageBreak/>
        <w:t>- Pravilnik o sofinanciranju malih komunalnih čistilnih naprav na območju Občine Bistrica ob Sotli (UL  RS, št. 69/2014).</w:t>
      </w:r>
    </w:p>
    <w:p w14:paraId="3E135386" w14:textId="77777777" w:rsidR="00986AF4" w:rsidRPr="00986AF4" w:rsidRDefault="00986AF4" w:rsidP="00986AF4">
      <w:r w:rsidRPr="00986AF4">
        <w:t>-Odlok o odvajanju in čiščenju komunalne in padavinske odpadne vode na območju občin Rogaška Slatina, Šmarje pri Jelšah, Podčetrtek, Rogatec, Kozje in Bistrica ob Sotli (Ur. L. RS št. 81/21).</w:t>
      </w:r>
      <w:r w:rsidRPr="00986AF4">
        <w:br/>
        <w:t>-Pravilnik o sofinanciranju priključkov na kanalizacijske sisteme komunalnih čistilnih naprav na območju Občine Bistrica ob Sotli (Ur. L. RS št. 110/21).</w:t>
      </w:r>
    </w:p>
    <w:p w14:paraId="7EF1DF73" w14:textId="77777777" w:rsidR="00986AF4" w:rsidRDefault="00986AF4" w:rsidP="00986AF4"/>
    <w:p w14:paraId="59479BAE" w14:textId="670A697C" w:rsidR="00986AF4" w:rsidRDefault="00986AF4" w:rsidP="00986AF4">
      <w:pPr>
        <w:pStyle w:val="Heading11"/>
      </w:pPr>
      <w:r>
        <w:t>Dolgoročni cilji podprograma in kazalci, s katerimi se bo merilo doseganje zastavljenih ciljev (Rezultat in kazalniki)</w:t>
      </w:r>
    </w:p>
    <w:p w14:paraId="36B5706E" w14:textId="22619A46" w:rsidR="00986AF4" w:rsidRDefault="00986AF4" w:rsidP="00986AF4">
      <w:r>
        <w:t>" izboljšanje stanja okolja</w:t>
      </w:r>
      <w:r>
        <w:br/>
        <w:t>" povečanje kanalizacijskega omrežja (ločeni sistem)</w:t>
      </w:r>
      <w:r>
        <w:br/>
        <w:t>" posodabljanje čistilne naprave za odpadne vode iz naselij (greznične gošče)</w:t>
      </w:r>
    </w:p>
    <w:p w14:paraId="56D5F962" w14:textId="03CA23CB" w:rsidR="00986AF4" w:rsidRDefault="00986AF4" w:rsidP="00986AF4">
      <w:pPr>
        <w:pStyle w:val="Heading11"/>
      </w:pPr>
      <w:r>
        <w:t>Letni izvedbeni cilji podprograma in kazalci, s katerimi se bo merilo doseganje zastavljenih ciljev (Neposredni učinek in kazalnik)</w:t>
      </w:r>
    </w:p>
    <w:p w14:paraId="5C5D7278" w14:textId="58B71970" w:rsidR="00986AF4" w:rsidRDefault="00986AF4" w:rsidP="00986AF4">
      <w:r>
        <w:t xml:space="preserve">Cilj je doseči </w:t>
      </w:r>
      <w:proofErr w:type="spellStart"/>
      <w:r>
        <w:t>okoljske</w:t>
      </w:r>
      <w:proofErr w:type="spellEnd"/>
      <w:r>
        <w:t xml:space="preserve"> standarde na področju odvajanja in čiščenja komunalne odpadne in padavinske vode ter </w:t>
      </w:r>
      <w:proofErr w:type="spellStart"/>
      <w:r>
        <w:t>dogradnja</w:t>
      </w:r>
      <w:proofErr w:type="spellEnd"/>
      <w:r>
        <w:t xml:space="preserve"> čistilne naprave.</w:t>
      </w:r>
      <w:r>
        <w:br/>
        <w:t>Kazalci: število novih kanalizacijskih sistemov in nivo posodobitve čistilne naprave</w:t>
      </w:r>
    </w:p>
    <w:p w14:paraId="61BFCAEC" w14:textId="6674A37F" w:rsidR="00986AF4" w:rsidRDefault="00986AF4" w:rsidP="00986AF4">
      <w:pPr>
        <w:pStyle w:val="AHeading8"/>
      </w:pPr>
      <w:r>
        <w:t>0004 - Občinska uprava</w:t>
      </w:r>
      <w:bookmarkStart w:id="196" w:name="PU_0004_PPR_15029002_A_20261"/>
      <w:bookmarkEnd w:id="196"/>
    </w:p>
    <w:p w14:paraId="01E62A65" w14:textId="50F8B576" w:rsidR="00986AF4" w:rsidRDefault="00986AF4" w:rsidP="00986AF4">
      <w:pPr>
        <w:pStyle w:val="Vrednost"/>
      </w:pPr>
      <w:r>
        <w:t>Vrednost: 5.509.267 €</w:t>
      </w:r>
    </w:p>
    <w:p w14:paraId="7FFFA7FB" w14:textId="4221CE8A" w:rsidR="00986AF4" w:rsidRDefault="00986AF4" w:rsidP="00986AF4">
      <w:pPr>
        <w:pStyle w:val="AHeading10"/>
      </w:pPr>
      <w:r>
        <w:t>15004 - Izgradnja kanalizacijskega omrežja</w:t>
      </w:r>
      <w:bookmarkStart w:id="197" w:name="PP_15004_A_20261"/>
      <w:bookmarkEnd w:id="197"/>
    </w:p>
    <w:p w14:paraId="21271541" w14:textId="3862216B" w:rsidR="00986AF4" w:rsidRDefault="00986AF4" w:rsidP="00986AF4">
      <w:pPr>
        <w:pStyle w:val="Vrednost"/>
      </w:pPr>
      <w:r>
        <w:t>Vrednost: 77.000 €</w:t>
      </w:r>
    </w:p>
    <w:p w14:paraId="3481670F" w14:textId="4A7990F6" w:rsidR="00986AF4" w:rsidRDefault="00986AF4" w:rsidP="00986AF4">
      <w:pPr>
        <w:pStyle w:val="Heading11"/>
      </w:pPr>
      <w:r>
        <w:t>Obrazložitev dejavnosti v okviru proračunske postavke</w:t>
      </w:r>
    </w:p>
    <w:p w14:paraId="32056381" w14:textId="39FA50FA" w:rsidR="00986AF4" w:rsidRPr="00986AF4" w:rsidRDefault="00986AF4" w:rsidP="00986AF4">
      <w:pPr>
        <w:rPr>
          <w:lang w:eastAsia="sl-SI"/>
        </w:rPr>
      </w:pPr>
      <w:r w:rsidRPr="00986AF4">
        <w:t>Načrtovane so investicije, ki jih bo izvajalo Javno podjetje za komunalne storitve OKP Rogaška Slatina d.o.o.</w:t>
      </w:r>
    </w:p>
    <w:p w14:paraId="3F3A7C2C" w14:textId="74EC1BD3" w:rsidR="00986AF4" w:rsidRPr="00986AF4" w:rsidRDefault="00986AF4" w:rsidP="005C0096">
      <w:r w:rsidRPr="00986AF4">
        <w:t> </w:t>
      </w:r>
    </w:p>
    <w:p w14:paraId="516A3192" w14:textId="77777777" w:rsidR="00986AF4" w:rsidRDefault="00986AF4" w:rsidP="00986AF4"/>
    <w:p w14:paraId="66DD1A6A" w14:textId="5D4CB2BA" w:rsidR="00986AF4" w:rsidRDefault="00986AF4" w:rsidP="00986AF4">
      <w:pPr>
        <w:pStyle w:val="Heading11"/>
      </w:pPr>
      <w:r>
        <w:t>Navezava na projekte v okviru proračunske postavke</w:t>
      </w:r>
    </w:p>
    <w:p w14:paraId="3D6A3936" w14:textId="1143DCD9" w:rsidR="00986AF4" w:rsidRDefault="00986AF4" w:rsidP="00986AF4">
      <w:pPr>
        <w:pStyle w:val="Heading11"/>
      </w:pPr>
      <w:r>
        <w:t>Izhodišča, na katerih temeljijo izračuni predlogov pravic porabe za del, ki se ne izvršuje preko NRP (Neposredni učinek in kazalnik)</w:t>
      </w:r>
    </w:p>
    <w:p w14:paraId="55594245" w14:textId="1A8C9809" w:rsidR="00986AF4" w:rsidRDefault="00986AF4" w:rsidP="00986AF4">
      <w:r>
        <w:t xml:space="preserve">Občina bo sredstva zagotovila iz </w:t>
      </w:r>
      <w:proofErr w:type="spellStart"/>
      <w:r>
        <w:t>okoljske</w:t>
      </w:r>
      <w:proofErr w:type="spellEnd"/>
      <w:r>
        <w:t xml:space="preserve"> dajatve, in sicer iz  takse za čiščenje odpadnih voda, najemnine za gospodarsko infrastrukturo in proračuna. Sredstva so planirana na osnovi plana OKP d.o.o. in ponudbenih predračunov drugih izvajalcev.</w:t>
      </w:r>
    </w:p>
    <w:p w14:paraId="3047AD39" w14:textId="35896629" w:rsidR="00986AF4" w:rsidRDefault="00986AF4" w:rsidP="00986AF4">
      <w:pPr>
        <w:pStyle w:val="AHeading10"/>
      </w:pPr>
      <w:r>
        <w:t>15009 - Sofinanciranje izgradnje malih čistilnih naprav in priključkov</w:t>
      </w:r>
      <w:bookmarkStart w:id="198" w:name="PP_15009_A_20261"/>
      <w:bookmarkEnd w:id="198"/>
    </w:p>
    <w:p w14:paraId="76608E0E" w14:textId="6AF52604" w:rsidR="00986AF4" w:rsidRDefault="00986AF4" w:rsidP="00986AF4">
      <w:pPr>
        <w:pStyle w:val="Vrednost"/>
      </w:pPr>
      <w:r>
        <w:t>Vrednost: 5.000 €</w:t>
      </w:r>
    </w:p>
    <w:p w14:paraId="79097C0F" w14:textId="65534C22" w:rsidR="00986AF4" w:rsidRDefault="00986AF4" w:rsidP="00986AF4">
      <w:pPr>
        <w:pStyle w:val="Heading11"/>
      </w:pPr>
      <w:r>
        <w:t>Obrazložitev dejavnosti v okviru proračunske postavke</w:t>
      </w:r>
    </w:p>
    <w:p w14:paraId="7F221141" w14:textId="617587BF" w:rsidR="00986AF4" w:rsidRDefault="00986AF4" w:rsidP="00986AF4">
      <w:r>
        <w:t>Planirana so sredstva za sofinanciranje izgradnje malih čistilnih naprav. Sredstva se bodo delila skladno z razpisom. </w:t>
      </w:r>
    </w:p>
    <w:p w14:paraId="4EEE5FB2" w14:textId="130AE697" w:rsidR="00986AF4" w:rsidRDefault="00986AF4" w:rsidP="00986AF4">
      <w:pPr>
        <w:pStyle w:val="Heading11"/>
      </w:pPr>
      <w:r>
        <w:t>Navezava na projekte v okviru proračunske postavke</w:t>
      </w:r>
    </w:p>
    <w:p w14:paraId="7D23DA21" w14:textId="043BB015" w:rsidR="00986AF4" w:rsidRDefault="00986AF4" w:rsidP="00986AF4">
      <w:pPr>
        <w:pStyle w:val="Heading11"/>
      </w:pPr>
      <w:r>
        <w:t>Izhodišča, na katerih temeljijo izračuni predlogov pravic porabe za del, ki se ne izvršuje preko NRP (Neposredni učinek in kazalnik)</w:t>
      </w:r>
    </w:p>
    <w:p w14:paraId="0C2E1A5E" w14:textId="7D868D9F" w:rsidR="00323458" w:rsidRDefault="00986AF4" w:rsidP="006B307D">
      <w:r>
        <w:t>15020 - Čistilne naprave</w:t>
      </w:r>
      <w:bookmarkStart w:id="199" w:name="PP_15020_A_20261"/>
      <w:bookmarkEnd w:id="199"/>
    </w:p>
    <w:p w14:paraId="12BE5947" w14:textId="43B77C67" w:rsidR="00986AF4" w:rsidRDefault="00986AF4" w:rsidP="00986AF4">
      <w:pPr>
        <w:pStyle w:val="Vrednost"/>
      </w:pPr>
      <w:r>
        <w:t>Vrednost: 12.000 €</w:t>
      </w:r>
    </w:p>
    <w:p w14:paraId="79D4A3DB" w14:textId="008BE71C" w:rsidR="00986AF4" w:rsidRDefault="00986AF4" w:rsidP="00986AF4">
      <w:pPr>
        <w:pStyle w:val="Heading11"/>
      </w:pPr>
      <w:r>
        <w:t>Obrazložitev dejavnosti v okviru proračunske postavke</w:t>
      </w:r>
    </w:p>
    <w:p w14:paraId="60C6D622" w14:textId="77777777" w:rsidR="00986AF4" w:rsidRPr="00986AF4" w:rsidRDefault="00986AF4" w:rsidP="00986AF4">
      <w:pPr>
        <w:rPr>
          <w:lang w:eastAsia="sl-SI"/>
        </w:rPr>
      </w:pPr>
      <w:r w:rsidRPr="00986AF4">
        <w:t> </w:t>
      </w:r>
    </w:p>
    <w:p w14:paraId="4711B12A" w14:textId="20F469D0" w:rsidR="00986AF4" w:rsidRPr="00986AF4" w:rsidRDefault="00986AF4" w:rsidP="00986AF4">
      <w:r w:rsidRPr="00986AF4">
        <w:t>Načrtovane so investicije, ki jih bo izvajalo Javno podjetje za komunalne storitve OKP Rogaška Slatina d.o.o:</w:t>
      </w:r>
    </w:p>
    <w:p w14:paraId="0CC677CB" w14:textId="2567069A" w:rsidR="00986AF4" w:rsidRPr="00986AF4" w:rsidRDefault="00986AF4" w:rsidP="00986AF4">
      <w:r w:rsidRPr="00986AF4">
        <w:t xml:space="preserve"> </w:t>
      </w:r>
    </w:p>
    <w:p w14:paraId="5F57A3CD" w14:textId="77777777" w:rsidR="00986AF4" w:rsidRDefault="00986AF4" w:rsidP="00986AF4"/>
    <w:p w14:paraId="6D6D3F91" w14:textId="3D21B27E" w:rsidR="00986AF4" w:rsidRDefault="00986AF4" w:rsidP="00986AF4">
      <w:pPr>
        <w:pStyle w:val="Heading11"/>
      </w:pPr>
      <w:r>
        <w:lastRenderedPageBreak/>
        <w:t>Navezava na projekte v okviru proračunske postavke</w:t>
      </w:r>
    </w:p>
    <w:p w14:paraId="731ADD82" w14:textId="29CCE0C4" w:rsidR="00986AF4" w:rsidRDefault="00986AF4" w:rsidP="00986AF4">
      <w:pPr>
        <w:pStyle w:val="Heading11"/>
      </w:pPr>
      <w:r>
        <w:t>Izhodišča, na katerih temeljijo izračuni predlogov pravic porabe za del, ki se ne izvršuje preko NRP (Neposredni učinek in kazalnik)</w:t>
      </w:r>
    </w:p>
    <w:p w14:paraId="17FF07E9" w14:textId="77777777" w:rsidR="00986AF4" w:rsidRDefault="00986AF4" w:rsidP="00986AF4"/>
    <w:p w14:paraId="666CEE18" w14:textId="5451ACA8" w:rsidR="00986AF4" w:rsidRDefault="00986AF4" w:rsidP="00986AF4">
      <w:pPr>
        <w:pStyle w:val="AHeading6"/>
      </w:pPr>
      <w:bookmarkStart w:id="200" w:name="_Toc184208553"/>
      <w:r>
        <w:t>1505 - Pomoč in podpora ohranjanju narave</w:t>
      </w:r>
      <w:bookmarkEnd w:id="200"/>
    </w:p>
    <w:p w14:paraId="2206EBB0" w14:textId="788AAF47" w:rsidR="00986AF4" w:rsidRDefault="00986AF4" w:rsidP="00986AF4">
      <w:pPr>
        <w:pStyle w:val="Vrednost"/>
      </w:pPr>
      <w:r>
        <w:t>Vrednost: 213.500 €</w:t>
      </w:r>
    </w:p>
    <w:p w14:paraId="418FDF55" w14:textId="767C69D9" w:rsidR="00986AF4" w:rsidRDefault="00986AF4" w:rsidP="00986AF4">
      <w:pPr>
        <w:pStyle w:val="Heading11"/>
      </w:pPr>
      <w:r>
        <w:t>Opis glavnega programa</w:t>
      </w:r>
    </w:p>
    <w:p w14:paraId="08F1D500" w14:textId="5F0E7255" w:rsidR="00986AF4" w:rsidRDefault="00986AF4" w:rsidP="00986AF4">
      <w:r>
        <w:t>Glavni program 1505 Pomoč in podpora ohranjanju narave vključuje sredstva za ohranjanje</w:t>
      </w:r>
      <w:r>
        <w:br/>
        <w:t>naravnih vrednot.</w:t>
      </w:r>
    </w:p>
    <w:p w14:paraId="2DF45A87" w14:textId="048F36CE" w:rsidR="00986AF4" w:rsidRDefault="00986AF4" w:rsidP="00986AF4">
      <w:pPr>
        <w:pStyle w:val="Heading11"/>
      </w:pPr>
      <w:r>
        <w:t>Dolgoročni cilji glavnega programa (Specifični cilj in kazalniki)</w:t>
      </w:r>
    </w:p>
    <w:p w14:paraId="65592804" w14:textId="67D04532" w:rsidR="00986AF4" w:rsidRDefault="00986AF4" w:rsidP="00986AF4">
      <w:r>
        <w:t>V sodelovanju z Kozjanskim parkom izvajanje programov za ohranitev biotske raznovrstnosti.</w:t>
      </w:r>
    </w:p>
    <w:p w14:paraId="7C2C7892" w14:textId="5A05D56A" w:rsidR="00986AF4" w:rsidRDefault="00986AF4" w:rsidP="00986AF4">
      <w:pPr>
        <w:pStyle w:val="Heading11"/>
      </w:pPr>
      <w:r>
        <w:t>Glavni letni izvedbeni cilji in kazalci, s katerimi se bo merilo doseganje zastavljenih ciljev</w:t>
      </w:r>
    </w:p>
    <w:p w14:paraId="200E2D42" w14:textId="34C6287D" w:rsidR="00986AF4" w:rsidRDefault="00986AF4" w:rsidP="00986AF4">
      <w:r>
        <w:t>Kazalniki. število udeležencev, izvedeni projekti na področju ohranjanja narave.</w:t>
      </w:r>
    </w:p>
    <w:p w14:paraId="67F83CC0" w14:textId="49124407" w:rsidR="00986AF4" w:rsidRDefault="00986AF4" w:rsidP="00986AF4">
      <w:pPr>
        <w:pStyle w:val="Heading11"/>
      </w:pPr>
      <w:r>
        <w:t>Podprogrami in proračunski uporabniki znotraj glavnega programa</w:t>
      </w:r>
    </w:p>
    <w:p w14:paraId="6C7D1BF1" w14:textId="75FC039F" w:rsidR="00986AF4" w:rsidRDefault="00986AF4" w:rsidP="00986AF4">
      <w:r>
        <w:t>15059001 Ohranjanje biotske raznovrstnosti in varstvo naravnih vrednot.</w:t>
      </w:r>
      <w:r>
        <w:br/>
        <w:t>PU: 0004 OBCINSKA UPRAVA</w:t>
      </w:r>
    </w:p>
    <w:p w14:paraId="63FF6481" w14:textId="63EEAF1B" w:rsidR="00986AF4" w:rsidRDefault="00986AF4" w:rsidP="00986AF4">
      <w:pPr>
        <w:pStyle w:val="AHeading7"/>
      </w:pPr>
      <w:bookmarkStart w:id="201" w:name="_Toc184208554"/>
      <w:r>
        <w:t>15059001 - Ohranjanje biotske raznovrstnosti in varstvo naravnih vrednot</w:t>
      </w:r>
      <w:bookmarkStart w:id="202" w:name="PPR_15059001_A_20261"/>
      <w:bookmarkEnd w:id="202"/>
      <w:bookmarkEnd w:id="201"/>
    </w:p>
    <w:p w14:paraId="46EDD117" w14:textId="0C513A90" w:rsidR="00986AF4" w:rsidRDefault="00986AF4" w:rsidP="00986AF4">
      <w:pPr>
        <w:pStyle w:val="Vrednost"/>
      </w:pPr>
      <w:r>
        <w:t>Vrednost: 213.500 €</w:t>
      </w:r>
    </w:p>
    <w:p w14:paraId="144515DA" w14:textId="2623CE41" w:rsidR="00986AF4" w:rsidRDefault="00986AF4" w:rsidP="00986AF4">
      <w:pPr>
        <w:pStyle w:val="Heading11"/>
      </w:pPr>
      <w:r>
        <w:t>Opis podprograma</w:t>
      </w:r>
    </w:p>
    <w:p w14:paraId="1299A29F" w14:textId="1857D4F7" w:rsidR="00986AF4" w:rsidRDefault="00986AF4" w:rsidP="00986AF4">
      <w:r>
        <w:t>Ohranjanje biotske raznovrstnosti in varstvo naravnih vrednot:</w:t>
      </w:r>
      <w:r>
        <w:br/>
        <w:t>priprava strokovnih podlag za zaščito naravne dediščine, dejavnost krajinskih parkov,</w:t>
      </w:r>
      <w:r>
        <w:br/>
        <w:t>obnova naravne dediščine, odškodnine za rabo naravne vrednote.</w:t>
      </w:r>
    </w:p>
    <w:p w14:paraId="5556ABF1" w14:textId="3C262665" w:rsidR="00986AF4" w:rsidRDefault="00986AF4" w:rsidP="00986AF4">
      <w:pPr>
        <w:pStyle w:val="Heading11"/>
      </w:pPr>
      <w:r>
        <w:t>Zakonske in druge pravne podlage</w:t>
      </w:r>
    </w:p>
    <w:p w14:paraId="443CDC47" w14:textId="39748C87" w:rsidR="00986AF4" w:rsidRDefault="00986AF4" w:rsidP="00986AF4">
      <w:r>
        <w:t>Zakon o ohranjanju narave.</w:t>
      </w:r>
    </w:p>
    <w:p w14:paraId="089D68C9" w14:textId="7BB12AAD" w:rsidR="00986AF4" w:rsidRDefault="00986AF4" w:rsidP="00986AF4">
      <w:pPr>
        <w:pStyle w:val="Heading11"/>
      </w:pPr>
      <w:r>
        <w:t>Dolgoročni cilji podprograma in kazalci, s katerimi se bo merilo doseganje zastavljenih ciljev (Rezultat in kazalniki)</w:t>
      </w:r>
    </w:p>
    <w:p w14:paraId="066D6FA9" w14:textId="7AA4E15D" w:rsidR="00986AF4" w:rsidRDefault="00986AF4" w:rsidP="00986AF4">
      <w:r>
        <w:t>Ohranjanje raznovrstnosti naravnega okolja.</w:t>
      </w:r>
    </w:p>
    <w:p w14:paraId="04B315BB" w14:textId="53110631" w:rsidR="00986AF4" w:rsidRDefault="00986AF4" w:rsidP="00986AF4">
      <w:pPr>
        <w:pStyle w:val="Heading11"/>
      </w:pPr>
      <w:r>
        <w:t>Letni izvedbeni cilji podprograma in kazalci, s katerimi se bo merilo doseganje zastavljenih ciljev (Neposredni učinek in kazalnik)</w:t>
      </w:r>
    </w:p>
    <w:p w14:paraId="3F40476C" w14:textId="6CD77911" w:rsidR="00986AF4" w:rsidRDefault="00986AF4" w:rsidP="00986AF4">
      <w:r>
        <w:t>Sofinanciranje programov v sodelovanju s KP.</w:t>
      </w:r>
    </w:p>
    <w:p w14:paraId="1CB449B1" w14:textId="6578D0B7" w:rsidR="00986AF4" w:rsidRDefault="00986AF4" w:rsidP="00986AF4">
      <w:pPr>
        <w:pStyle w:val="AHeading8"/>
      </w:pPr>
      <w:r>
        <w:t>0004 - Občinska uprava</w:t>
      </w:r>
      <w:bookmarkStart w:id="203" w:name="PU_0004_PPR_15059001_A_20261"/>
      <w:bookmarkEnd w:id="203"/>
    </w:p>
    <w:p w14:paraId="3936C8A8" w14:textId="7659F0B5" w:rsidR="00986AF4" w:rsidRDefault="00986AF4" w:rsidP="00986AF4">
      <w:pPr>
        <w:pStyle w:val="Vrednost"/>
      </w:pPr>
      <w:r>
        <w:t>Vrednost: 5.509.267 €</w:t>
      </w:r>
    </w:p>
    <w:p w14:paraId="2BBB7EF9" w14:textId="2DBD0281" w:rsidR="00986AF4" w:rsidRDefault="00986AF4" w:rsidP="00986AF4">
      <w:pPr>
        <w:pStyle w:val="AHeading10"/>
      </w:pPr>
      <w:r>
        <w:t>15005 - Kozjanski park - sofinanciranje programa naravnih vrednot</w:t>
      </w:r>
      <w:bookmarkStart w:id="204" w:name="PP_15005_A_20261"/>
      <w:bookmarkEnd w:id="204"/>
    </w:p>
    <w:p w14:paraId="0F3C5063" w14:textId="4F578552" w:rsidR="00986AF4" w:rsidRDefault="00986AF4" w:rsidP="00986AF4">
      <w:pPr>
        <w:pStyle w:val="Vrednost"/>
      </w:pPr>
      <w:r>
        <w:t>Vrednost: 3.500 €</w:t>
      </w:r>
    </w:p>
    <w:p w14:paraId="57AAA217" w14:textId="1B040118" w:rsidR="00986AF4" w:rsidRDefault="00986AF4" w:rsidP="00986AF4">
      <w:pPr>
        <w:pStyle w:val="Heading11"/>
      </w:pPr>
      <w:r>
        <w:t>Obrazložitev dejavnosti v okviru proračunske postavke</w:t>
      </w:r>
    </w:p>
    <w:p w14:paraId="626D8120" w14:textId="5CD8C9C6" w:rsidR="00986AF4" w:rsidRDefault="00986AF4" w:rsidP="00986AF4">
      <w:r>
        <w:t>Na PP so predvidena sredstva za izvedbo programov za ohranjanje naravne dediščine v izvedbi JZ Kozjanski park.</w:t>
      </w:r>
    </w:p>
    <w:p w14:paraId="3911A94B" w14:textId="463EC847" w:rsidR="00986AF4" w:rsidRDefault="00986AF4" w:rsidP="00986AF4">
      <w:pPr>
        <w:pStyle w:val="Heading11"/>
      </w:pPr>
      <w:r>
        <w:t>Navezava na projekte v okviru proračunske postavke</w:t>
      </w:r>
    </w:p>
    <w:p w14:paraId="51EEECE3" w14:textId="1FB6E0D7" w:rsidR="00986AF4" w:rsidRDefault="00986AF4" w:rsidP="00986AF4">
      <w:pPr>
        <w:pStyle w:val="Heading11"/>
      </w:pPr>
      <w:r>
        <w:t>Izhodišča, na katerih temeljijo izračuni predlogov pravic porabe za del, ki se ne izvršuje preko NRP (Neposredni učinek in kazalnik)</w:t>
      </w:r>
    </w:p>
    <w:p w14:paraId="572CFFDA" w14:textId="3967EB8A" w:rsidR="00986AF4" w:rsidRDefault="00986AF4" w:rsidP="00986AF4">
      <w:r>
        <w:t>Pogodba o izvedbi naslednjih programov naravnih vrednot v sodelovanju s Kozjanskim parkom.</w:t>
      </w:r>
    </w:p>
    <w:p w14:paraId="6A87297F" w14:textId="64837D80" w:rsidR="00986AF4" w:rsidRDefault="00986AF4" w:rsidP="00986AF4">
      <w:pPr>
        <w:pStyle w:val="AHeading10"/>
      </w:pPr>
      <w:r>
        <w:t>15021 - DRR- ZELENA INFRASTRUKTURA UREDITEV MOKRIŠČA</w:t>
      </w:r>
      <w:bookmarkStart w:id="205" w:name="PP_15021_A_20261"/>
      <w:bookmarkEnd w:id="205"/>
    </w:p>
    <w:p w14:paraId="2ECACAFE" w14:textId="53134E24" w:rsidR="00986AF4" w:rsidRDefault="00986AF4" w:rsidP="00986AF4">
      <w:pPr>
        <w:pStyle w:val="Vrednost"/>
      </w:pPr>
      <w:r>
        <w:t>Vrednost: 210.000 €</w:t>
      </w:r>
    </w:p>
    <w:p w14:paraId="08A598B8" w14:textId="1B2E1C90" w:rsidR="00986AF4" w:rsidRDefault="00986AF4" w:rsidP="00986AF4">
      <w:pPr>
        <w:pStyle w:val="Heading11"/>
      </w:pPr>
      <w:r>
        <w:lastRenderedPageBreak/>
        <w:t>Obrazložitev dejavnosti v okviru proračunske postavke</w:t>
      </w:r>
    </w:p>
    <w:p w14:paraId="4AA1BB35" w14:textId="77777777" w:rsidR="00986AF4" w:rsidRPr="00986AF4" w:rsidRDefault="00986AF4" w:rsidP="00986AF4">
      <w:pPr>
        <w:rPr>
          <w:lang w:eastAsia="sl-SI"/>
        </w:rPr>
      </w:pPr>
      <w:r w:rsidRPr="00986AF4">
        <w:t>Občina Bistrica ob Sotli bo projekt Mokrišče Bistrica ob Sotli prijavila v okviru javnega poziva Ministrstva za kohezijo in regionalni razvoj, katerega namen je zagotavljanje sredstev za trajnostno urejanje urbanih površin in spodbujanje zelene preobrazbe v skladu s cilji podnebne nevtralnosti.</w:t>
      </w:r>
    </w:p>
    <w:p w14:paraId="3997AF4E" w14:textId="77777777" w:rsidR="00986AF4" w:rsidRPr="00986AF4" w:rsidRDefault="00986AF4" w:rsidP="00986AF4">
      <w:r w:rsidRPr="00986AF4">
        <w:t>Na obrobju naselja Bistrica ob Sotli se nahaja območje mokrišča, ki je postalo zaraščeno in neurejeno. Mokrišča so namreč eden najbolj ogroženih ekosistemov in so močno degradirana ali popolnoma uničena predvsem zaradi človekovih dejavnosti in nerazumevanja pomena mokrišč za človeka in naravo. Zaradi velikega pomena se je občina Bistrica ob Sotli odločila, da prepreči popolno uničenje zelo pomembnega ekosistema v kraju.</w:t>
      </w:r>
    </w:p>
    <w:p w14:paraId="0B2D0F04" w14:textId="77777777" w:rsidR="00986AF4" w:rsidRPr="00986AF4" w:rsidRDefault="00986AF4" w:rsidP="00986AF4">
      <w:r w:rsidRPr="00986AF4">
        <w:br/>
        <w:t xml:space="preserve"> Projekt zajema ureditev Mokrišča Bistrica ob Sotli, na parcelnih številkah  992/2 in 995/3 </w:t>
      </w:r>
      <w:proofErr w:type="spellStart"/>
      <w:r w:rsidRPr="00986AF4">
        <w:t>k.o</w:t>
      </w:r>
      <w:proofErr w:type="spellEnd"/>
      <w:r w:rsidRPr="00986AF4">
        <w:t xml:space="preserve">. Kunšperk, v skupni  površini 7.129 m2. Mokrišče je del narave, ki je redno zadostno preplavljeno s površinsko ali podzemsko vodo, da lahko omogoča razširjenost rastlin in živali, ki za rast in razmnoževanje potrebuje mokro ali občasno mokro okolje.                                      </w:t>
      </w:r>
    </w:p>
    <w:p w14:paraId="5AA5D176" w14:textId="77777777" w:rsidR="00986AF4" w:rsidRPr="00986AF4" w:rsidRDefault="00986AF4" w:rsidP="00986AF4">
      <w:r w:rsidRPr="00986AF4">
        <w:t>Bistvene so koristi izvedbe projekta - ukrepi zelene infrastrukture v zelenem okolju.</w:t>
      </w:r>
      <w:r w:rsidRPr="00986AF4">
        <w:br/>
        <w:t>o Z ureditvijo mokrišča bo prostor postal primeren za sprehode, druženje, izobraževanje tudi za rekreacijo. Urejen prostor bo pozitivno vplival na dobro počutje prebivalcev in obiskovalcev.</w:t>
      </w:r>
      <w:r w:rsidRPr="00986AF4">
        <w:br/>
        <w:t>o Dodajanje novih zelenih površin bo prispevalo k boljši kakovosti zraka v urbanem okolju, saj rastline filtrirajo onesnaževalce iz zraka.</w:t>
      </w:r>
      <w:r w:rsidRPr="00986AF4">
        <w:br/>
        <w:t>o Izboljšalo se bo bivalno okolje, predvsem v vročih poletnih mesecih.</w:t>
      </w:r>
      <w:r w:rsidRPr="00986AF4">
        <w:br/>
        <w:t>o Projekt bo prispeval k večji biotski raznovrstnosti v urbanem okolju, kar bo ugodno vplivalo na ekosisteme in lokalno floro in favno.</w:t>
      </w:r>
      <w:r w:rsidRPr="00986AF4">
        <w:br/>
        <w:t>o Učenci bodo imeli dostop do urbanega vrtnarstva in učilnice na prostem, kar bo omogočilo praktično učenje o naravi, o pomenu mokrišč in trajnostnem razvoju.</w:t>
      </w:r>
      <w:r w:rsidRPr="00986AF4">
        <w:br/>
        <w:t>o Urejeno območje bo postalo prostor za druženje, kar bo omogočilo večjo interakcijo med prebivalci, krepilo bo socialne vezi in spodbujalo občutek skupnosti.</w:t>
      </w:r>
      <w:r w:rsidRPr="00986AF4">
        <w:br/>
        <w:t>o Projekt bo omogočil varnejše in dostopnejše poti okoli mokrišča, ločene od motornega prometa, kar bo še posebej pomembno za otroke, starejše in gibalno ovirane osebe.</w:t>
      </w:r>
      <w:r w:rsidRPr="00986AF4">
        <w:br/>
        <w:t>o Celovita ureditev območja mokrišča bo prinesla novo življenje v prostor, kar bo pozitivno vplivalo na ekonomski in družbeni razvoj lokalne skupnosti.</w:t>
      </w:r>
      <w:r w:rsidRPr="00986AF4">
        <w:br/>
        <w:t>o Z uvedbo različnih programov in ureditev bodo prebivalci imeli na voljo urejene površine za umiritev, opazovanje, igro, izobraževanje in rekreacijo, kar bo povečalo funkcionalnost prostora.</w:t>
      </w:r>
      <w:r w:rsidRPr="00986AF4">
        <w:br/>
        <w:t xml:space="preserve">o Projekt spodbuja trajnostne prakse, kar bo dolgoročno prispevalo k </w:t>
      </w:r>
      <w:proofErr w:type="spellStart"/>
      <w:r w:rsidRPr="00986AF4">
        <w:t>okoljski</w:t>
      </w:r>
      <w:proofErr w:type="spellEnd"/>
      <w:r w:rsidRPr="00986AF4">
        <w:t xml:space="preserve"> in socialni trajnosti območja.</w:t>
      </w:r>
      <w:r w:rsidRPr="00986AF4">
        <w:br/>
        <w:t>Različica z investicijo pomeni uresničitev splošnih in specifičnih ciljev občine, s katerimi se bodo spodbudili družbeni, kulturni, socialni in razvojni potenciali v občini. Z investicijo se bo zagotovil dostop do kakovostnih, za vsakdanje življenje, delo in razvoj, pomembnih aktivnosti vezanih na zeleno infrastrukturo.</w:t>
      </w:r>
    </w:p>
    <w:p w14:paraId="266180DF" w14:textId="77777777" w:rsidR="00986AF4" w:rsidRPr="00986AF4" w:rsidRDefault="00986AF4" w:rsidP="00986AF4">
      <w:r w:rsidRPr="00986AF4">
        <w:t xml:space="preserve">Varianta "z" investicijo pomeni izboljšanje sedanjega stanja, kar je skladno s potrebami ožjega in širšega okolja. </w:t>
      </w:r>
    </w:p>
    <w:p w14:paraId="0599BF29" w14:textId="77777777" w:rsidR="00986AF4" w:rsidRPr="00986AF4" w:rsidRDefault="00986AF4" w:rsidP="00986AF4">
      <w:r w:rsidRPr="00986AF4">
        <w:br/>
        <w:t> </w:t>
      </w:r>
    </w:p>
    <w:p w14:paraId="5C3C631C" w14:textId="77777777" w:rsidR="00986AF4" w:rsidRDefault="00986AF4" w:rsidP="00986AF4"/>
    <w:p w14:paraId="6014F6BF" w14:textId="006A4ACC" w:rsidR="00986AF4" w:rsidRDefault="00986AF4" w:rsidP="00986AF4">
      <w:pPr>
        <w:pStyle w:val="Heading11"/>
      </w:pPr>
      <w:r>
        <w:t>Navezava na projekte v okviru proračunske postavke</w:t>
      </w:r>
    </w:p>
    <w:p w14:paraId="1D27B954" w14:textId="075F1E05" w:rsidR="00986AF4" w:rsidRDefault="00986AF4" w:rsidP="00986AF4">
      <w:pPr>
        <w:pStyle w:val="Heading11"/>
      </w:pPr>
      <w:r>
        <w:t>Izhodišča, na katerih temeljijo izračuni predlogov pravic porabe za del, ki se ne izvršuje preko NRP (Neposredni učinek in kazalnik)</w:t>
      </w:r>
    </w:p>
    <w:p w14:paraId="57634938" w14:textId="77777777" w:rsidR="00986AF4" w:rsidRDefault="00986AF4" w:rsidP="00986AF4"/>
    <w:p w14:paraId="7B400394" w14:textId="30C987EE" w:rsidR="00986AF4" w:rsidRDefault="00986AF4" w:rsidP="00986AF4">
      <w:pPr>
        <w:pStyle w:val="AHeading5"/>
      </w:pPr>
      <w:bookmarkStart w:id="206" w:name="_Toc184208555"/>
      <w:r>
        <w:t>16 - PROSTORSKO PLANIRANJE IN STANOVANJSKO KOMUNALNA DEJAVNOST</w:t>
      </w:r>
      <w:bookmarkEnd w:id="206"/>
    </w:p>
    <w:p w14:paraId="6DB54505" w14:textId="54A5B751" w:rsidR="00986AF4" w:rsidRDefault="00986AF4" w:rsidP="00986AF4">
      <w:pPr>
        <w:pStyle w:val="Vrednost"/>
      </w:pPr>
      <w:r>
        <w:t>Vrednost: 404.706 €</w:t>
      </w:r>
    </w:p>
    <w:p w14:paraId="4F074D6C" w14:textId="192E7761" w:rsidR="00986AF4" w:rsidRDefault="00986AF4" w:rsidP="00986AF4">
      <w:pPr>
        <w:pStyle w:val="Heading11"/>
      </w:pPr>
      <w:r>
        <w:t>Opis področja proračunske porabe, poslanstva občine znotraj področja proračunske porabe</w:t>
      </w:r>
    </w:p>
    <w:p w14:paraId="130531EF" w14:textId="77777777" w:rsidR="00986AF4" w:rsidRPr="00986AF4" w:rsidRDefault="00986AF4" w:rsidP="00986AF4">
      <w:pPr>
        <w:pStyle w:val="Navadensplet"/>
      </w:pPr>
      <w:r w:rsidRPr="00986AF4">
        <w:t>Prostorsko planiranje in stanovanjsko komunalna dejavnost zajema prostorsko načrtovanje in razvoj ter načrtovanje poselitve v prostoru (občinski prostorski načrt, razni podrobni prostorski načrti, stanovanjska dejavnost, gospodarjenje z zemljišči in komunalna dejavnost ter skrb za čisto in urejeno okolje).</w:t>
      </w:r>
    </w:p>
    <w:p w14:paraId="4959484F" w14:textId="77777777" w:rsidR="00986AF4" w:rsidRPr="00986AF4" w:rsidRDefault="00986AF4" w:rsidP="00986AF4">
      <w:pPr>
        <w:pStyle w:val="Navadensplet"/>
      </w:pPr>
      <w:r w:rsidRPr="00986AF4">
        <w:t xml:space="preserve">V okviru tega področja, ki se nanaša na prostorsko planiranje Občina Bistrica ob Sotli vrši naslednje dejavnosti: </w:t>
      </w:r>
      <w:r w:rsidRPr="00986AF4">
        <w:br/>
        <w:t xml:space="preserve">Vodimo postopno izdelavo oziroma dopolnitve in spremembe prostorskih aktov v skladu z določili zakonodaje, ob upoštevanju določenih prioritet izdelave prostorskih aktov oziroma obstoječih razmer na tem področju ter iskanju ravnovesja med javnimi in zasebnimi interesi, redno vzdržujemo in razvijamo informacijski sistem za gospodarjenje </w:t>
      </w:r>
      <w:r w:rsidRPr="00986AF4">
        <w:lastRenderedPageBreak/>
        <w:t xml:space="preserve">s prostorom, v skladu z določili zakonodaje in na podlagi medsebojnega sodelovanja vseh udeležencev v prostoru. V okviru tega področja Občina Bistrica ob Sotli skrbi tudi za varstvo okolja in sicer za urejanje in čiščenje degradiranih območij na območju občine Bistrica ob Sotli, katerega cilj je sanacija nedovoljenih posegov v prostor, v tem okviru pa izvajamo tudi ukrepe, predvidene v dolgoročnem programu varstva okolja za Občino Bistrica ob Sotli. Naloga tega programa je tudi skrb za stanovanjski fond v lasti občine, v okviru komunalne dejavnosti pa oskrba z vodo, urejanje pokopališč in pogrebna dejavnost, ter vzdrževanje objektov za rekreacijo (otroška igrišča), ena od nalog pa je tudi praznično urejanje naselij. </w:t>
      </w:r>
    </w:p>
    <w:p w14:paraId="51DDA197" w14:textId="77777777" w:rsidR="00986AF4" w:rsidRDefault="00986AF4" w:rsidP="00986AF4"/>
    <w:p w14:paraId="5B5ACB94" w14:textId="335217E9" w:rsidR="00986AF4" w:rsidRDefault="00986AF4" w:rsidP="00986AF4">
      <w:pPr>
        <w:pStyle w:val="Heading11"/>
      </w:pPr>
      <w:r>
        <w:t>Dokumenti dolgoročnega razvojnega načrtovanja</w:t>
      </w:r>
    </w:p>
    <w:p w14:paraId="4715B4D4" w14:textId="057614CC" w:rsidR="00986AF4" w:rsidRDefault="00986AF4" w:rsidP="00986AF4">
      <w:r>
        <w:t>" Odlok o strategiji prostorskega razvoja Slovenije (Ur. list RS, št. 76/04)</w:t>
      </w:r>
      <w:r>
        <w:br/>
        <w:t>" Uredba o prostorskem redu Slovenije (Ur. list RS, št. 122/04)</w:t>
      </w:r>
      <w:r>
        <w:br/>
        <w:t>" Nacionalni program varstva okolja (Ur. list RS, št. 83/99) ter Resolucija o nacionalnem programu varstva okolja (Ur. list RS, št 2/06)</w:t>
      </w:r>
      <w:r>
        <w:br/>
        <w:t>" Zakon o prostorskem načrtovanju (UL RS, št. 33/07)</w:t>
      </w:r>
    </w:p>
    <w:p w14:paraId="26DE1898" w14:textId="071C507D" w:rsidR="00986AF4" w:rsidRDefault="00986AF4" w:rsidP="00986AF4">
      <w:pPr>
        <w:pStyle w:val="Heading11"/>
      </w:pPr>
      <w:r>
        <w:t>Dolgoročni cilji področja proračunske porabe (Splošni cilj)</w:t>
      </w:r>
    </w:p>
    <w:p w14:paraId="572E6261" w14:textId="1F234DE0" w:rsidR="00986AF4" w:rsidRDefault="00986AF4" w:rsidP="00986AF4">
      <w:r>
        <w:t>Dolgoročni cilj področja proračunske porabe je vzpodbujanje vzdržnega prostorskega razvoja ter s tem zagotavljanje pogojev za skladen in celovit razvoj naselij in drugih poselitvenih območij na teritoriju občine ter izvajanje aktivne zemljiške politike z ustvarjanjem prostorskih pogojev za učinkovito gospodarjenje z nepremičninami.</w:t>
      </w:r>
    </w:p>
    <w:p w14:paraId="67C397D5" w14:textId="46C2D4F2" w:rsidR="00986AF4" w:rsidRDefault="00986AF4" w:rsidP="00986AF4">
      <w:pPr>
        <w:pStyle w:val="Heading11"/>
      </w:pPr>
      <w:r>
        <w:t>Oznaka in nazivi glavnih programov v pristojnosti občine</w:t>
      </w:r>
    </w:p>
    <w:p w14:paraId="4E354E93" w14:textId="1FA19F42" w:rsidR="00986AF4" w:rsidRDefault="00986AF4" w:rsidP="00986AF4">
      <w:r>
        <w:t xml:space="preserve">1602  Prostorsko in podeželsko planiranje in administracija </w:t>
      </w:r>
      <w:r>
        <w:br/>
        <w:t>1603  Komunalna dejavnost</w:t>
      </w:r>
      <w:r>
        <w:br/>
        <w:t>1605 Spodbujanje stanovanjske gradnje</w:t>
      </w:r>
      <w:r>
        <w:br/>
        <w:t>1606 Upravljanje in razpolaganje z zemljišči (javno dobro, kmetijska, gozdna in stavbna zemljišča)</w:t>
      </w:r>
    </w:p>
    <w:p w14:paraId="5676EDCE" w14:textId="76D5520F" w:rsidR="00986AF4" w:rsidRDefault="00986AF4" w:rsidP="00986AF4">
      <w:pPr>
        <w:pStyle w:val="AHeading6"/>
      </w:pPr>
      <w:bookmarkStart w:id="207" w:name="_Toc184208556"/>
      <w:r>
        <w:t>1602 - Prostorsko in podeželsko planiranje in administracija</w:t>
      </w:r>
      <w:bookmarkEnd w:id="207"/>
    </w:p>
    <w:p w14:paraId="10B1B85F" w14:textId="7F9A5E40" w:rsidR="00986AF4" w:rsidRDefault="00986AF4" w:rsidP="00986AF4">
      <w:pPr>
        <w:pStyle w:val="Vrednost"/>
      </w:pPr>
      <w:r>
        <w:t>Vrednost: 10.000 €</w:t>
      </w:r>
    </w:p>
    <w:p w14:paraId="4577D0EC" w14:textId="0404BF1A" w:rsidR="00986AF4" w:rsidRDefault="00986AF4" w:rsidP="00986AF4">
      <w:pPr>
        <w:pStyle w:val="Heading11"/>
      </w:pPr>
      <w:r>
        <w:t>Opis glavnega programa</w:t>
      </w:r>
    </w:p>
    <w:p w14:paraId="0B44E675" w14:textId="2E0159F7" w:rsidR="00986AF4" w:rsidRDefault="00986AF4" w:rsidP="00986AF4">
      <w:r>
        <w:t>Glavni program 1602 Prostorsko in podeželsko planiranje in administracija vključuje sredstva za urejanje in nadzor nad geodetskimi evidencami, nadzor nad prostorom, in vzpostavitev sistema gospodarjenja s prostorom.</w:t>
      </w:r>
    </w:p>
    <w:p w14:paraId="44F1F08A" w14:textId="5993A7D8" w:rsidR="00986AF4" w:rsidRDefault="00986AF4" w:rsidP="00986AF4">
      <w:pPr>
        <w:pStyle w:val="Heading11"/>
      </w:pPr>
      <w:r>
        <w:t>Dolgoročni cilji glavnega programa (Specifični cilj in kazalniki)</w:t>
      </w:r>
    </w:p>
    <w:p w14:paraId="0E6F1FBF" w14:textId="2FD231B6" w:rsidR="00986AF4" w:rsidRDefault="00986AF4" w:rsidP="00986AF4">
      <w:r>
        <w:t>Dolgoročni cilji glavnega programa so: skladen razvoj območja na vseh področjih življenja in dela ter racionalna raba prostora, zagotavljanje pogojev za uvajanje informacijskega sistema za gospodarjenje s prostorom in varstvo okolja (</w:t>
      </w:r>
      <w:proofErr w:type="spellStart"/>
      <w:r>
        <w:t>geo</w:t>
      </w:r>
      <w:proofErr w:type="spellEnd"/>
      <w:r>
        <w:t>-informacijski center), poudarjena prednost izvajanju razvojnih projektov, enakomernejša razporeditev dejavnosti in omejevanje tistih posegov, ki poslabšujejo razmere v prostoru, pospeševanje posegov, ki spodbujajo razvoj in izboljšujejo urbano celoto, prednostna raba zemljišč za projekte, ki zasledujejo širše družbene interese, prilagajanje prostorskih aktov razvojnim konceptom in potrebam investitorjev,  izboljšanje bivalnih in delovnih pogojev (prometne povezave, zelene površine, rekreacija), ohranjanje kulturne krajine,  skrb za urejeno okolje. Prostorsko planiranje in administracija sta del dolgoročnega razvoja Občine Bistrica ob Sotli in osnova za gospodarski in družbeni razvoj podeželskih naselij v občini.</w:t>
      </w:r>
    </w:p>
    <w:p w14:paraId="10CECE23" w14:textId="55AB4239" w:rsidR="00986AF4" w:rsidRDefault="00986AF4" w:rsidP="00986AF4">
      <w:pPr>
        <w:pStyle w:val="Heading11"/>
      </w:pPr>
      <w:r>
        <w:t>Glavni letni izvedbeni cilji in kazalci, s katerimi se bo merilo doseganje zastavljenih ciljev</w:t>
      </w:r>
    </w:p>
    <w:p w14:paraId="4F0034F9" w14:textId="16DAAA46" w:rsidR="00986AF4" w:rsidRDefault="00986AF4" w:rsidP="00986AF4">
      <w:r>
        <w:t xml:space="preserve">Letni cilji so  izvedba čim večjega obsega planiranih postopkov priprave in sprejema posamičnih prostorskih aktov, pridobitev potrebnih dokumentov za manjše prostorske ureditve ter pridobivanje različnih strokovnih podlag za kasnejše prostorsko načrtovanje. Poleg tega pa tudi nadaljevanje rednega vzdrževanja obstoječe strojne in programske opreme, medobčinskega sodelovanja na področju vzpostavitve  </w:t>
      </w:r>
      <w:proofErr w:type="spellStart"/>
      <w:r>
        <w:t>geoinformacijskih</w:t>
      </w:r>
      <w:proofErr w:type="spellEnd"/>
      <w:r>
        <w:t xml:space="preserve"> sistemov občin ter pridobitev ali izdelava potrebnih podatkov in podatkovnih baz.</w:t>
      </w:r>
      <w:r>
        <w:br/>
        <w:t>Kazalci, s katerimi se bo merilo doseganje zastavljenih ciljev so: vsem občanom dostopen GIS s tekoče ažuriranimi podatkovnimi bazami, izdelan in sprejet OPN  za celotno občino, izdelani in sprejeti planirani OPPN za predvidena območja, obseg izvedbe navedenih projektov oziroma izvedba posameznih faz projektov, pri čemer je potrebno upoštevati, da so postopki priprave in sprejema prostorskih aktov tako iz strokovnega kot organizacijskega vidika izredno zahtevna, kompleksna in dolgotrajna naloga, ki zahteva dodatna usklajevanja z udeleženci postopka, izvajalci in lastniki zemljišč, zaradi česar je  težko natančno določiti stroške ter časovni okvir realizacije posameznega akta.</w:t>
      </w:r>
    </w:p>
    <w:p w14:paraId="4C3B9D23" w14:textId="6D69345D" w:rsidR="00986AF4" w:rsidRDefault="00986AF4" w:rsidP="00986AF4">
      <w:pPr>
        <w:pStyle w:val="Heading11"/>
      </w:pPr>
      <w:r>
        <w:lastRenderedPageBreak/>
        <w:t>Podprogrami in proračunski uporabniki znotraj glavnega programa</w:t>
      </w:r>
    </w:p>
    <w:p w14:paraId="2F2A7DB3" w14:textId="37B43A0F" w:rsidR="00986AF4" w:rsidRDefault="00986AF4" w:rsidP="00986AF4">
      <w:r>
        <w:t>16029002 - Nadzor nad prostorom, onesnaževanjem okolja in narave</w:t>
      </w:r>
      <w:r>
        <w:br/>
        <w:t>16029003  Prostorsko načrtovanje</w:t>
      </w:r>
      <w:r>
        <w:br/>
        <w:t>           0004 - Občinska uprava</w:t>
      </w:r>
    </w:p>
    <w:p w14:paraId="276FB68F" w14:textId="5FB9EEF5" w:rsidR="00986AF4" w:rsidRDefault="00986AF4" w:rsidP="00986AF4">
      <w:pPr>
        <w:pStyle w:val="AHeading7"/>
      </w:pPr>
      <w:bookmarkStart w:id="208" w:name="_Toc184208557"/>
      <w:r>
        <w:t>16029003 - Prostorsko načrtovanje</w:t>
      </w:r>
      <w:bookmarkStart w:id="209" w:name="PPR_16029003_A_20261"/>
      <w:bookmarkEnd w:id="209"/>
      <w:bookmarkEnd w:id="208"/>
    </w:p>
    <w:p w14:paraId="79DBCEFA" w14:textId="178D4EEC" w:rsidR="00986AF4" w:rsidRDefault="00986AF4" w:rsidP="00986AF4">
      <w:pPr>
        <w:pStyle w:val="Vrednost"/>
      </w:pPr>
      <w:r>
        <w:t>Vrednost: 10.000 €</w:t>
      </w:r>
    </w:p>
    <w:p w14:paraId="52EA9D90" w14:textId="357A3A47" w:rsidR="00986AF4" w:rsidRDefault="00986AF4" w:rsidP="00986AF4">
      <w:pPr>
        <w:pStyle w:val="Heading11"/>
      </w:pPr>
      <w:r>
        <w:t>Opis podprograma</w:t>
      </w:r>
    </w:p>
    <w:p w14:paraId="065B3C5C" w14:textId="05820A86" w:rsidR="00986AF4" w:rsidRDefault="00986AF4" w:rsidP="00986AF4">
      <w:r>
        <w:t> Prostorsko načrtovanje je izvajanje stalnega procesa priprave in sprejema strateških in izvedbenih prostorskih aktov ter priprave različnih strokovnih podlag, ki so osnova za prostorsko načrtovanje. Ključne naloge so organizacija in sodelovanje pri pripravi in sprejemu prostorskih aktov ter njihovih sprememb in dopolnitev, v skladu  z določili ZPNačrt, ZUreP in ZGO. Poleg tega  v okviru tega podprograma  pristopamo k izdelavi ali pridobitvi ustrezne dokumentacije za manjše prostorske ureditve.</w:t>
      </w:r>
    </w:p>
    <w:p w14:paraId="630F97BE" w14:textId="361061F9" w:rsidR="00986AF4" w:rsidRDefault="00986AF4" w:rsidP="00986AF4">
      <w:pPr>
        <w:pStyle w:val="Heading11"/>
      </w:pPr>
      <w:r>
        <w:t>Zakonske in druge pravne podlage</w:t>
      </w:r>
    </w:p>
    <w:p w14:paraId="6B23794C" w14:textId="409E4342" w:rsidR="00986AF4" w:rsidRDefault="00986AF4" w:rsidP="00986AF4">
      <w:r>
        <w:t xml:space="preserve">" Zakon o urejanju prostora (Ur. list RS, 110/02, 8/03) </w:t>
      </w:r>
      <w:r>
        <w:br/>
        <w:t>" Zakon o graditvi objektov (Ur. list RS, 102/04 - UPB1) in na njegovi podlagi sprejeti podzakonski akti</w:t>
      </w:r>
      <w:r>
        <w:br/>
        <w:t>" Zakon o javnih naročilih in na njegovi podlagi sprejeti podzakonski akti</w:t>
      </w:r>
      <w:r>
        <w:br/>
        <w:t>" Odlok o strategiji prostorskega razvoja Slovenije (Ur. list RS, št. 76/04)</w:t>
      </w:r>
      <w:r>
        <w:br/>
        <w:t>" Uredba o prostorskem redu Slovenije (Ur. list RS, št. 122/04)</w:t>
      </w:r>
      <w:r>
        <w:br/>
        <w:t xml:space="preserve">" ostali že sprejeti izvedbeni prostorski akti </w:t>
      </w:r>
      <w:r>
        <w:br/>
        <w:t>" področni zakoni in na njihovi podlagi sprejeti podzakonski akti, ki posegajo na področje prostorskega načrtovanja in planiranja (Energetski zakon, Stanovanjski zakon, Zakon o ohranjanju narave, Zakon o vodah, Zakon o varstvu okolja, Zakon o kmetijskih zemljiščih, Zakon o varstvu kulturne dediščine, Zakon o gozdovih, Zakon o rudarstvu, Zakon o telekomunikacijah, Zakon o zdravstveni inšpekciji, Zakon o javnih cestah,...)</w:t>
      </w:r>
    </w:p>
    <w:p w14:paraId="30BA3970" w14:textId="74C32720" w:rsidR="00986AF4" w:rsidRDefault="00986AF4" w:rsidP="00986AF4">
      <w:pPr>
        <w:pStyle w:val="Heading11"/>
      </w:pPr>
      <w:r>
        <w:t>Dolgoročni cilji podprograma in kazalci, s katerimi se bo merilo doseganje zastavljenih ciljev (Rezultat in kazalniki)</w:t>
      </w:r>
    </w:p>
    <w:p w14:paraId="52C628C8" w14:textId="29975AE5" w:rsidR="00986AF4" w:rsidRDefault="00986AF4" w:rsidP="00986AF4">
      <w:r>
        <w:t>Dolgoročni cilj je izvedba postopkov priprave in sprejema posamičnih prostorskih aktov ter pridobitev potrebnih dokumentov za manjše prostorske ureditve v planiranem obsegu.</w:t>
      </w:r>
      <w:r>
        <w:br/>
        <w:t>Planirani kazalnik na podlagi katerega se bo merila uspešnost zastavljenih ciljev, je obseg izvedbe navedenih projektov oziroma izvedba posameznih faz projektov.</w:t>
      </w:r>
    </w:p>
    <w:p w14:paraId="7AFDD663" w14:textId="77A6088E" w:rsidR="00986AF4" w:rsidRDefault="00986AF4" w:rsidP="00986AF4">
      <w:pPr>
        <w:pStyle w:val="Heading11"/>
      </w:pPr>
      <w:r>
        <w:t>Letni izvedbeni cilji podprograma in kazalci, s katerimi se bo merilo doseganje zastavljenih ciljev (Neposredni učinek in kazalnik)</w:t>
      </w:r>
    </w:p>
    <w:p w14:paraId="7F39B008" w14:textId="5B55411B" w:rsidR="00986AF4" w:rsidRDefault="00986AF4" w:rsidP="00986AF4">
      <w:r>
        <w:t>Letni cilj je priprava in sprejem načrtovanih prostorskih aktov. Planirani kazalnik, na podlagi katerega se bo merila uspešnost zastavljenih ciljev, je obseg izvedbe navedenih projektov oziroma izvedba posameznih faz projektov, pri čemer je potrebno upoštevati, da so postopki priprave in sprejema prostorskih aktov tako iz strokovnega kot organizacijskega vidika zahtevna, kompleksna in dolgotrajna naloga, ki zahteva veliko usklajevanja z udeleženci postopka, izvajalci in lastniki zemljišč, zaradi česar je težko natančno določiti stroške ter točen časovni okvir realizacije posameznega projekta.</w:t>
      </w:r>
    </w:p>
    <w:p w14:paraId="73DAC99E" w14:textId="2CE35A9F" w:rsidR="00986AF4" w:rsidRDefault="00986AF4" w:rsidP="00986AF4">
      <w:pPr>
        <w:pStyle w:val="AHeading8"/>
      </w:pPr>
      <w:r>
        <w:t>0004 - Občinska uprava</w:t>
      </w:r>
      <w:bookmarkStart w:id="210" w:name="PU_0004_PPR_16029003_A_20261"/>
      <w:bookmarkEnd w:id="210"/>
    </w:p>
    <w:p w14:paraId="68AA6FD9" w14:textId="23DDCEA8" w:rsidR="00986AF4" w:rsidRDefault="00986AF4" w:rsidP="00986AF4">
      <w:pPr>
        <w:pStyle w:val="Vrednost"/>
      </w:pPr>
      <w:r>
        <w:t>Vrednost: 5.509.267 €</w:t>
      </w:r>
    </w:p>
    <w:p w14:paraId="1A51B275" w14:textId="034B9574" w:rsidR="00986AF4" w:rsidRDefault="00986AF4" w:rsidP="00986AF4">
      <w:pPr>
        <w:pStyle w:val="AHeading10"/>
      </w:pPr>
      <w:r>
        <w:t>16025 - OBČINSKI PROSTORSKI NAČRT</w:t>
      </w:r>
      <w:bookmarkStart w:id="211" w:name="PP_16025_A_20261"/>
      <w:bookmarkEnd w:id="211"/>
    </w:p>
    <w:p w14:paraId="08868EE1" w14:textId="378F9AA9" w:rsidR="00986AF4" w:rsidRDefault="00986AF4" w:rsidP="00986AF4">
      <w:pPr>
        <w:pStyle w:val="Vrednost"/>
      </w:pPr>
      <w:r>
        <w:t>Vrednost: 10.000 €</w:t>
      </w:r>
    </w:p>
    <w:p w14:paraId="563EE346" w14:textId="2D261096" w:rsidR="00986AF4" w:rsidRDefault="00986AF4" w:rsidP="00986AF4">
      <w:pPr>
        <w:pStyle w:val="Heading11"/>
      </w:pPr>
      <w:r>
        <w:t>Obrazložitev dejavnosti v okviru proračunske postavke</w:t>
      </w:r>
    </w:p>
    <w:p w14:paraId="2FFA6094" w14:textId="77777777" w:rsidR="00986AF4" w:rsidRPr="00986AF4" w:rsidRDefault="00986AF4" w:rsidP="00986AF4">
      <w:pPr>
        <w:rPr>
          <w:lang w:eastAsia="sl-SI"/>
        </w:rPr>
      </w:pPr>
      <w:r w:rsidRPr="00986AF4">
        <w:t xml:space="preserve">Izdelava Občinskega prostorskega načrta (OPN), ki je temeljni prostorski akt občine. V njem se, ob upoštevanju usmeritev iz državnih prostorskih aktov, razvojnih potreb občine in varstvenih zahtev, določijo cilji in izhodišča prostorskega razvoja občine, načrtujejo prostorske ureditve lokalnega pomena ter določijo pogoji umeščanja objektov v prostor. Občinski prostorski načrt je pomembna podlaga za racionalno in trajnostno načrtovanje vseh posegov v prostor v občini in za zagotavljanje kakovostnih pogojev za življenje in delo njenih prebivalcev. </w:t>
      </w:r>
    </w:p>
    <w:p w14:paraId="2A4BEC33" w14:textId="77777777" w:rsidR="00986AF4" w:rsidRDefault="00986AF4" w:rsidP="00986AF4"/>
    <w:p w14:paraId="74EBB3B8" w14:textId="4256C03B" w:rsidR="00986AF4" w:rsidRDefault="00986AF4" w:rsidP="00986AF4">
      <w:pPr>
        <w:pStyle w:val="Heading11"/>
      </w:pPr>
      <w:r>
        <w:lastRenderedPageBreak/>
        <w:t>Navezava na projekte v okviru proračunske postavke</w:t>
      </w:r>
    </w:p>
    <w:p w14:paraId="667F9CCC" w14:textId="0A0F847C" w:rsidR="00986AF4" w:rsidRDefault="00986AF4" w:rsidP="00986AF4">
      <w:pPr>
        <w:pStyle w:val="Heading11"/>
      </w:pPr>
      <w:r>
        <w:t>Izhodišča, na katerih temeljijo izračuni predlogov pravic porabe za del, ki se ne izvršuje preko NRP (Neposredni učinek in kazalnik)</w:t>
      </w:r>
    </w:p>
    <w:p w14:paraId="35C97089" w14:textId="77777777" w:rsidR="00986AF4" w:rsidRDefault="00986AF4" w:rsidP="00986AF4"/>
    <w:p w14:paraId="6B7836E1" w14:textId="0305068A" w:rsidR="00986AF4" w:rsidRDefault="00986AF4" w:rsidP="00986AF4">
      <w:pPr>
        <w:pStyle w:val="AHeading6"/>
      </w:pPr>
      <w:bookmarkStart w:id="212" w:name="_Toc184208558"/>
      <w:r>
        <w:t>1603 - Komunalna dejavnost</w:t>
      </w:r>
      <w:bookmarkEnd w:id="212"/>
    </w:p>
    <w:p w14:paraId="04141364" w14:textId="2C9E37C6" w:rsidR="00986AF4" w:rsidRDefault="00986AF4" w:rsidP="00986AF4">
      <w:pPr>
        <w:pStyle w:val="Vrednost"/>
      </w:pPr>
      <w:r>
        <w:t>Vrednost: 340.106 €</w:t>
      </w:r>
    </w:p>
    <w:p w14:paraId="3347D255" w14:textId="4AAA7F28" w:rsidR="00986AF4" w:rsidRDefault="00986AF4" w:rsidP="00986AF4">
      <w:pPr>
        <w:pStyle w:val="Heading11"/>
      </w:pPr>
      <w:r>
        <w:t>Opis glavnega programa</w:t>
      </w:r>
    </w:p>
    <w:p w14:paraId="01E71867" w14:textId="1D3CD390" w:rsidR="00986AF4" w:rsidRDefault="00986AF4" w:rsidP="00986AF4">
      <w:r>
        <w:t>Glavni program komunalna dejavnost vključuje vzdrževanje in obnovo komunalnih objektov in naprav na področju oskrbe z vodo, pokopališke in pogrebne dejavnosti in drugih komunalnih dejavnosti.</w:t>
      </w:r>
    </w:p>
    <w:p w14:paraId="7BAEE68E" w14:textId="4337D2BA" w:rsidR="00986AF4" w:rsidRDefault="00986AF4" w:rsidP="00986AF4">
      <w:pPr>
        <w:pStyle w:val="Heading11"/>
      </w:pPr>
      <w:r>
        <w:t>Dolgoročni cilji glavnega programa (Specifični cilj in kazalniki)</w:t>
      </w:r>
    </w:p>
    <w:p w14:paraId="6167F43B" w14:textId="6C116781" w:rsidR="00986AF4" w:rsidRDefault="00986AF4" w:rsidP="00986AF4">
      <w:r>
        <w:t>Zagotoviti osnovne komunalne standarde na območju občine Bistrica ob Sotli.</w:t>
      </w:r>
    </w:p>
    <w:p w14:paraId="7B3C3C9E" w14:textId="4AACC661" w:rsidR="00986AF4" w:rsidRDefault="00986AF4" w:rsidP="00986AF4">
      <w:pPr>
        <w:pStyle w:val="Heading11"/>
      </w:pPr>
      <w:r>
        <w:t>Glavni letni izvedbeni cilji in kazalci, s katerimi se bo merilo doseganje zastavljenih ciljev</w:t>
      </w:r>
    </w:p>
    <w:p w14:paraId="16B54EF0" w14:textId="520550F0" w:rsidR="00986AF4" w:rsidRDefault="00986AF4" w:rsidP="00986AF4">
      <w:r>
        <w:t>V skladu z zagotovljenimi sredstvi realizirati predvidene naloge na področju komunalne dejavnosti.</w:t>
      </w:r>
    </w:p>
    <w:p w14:paraId="27CFEFCD" w14:textId="512974DF" w:rsidR="00986AF4" w:rsidRDefault="00986AF4" w:rsidP="00986AF4">
      <w:pPr>
        <w:pStyle w:val="Heading11"/>
      </w:pPr>
      <w:r>
        <w:t>Podprogrami in proračunski uporabniki znotraj glavnega programa</w:t>
      </w:r>
    </w:p>
    <w:p w14:paraId="06F25968" w14:textId="77777777" w:rsidR="00986AF4" w:rsidRPr="00986AF4" w:rsidRDefault="00986AF4" w:rsidP="00986AF4">
      <w:pPr>
        <w:pStyle w:val="Navadensplet"/>
      </w:pPr>
      <w:r w:rsidRPr="00986AF4">
        <w:t>16039001 Oskrba z vodo</w:t>
      </w:r>
      <w:r w:rsidRPr="00986AF4">
        <w:br/>
        <w:t>          0004 - Občinska uprava</w:t>
      </w:r>
      <w:r w:rsidRPr="00986AF4">
        <w:br/>
        <w:t>16039002 Urejanje pokopališč in pogrebna dejavnost</w:t>
      </w:r>
      <w:r w:rsidRPr="00986AF4">
        <w:br/>
        <w:t>          0004 - Občinska uprava</w:t>
      </w:r>
      <w:r w:rsidRPr="00986AF4">
        <w:br/>
        <w:t>16039004 Praznično urejanje naselij</w:t>
      </w:r>
    </w:p>
    <w:p w14:paraId="1A5CAD8C" w14:textId="77777777" w:rsidR="00986AF4" w:rsidRPr="00986AF4" w:rsidRDefault="00986AF4" w:rsidP="00986AF4">
      <w:pPr>
        <w:pStyle w:val="Navadensplet"/>
      </w:pPr>
      <w:r w:rsidRPr="00986AF4">
        <w:t>          0004 - Občinska uprava</w:t>
      </w:r>
    </w:p>
    <w:p w14:paraId="707A8143" w14:textId="77777777" w:rsidR="00986AF4" w:rsidRPr="00986AF4" w:rsidRDefault="00986AF4" w:rsidP="00986AF4">
      <w:pPr>
        <w:pStyle w:val="Navadensplet"/>
      </w:pPr>
      <w:r w:rsidRPr="00986AF4">
        <w:t>16039005 - Druge komunalne dejavnosti</w:t>
      </w:r>
    </w:p>
    <w:p w14:paraId="26BDEA64" w14:textId="77777777" w:rsidR="00986AF4" w:rsidRPr="00986AF4" w:rsidRDefault="00986AF4" w:rsidP="00986AF4">
      <w:pPr>
        <w:pStyle w:val="Navadensplet"/>
      </w:pPr>
      <w:r w:rsidRPr="00986AF4">
        <w:t>0004 - Občinska uprava</w:t>
      </w:r>
    </w:p>
    <w:p w14:paraId="2AA50D10" w14:textId="77777777" w:rsidR="00986AF4" w:rsidRDefault="00986AF4" w:rsidP="00986AF4"/>
    <w:p w14:paraId="79469786" w14:textId="0C508FB6" w:rsidR="00986AF4" w:rsidRDefault="00986AF4" w:rsidP="00986AF4">
      <w:pPr>
        <w:pStyle w:val="AHeading7"/>
      </w:pPr>
      <w:bookmarkStart w:id="213" w:name="_Toc184208559"/>
      <w:r>
        <w:t>16039001 - Oskrba z vodo</w:t>
      </w:r>
      <w:bookmarkStart w:id="214" w:name="PPR_16039001_A_20261"/>
      <w:bookmarkEnd w:id="214"/>
      <w:bookmarkEnd w:id="213"/>
    </w:p>
    <w:p w14:paraId="4BBC73EB" w14:textId="25B0DF76" w:rsidR="00986AF4" w:rsidRDefault="00986AF4" w:rsidP="00986AF4">
      <w:pPr>
        <w:pStyle w:val="Vrednost"/>
      </w:pPr>
      <w:r>
        <w:t>Vrednost: 52.290 €</w:t>
      </w:r>
    </w:p>
    <w:p w14:paraId="018A77D4" w14:textId="355DF8CE" w:rsidR="00986AF4" w:rsidRDefault="00986AF4" w:rsidP="00986AF4">
      <w:pPr>
        <w:pStyle w:val="Heading11"/>
      </w:pPr>
      <w:r>
        <w:t>Opis podprograma</w:t>
      </w:r>
    </w:p>
    <w:p w14:paraId="7F85C604" w14:textId="33FDA9E0" w:rsidR="00986AF4" w:rsidRDefault="00986AF4" w:rsidP="00986AF4">
      <w:r>
        <w:t>Podprogram obsega gradnjo in vzdrževanje vodovodnih sistemov na območju občine, vključno s hidrantno mrežo.</w:t>
      </w:r>
    </w:p>
    <w:p w14:paraId="34F0CC4B" w14:textId="1F18C890" w:rsidR="00986AF4" w:rsidRDefault="00986AF4" w:rsidP="00986AF4">
      <w:pPr>
        <w:pStyle w:val="Heading11"/>
      </w:pPr>
      <w:r>
        <w:t>Zakonske in druge pravne podlage</w:t>
      </w:r>
    </w:p>
    <w:p w14:paraId="3260382A" w14:textId="0EC39614" w:rsidR="00986AF4" w:rsidRDefault="00986AF4" w:rsidP="00986AF4">
      <w:r>
        <w:t>" Zakon o vodah (Uradni list RS, št. 67/02 s spremembami)</w:t>
      </w:r>
      <w:r>
        <w:br/>
        <w:t>" Zakon o varstvu okolja (UL RS, št. 39/06 s spremembami)</w:t>
      </w:r>
      <w:r>
        <w:br/>
        <w:t>" Zakon o urejanju prostora (UL RS, št. 110/02 s popravki)</w:t>
      </w:r>
      <w:r>
        <w:br/>
        <w:t>" Zakon o graditvi objektov (UL RS, št. 102/04)</w:t>
      </w:r>
      <w:r>
        <w:br/>
        <w:t>" Zakon o gospodarskih javnih službah (UL RS, št. 32/93 s spremembami)</w:t>
      </w:r>
      <w:r>
        <w:br/>
        <w:t xml:space="preserve">" Zakon o varstvu pred požarom (UL RS, št. 71/93) </w:t>
      </w:r>
      <w:r>
        <w:br/>
        <w:t>" Pravilnik o oskrbi s pitno vodo (UL RS, št. 35/06 s spremembami)</w:t>
      </w:r>
      <w:r>
        <w:br/>
        <w:t>" Pravilnik o pitni vodi (Uradni list RS, št. 19/04, 35/04)</w:t>
      </w:r>
      <w:r>
        <w:br/>
        <w:t xml:space="preserve">" Pravilnik o preizkušanju hidrantnega omrežja (UL RS, št. 22/95) </w:t>
      </w:r>
      <w:r>
        <w:br/>
        <w:t>" Odlok o oskrbi s pitno  vodo na območju občin Rogaška Slatina, Šmarje pri Jelšah, Podčetrtek, Rogatec, Kozje, Bistrica ob Sotli in Poljčane (UL RS, št. 81/21)</w:t>
      </w:r>
    </w:p>
    <w:p w14:paraId="37F137CA" w14:textId="5159E09E" w:rsidR="00986AF4" w:rsidRDefault="00986AF4" w:rsidP="00986AF4">
      <w:pPr>
        <w:pStyle w:val="Heading11"/>
      </w:pPr>
      <w:r>
        <w:t>Dolgoročni cilji podprograma in kazalci, s katerimi se bo merilo doseganje zastavljenih ciljev (Rezultat in kazalniki)</w:t>
      </w:r>
    </w:p>
    <w:p w14:paraId="0409BC9F" w14:textId="33ECB9E2" w:rsidR="00986AF4" w:rsidRDefault="00986AF4" w:rsidP="00986AF4">
      <w:r>
        <w:t xml:space="preserve">Zagotoviti neoporečno pitno vodo v zadostnih količinah na območjih, kjer se prebivalci oskrbujejo s pitno vodo iz lokalnih vodooskrbnih sistemov in na območjih, kjer še ni zagotovljena </w:t>
      </w:r>
      <w:proofErr w:type="spellStart"/>
      <w:r>
        <w:t>vodooskrba</w:t>
      </w:r>
      <w:proofErr w:type="spellEnd"/>
      <w:r>
        <w:t xml:space="preserve"> ter izboljšati kakovost izvajanja javne službe z dodatno infrastrukturo.</w:t>
      </w:r>
      <w:r>
        <w:br/>
        <w:t>Kazalci: število vzdrževanih hidrantov in obnovljenih ter novozgrajenih vodovodnih sistemov.</w:t>
      </w:r>
    </w:p>
    <w:p w14:paraId="06D7DA36" w14:textId="449C3215" w:rsidR="00986AF4" w:rsidRDefault="00986AF4" w:rsidP="00986AF4">
      <w:pPr>
        <w:pStyle w:val="Heading11"/>
      </w:pPr>
      <w:r>
        <w:lastRenderedPageBreak/>
        <w:t>Letni izvedbeni cilji podprograma in kazalci, s katerimi se bo merilo doseganje zastavljenih ciljev (Neposredni učinek in kazalnik)</w:t>
      </w:r>
    </w:p>
    <w:p w14:paraId="1FCC4603" w14:textId="66844474" w:rsidR="00986AF4" w:rsidRDefault="00986AF4" w:rsidP="00986AF4">
      <w:r>
        <w:t>Skladno z razpoložljivimi sredstvi zagotavljati fazno obnovo lokalnih vodooskrbnih sistemov.</w:t>
      </w:r>
    </w:p>
    <w:p w14:paraId="68A0A2A3" w14:textId="6F922428" w:rsidR="00986AF4" w:rsidRDefault="00986AF4" w:rsidP="00986AF4">
      <w:pPr>
        <w:pStyle w:val="AHeading8"/>
      </w:pPr>
      <w:r>
        <w:t>0004 - Občinska uprava</w:t>
      </w:r>
      <w:bookmarkStart w:id="215" w:name="PU_0004_PPR_16039001_A_20261"/>
      <w:bookmarkEnd w:id="215"/>
    </w:p>
    <w:p w14:paraId="5C4C9200" w14:textId="07793864" w:rsidR="00986AF4" w:rsidRDefault="00986AF4" w:rsidP="00986AF4">
      <w:pPr>
        <w:pStyle w:val="Vrednost"/>
      </w:pPr>
      <w:r>
        <w:t>Vrednost: 5.509.267 €</w:t>
      </w:r>
    </w:p>
    <w:p w14:paraId="3A63D30B" w14:textId="76DF409A" w:rsidR="00986AF4" w:rsidRDefault="00986AF4" w:rsidP="00986AF4">
      <w:pPr>
        <w:pStyle w:val="AHeading10"/>
      </w:pPr>
      <w:r>
        <w:t>16001 - Izgradnja vodovodov in ostale vodovodne infrastrukture</w:t>
      </w:r>
      <w:bookmarkStart w:id="216" w:name="PP_16001_A_20261"/>
      <w:bookmarkEnd w:id="216"/>
    </w:p>
    <w:p w14:paraId="0502BA1D" w14:textId="35C48F7B" w:rsidR="00986AF4" w:rsidRDefault="00986AF4" w:rsidP="00986AF4">
      <w:pPr>
        <w:pStyle w:val="Vrednost"/>
      </w:pPr>
      <w:r>
        <w:t>Vrednost: 51.765 €</w:t>
      </w:r>
    </w:p>
    <w:p w14:paraId="082C288A" w14:textId="03E36A8E" w:rsidR="00986AF4" w:rsidRDefault="00986AF4" w:rsidP="00986AF4">
      <w:pPr>
        <w:pStyle w:val="Heading11"/>
      </w:pPr>
      <w:r>
        <w:t>Obrazložitev dejavnosti v okviru proračunske postavke</w:t>
      </w:r>
    </w:p>
    <w:p w14:paraId="6A0B0BBB" w14:textId="77777777" w:rsidR="00986AF4" w:rsidRPr="00986AF4" w:rsidRDefault="00986AF4" w:rsidP="00986AF4">
      <w:pPr>
        <w:rPr>
          <w:lang w:eastAsia="sl-SI"/>
        </w:rPr>
      </w:pPr>
      <w:r w:rsidRPr="00986AF4">
        <w:t>Na proračunski postavki so predvidena sredstva za investicijsko vzdrževanje  na vodovodnem omrežju v občini.</w:t>
      </w:r>
    </w:p>
    <w:p w14:paraId="44CDFFBE" w14:textId="53615E93" w:rsidR="00986AF4" w:rsidRPr="00986AF4" w:rsidRDefault="00986AF4" w:rsidP="00986AF4">
      <w:r w:rsidRPr="00986AF4">
        <w:t>Načrtovane so investicije, ki jih bo izvajalo Javno podjetje za komunalne storitve OKP Rogaška Slatina d.o.o</w:t>
      </w:r>
      <w:r w:rsidR="007E642D">
        <w:t>.</w:t>
      </w:r>
    </w:p>
    <w:p w14:paraId="75B0A439" w14:textId="15FF254E" w:rsidR="00986AF4" w:rsidRPr="00986AF4" w:rsidRDefault="00986AF4" w:rsidP="005C0096"/>
    <w:p w14:paraId="2E003F8C" w14:textId="77777777" w:rsidR="00986AF4" w:rsidRDefault="00986AF4" w:rsidP="00986AF4"/>
    <w:p w14:paraId="6B857DAE" w14:textId="211586F0" w:rsidR="00986AF4" w:rsidRDefault="00986AF4" w:rsidP="00986AF4">
      <w:pPr>
        <w:pStyle w:val="Heading11"/>
      </w:pPr>
      <w:r>
        <w:t>Navezava na projekte v okviru proračunske postavke</w:t>
      </w:r>
    </w:p>
    <w:p w14:paraId="47F0C8D6" w14:textId="6DF81324" w:rsidR="00986AF4" w:rsidRDefault="00986AF4" w:rsidP="00986AF4">
      <w:pPr>
        <w:pStyle w:val="Heading11"/>
      </w:pPr>
      <w:r>
        <w:t>Izhodišča, na katerih temeljijo izračuni predlogov pravic porabe za del, ki se ne izvršuje preko NRP (Neposredni učinek in kazalnik)</w:t>
      </w:r>
    </w:p>
    <w:p w14:paraId="03C7884B" w14:textId="4533B12B" w:rsidR="00986AF4" w:rsidRDefault="00986AF4" w:rsidP="00986AF4">
      <w:r>
        <w:t>Plan upravljalca OKP d.o.o.</w:t>
      </w:r>
    </w:p>
    <w:p w14:paraId="3FE235D3" w14:textId="0C47053F" w:rsidR="00986AF4" w:rsidRDefault="00986AF4" w:rsidP="00986AF4">
      <w:pPr>
        <w:pStyle w:val="AHeading10"/>
      </w:pPr>
      <w:r>
        <w:t>16031 - Hidravlična izboljšava vodovodnega sistema v občinah Brežice in Bistrica ob Sotli</w:t>
      </w:r>
      <w:bookmarkStart w:id="217" w:name="PP_16031_A_20261"/>
      <w:bookmarkEnd w:id="217"/>
    </w:p>
    <w:p w14:paraId="2E90EDAF" w14:textId="0452903C" w:rsidR="00986AF4" w:rsidRDefault="00986AF4" w:rsidP="00986AF4">
      <w:pPr>
        <w:pStyle w:val="Vrednost"/>
      </w:pPr>
      <w:r>
        <w:t>Vrednost: 525 €</w:t>
      </w:r>
    </w:p>
    <w:p w14:paraId="66314E43" w14:textId="79CBCE36" w:rsidR="00986AF4" w:rsidRDefault="00986AF4" w:rsidP="00986AF4">
      <w:pPr>
        <w:pStyle w:val="Heading11"/>
      </w:pPr>
      <w:r>
        <w:t>Obrazložitev dejavnosti v okviru proračunske postavke</w:t>
      </w:r>
    </w:p>
    <w:p w14:paraId="0E6EA928" w14:textId="77777777" w:rsidR="00986AF4" w:rsidRPr="00986AF4" w:rsidRDefault="00986AF4" w:rsidP="00986AF4">
      <w:pPr>
        <w:rPr>
          <w:lang w:eastAsia="sl-SI"/>
        </w:rPr>
      </w:pPr>
      <w:r w:rsidRPr="00986AF4">
        <w:t>Namen izvedbe skupnega projekta "Hidravlične izboljšave vodovodnega sistema v občinah Brežice in Bistrica ob Sotli" je vzpostaviti kvaliteten sistem oskrbe s pitno vodo na območju občin Brežice in Bistrica ob Sotli, zagotoviti izboljšanje javne oskrbe s pitno vodo ter s tem zagotoviti boljšo in varnejšo oskrbo s pitno vodo, ter zmanjšanje vodnih izgub.</w:t>
      </w:r>
    </w:p>
    <w:p w14:paraId="465C1057" w14:textId="77777777" w:rsidR="00986AF4" w:rsidRPr="00986AF4" w:rsidRDefault="00986AF4" w:rsidP="00986AF4">
      <w:r w:rsidRPr="00986AF4">
        <w:t xml:space="preserve">Investicija bo zagotovila višjo kakovost življenja občanov, ohranjena bo poseljenost podeželja, zmanjšani bodo negativni vplivi na okolje (zamenjava vodovodnih cevi, ki bodo z izgradnjo novega vodovodnega omrežja opuščene, bo vsekakor pozitivno vplivalo na bivalno okolje in zdravje prebivalstva na obravnavanem območju). </w:t>
      </w:r>
    </w:p>
    <w:p w14:paraId="54EBA4E8" w14:textId="77777777" w:rsidR="00986AF4" w:rsidRPr="00986AF4" w:rsidRDefault="00986AF4" w:rsidP="00986AF4">
      <w:r w:rsidRPr="00986AF4">
        <w:t>Projekt "Hidravlične izboljšave vodovodnega sistema v občinah Brežice in Bistrica ob Sotli" je skupen projekt občin Brežice in Bistrica ob Sotli, saj gre za hidravlične izboljšave enega vodovodnega sistema, ki ima stično točko (navezavo) na lokaciji pri gradu Bizeljsko</w:t>
      </w:r>
    </w:p>
    <w:p w14:paraId="6F22472C" w14:textId="77777777" w:rsidR="00986AF4" w:rsidRPr="00986AF4" w:rsidRDefault="00986AF4" w:rsidP="00986AF4">
      <w:r w:rsidRPr="00986AF4">
        <w:t>Poleg tega se bodo zaradi kvalitetnejše oskrbe s pitno vodo iz javne vodovodne mreže izboljšale bivalne razmere predmetnega območja, kar posredno vpliva na demografsko sliko na obravnavanem območju in razširja možnosti za delovanje tega področja. Investicija bo imela tudi vpliv na povečano zadovoljstvu prebivalcev ter povečane možnostih za razvoj in konkurenčnost gospodarstva.</w:t>
      </w:r>
    </w:p>
    <w:p w14:paraId="11115C99" w14:textId="77777777" w:rsidR="00986AF4" w:rsidRPr="00986AF4" w:rsidRDefault="00986AF4" w:rsidP="00986AF4">
      <w:r w:rsidRPr="00986AF4">
        <w:t xml:space="preserve">Z izvedbo projekta bodo doseženi cilji, ki sovpadajo s cilji Operativnega programa izvajanja evropske kohezijske politike. </w:t>
      </w:r>
    </w:p>
    <w:p w14:paraId="621A0590" w14:textId="77777777" w:rsidR="00986AF4" w:rsidRPr="00986AF4" w:rsidRDefault="00986AF4" w:rsidP="00986AF4">
      <w:r w:rsidRPr="00986AF4">
        <w:t>  Racionalna raba pitne vode kot naravnega vira in zmanjšanje vodnih izgub na vodovodnem sistemu</w:t>
      </w:r>
      <w:r w:rsidRPr="00986AF4">
        <w:br/>
        <w:t>  Izboljšana javna oskrba s pitno vodo za 20.823 prebivalcev obeh občin.</w:t>
      </w:r>
      <w:r w:rsidRPr="00986AF4">
        <w:br/>
        <w:t>  Povečati zanesljivost oskrbe s kakovostno pitno vodo.</w:t>
      </w:r>
      <w:r w:rsidRPr="00986AF4">
        <w:br/>
        <w:t>  Zagotoviti zdravju primerno pitno vodo brez predhodnega prekuhavanja.</w:t>
      </w:r>
      <w:r w:rsidRPr="00986AF4">
        <w:br/>
        <w:t>  Dolgoročno  znižanje  stroškov  rednega  vzdrževanja  sistema  in  interventnih  investicijskih posegov.</w:t>
      </w:r>
      <w:r w:rsidRPr="00986AF4">
        <w:br/>
        <w:t>  Zaščita naravnih virov, ki so osnova za razvoj in konkurenčnost gospodarstva.</w:t>
      </w:r>
      <w:r w:rsidRPr="00986AF4">
        <w:br/>
        <w:t>  Zmanjšanje števila prebivalcev za 3.833 (1.351 uporabnikov vodovodnega sistema občine Bistrica ob Sotli, 1.446 uporabnikov vodovodnega sistema Bizeljsko, 1.036 uporabnikov vodovodnega sistema Pišece), ki so občasno izpostavljeni moteni dobavi pitne vode in potrebam po dodajanju večje količine sredstev za dezinfekcijo pitne vode, s čimer bo posledično zagotovljeno zmanjšanje zdravstvenega tveganja v oskrbi s pitno vodo.</w:t>
      </w:r>
    </w:p>
    <w:p w14:paraId="1B54570E" w14:textId="77777777" w:rsidR="00986AF4" w:rsidRPr="00986AF4" w:rsidRDefault="00986AF4" w:rsidP="00986AF4">
      <w:r w:rsidRPr="00986AF4">
        <w:t>Operativni cilji investicije so:</w:t>
      </w:r>
    </w:p>
    <w:p w14:paraId="0D9C8397" w14:textId="77777777" w:rsidR="00986AF4" w:rsidRPr="00986AF4" w:rsidRDefault="00986AF4" w:rsidP="00986AF4">
      <w:r w:rsidRPr="00986AF4">
        <w:t>  Večja zanesljivost oskrbe z zdravstveno ustrezno pitno vodo za 20.823 prebivalcev obeh občin.</w:t>
      </w:r>
    </w:p>
    <w:p w14:paraId="4870E09E" w14:textId="77777777" w:rsidR="00986AF4" w:rsidRPr="00986AF4" w:rsidRDefault="00986AF4" w:rsidP="00986AF4">
      <w:r w:rsidRPr="00986AF4">
        <w:lastRenderedPageBreak/>
        <w:t> Dolžina tras za odseke v občini Bistrica ob Sotli</w:t>
      </w:r>
      <w:r w:rsidRPr="00986AF4">
        <w:br/>
        <w:t> Št. Odsek Dolžina v m Predvidena dimenzija cevovoda</w:t>
      </w:r>
      <w:r w:rsidRPr="00986AF4">
        <w:br/>
        <w:t>1. Odsek Trebče- Srebrnik 6.874 m PEHD DN90</w:t>
      </w:r>
      <w:r w:rsidRPr="00986AF4">
        <w:br/>
        <w:t xml:space="preserve">2. Odsek Trebče - Bistrica ob Sotli - </w:t>
      </w:r>
      <w:proofErr w:type="spellStart"/>
      <w:r w:rsidRPr="00986AF4">
        <w:t>Čehovec</w:t>
      </w:r>
      <w:proofErr w:type="spellEnd"/>
      <w:r w:rsidRPr="00986AF4">
        <w:t> 5.294 m PEHD DN90</w:t>
      </w:r>
      <w:r w:rsidRPr="00986AF4">
        <w:br/>
        <w:t>  ( Veja Bistrica ob Sotli - Gorenje ) 435 m PEHD DN90</w:t>
      </w:r>
      <w:r w:rsidRPr="00986AF4">
        <w:br/>
        <w:t>3. Odsek Križan Vrh - Dekmanca 1.105 m PEHD DN63</w:t>
      </w:r>
      <w:r w:rsidRPr="00986AF4">
        <w:br/>
        <w:t>4. Odsek Bistrica ob Sotli - Kunšperk 2.663 m PEHD DN90</w:t>
      </w:r>
      <w:r w:rsidRPr="00986AF4">
        <w:br/>
        <w:t xml:space="preserve">5. Odsek </w:t>
      </w:r>
      <w:proofErr w:type="spellStart"/>
      <w:r w:rsidRPr="00986AF4">
        <w:t>Čehovec</w:t>
      </w:r>
      <w:proofErr w:type="spellEnd"/>
      <w:r w:rsidRPr="00986AF4">
        <w:t xml:space="preserve"> - Bizeljsko 3.123 m PEHD DN90</w:t>
      </w:r>
      <w:r w:rsidRPr="00986AF4">
        <w:br/>
        <w:t>6. Odsek Bistrica ob Sotli - Polje pri Bistrici 450 m PEHD DN90</w:t>
      </w:r>
      <w:r w:rsidRPr="00986AF4">
        <w:br/>
        <w:t>7. Povezava vodovoda Srebrnik - Gorenje 1.400 m PEHD DN90</w:t>
      </w:r>
      <w:r w:rsidRPr="00986AF4">
        <w:br/>
        <w:t xml:space="preserve">  SKUPAJ: 21.344 m  </w:t>
      </w:r>
    </w:p>
    <w:p w14:paraId="7B747604" w14:textId="77777777" w:rsidR="00986AF4" w:rsidRDefault="00986AF4" w:rsidP="00986AF4"/>
    <w:p w14:paraId="4B1E52F3" w14:textId="070AC66A" w:rsidR="00986AF4" w:rsidRDefault="00986AF4" w:rsidP="00986AF4">
      <w:pPr>
        <w:pStyle w:val="Heading11"/>
      </w:pPr>
      <w:r>
        <w:t>Navezava na projekte v okviru proračunske postavke</w:t>
      </w:r>
    </w:p>
    <w:p w14:paraId="08DB4754" w14:textId="60076F05" w:rsidR="00986AF4" w:rsidRDefault="00986AF4" w:rsidP="00986AF4">
      <w:pPr>
        <w:pStyle w:val="Heading11"/>
      </w:pPr>
      <w:r>
        <w:t>Izhodišča, na katerih temeljijo izračuni predlogov pravic porabe za del, ki se ne izvršuje preko NRP (Neposredni učinek in kazalnik)</w:t>
      </w:r>
    </w:p>
    <w:p w14:paraId="14FE321E" w14:textId="77777777" w:rsidR="00986AF4" w:rsidRDefault="00986AF4" w:rsidP="00986AF4"/>
    <w:p w14:paraId="7464E81A" w14:textId="3434280E" w:rsidR="00986AF4" w:rsidRDefault="00986AF4" w:rsidP="00986AF4">
      <w:pPr>
        <w:pStyle w:val="AHeading7"/>
      </w:pPr>
      <w:bookmarkStart w:id="218" w:name="_Toc184208560"/>
      <w:r>
        <w:t>16039002 - Urejanje pokopališč in pogrebna dejavnost</w:t>
      </w:r>
      <w:bookmarkStart w:id="219" w:name="PPR_16039002_A_20261"/>
      <w:bookmarkEnd w:id="219"/>
      <w:bookmarkEnd w:id="218"/>
    </w:p>
    <w:p w14:paraId="74C246F9" w14:textId="70CC89D8" w:rsidR="00986AF4" w:rsidRDefault="00986AF4" w:rsidP="00986AF4">
      <w:pPr>
        <w:pStyle w:val="Vrednost"/>
      </w:pPr>
      <w:r>
        <w:t>Vrednost: 221.558 €</w:t>
      </w:r>
    </w:p>
    <w:p w14:paraId="4720093B" w14:textId="626E522C" w:rsidR="00986AF4" w:rsidRDefault="00986AF4" w:rsidP="00986AF4">
      <w:pPr>
        <w:pStyle w:val="Heading11"/>
      </w:pPr>
      <w:r>
        <w:t>Opis podprograma</w:t>
      </w:r>
    </w:p>
    <w:p w14:paraId="3A90684F" w14:textId="3C5DD34E" w:rsidR="00986AF4" w:rsidRDefault="00986AF4" w:rsidP="00986AF4">
      <w:r>
        <w:t>Podprogram obsega investicijsko vzdrževanje in gradnjo pokopališč in mrliških vežic.</w:t>
      </w:r>
    </w:p>
    <w:p w14:paraId="6282C4EE" w14:textId="51D457B6" w:rsidR="00986AF4" w:rsidRDefault="00986AF4" w:rsidP="00986AF4">
      <w:pPr>
        <w:pStyle w:val="Heading11"/>
      </w:pPr>
      <w:r>
        <w:t>Zakonske in druge pravne podlage</w:t>
      </w:r>
    </w:p>
    <w:p w14:paraId="74CF6CAC" w14:textId="2F63FFA5" w:rsidR="00986AF4" w:rsidRDefault="00986AF4" w:rsidP="00986AF4">
      <w:r>
        <w:t>" Zakon o pokopališki in pogrebni dejavnosti (Uradni list SRS, št. 34/84, 26/90)</w:t>
      </w:r>
      <w:r>
        <w:br/>
        <w:t>" Zakon o gospodarskih javnih službah (UL RS, št. 32/93 s sp.)</w:t>
      </w:r>
      <w:r>
        <w:br/>
        <w:t>" Zakon o graditvi objektov (UL RS, št. 102/04)</w:t>
      </w:r>
      <w:r>
        <w:br/>
        <w:t>" Odlok o gospodarskih javnih službah v občini Bistrica ob Sotli (UL RS, št. 59/2000)</w:t>
      </w:r>
    </w:p>
    <w:p w14:paraId="788249F4" w14:textId="0AB1F7C1" w:rsidR="00986AF4" w:rsidRDefault="00986AF4" w:rsidP="00986AF4">
      <w:pPr>
        <w:pStyle w:val="Heading11"/>
      </w:pPr>
      <w:r>
        <w:t>Dolgoročni cilji podprograma in kazalci, s katerimi se bo merilo doseganje zastavljenih ciljev (Rezultat in kazalniki)</w:t>
      </w:r>
    </w:p>
    <w:p w14:paraId="60A61FC1" w14:textId="1B050545" w:rsidR="00986AF4" w:rsidRDefault="00986AF4" w:rsidP="00986AF4">
      <w:r>
        <w:t>Dolgoročni cilj je zagotoviti letno investicijsko vzdrževanje pokopališč in infrastrukture v sklopu pokopališč.</w:t>
      </w:r>
    </w:p>
    <w:p w14:paraId="08CD8399" w14:textId="56836CBF" w:rsidR="00986AF4" w:rsidRDefault="00986AF4" w:rsidP="00986AF4">
      <w:pPr>
        <w:pStyle w:val="Heading11"/>
      </w:pPr>
      <w:r>
        <w:t>Letni izvedbeni cilji podprograma in kazalci, s katerimi se bo merilo doseganje zastavljenih ciljev (Neposredni učinek in kazalnik)</w:t>
      </w:r>
    </w:p>
    <w:p w14:paraId="4D56E091" w14:textId="608A1D65" w:rsidR="00986AF4" w:rsidRDefault="00986AF4" w:rsidP="00986AF4">
      <w:r>
        <w:t>Skladno z razpoložljivimi sredstvi zagotavljati investicijsko vzdrževanje in gradnjo oziroma obnovo pokopališč in infrastrukture.</w:t>
      </w:r>
      <w:r>
        <w:br/>
        <w:t>Kazalec je število urejenih pokopališč in infrastrukture.</w:t>
      </w:r>
    </w:p>
    <w:p w14:paraId="744DE6D6" w14:textId="13ECEC96" w:rsidR="00986AF4" w:rsidRDefault="00986AF4" w:rsidP="00986AF4">
      <w:pPr>
        <w:pStyle w:val="AHeading8"/>
      </w:pPr>
      <w:r>
        <w:t>0004 - Občinska uprava</w:t>
      </w:r>
      <w:bookmarkStart w:id="220" w:name="PU_0004_PPR_16039002_A_20261"/>
      <w:bookmarkEnd w:id="220"/>
    </w:p>
    <w:p w14:paraId="2AAD73A4" w14:textId="7D91E367" w:rsidR="00986AF4" w:rsidRDefault="00986AF4" w:rsidP="00986AF4">
      <w:pPr>
        <w:pStyle w:val="Vrednost"/>
      </w:pPr>
      <w:r>
        <w:t>Vrednost: 5.509.267 €</w:t>
      </w:r>
    </w:p>
    <w:p w14:paraId="1F4ADC53" w14:textId="6A126170" w:rsidR="00986AF4" w:rsidRDefault="00986AF4" w:rsidP="00986AF4">
      <w:pPr>
        <w:pStyle w:val="AHeading10"/>
      </w:pPr>
      <w:r>
        <w:t>16003 - Mrliška vežica</w:t>
      </w:r>
      <w:bookmarkStart w:id="221" w:name="PP_16003_A_20261"/>
      <w:bookmarkEnd w:id="221"/>
    </w:p>
    <w:p w14:paraId="2E1D52FC" w14:textId="55ADB82A" w:rsidR="00986AF4" w:rsidRDefault="00986AF4" w:rsidP="00986AF4">
      <w:pPr>
        <w:pStyle w:val="Vrednost"/>
      </w:pPr>
      <w:r>
        <w:t>Vrednost: 11.558 €</w:t>
      </w:r>
    </w:p>
    <w:p w14:paraId="392679EF" w14:textId="380DD6B5" w:rsidR="00986AF4" w:rsidRDefault="00986AF4" w:rsidP="00986AF4">
      <w:pPr>
        <w:pStyle w:val="Heading11"/>
      </w:pPr>
      <w:r>
        <w:t>Obrazložitev dejavnosti v okviru proračunske postavke</w:t>
      </w:r>
    </w:p>
    <w:p w14:paraId="666686D3" w14:textId="7AA70F12" w:rsidR="00986AF4" w:rsidRDefault="00986AF4" w:rsidP="00986AF4">
      <w:r>
        <w:t xml:space="preserve">Na PP se  zagotavljajo sredstva za vzdrževanje mrliške vežice, in sicer za stroške energije, komunalnih </w:t>
      </w:r>
      <w:r w:rsidR="005C0096">
        <w:t>storitev</w:t>
      </w:r>
      <w:r>
        <w:t xml:space="preserve"> zavarovanj in tekočega vzdrževanja.</w:t>
      </w:r>
    </w:p>
    <w:p w14:paraId="1440E8C5" w14:textId="3378BE65" w:rsidR="00986AF4" w:rsidRDefault="00986AF4" w:rsidP="00986AF4">
      <w:pPr>
        <w:pStyle w:val="Heading11"/>
      </w:pPr>
      <w:r>
        <w:t>Navezava na projekte v okviru proračunske postavke</w:t>
      </w:r>
    </w:p>
    <w:p w14:paraId="3F2F42C8" w14:textId="5EB0C0BE" w:rsidR="00986AF4" w:rsidRDefault="00986AF4" w:rsidP="00986AF4">
      <w:pPr>
        <w:pStyle w:val="Heading11"/>
      </w:pPr>
      <w:r>
        <w:t>Izhodišča, na katerih temeljijo izračuni predlogov pravic porabe za del, ki se ne izvršuje preko NRP (Neposredni učinek in kazalnik)</w:t>
      </w:r>
    </w:p>
    <w:p w14:paraId="6A935002" w14:textId="015BF018" w:rsidR="00986AF4" w:rsidRDefault="00986AF4" w:rsidP="00986AF4">
      <w:pPr>
        <w:pStyle w:val="AHeading10"/>
      </w:pPr>
      <w:r>
        <w:t>16039 - DRR ZELENA INFRASTRUKTURA - UREDITEV DELA POKOPALIŠČA</w:t>
      </w:r>
      <w:bookmarkStart w:id="222" w:name="PP_16039_A_20261"/>
      <w:bookmarkEnd w:id="222"/>
    </w:p>
    <w:p w14:paraId="730646C4" w14:textId="16F7174D" w:rsidR="00986AF4" w:rsidRDefault="00986AF4" w:rsidP="00986AF4">
      <w:pPr>
        <w:pStyle w:val="Vrednost"/>
      </w:pPr>
      <w:r>
        <w:t>Vrednost: 210.000 €</w:t>
      </w:r>
    </w:p>
    <w:p w14:paraId="4C73F757" w14:textId="2093C797" w:rsidR="00986AF4" w:rsidRDefault="00986AF4" w:rsidP="00986AF4">
      <w:pPr>
        <w:pStyle w:val="Heading11"/>
      </w:pPr>
      <w:r>
        <w:lastRenderedPageBreak/>
        <w:t>Obrazložitev dejavnosti v okviru proračunske postavke</w:t>
      </w:r>
    </w:p>
    <w:p w14:paraId="5632405C" w14:textId="77777777" w:rsidR="00986AF4" w:rsidRPr="00986AF4" w:rsidRDefault="00986AF4" w:rsidP="00986AF4">
      <w:pPr>
        <w:rPr>
          <w:lang w:eastAsia="sl-SI"/>
        </w:rPr>
      </w:pPr>
      <w:r w:rsidRPr="00986AF4">
        <w:t>Občina Bistrica ob Sotli bo projekt Pokopališče Bistrica ob Sotli prijavila v okviru javnega poziva Ministrstva za kohezijo in regionalni razvoj, katerega namen je zagotavljanje sredstev za trajnostno urejanje urbanih površin in spodbujanje zelene preobrazbe v skladu s cilji podnebne nevtralnosti.</w:t>
      </w:r>
    </w:p>
    <w:p w14:paraId="60DBE356" w14:textId="77777777" w:rsidR="00986AF4" w:rsidRPr="00986AF4" w:rsidRDefault="00986AF4" w:rsidP="00986AF4">
      <w:r w:rsidRPr="00986AF4">
        <w:t xml:space="preserve">Občina Bistrica ob Sotli namerava izboljšati stanje zelene infrastrukture na območju obstoječega pokopališča ter povečati uporabne površine zelene infrastrukture. Tako se bo na območju obstoječega pokopališča sanirala in zasadila nova zasaditev, preuredila gospodarska javna infrastruktura, oblikoval teren in uredile pohodne površine ter umestila urbana, parkovna oprema. Območje obravnave obsega površine na parcelnih št. 712, 713, 714 in 709/2, vse </w:t>
      </w:r>
      <w:proofErr w:type="spellStart"/>
      <w:r w:rsidRPr="00986AF4">
        <w:t>k.o</w:t>
      </w:r>
      <w:proofErr w:type="spellEnd"/>
      <w:r w:rsidRPr="00986AF4">
        <w:t xml:space="preserve">. Zagaj. Predmet ureditve obsega 0,55 ha. </w:t>
      </w:r>
    </w:p>
    <w:p w14:paraId="6EAD32E1" w14:textId="77777777" w:rsidR="00986AF4" w:rsidRPr="00986AF4" w:rsidRDefault="00986AF4" w:rsidP="00986AF4">
      <w:r w:rsidRPr="00986AF4">
        <w:t xml:space="preserve">Projekt ureditve novih zelenih površin ter prenovo obstoječih zelenih površin pokopališča Bistrica ob Sotli je skladen s konceptom krožnega gospodarstva. Pri izvedbi peščenih poti se zgornji sloj izkopa ponovno uporabi na območju ureditev zasaditev in </w:t>
      </w:r>
      <w:proofErr w:type="spellStart"/>
      <w:r w:rsidRPr="00986AF4">
        <w:t>zatravitev</w:t>
      </w:r>
      <w:proofErr w:type="spellEnd"/>
      <w:r w:rsidRPr="00986AF4">
        <w:t xml:space="preserve"> (razgrinjanje). Pri gradnji bodo v največji možni meri uporabljeni naravni materiali, predvsem les, kar je skladno s konceptom uporabe materialov iz obnovljivih virov ob upoštevanju  načela ob zibelke do zibelke in načel krožnega gospodarstva.</w:t>
      </w:r>
    </w:p>
    <w:p w14:paraId="0585DD60" w14:textId="77777777" w:rsidR="00986AF4" w:rsidRPr="00986AF4" w:rsidRDefault="00986AF4" w:rsidP="00986AF4">
      <w:r w:rsidRPr="00986AF4">
        <w:t> </w:t>
      </w:r>
    </w:p>
    <w:p w14:paraId="7B8A5442" w14:textId="77777777" w:rsidR="00986AF4" w:rsidRPr="00986AF4" w:rsidRDefault="00986AF4" w:rsidP="00986AF4">
      <w:r w:rsidRPr="00986AF4">
        <w:t> </w:t>
      </w:r>
    </w:p>
    <w:p w14:paraId="5F49831C" w14:textId="77777777" w:rsidR="00986AF4" w:rsidRDefault="00986AF4" w:rsidP="00986AF4"/>
    <w:p w14:paraId="45651AAA" w14:textId="3B6519B1" w:rsidR="00986AF4" w:rsidRDefault="00986AF4" w:rsidP="00986AF4">
      <w:pPr>
        <w:pStyle w:val="Heading11"/>
      </w:pPr>
      <w:r>
        <w:t>Navezava na projekte v okviru proračunske postavke</w:t>
      </w:r>
    </w:p>
    <w:p w14:paraId="16D1FCA2" w14:textId="000CE36F" w:rsidR="00986AF4" w:rsidRDefault="00986AF4" w:rsidP="00986AF4">
      <w:pPr>
        <w:pStyle w:val="Heading11"/>
      </w:pPr>
      <w:r>
        <w:t>Izhodišča, na katerih temeljijo izračuni predlogov pravic porabe za del, ki se ne izvršuje preko NRP (Neposredni učinek in kazalnik)</w:t>
      </w:r>
    </w:p>
    <w:p w14:paraId="7DD1DB41" w14:textId="77777777" w:rsidR="00986AF4" w:rsidRDefault="00986AF4" w:rsidP="00986AF4"/>
    <w:p w14:paraId="70B9F69E" w14:textId="5E9AF1B2" w:rsidR="00986AF4" w:rsidRDefault="00986AF4" w:rsidP="00986AF4">
      <w:pPr>
        <w:pStyle w:val="AHeading7"/>
      </w:pPr>
      <w:bookmarkStart w:id="223" w:name="_Toc184208561"/>
      <w:r>
        <w:t>16039004 - Praznično urejanje naselij</w:t>
      </w:r>
      <w:bookmarkStart w:id="224" w:name="PPR_16039004_A_20261"/>
      <w:bookmarkEnd w:id="224"/>
      <w:bookmarkEnd w:id="223"/>
    </w:p>
    <w:p w14:paraId="34DE0983" w14:textId="28A8A8F1" w:rsidR="00986AF4" w:rsidRDefault="00986AF4" w:rsidP="00986AF4">
      <w:pPr>
        <w:pStyle w:val="Vrednost"/>
      </w:pPr>
      <w:r>
        <w:t>Vrednost: 5.000 €</w:t>
      </w:r>
    </w:p>
    <w:p w14:paraId="4F5D0C13" w14:textId="5579DAA7" w:rsidR="00986AF4" w:rsidRDefault="00986AF4" w:rsidP="00986AF4">
      <w:pPr>
        <w:pStyle w:val="Heading11"/>
      </w:pPr>
      <w:r>
        <w:t>Opis podprograma</w:t>
      </w:r>
    </w:p>
    <w:p w14:paraId="5DE22F40" w14:textId="0601DBA9" w:rsidR="00986AF4" w:rsidRDefault="00986AF4" w:rsidP="00986AF4">
      <w:r>
        <w:t>Praznično urejanje naselij: praznična okrasitev naselij in izobešanje zastav.</w:t>
      </w:r>
    </w:p>
    <w:p w14:paraId="64DBADEE" w14:textId="460099FD" w:rsidR="00986AF4" w:rsidRDefault="00986AF4" w:rsidP="00986AF4">
      <w:pPr>
        <w:pStyle w:val="Heading11"/>
      </w:pPr>
      <w:r>
        <w:t>Zakonske in druge pravne podlage</w:t>
      </w:r>
    </w:p>
    <w:p w14:paraId="371B5BDA" w14:textId="1D94F896" w:rsidR="00986AF4" w:rsidRDefault="00986AF4" w:rsidP="00986AF4">
      <w:r>
        <w:t>Zakon o lokalni samoupravi,</w:t>
      </w:r>
    </w:p>
    <w:p w14:paraId="5B32A018" w14:textId="2D4CA0ED" w:rsidR="00986AF4" w:rsidRDefault="00986AF4" w:rsidP="00986AF4">
      <w:pPr>
        <w:pStyle w:val="Heading11"/>
      </w:pPr>
      <w:r>
        <w:t>Dolgoročni cilji podprograma in kazalci, s katerimi se bo merilo doseganje zastavljenih ciljev (Rezultat in kazalniki)</w:t>
      </w:r>
    </w:p>
    <w:p w14:paraId="48B6A5E0" w14:textId="38B4D6F1" w:rsidR="00986AF4" w:rsidRDefault="00986AF4" w:rsidP="00986AF4">
      <w:r>
        <w:t>Zagotoviti praznično urejenost javnih površin na območju celotne občine.</w:t>
      </w:r>
    </w:p>
    <w:p w14:paraId="2D845DF1" w14:textId="222E6C04" w:rsidR="00986AF4" w:rsidRDefault="00986AF4" w:rsidP="00986AF4">
      <w:pPr>
        <w:pStyle w:val="Heading11"/>
      </w:pPr>
      <w:r>
        <w:t>Letni izvedbeni cilji podprograma in kazalci, s katerimi se bo merilo doseganje zastavljenih ciljev (Neposredni učinek in kazalnik)</w:t>
      </w:r>
    </w:p>
    <w:p w14:paraId="30B97B8D" w14:textId="6384C7D2" w:rsidR="00986AF4" w:rsidRDefault="00986AF4" w:rsidP="00986AF4">
      <w:r>
        <w:t>Ureditev praznične razsvetljave.</w:t>
      </w:r>
    </w:p>
    <w:p w14:paraId="78CC8738" w14:textId="2F604090" w:rsidR="00986AF4" w:rsidRDefault="00986AF4" w:rsidP="00986AF4">
      <w:pPr>
        <w:pStyle w:val="AHeading8"/>
      </w:pPr>
      <w:r>
        <w:t>0004 - Občinska uprava</w:t>
      </w:r>
      <w:bookmarkStart w:id="225" w:name="PU_0004_PPR_16039004_A_20261"/>
      <w:bookmarkEnd w:id="225"/>
    </w:p>
    <w:p w14:paraId="1224F936" w14:textId="085F9860" w:rsidR="00986AF4" w:rsidRDefault="00986AF4" w:rsidP="00986AF4">
      <w:pPr>
        <w:pStyle w:val="Vrednost"/>
      </w:pPr>
      <w:r>
        <w:t>Vrednost: 5.509.267 €</w:t>
      </w:r>
    </w:p>
    <w:p w14:paraId="03B79B6E" w14:textId="7C088048" w:rsidR="00986AF4" w:rsidRDefault="00986AF4" w:rsidP="00986AF4">
      <w:pPr>
        <w:pStyle w:val="AHeading10"/>
      </w:pPr>
      <w:r>
        <w:t>16002 - Praznična okrasitev</w:t>
      </w:r>
      <w:bookmarkStart w:id="226" w:name="PP_16002_A_20261"/>
      <w:bookmarkEnd w:id="226"/>
    </w:p>
    <w:p w14:paraId="4D97A6EC" w14:textId="081F7D00" w:rsidR="00986AF4" w:rsidRDefault="00986AF4" w:rsidP="00986AF4">
      <w:pPr>
        <w:pStyle w:val="Vrednost"/>
      </w:pPr>
      <w:r>
        <w:t>Vrednost: 5.000 €</w:t>
      </w:r>
    </w:p>
    <w:p w14:paraId="1ADFFC70" w14:textId="21EE5EAE" w:rsidR="00986AF4" w:rsidRDefault="00986AF4" w:rsidP="00986AF4">
      <w:pPr>
        <w:pStyle w:val="Heading11"/>
      </w:pPr>
      <w:r>
        <w:t>Obrazložitev dejavnosti v okviru proračunske postavke</w:t>
      </w:r>
    </w:p>
    <w:p w14:paraId="7E7E708C" w14:textId="671BD29C" w:rsidR="00986AF4" w:rsidRDefault="00986AF4" w:rsidP="00986AF4">
      <w:r>
        <w:t>Sredstva se namenjena za praznično urejanje (novoletne razsvetljave, izobešanje zastav) naselij v občini.</w:t>
      </w:r>
    </w:p>
    <w:p w14:paraId="5AC88CDB" w14:textId="62BA7B00" w:rsidR="00986AF4" w:rsidRDefault="00986AF4" w:rsidP="00986AF4">
      <w:pPr>
        <w:pStyle w:val="Heading11"/>
      </w:pPr>
      <w:r>
        <w:t>Navezava na projekte v okviru proračunske postavke</w:t>
      </w:r>
    </w:p>
    <w:p w14:paraId="154BEB8B" w14:textId="7F4E7514" w:rsidR="00986AF4" w:rsidRDefault="00986AF4" w:rsidP="00986AF4">
      <w:pPr>
        <w:pStyle w:val="Heading11"/>
      </w:pPr>
      <w:r>
        <w:t>Izhodišča, na katerih temeljijo izračuni predlogov pravic porabe za del, ki se ne izvršuje preko NRP (Neposredni učinek in kazalnik)</w:t>
      </w:r>
    </w:p>
    <w:p w14:paraId="37A32812" w14:textId="51C3DBE5" w:rsidR="00986AF4" w:rsidRDefault="00986AF4" w:rsidP="00986AF4">
      <w:r>
        <w:t>Sredstva so planiran na osnovi planiranih aktivnosti v letu  2026.</w:t>
      </w:r>
    </w:p>
    <w:p w14:paraId="7A39E67B" w14:textId="77777777" w:rsidR="00986AF4" w:rsidRDefault="00986AF4" w:rsidP="00986AF4"/>
    <w:p w14:paraId="6D8540FD" w14:textId="21D1603A" w:rsidR="00986AF4" w:rsidRDefault="00986AF4" w:rsidP="00986AF4">
      <w:pPr>
        <w:pStyle w:val="AHeading7"/>
      </w:pPr>
      <w:bookmarkStart w:id="227" w:name="_Toc184208562"/>
      <w:r>
        <w:lastRenderedPageBreak/>
        <w:t>16039005 - Druge komunalne dejavnosti</w:t>
      </w:r>
      <w:bookmarkStart w:id="228" w:name="PPR_16039005_A_20261"/>
      <w:bookmarkEnd w:id="228"/>
      <w:bookmarkEnd w:id="227"/>
    </w:p>
    <w:p w14:paraId="1E67CF92" w14:textId="3389EEEB" w:rsidR="00986AF4" w:rsidRDefault="00986AF4" w:rsidP="00986AF4">
      <w:pPr>
        <w:pStyle w:val="Vrednost"/>
      </w:pPr>
      <w:r>
        <w:t>Vrednost: 61.258 €</w:t>
      </w:r>
    </w:p>
    <w:p w14:paraId="47CCB3CB" w14:textId="02244101" w:rsidR="00986AF4" w:rsidRDefault="00986AF4" w:rsidP="00986AF4">
      <w:pPr>
        <w:pStyle w:val="Heading11"/>
      </w:pPr>
      <w:r>
        <w:t>Opis podprograma</w:t>
      </w:r>
    </w:p>
    <w:p w14:paraId="2AAB433B" w14:textId="21961F4C" w:rsidR="00986AF4" w:rsidRDefault="00986AF4" w:rsidP="00986AF4">
      <w:r>
        <w:t>Druge komunalne dejavnosti: javne sanitarije, plakatiranje, javne tržnice ipd..</w:t>
      </w:r>
    </w:p>
    <w:p w14:paraId="23FBC606" w14:textId="0CB2D155" w:rsidR="00986AF4" w:rsidRDefault="00986AF4" w:rsidP="00986AF4">
      <w:pPr>
        <w:pStyle w:val="Heading11"/>
      </w:pPr>
      <w:r>
        <w:t>Zakonske in druge pravne podlage</w:t>
      </w:r>
    </w:p>
    <w:p w14:paraId="3E4856FB" w14:textId="4A99EBC6" w:rsidR="00986AF4" w:rsidRDefault="00986AF4" w:rsidP="00986AF4">
      <w:r>
        <w:t>Zakon o lokalni samoupravi, Odlok o tržnem redu, Odlok o plakatiranju</w:t>
      </w:r>
    </w:p>
    <w:p w14:paraId="3B963E75" w14:textId="7D7E1516" w:rsidR="00986AF4" w:rsidRDefault="00986AF4" w:rsidP="00986AF4">
      <w:pPr>
        <w:pStyle w:val="Heading11"/>
      </w:pPr>
      <w:r>
        <w:t>Dolgoročni cilji podprograma in kazalci, s katerimi se bo merilo doseganje zastavljenih ciljev (Rezultat in kazalniki)</w:t>
      </w:r>
    </w:p>
    <w:p w14:paraId="7DA04546" w14:textId="1771D026" w:rsidR="00986AF4" w:rsidRDefault="00986AF4" w:rsidP="00986AF4">
      <w:r>
        <w:t>Urejenost javnih površin in drugih površin, ki so v lasti občine.</w:t>
      </w:r>
    </w:p>
    <w:p w14:paraId="0FD5C38D" w14:textId="41B7A452" w:rsidR="00986AF4" w:rsidRDefault="00986AF4" w:rsidP="00986AF4">
      <w:pPr>
        <w:pStyle w:val="Heading11"/>
      </w:pPr>
      <w:r>
        <w:t>Letni izvedbeni cilji podprograma in kazalci, s katerimi se bo merilo doseganje zastavljenih ciljev (Neposredni učinek in kazalnik)</w:t>
      </w:r>
    </w:p>
    <w:p w14:paraId="36460A25" w14:textId="574E45F8" w:rsidR="00986AF4" w:rsidRDefault="00986AF4" w:rsidP="00986AF4">
      <w:pPr>
        <w:pStyle w:val="AHeading8"/>
      </w:pPr>
      <w:r>
        <w:t>0004 - Občinska uprava</w:t>
      </w:r>
      <w:bookmarkStart w:id="229" w:name="PU_0004_PPR_16039005_A_20261"/>
      <w:bookmarkEnd w:id="229"/>
    </w:p>
    <w:p w14:paraId="350C0046" w14:textId="78A07BFD" w:rsidR="00986AF4" w:rsidRDefault="00986AF4" w:rsidP="00986AF4">
      <w:pPr>
        <w:pStyle w:val="Vrednost"/>
      </w:pPr>
      <w:r>
        <w:t>Vrednost: 5.509.267 €</w:t>
      </w:r>
    </w:p>
    <w:p w14:paraId="7C781860" w14:textId="7078CC1B" w:rsidR="00986AF4" w:rsidRDefault="00986AF4" w:rsidP="00986AF4">
      <w:pPr>
        <w:pStyle w:val="AHeading10"/>
      </w:pPr>
      <w:r>
        <w:t>16004 - Urejanje javnih površin</w:t>
      </w:r>
      <w:bookmarkStart w:id="230" w:name="PP_16004_A_20261"/>
      <w:bookmarkEnd w:id="230"/>
    </w:p>
    <w:p w14:paraId="356315B4" w14:textId="00EAE18F" w:rsidR="00986AF4" w:rsidRDefault="00986AF4" w:rsidP="00986AF4">
      <w:pPr>
        <w:pStyle w:val="Vrednost"/>
      </w:pPr>
      <w:r>
        <w:t>Vrednost: 47.977 €</w:t>
      </w:r>
    </w:p>
    <w:p w14:paraId="32BAA8F7" w14:textId="28C062CC" w:rsidR="00986AF4" w:rsidRDefault="00986AF4" w:rsidP="00986AF4">
      <w:pPr>
        <w:pStyle w:val="Heading11"/>
      </w:pPr>
      <w:r>
        <w:t>Obrazložitev dejavnosti v okviru proračunske postavke</w:t>
      </w:r>
    </w:p>
    <w:p w14:paraId="25B0DF76" w14:textId="7F31CD31" w:rsidR="00986AF4" w:rsidRDefault="00986AF4" w:rsidP="00986AF4">
      <w:r>
        <w:t>Proračunska postavka zagotavlja sredstva za vzdrževanje in urejanje javnih površin v občini.</w:t>
      </w:r>
    </w:p>
    <w:p w14:paraId="45573365" w14:textId="0BF72237" w:rsidR="00986AF4" w:rsidRDefault="00986AF4" w:rsidP="00986AF4">
      <w:pPr>
        <w:pStyle w:val="Heading11"/>
      </w:pPr>
      <w:r>
        <w:t>Navezava na projekte v okviru proračunske postavke</w:t>
      </w:r>
    </w:p>
    <w:p w14:paraId="121172C9" w14:textId="7E9AC259" w:rsidR="00986AF4" w:rsidRDefault="00986AF4" w:rsidP="00986AF4">
      <w:pPr>
        <w:pStyle w:val="Heading11"/>
      </w:pPr>
      <w:r>
        <w:t>Izhodišča, na katerih temeljijo izračuni predlogov pravic porabe za del, ki se ne izvršuje preko NRP (Neposredni učinek in kazalnik)</w:t>
      </w:r>
    </w:p>
    <w:p w14:paraId="6EFF9841" w14:textId="694D61A9" w:rsidR="00986AF4" w:rsidRDefault="00986AF4" w:rsidP="00986AF4">
      <w:pPr>
        <w:pStyle w:val="AHeading10"/>
      </w:pPr>
      <w:r>
        <w:t>16020 - KATASTER KOMUNALNIH NAPRAV</w:t>
      </w:r>
      <w:bookmarkStart w:id="231" w:name="PP_16020_A_20261"/>
      <w:bookmarkEnd w:id="231"/>
    </w:p>
    <w:p w14:paraId="5BE35B2B" w14:textId="07F66181" w:rsidR="00986AF4" w:rsidRDefault="00986AF4" w:rsidP="00986AF4">
      <w:pPr>
        <w:pStyle w:val="Vrednost"/>
      </w:pPr>
      <w:r>
        <w:t>Vrednost: 3.380 €</w:t>
      </w:r>
    </w:p>
    <w:p w14:paraId="194A6488" w14:textId="322D464A" w:rsidR="00986AF4" w:rsidRDefault="00986AF4" w:rsidP="00986AF4">
      <w:pPr>
        <w:pStyle w:val="Heading11"/>
      </w:pPr>
      <w:r>
        <w:t>Obrazložitev dejavnosti v okviru proračunske postavke</w:t>
      </w:r>
    </w:p>
    <w:p w14:paraId="5A1B6161" w14:textId="212B99BF" w:rsidR="00986AF4" w:rsidRDefault="00986AF4" w:rsidP="00986AF4">
      <w:r>
        <w:t>Na podlagi 26. člena Zakona o geodetski dejavnosti občine zagotavljajo sredstva za izvajanje lokalne geodetske službe, ki obsega vzpostavitev, vodenje in vzdrževanje katastra komunalnih naprav. Tako so na PP predvidena sredstva za projekt vrisa, vzdrževanje katastra in nabavo opreme.</w:t>
      </w:r>
      <w:r>
        <w:br/>
      </w:r>
      <w:r>
        <w:br/>
      </w:r>
    </w:p>
    <w:p w14:paraId="307EFF6D" w14:textId="585A4F28" w:rsidR="00986AF4" w:rsidRDefault="00986AF4" w:rsidP="00986AF4">
      <w:pPr>
        <w:pStyle w:val="Heading11"/>
      </w:pPr>
      <w:r>
        <w:t>Navezava na projekte v okviru proračunske postavke</w:t>
      </w:r>
    </w:p>
    <w:p w14:paraId="79FB81AD" w14:textId="209DA7B9" w:rsidR="00986AF4" w:rsidRDefault="00986AF4" w:rsidP="00986AF4">
      <w:pPr>
        <w:pStyle w:val="Heading11"/>
      </w:pPr>
      <w:r>
        <w:t>Izhodišča, na katerih temeljijo izračuni predlogov pravic porabe za del, ki se ne izvršuje preko NRP (Neposredni učinek in kazalnik)</w:t>
      </w:r>
    </w:p>
    <w:p w14:paraId="73310878" w14:textId="4DF4B695" w:rsidR="00986AF4" w:rsidRDefault="00986AF4" w:rsidP="00986AF4">
      <w:r>
        <w:t>Razdelilnik s strani JP OKP.</w:t>
      </w:r>
    </w:p>
    <w:p w14:paraId="3B6CDEEB" w14:textId="75FA0EF6" w:rsidR="00986AF4" w:rsidRDefault="00986AF4" w:rsidP="00986AF4">
      <w:pPr>
        <w:pStyle w:val="AHeading10"/>
      </w:pPr>
      <w:r>
        <w:t>16030 - Obratovalni stroški pomožnih gospodarskih objektov v lasti občine</w:t>
      </w:r>
      <w:bookmarkStart w:id="232" w:name="PP_16030_A_20261"/>
      <w:bookmarkEnd w:id="232"/>
    </w:p>
    <w:p w14:paraId="15BB872F" w14:textId="6DC01A49" w:rsidR="00986AF4" w:rsidRDefault="00986AF4" w:rsidP="00986AF4">
      <w:pPr>
        <w:pStyle w:val="Vrednost"/>
      </w:pPr>
      <w:r>
        <w:t>Vrednost: 9.900 €</w:t>
      </w:r>
    </w:p>
    <w:p w14:paraId="3A38452C" w14:textId="57155479" w:rsidR="00986AF4" w:rsidRDefault="00986AF4" w:rsidP="00986AF4">
      <w:pPr>
        <w:pStyle w:val="Heading11"/>
      </w:pPr>
      <w:r>
        <w:t>Obrazložitev dejavnosti v okviru proračunske postavke</w:t>
      </w:r>
    </w:p>
    <w:p w14:paraId="1A8AA708" w14:textId="151CE317" w:rsidR="00986AF4" w:rsidRDefault="00986AF4" w:rsidP="00986AF4">
      <w:pPr>
        <w:rPr>
          <w:lang w:eastAsia="sl-SI"/>
        </w:rPr>
      </w:pPr>
      <w:r>
        <w:t>Predvideni so izd</w:t>
      </w:r>
      <w:r w:rsidR="005C0096">
        <w:t>a</w:t>
      </w:r>
      <w:r>
        <w:t>tki za obratovalne stroške pomožnih občinskih objektov (Gabronka, kozolec, prostori stare banke, Bratuševa domačija, športni objekt).</w:t>
      </w:r>
    </w:p>
    <w:p w14:paraId="0076075E" w14:textId="77777777" w:rsidR="00986AF4" w:rsidRDefault="00986AF4" w:rsidP="00986AF4"/>
    <w:p w14:paraId="39DF952A" w14:textId="3FE4CC7D" w:rsidR="00986AF4" w:rsidRDefault="00986AF4" w:rsidP="00986AF4">
      <w:pPr>
        <w:pStyle w:val="Heading11"/>
      </w:pPr>
      <w:r>
        <w:t>Navezava na projekte v okviru proračunske postavke</w:t>
      </w:r>
    </w:p>
    <w:p w14:paraId="02561D58" w14:textId="6C238F00" w:rsidR="00986AF4" w:rsidRDefault="00986AF4" w:rsidP="00986AF4">
      <w:pPr>
        <w:pStyle w:val="Heading11"/>
      </w:pPr>
      <w:r>
        <w:t>Izhodišča, na katerih temeljijo izračuni predlogov pravic porabe za del, ki se ne izvršuje preko NRP (Neposredni učinek in kazalnik)</w:t>
      </w:r>
    </w:p>
    <w:p w14:paraId="75D78B44" w14:textId="77777777" w:rsidR="00986AF4" w:rsidRDefault="00986AF4" w:rsidP="00986AF4"/>
    <w:p w14:paraId="3F32B911" w14:textId="5D694310" w:rsidR="00986AF4" w:rsidRDefault="00986AF4" w:rsidP="00986AF4">
      <w:pPr>
        <w:pStyle w:val="AHeading6"/>
      </w:pPr>
      <w:bookmarkStart w:id="233" w:name="_Toc184208563"/>
      <w:r>
        <w:lastRenderedPageBreak/>
        <w:t>1605 - Spodbujanje stanovanjske gradnje</w:t>
      </w:r>
      <w:bookmarkEnd w:id="233"/>
    </w:p>
    <w:p w14:paraId="375AAB20" w14:textId="6167F43B" w:rsidR="00986AF4" w:rsidRDefault="00986AF4" w:rsidP="00986AF4">
      <w:pPr>
        <w:pStyle w:val="Vrednost"/>
      </w:pPr>
      <w:r>
        <w:t>Vrednost: 16.600 €</w:t>
      </w:r>
    </w:p>
    <w:p w14:paraId="5190F417" w14:textId="4E2A6A3E" w:rsidR="00986AF4" w:rsidRDefault="00986AF4" w:rsidP="00986AF4">
      <w:pPr>
        <w:pStyle w:val="Heading11"/>
      </w:pPr>
      <w:r>
        <w:t>Opis glavnega programa</w:t>
      </w:r>
    </w:p>
    <w:p w14:paraId="63BE20F6" w14:textId="7AAFE89E" w:rsidR="00986AF4" w:rsidRDefault="00986AF4" w:rsidP="00986AF4">
      <w:r>
        <w:t xml:space="preserve">Glavni program 1605 Spodbujanje stanovanjske gradnje vključuje sredstva za prilagajanje in obnavljanje občinskega stanovanjskega fonda. </w:t>
      </w:r>
      <w:r>
        <w:br/>
        <w:t xml:space="preserve">Usmeritve na področju prenove stanovanjskega fonda:  prenova stanovanjskih enot z nizkim bivalnim standardom in slabo gradbeno kvaliteto. </w:t>
      </w:r>
      <w:r>
        <w:br/>
        <w:t>Cilji so: povečanje bivalnega standarda s posodabljanjem stanovanjskih enot, povečanje standarda skupnih prostorov, povečanje standarda v sanitarnih prostorih stanovanj, izboljšanje izolacije, inštalacij, stabilnosti objektov in zunanjega izgleda stanovanjskih stavb.</w:t>
      </w:r>
    </w:p>
    <w:p w14:paraId="631C9C98" w14:textId="25718481" w:rsidR="00986AF4" w:rsidRDefault="00986AF4" w:rsidP="00986AF4">
      <w:pPr>
        <w:pStyle w:val="Heading11"/>
      </w:pPr>
      <w:r>
        <w:t>Dolgoročni cilji glavnega programa (Specifični cilj in kazalniki)</w:t>
      </w:r>
    </w:p>
    <w:p w14:paraId="146F086F" w14:textId="36EB49A5" w:rsidR="00986AF4" w:rsidRDefault="00986AF4" w:rsidP="00986AF4">
      <w:r>
        <w:t>Dolgoročni cilj tega programa je vzdrževanje stanovanj.</w:t>
      </w:r>
    </w:p>
    <w:p w14:paraId="1B7768FB" w14:textId="731E347D" w:rsidR="00986AF4" w:rsidRDefault="00986AF4" w:rsidP="00986AF4">
      <w:pPr>
        <w:pStyle w:val="Heading11"/>
      </w:pPr>
      <w:r>
        <w:t>Glavni letni izvedbeni cilji in kazalci, s katerimi se bo merilo doseganje zastavljenih ciljev</w:t>
      </w:r>
    </w:p>
    <w:p w14:paraId="411284EE" w14:textId="2EF05971" w:rsidR="00986AF4" w:rsidRDefault="00986AF4" w:rsidP="00986AF4">
      <w:r>
        <w:t>Letni izvedbeni cilj je vzdrževanje stanovanj in objektov po letnem planu vzdrževanja. Planirani kazalci, na podlagi katerih bomo merili uspešnost zastavljenih ciljev je obseg realizacije navedenega plana investicijskega vzdrževanja. Z  izvedbo investicije se preprečuje staranje in propadanje obstoječega fonda stanovanj, prav tako pa se poveča tudi vrednost stanovanj.  Posledice planiranih investicij se odražajo tudi v izboljšanju bivalnega standarda najemnikov.</w:t>
      </w:r>
    </w:p>
    <w:p w14:paraId="39589769" w14:textId="59E0ECE3" w:rsidR="00986AF4" w:rsidRDefault="00986AF4" w:rsidP="00986AF4">
      <w:pPr>
        <w:pStyle w:val="Heading11"/>
      </w:pPr>
      <w:r>
        <w:t>Podprogrami in proračunski uporabniki znotraj glavnega programa</w:t>
      </w:r>
    </w:p>
    <w:p w14:paraId="1A6BB99C" w14:textId="3414FDFF" w:rsidR="00986AF4" w:rsidRDefault="00986AF4" w:rsidP="00986AF4">
      <w:r>
        <w:t>16059003  Drugi programi na stanovanjskem področju</w:t>
      </w:r>
      <w:r>
        <w:br/>
        <w:t>            04 - Občinska uprava</w:t>
      </w:r>
    </w:p>
    <w:p w14:paraId="0606EC5D" w14:textId="484101ED" w:rsidR="00986AF4" w:rsidRDefault="00986AF4" w:rsidP="00986AF4">
      <w:pPr>
        <w:pStyle w:val="AHeading7"/>
      </w:pPr>
      <w:bookmarkStart w:id="234" w:name="_Toc184208564"/>
      <w:r>
        <w:t>16059003 - Drugi programi na stanovanjskem področju</w:t>
      </w:r>
      <w:bookmarkStart w:id="235" w:name="PPR_16059003_A_20261"/>
      <w:bookmarkEnd w:id="235"/>
      <w:bookmarkEnd w:id="234"/>
    </w:p>
    <w:p w14:paraId="7C4A3801" w14:textId="733D0ADA" w:rsidR="00986AF4" w:rsidRDefault="00986AF4" w:rsidP="00986AF4">
      <w:pPr>
        <w:pStyle w:val="Vrednost"/>
      </w:pPr>
      <w:r>
        <w:t>Vrednost: 16.600 €</w:t>
      </w:r>
    </w:p>
    <w:p w14:paraId="732D6257" w14:textId="7C552EC9" w:rsidR="00986AF4" w:rsidRDefault="00986AF4" w:rsidP="00986AF4">
      <w:pPr>
        <w:pStyle w:val="Heading11"/>
      </w:pPr>
      <w:r>
        <w:t>Opis podprograma</w:t>
      </w:r>
    </w:p>
    <w:p w14:paraId="461FCA81" w14:textId="4979DDDC" w:rsidR="00986AF4" w:rsidRDefault="00986AF4" w:rsidP="00986AF4">
      <w:r>
        <w:t>Vzdrževanje  neprofitnih najemnih stanovanj in službenih najemnih stanovanj,  vzdrževanje bivalnih enot za začasno reševanje stanovanjskih potreb socialno ogroženih oseb, dejavnost občinskega ali medobčinskega javnega stanovanjskega sklada.</w:t>
      </w:r>
    </w:p>
    <w:p w14:paraId="3271CB93" w14:textId="6AACFD9E" w:rsidR="00986AF4" w:rsidRDefault="00986AF4" w:rsidP="00986AF4">
      <w:pPr>
        <w:pStyle w:val="Heading11"/>
      </w:pPr>
      <w:r>
        <w:t>Zakonske in druge pravne podlage</w:t>
      </w:r>
    </w:p>
    <w:p w14:paraId="01D38B23" w14:textId="2049304E" w:rsidR="00986AF4" w:rsidRDefault="00986AF4" w:rsidP="00986AF4">
      <w:r>
        <w:t>Stanovanjski zakon, Pravilnik o dodeljevanju socialnih stanovanj v najem,</w:t>
      </w:r>
    </w:p>
    <w:p w14:paraId="00F3FAC3" w14:textId="7B60DDE6" w:rsidR="00986AF4" w:rsidRDefault="00986AF4" w:rsidP="00986AF4">
      <w:pPr>
        <w:pStyle w:val="Heading11"/>
      </w:pPr>
      <w:r>
        <w:t>Dolgoročni cilji podprograma in kazalci, s katerimi se bo merilo doseganje zastavljenih ciljev (Rezultat in kazalniki)</w:t>
      </w:r>
    </w:p>
    <w:p w14:paraId="2D14CC78" w14:textId="6C673454" w:rsidR="00986AF4" w:rsidRDefault="00986AF4" w:rsidP="00986AF4">
      <w:r>
        <w:t>Investicijsko in tekoče vzdrževanje stanovanjskega fonda, ki je v lasti občine. Pridobivanje novih enot z odkupi in novogradnjo.</w:t>
      </w:r>
    </w:p>
    <w:p w14:paraId="1D47DE6B" w14:textId="5961001D" w:rsidR="00986AF4" w:rsidRDefault="00986AF4" w:rsidP="00986AF4">
      <w:pPr>
        <w:pStyle w:val="Heading11"/>
      </w:pPr>
      <w:r>
        <w:t>Letni izvedbeni cilji podprograma in kazalci, s katerimi se bo merilo doseganje zastavljenih ciljev (Neposredni učinek in kazalnik)</w:t>
      </w:r>
    </w:p>
    <w:p w14:paraId="37DB2051" w14:textId="6BDBCEAB" w:rsidR="00986AF4" w:rsidRDefault="00986AF4" w:rsidP="00986AF4">
      <w:r>
        <w:t>Investicijsko in tekoče vzdrževanje občinskih stanovanj in zgradb.</w:t>
      </w:r>
      <w:r>
        <w:br/>
        <w:t>Kazalniki: število obnovljenih stanovanj.</w:t>
      </w:r>
    </w:p>
    <w:p w14:paraId="17A414BC" w14:textId="78A51FF0" w:rsidR="00986AF4" w:rsidRDefault="00986AF4" w:rsidP="00986AF4">
      <w:pPr>
        <w:pStyle w:val="AHeading8"/>
      </w:pPr>
      <w:r>
        <w:t>0004 - Občinska uprava</w:t>
      </w:r>
      <w:bookmarkStart w:id="236" w:name="PU_0004_PPR_16059003_A_20261"/>
      <w:bookmarkEnd w:id="236"/>
    </w:p>
    <w:p w14:paraId="0AE24F56" w14:textId="43B4902E" w:rsidR="00986AF4" w:rsidRDefault="00986AF4" w:rsidP="00986AF4">
      <w:pPr>
        <w:pStyle w:val="Vrednost"/>
      </w:pPr>
      <w:r>
        <w:t>Vrednost: 5.509.267 €</w:t>
      </w:r>
    </w:p>
    <w:p w14:paraId="01002EA4" w14:textId="13F1CF55" w:rsidR="00986AF4" w:rsidRDefault="00986AF4" w:rsidP="00986AF4">
      <w:pPr>
        <w:pStyle w:val="AHeading10"/>
      </w:pPr>
      <w:r>
        <w:t>16019 - Vzdrževanje občinskih stanovanj</w:t>
      </w:r>
      <w:bookmarkStart w:id="237" w:name="PP_16019_A_20261"/>
      <w:bookmarkEnd w:id="237"/>
    </w:p>
    <w:p w14:paraId="269845FD" w14:textId="47859E29" w:rsidR="00986AF4" w:rsidRDefault="00986AF4" w:rsidP="00986AF4">
      <w:pPr>
        <w:pStyle w:val="Vrednost"/>
      </w:pPr>
      <w:r>
        <w:t>Vrednost: 6.600 €</w:t>
      </w:r>
    </w:p>
    <w:p w14:paraId="336FE95E" w14:textId="2F3A53F9" w:rsidR="00986AF4" w:rsidRDefault="00986AF4" w:rsidP="00986AF4">
      <w:pPr>
        <w:pStyle w:val="Heading11"/>
      </w:pPr>
      <w:r>
        <w:t>Obrazložitev dejavnosti v okviru proračunske postavke</w:t>
      </w:r>
    </w:p>
    <w:p w14:paraId="4CD55522" w14:textId="1A0626AE" w:rsidR="00986AF4" w:rsidRDefault="00986AF4" w:rsidP="00986AF4">
      <w:r>
        <w:t>Na PP so sredstva namenjena za tekoče vzdrževanje občinskih stanovanj, kar pomeni redna vzdrževalna dela. Investicijsko vzdrževanje in nakupi pa zajemajo večje investicijsko vzdrževalne posege v občinskih stanovanjih, v skladu z investicijskim programom. </w:t>
      </w:r>
    </w:p>
    <w:p w14:paraId="58D15A09" w14:textId="200607AD" w:rsidR="00986AF4" w:rsidRDefault="00986AF4" w:rsidP="00986AF4">
      <w:pPr>
        <w:pStyle w:val="Heading11"/>
      </w:pPr>
      <w:r>
        <w:lastRenderedPageBreak/>
        <w:t>Navezava na projekte v okviru proračunske postavke</w:t>
      </w:r>
    </w:p>
    <w:p w14:paraId="075C9010" w14:textId="6E3ED3BE" w:rsidR="00986AF4" w:rsidRDefault="00986AF4" w:rsidP="00986AF4">
      <w:pPr>
        <w:pStyle w:val="Heading11"/>
      </w:pPr>
      <w:r>
        <w:t>Izhodišča, na katerih temeljijo izračuni predlogov pravic porabe za del, ki se ne izvršuje preko NRP (Neposredni učinek in kazalnik)</w:t>
      </w:r>
    </w:p>
    <w:p w14:paraId="00C82B3D" w14:textId="102A3B28" w:rsidR="00986AF4" w:rsidRDefault="00986AF4" w:rsidP="00986AF4">
      <w:r>
        <w:t> Ocena potreb v letu 2026.</w:t>
      </w:r>
    </w:p>
    <w:p w14:paraId="4724F9D1" w14:textId="03F3BE0C" w:rsidR="00986AF4" w:rsidRDefault="00986AF4" w:rsidP="00986AF4">
      <w:pPr>
        <w:pStyle w:val="AHeading10"/>
      </w:pPr>
      <w:r>
        <w:t>16035 - Projektiranje občinskih investicij</w:t>
      </w:r>
      <w:bookmarkStart w:id="238" w:name="PP_16035_A_20261"/>
      <w:bookmarkEnd w:id="238"/>
    </w:p>
    <w:p w14:paraId="7004CDE4" w14:textId="72BCB8A5" w:rsidR="00986AF4" w:rsidRDefault="00986AF4" w:rsidP="00986AF4">
      <w:pPr>
        <w:pStyle w:val="Vrednost"/>
      </w:pPr>
      <w:r>
        <w:t>Vrednost: 10.000 €</w:t>
      </w:r>
    </w:p>
    <w:p w14:paraId="558E604B" w14:textId="074A1866" w:rsidR="00986AF4" w:rsidRDefault="00986AF4" w:rsidP="00986AF4">
      <w:pPr>
        <w:pStyle w:val="Heading11"/>
      </w:pPr>
      <w:r>
        <w:t>Obrazložitev dejavnosti v okviru proračunske postavke</w:t>
      </w:r>
    </w:p>
    <w:p w14:paraId="7EB940E1" w14:textId="20B6072F" w:rsidR="00986AF4" w:rsidRDefault="00986AF4" w:rsidP="00986AF4">
      <w:r>
        <w:t xml:space="preserve">Načrtovan so sredstva za projektiranje občinskih investicij. </w:t>
      </w:r>
    </w:p>
    <w:p w14:paraId="1F3C3DC8" w14:textId="70407A6B" w:rsidR="00986AF4" w:rsidRDefault="00986AF4" w:rsidP="00986AF4">
      <w:pPr>
        <w:pStyle w:val="Heading11"/>
      </w:pPr>
      <w:r>
        <w:t>Navezava na projekte v okviru proračunske postavke</w:t>
      </w:r>
    </w:p>
    <w:p w14:paraId="4434C96D" w14:textId="41753787" w:rsidR="00986AF4" w:rsidRDefault="00986AF4" w:rsidP="00986AF4">
      <w:pPr>
        <w:pStyle w:val="Heading11"/>
      </w:pPr>
      <w:r>
        <w:t>Izhodišča, na katerih temeljijo izračuni predlogov pravic porabe za del, ki se ne izvršuje preko NRP (Neposredni učinek in kazalnik)</w:t>
      </w:r>
    </w:p>
    <w:p w14:paraId="662BBAD2" w14:textId="77777777" w:rsidR="00986AF4" w:rsidRDefault="00986AF4" w:rsidP="00986AF4"/>
    <w:p w14:paraId="57BBF81A" w14:textId="08BBE824" w:rsidR="00986AF4" w:rsidRDefault="00986AF4" w:rsidP="00986AF4">
      <w:pPr>
        <w:pStyle w:val="AHeading6"/>
      </w:pPr>
      <w:bookmarkStart w:id="239" w:name="_Toc184208565"/>
      <w:r>
        <w:t>1606 - Upravljanje in razpolaganje z zemljišči (javno dobro, kmetijska, gozdna in stavbna zemljišča)</w:t>
      </w:r>
      <w:bookmarkEnd w:id="239"/>
    </w:p>
    <w:p w14:paraId="2F61DA3E" w14:textId="4247F41F" w:rsidR="00986AF4" w:rsidRDefault="00986AF4" w:rsidP="00986AF4">
      <w:pPr>
        <w:pStyle w:val="Vrednost"/>
      </w:pPr>
      <w:r>
        <w:t>Vrednost: 38.000 €</w:t>
      </w:r>
    </w:p>
    <w:p w14:paraId="04CF6483" w14:textId="4D435241" w:rsidR="00986AF4" w:rsidRDefault="00986AF4" w:rsidP="00986AF4">
      <w:pPr>
        <w:pStyle w:val="Heading11"/>
      </w:pPr>
      <w:r>
        <w:t>Opis glavnega programa</w:t>
      </w:r>
    </w:p>
    <w:p w14:paraId="59EC52B6" w14:textId="517D4F5D" w:rsidR="00986AF4" w:rsidRDefault="00986AF4" w:rsidP="00986AF4">
      <w:r>
        <w:t>Glavni program 1606 Upravljanje in razpolaganje z zemljišči (javno dobro, kmetijska, gozdna in stavbna zemljišča) vključuje sredstva za urejanje občinskih zemljišč ter nakupe zemljišč za potrebe izvajanja občinskih razvojnih programov.</w:t>
      </w:r>
    </w:p>
    <w:p w14:paraId="350CABD4" w14:textId="02F2D8D0" w:rsidR="00986AF4" w:rsidRDefault="00986AF4" w:rsidP="00986AF4">
      <w:pPr>
        <w:pStyle w:val="Heading11"/>
      </w:pPr>
      <w:r>
        <w:t>Dolgoročni cilji glavnega programa (Specifični cilj in kazalniki)</w:t>
      </w:r>
    </w:p>
    <w:p w14:paraId="50B5703F" w14:textId="3CCABB45" w:rsidR="00986AF4" w:rsidRDefault="00986AF4" w:rsidP="00986AF4">
      <w:r>
        <w:t>Dolgoročni cilji glavnega programa so gospodarjenje z zemljišči (prodaja zemljišč, ki so v lasti Občine Bistrica ob Sotli) za namen gradnje poslovnih in drugih objektov (posamezna zemljišča), gospodarjenje z zemljišči zaradi uskladitve zemljiškoknjižnega stanja z dejanskim (prodaja, menjava, odkup, služnost, oddaja v najem), gospodarjenje z zemljišči zaradi zaokrožitve stavbnih zemljišč (gradbene parcele, funkcionalna zemljišča), pridobivanje zemljišč za infrastrukturne objekte.</w:t>
      </w:r>
    </w:p>
    <w:p w14:paraId="7871FD84" w14:textId="6F46CDC5" w:rsidR="00986AF4" w:rsidRDefault="00986AF4" w:rsidP="00986AF4">
      <w:pPr>
        <w:pStyle w:val="Heading11"/>
      </w:pPr>
      <w:r>
        <w:t>Glavni letni izvedbeni cilji in kazalci, s katerimi se bo merilo doseganje zastavljenih ciljev</w:t>
      </w:r>
    </w:p>
    <w:p w14:paraId="420106E2" w14:textId="5F4A6042" w:rsidR="00986AF4" w:rsidRDefault="00986AF4" w:rsidP="00986AF4">
      <w:r>
        <w:t>Na področju upravljanja in razpolaganja z zemljišči planiramo sredstva za kritje stroškov izvedbe postopkov upravljanja in razpolaganja z zemljišči (npr. cenitve, odmere, notarski stroški, davki, javne objave, odškodnine, ...) ter sredstva za nakupe zemljišč in z njimi povezanih stroškov. Kazalci in časovni okvir doseganja ciljev predstavljajo realizacijo letnega načrta razpolaganja in letnega načrta pridobivanja stvarnega premoženja, pri čemer je potrebno upoštevati, da so postopki vodenja premoženjsko pravnih zadev zahtevna, kompleksna in dolgotrajna naloga, zaradi katerega je težko natančno določiti višino stroškov ter časovno opredeliti  izvedbo postopkov.</w:t>
      </w:r>
    </w:p>
    <w:p w14:paraId="370F4525" w14:textId="505C93EA" w:rsidR="00986AF4" w:rsidRDefault="00986AF4" w:rsidP="00986AF4">
      <w:pPr>
        <w:pStyle w:val="Heading11"/>
      </w:pPr>
      <w:r>
        <w:t>Podprogrami in proračunski uporabniki znotraj glavnega programa</w:t>
      </w:r>
    </w:p>
    <w:p w14:paraId="71A116B7" w14:textId="2AB9D000" w:rsidR="00986AF4" w:rsidRDefault="00986AF4" w:rsidP="00986AF4">
      <w:r>
        <w:t>16069001  Urejanje občinskih zemljišč</w:t>
      </w:r>
      <w:r>
        <w:br/>
        <w:t>                0004 - Občinska uprava</w:t>
      </w:r>
      <w:r>
        <w:br/>
        <w:t>16069002  Nakup zemljišč</w:t>
      </w:r>
      <w:r>
        <w:br/>
        <w:t>           0004 - Občinska uprava</w:t>
      </w:r>
    </w:p>
    <w:p w14:paraId="37188B4C" w14:textId="6B65916B" w:rsidR="00986AF4" w:rsidRDefault="00986AF4" w:rsidP="00986AF4">
      <w:pPr>
        <w:pStyle w:val="AHeading7"/>
      </w:pPr>
      <w:bookmarkStart w:id="240" w:name="_Toc184208566"/>
      <w:r>
        <w:t>16069001 - Urejanje občinskih zemljišč</w:t>
      </w:r>
      <w:bookmarkStart w:id="241" w:name="PPR_16069001_A_20261"/>
      <w:bookmarkEnd w:id="241"/>
      <w:bookmarkEnd w:id="240"/>
    </w:p>
    <w:p w14:paraId="52A40C57" w14:textId="3E6713F0" w:rsidR="00986AF4" w:rsidRDefault="00986AF4" w:rsidP="00986AF4">
      <w:pPr>
        <w:pStyle w:val="Vrednost"/>
      </w:pPr>
      <w:r>
        <w:t>Vrednost: 18.000 €</w:t>
      </w:r>
    </w:p>
    <w:p w14:paraId="73D665E6" w14:textId="35F46470" w:rsidR="00986AF4" w:rsidRDefault="00986AF4" w:rsidP="00986AF4">
      <w:pPr>
        <w:pStyle w:val="Heading11"/>
      </w:pPr>
      <w:r>
        <w:t>Opis podprograma</w:t>
      </w:r>
    </w:p>
    <w:p w14:paraId="5D0AB56F" w14:textId="0AEDCA2C" w:rsidR="00986AF4" w:rsidRDefault="00986AF4" w:rsidP="00986AF4">
      <w:r>
        <w:t>Podprogram 16069001 - Urejanje občinskih zemljišč zajema urejanje občinskih zemljišč, ki niso zajeta v okviru investicij v teku oziroma izvajanje aktivne zemljiške politike, in sicer z izvedbo predhodnih postopkov in končnih faz premoženjsko-pravnih ter drugih postopkov (zemljiškoknjižne zadeve, geodetske zadeve,...). Ključne naloge so vodenje premoženjsko-pravnih postopkov v skladu z določili veljavne zakonodaje ter na podlagi sprejetega letnega načrta nakupa in prodaje zemljišč.</w:t>
      </w:r>
    </w:p>
    <w:p w14:paraId="304F3A87" w14:textId="74EAA90A" w:rsidR="00986AF4" w:rsidRDefault="00986AF4" w:rsidP="00986AF4">
      <w:pPr>
        <w:pStyle w:val="Heading11"/>
      </w:pPr>
      <w:r>
        <w:lastRenderedPageBreak/>
        <w:t>Zakonske in druge pravne podlage</w:t>
      </w:r>
    </w:p>
    <w:p w14:paraId="46E3E179" w14:textId="3445E6B4" w:rsidR="00986AF4" w:rsidRDefault="00986AF4" w:rsidP="00986AF4">
      <w:r>
        <w:t>" Zakon o stvarnem premoženju države, pokrajin in občin (Ur. list RS, št. 14/2007)</w:t>
      </w:r>
      <w:r>
        <w:br/>
        <w:t>" Zakon o javnih financah (Ur. list RS, št. 79/99 in spremembe) in na njegovi podlagi sprejeti podzakonski akti</w:t>
      </w:r>
      <w:r>
        <w:br/>
        <w:t xml:space="preserve">" Stvarnopravni zakonik (Ur. list RS, št. 87/02) </w:t>
      </w:r>
      <w:r>
        <w:br/>
        <w:t xml:space="preserve">" Obligacijski zakonik (Ur. list RS, št. 83/01 in spremembe) </w:t>
      </w:r>
      <w:r>
        <w:br/>
        <w:t>" Zakon o zemljiški knjigi (Ur. list RS, št. 58/03 in spremembe) in na njegovi podlagi sprejeti podzakonski akti</w:t>
      </w:r>
      <w:r>
        <w:br/>
        <w:t>" Zakon o denacionalizaciji (Ur. list RS, št. 27/91 in spremembe)</w:t>
      </w:r>
      <w:r>
        <w:br/>
        <w:t>" Zakon o graditvi objektov (Ur. list RS, št. 102/04 - UPB1 in spremembe) in na njegovi podlagi sprejeti podzakonski akti</w:t>
      </w:r>
      <w:r>
        <w:br/>
        <w:t xml:space="preserve">" Zakon o prostorskem načrtovanju (Ur. list RS, št. 33/2007) </w:t>
      </w:r>
      <w:r>
        <w:br/>
        <w:t>" Zakon o urejanju prostora (Ur. list RS, št. 110/02, 8/03 in spremembe) in na njegovi podlagi sprejeti podzakonski akti</w:t>
      </w:r>
      <w:r>
        <w:br/>
        <w:t>" Zakon o javnem naročanju (Ur. list RS, št. 128/2006 in spremembe) in na njegovi podlagi sprejeti podzakonski akti</w:t>
      </w:r>
      <w:r>
        <w:br/>
        <w:t>" Uredba o stvarnem premoženju države, pokrajin in občin (Ur. list RS, št. 84/2007 in spremembe)</w:t>
      </w:r>
      <w:r>
        <w:br/>
        <w:t>" področni zakoni in na njihovi podlagi sprejeti podzakonski akti, ki posegajo v  upravljanje in razpolaganje z zemljišči</w:t>
      </w:r>
      <w:r>
        <w:br/>
        <w:t>" ostali že sprejeti izvedbeni prostorski akti</w:t>
      </w:r>
    </w:p>
    <w:p w14:paraId="6F2A66AA" w14:textId="774874BE" w:rsidR="00986AF4" w:rsidRDefault="00986AF4" w:rsidP="00986AF4">
      <w:pPr>
        <w:pStyle w:val="Heading11"/>
      </w:pPr>
      <w:r>
        <w:t>Dolgoročni cilji podprograma in kazalci, s katerimi se bo merilo doseganje zastavljenih ciljev (Rezultat in kazalniki)</w:t>
      </w:r>
    </w:p>
    <w:p w14:paraId="65AC6B86" w14:textId="6BA0779C" w:rsidR="00986AF4" w:rsidRDefault="00986AF4" w:rsidP="00986AF4">
      <w:r>
        <w:t>Dolgoročni cilji predstavlja urejeno zemljiškoknjižno stanje vseh zemljišč v občinski lasti in zemljišč javnega dobra. Kazalci za merilo uspešnost zastavljenih ciljev obsegajo izvedbo letnih načrtov razpolaganja s stvarnim premoženjem občine.</w:t>
      </w:r>
    </w:p>
    <w:p w14:paraId="52B3182B" w14:textId="69A3F5A7" w:rsidR="00986AF4" w:rsidRDefault="00986AF4" w:rsidP="00986AF4">
      <w:pPr>
        <w:pStyle w:val="Heading11"/>
      </w:pPr>
      <w:r>
        <w:t>Letni izvedbeni cilji podprograma in kazalci, s katerimi se bo merilo doseganje zastavljenih ciljev (Neposredni učinek in kazalnik)</w:t>
      </w:r>
    </w:p>
    <w:p w14:paraId="01E26990" w14:textId="46589B20" w:rsidR="00986AF4" w:rsidRDefault="00986AF4" w:rsidP="00986AF4">
      <w:r>
        <w:t>Letni izvedbeni cilji obsegajo zagotovitev pogojev za nadaljevanje postopkov gospodarjenja s stavbnimi zemljišči v skladu z letnim načrtom razpolaganja z nepremičnim premoženjem občine.  Letni kazalec pa predstavlja število zaključenih postopkov gospodarjenja s stavbnimi zemljišči na podlagi izvedenih predhodnih postopkov (geodetske storitve, cenitve, odvetniške storitve, itd.).</w:t>
      </w:r>
    </w:p>
    <w:p w14:paraId="0BF0B540" w14:textId="2BC394D0" w:rsidR="00986AF4" w:rsidRDefault="00986AF4" w:rsidP="00986AF4">
      <w:pPr>
        <w:pStyle w:val="AHeading8"/>
      </w:pPr>
      <w:r>
        <w:t>0004 - Občinska uprava</w:t>
      </w:r>
      <w:bookmarkStart w:id="242" w:name="PU_0004_PPR_16069001_A_20261"/>
      <w:bookmarkEnd w:id="242"/>
    </w:p>
    <w:p w14:paraId="0B991113" w14:textId="7EBF21FB" w:rsidR="00986AF4" w:rsidRDefault="00986AF4" w:rsidP="00986AF4">
      <w:pPr>
        <w:pStyle w:val="Vrednost"/>
      </w:pPr>
      <w:r>
        <w:t>Vrednost: 5.509.267 €</w:t>
      </w:r>
    </w:p>
    <w:p w14:paraId="11DAF9F1" w14:textId="77446E6A" w:rsidR="00986AF4" w:rsidRDefault="00986AF4" w:rsidP="00986AF4">
      <w:pPr>
        <w:pStyle w:val="AHeading10"/>
      </w:pPr>
      <w:r>
        <w:t>16022 - GEODETSKE STORITVE</w:t>
      </w:r>
      <w:bookmarkStart w:id="243" w:name="PP_16022_A_20261"/>
      <w:bookmarkEnd w:id="243"/>
    </w:p>
    <w:p w14:paraId="7A9F811A" w14:textId="3CDEC96F" w:rsidR="00986AF4" w:rsidRDefault="00986AF4" w:rsidP="00986AF4">
      <w:pPr>
        <w:pStyle w:val="Vrednost"/>
      </w:pPr>
      <w:r>
        <w:t>Vrednost: 18.000 €</w:t>
      </w:r>
    </w:p>
    <w:p w14:paraId="6EE9A49D" w14:textId="7470C422" w:rsidR="00986AF4" w:rsidRDefault="00986AF4" w:rsidP="00986AF4">
      <w:pPr>
        <w:pStyle w:val="Heading11"/>
      </w:pPr>
      <w:r>
        <w:t>Obrazložitev dejavnosti v okviru proračunske postavke</w:t>
      </w:r>
    </w:p>
    <w:p w14:paraId="12EA602F" w14:textId="77777777" w:rsidR="00986AF4" w:rsidRDefault="00986AF4" w:rsidP="00986AF4">
      <w:pPr>
        <w:rPr>
          <w:lang w:eastAsia="sl-SI"/>
        </w:rPr>
      </w:pPr>
      <w:r>
        <w:t>Na PP so sredstva namenjena za izvajanje geodetskih izmer, odmer predvsem tam kjer gre za odmere občinskih cest in parcelacij predvsem tam, kjer je potrebno občinske parcele razmejiti od zasebnih.</w:t>
      </w:r>
    </w:p>
    <w:p w14:paraId="07D96CBB" w14:textId="77777777" w:rsidR="00986AF4" w:rsidRDefault="00986AF4" w:rsidP="00986AF4"/>
    <w:p w14:paraId="43DE6229" w14:textId="5F572EA2" w:rsidR="00986AF4" w:rsidRDefault="00986AF4" w:rsidP="00986AF4">
      <w:pPr>
        <w:pStyle w:val="Heading11"/>
      </w:pPr>
      <w:r>
        <w:t>Navezava na projekte v okviru proračunske postavke</w:t>
      </w:r>
    </w:p>
    <w:p w14:paraId="21961F4C" w14:textId="22DC1F7D" w:rsidR="00986AF4" w:rsidRDefault="00986AF4" w:rsidP="00986AF4">
      <w:pPr>
        <w:pStyle w:val="Heading11"/>
      </w:pPr>
      <w:r>
        <w:t>Izhodišča, na katerih temeljijo izračuni predlogov pravic porabe za del, ki se ne izvršuje preko NRP (Neposredni učinek in kazalnik)</w:t>
      </w:r>
    </w:p>
    <w:p w14:paraId="155C929B" w14:textId="0F343EAD" w:rsidR="00986AF4" w:rsidRDefault="00986AF4" w:rsidP="00986AF4">
      <w:r>
        <w:t>Planirana sredstva temeljijo na oceni potreb za leto 2026.</w:t>
      </w:r>
    </w:p>
    <w:p w14:paraId="4A99EBC6" w14:textId="77777777" w:rsidR="00986AF4" w:rsidRDefault="00986AF4" w:rsidP="00986AF4"/>
    <w:p w14:paraId="5507CBE0" w14:textId="4C4C64E6" w:rsidR="00986AF4" w:rsidRDefault="00986AF4" w:rsidP="00986AF4">
      <w:pPr>
        <w:pStyle w:val="AHeading7"/>
      </w:pPr>
      <w:bookmarkStart w:id="244" w:name="_Toc184208567"/>
      <w:r>
        <w:t>16069002 - Nakup zemljišč</w:t>
      </w:r>
      <w:bookmarkStart w:id="245" w:name="PPR_16069002_A_20261"/>
      <w:bookmarkEnd w:id="245"/>
      <w:bookmarkEnd w:id="244"/>
    </w:p>
    <w:p w14:paraId="23996AFB" w14:textId="138482C9" w:rsidR="00986AF4" w:rsidRDefault="00986AF4" w:rsidP="00986AF4">
      <w:pPr>
        <w:pStyle w:val="Vrednost"/>
      </w:pPr>
      <w:r>
        <w:t>Vrednost: 20.000 €</w:t>
      </w:r>
    </w:p>
    <w:p w14:paraId="4D42DF36" w14:textId="29455669" w:rsidR="00986AF4" w:rsidRDefault="00986AF4" w:rsidP="00986AF4">
      <w:pPr>
        <w:pStyle w:val="Heading11"/>
      </w:pPr>
      <w:r>
        <w:t>Opis podprograma</w:t>
      </w:r>
    </w:p>
    <w:p w14:paraId="05D46F1F" w14:textId="0E770E6A" w:rsidR="00986AF4" w:rsidRDefault="00986AF4" w:rsidP="00986AF4">
      <w:r>
        <w:t>Poslanstvo podprograma 16069002 - nakup zemljišč je nakup stavbnih, kmetijskih in gozdnih zemljišč, katera niso zajeta v okviru investicij v teku. Ključne naloge so vodenje premoženjsko pravnih zadev nakupa v skladu z določili veljavne zakonodaje ter na podlagi potrjenega letnega načrta pridobivanja nepremičnega premoženja občine.</w:t>
      </w:r>
    </w:p>
    <w:p w14:paraId="3B9CEAB1" w14:textId="4D31556C" w:rsidR="00986AF4" w:rsidRDefault="00986AF4" w:rsidP="00986AF4">
      <w:pPr>
        <w:pStyle w:val="Heading11"/>
      </w:pPr>
      <w:r>
        <w:lastRenderedPageBreak/>
        <w:t>Zakonske in druge pravne podlage</w:t>
      </w:r>
    </w:p>
    <w:p w14:paraId="3653B880" w14:textId="28BCFA4A" w:rsidR="00986AF4" w:rsidRDefault="00986AF4" w:rsidP="00986AF4">
      <w:r>
        <w:t>" Zakon o stvarnem premoženju države, pokrajin in občin (Ur. list RS, št. 14/2007)</w:t>
      </w:r>
      <w:r>
        <w:br/>
        <w:t>" Zakon o javnih financah (Ur. list RS, št. 79/99 in spremembe) in na njegovi podlagi sprejeti podzakonski akti</w:t>
      </w:r>
      <w:r>
        <w:br/>
        <w:t xml:space="preserve">" Stvarnopravni zakonik (Ur. list RS, št. 87/02) </w:t>
      </w:r>
      <w:r>
        <w:br/>
        <w:t xml:space="preserve">" Obligacijski zakonik (Ur. list RS, št. 83/01 in spremembe) </w:t>
      </w:r>
      <w:r>
        <w:br/>
        <w:t>" Zakon o zemljiški knjigi (Ur. list RS, št. 58/03 in spremembe) in na njegovi podlagi sprejeti podzakonski akti</w:t>
      </w:r>
      <w:r>
        <w:br/>
        <w:t>" Zakon o denacionalizaciji (Ur. list RS, št. 27/91 in spremembe)</w:t>
      </w:r>
      <w:r>
        <w:br/>
        <w:t>" Zakon o graditvi objektov (Ur. list RS, št. 102/04 - UPB1 in spremembe) in na njegovi podlagi sprejeti podzakonski akti</w:t>
      </w:r>
      <w:r>
        <w:br/>
        <w:t xml:space="preserve">" Zakon o prostorskem načrtovanju (Ur. list RS, št. 33/2007) </w:t>
      </w:r>
      <w:r>
        <w:br/>
        <w:t>" Zakon o urejanju prostora (Ur. list RS, št. 110/02, 8/03 in spremembe) in na njegovi podlagi sprejeti podzakonski akti</w:t>
      </w:r>
      <w:r>
        <w:br/>
        <w:t>" Zakon o javnem naročanju (Ur. list RS, št. 128/2006 in spremembe) in na njegovi podlagi sprejeti podzakonski akti</w:t>
      </w:r>
      <w:r>
        <w:br/>
        <w:t>" Uredba o stvarnem premoženju države, pokrajin in občin (Ur. list RS, št. 84/2007 in spremembe)</w:t>
      </w:r>
      <w:r>
        <w:br/>
        <w:t>" področni zakoni in na njihovi podlagi sprejeti podzakonski akti, ki posegajo v  upravljanje in razpolaganje z zemljišči</w:t>
      </w:r>
      <w:r>
        <w:br/>
        <w:t>" ostali že sprejeti izvedbeni prostorski akti</w:t>
      </w:r>
    </w:p>
    <w:p w14:paraId="29A038DE" w14:textId="6C8F79A7" w:rsidR="00986AF4" w:rsidRDefault="00986AF4" w:rsidP="00986AF4">
      <w:pPr>
        <w:pStyle w:val="Heading11"/>
      </w:pPr>
      <w:r>
        <w:t>Dolgoročni cilji podprograma in kazalci, s katerimi se bo merilo doseganje zastavljenih ciljev (Rezultat in kazalniki)</w:t>
      </w:r>
    </w:p>
    <w:p w14:paraId="27E2E418" w14:textId="55502F80" w:rsidR="00986AF4" w:rsidRDefault="00986AF4" w:rsidP="00986AF4">
      <w:r>
        <w:t>Dolgoročni cilji predstavlja ureditev premoženjsko pravnih zadev nakupa zemljišč v okviru letnih načrtov ravnanja z nepremičnim premoženjem (pridobitev stvarnega premoženja za potrebe občine pod čimbolj ugodnimi pogoji). Kazalci, na podlagi katerih se bo merila uspešnost zastavljenih ciljev, in časovni okvir obsegajo število izvedenih nakupov zemljišč na podlagi letnega načrta.</w:t>
      </w:r>
    </w:p>
    <w:p w14:paraId="0DED333C" w14:textId="3CCC3645" w:rsidR="00986AF4" w:rsidRDefault="00986AF4" w:rsidP="00986AF4">
      <w:pPr>
        <w:pStyle w:val="Heading11"/>
      </w:pPr>
      <w:r>
        <w:t>Letni izvedbeni cilji podprograma in kazalci, s katerimi se bo merilo doseganje zastavljenih ciljev (Neposredni učinek in kazalnik)</w:t>
      </w:r>
    </w:p>
    <w:p w14:paraId="0A27F9CE" w14:textId="24791B53" w:rsidR="00986AF4" w:rsidRDefault="00986AF4" w:rsidP="00986AF4">
      <w:r>
        <w:t>Letni izvedbeni cilji obsegajo zagotovitev pogojev za nakup ter njihovo realizacijo  v skladu z letnim načrtom ravnanja z nepremičnim premoženjem za leto 2014. Letni kazalec pa predstavlja število zaključenih postopkov nakupa nepremičnega premoženja.</w:t>
      </w:r>
    </w:p>
    <w:p w14:paraId="44251EDE" w14:textId="188271E8" w:rsidR="00986AF4" w:rsidRDefault="00986AF4" w:rsidP="00986AF4">
      <w:pPr>
        <w:pStyle w:val="AHeading8"/>
      </w:pPr>
      <w:r>
        <w:t>0004 - Občinska uprava</w:t>
      </w:r>
      <w:bookmarkStart w:id="246" w:name="PU_0004_PPR_16069002_A_20261"/>
      <w:bookmarkEnd w:id="246"/>
    </w:p>
    <w:p w14:paraId="2665CD64" w14:textId="787CA5B6" w:rsidR="00986AF4" w:rsidRDefault="00986AF4" w:rsidP="00986AF4">
      <w:pPr>
        <w:pStyle w:val="Vrednost"/>
      </w:pPr>
      <w:r>
        <w:t>Vrednost: 5.509.267 €</w:t>
      </w:r>
    </w:p>
    <w:p w14:paraId="768B024B" w14:textId="70A15FAC" w:rsidR="00986AF4" w:rsidRDefault="00986AF4" w:rsidP="00986AF4">
      <w:pPr>
        <w:pStyle w:val="AHeading10"/>
      </w:pPr>
      <w:r>
        <w:t>16013 - Nakup zemlj</w:t>
      </w:r>
      <w:r w:rsidR="007E642D">
        <w:t>i</w:t>
      </w:r>
      <w:r>
        <w:t>šč</w:t>
      </w:r>
      <w:bookmarkStart w:id="247" w:name="PP_16013_A_20261"/>
      <w:bookmarkEnd w:id="247"/>
    </w:p>
    <w:p w14:paraId="1E1F5337" w14:textId="2EF5294B" w:rsidR="00986AF4" w:rsidRDefault="00986AF4" w:rsidP="00986AF4">
      <w:pPr>
        <w:pStyle w:val="Vrednost"/>
      </w:pPr>
      <w:r>
        <w:t>Vrednost: 20.000 €</w:t>
      </w:r>
    </w:p>
    <w:p w14:paraId="7BEC22B0" w14:textId="5FB210CA" w:rsidR="00986AF4" w:rsidRDefault="00986AF4" w:rsidP="00986AF4">
      <w:pPr>
        <w:pStyle w:val="Heading11"/>
      </w:pPr>
      <w:r>
        <w:t>Obrazložitev dejavnosti v okviru proračunske postavke</w:t>
      </w:r>
    </w:p>
    <w:p w14:paraId="62143660" w14:textId="5F2F161E" w:rsidR="00986AF4" w:rsidRDefault="00986AF4" w:rsidP="00986AF4">
      <w:r>
        <w:t>Nakup zemljišč: nakupi kmetijskih in gozdnih zemljišč ter stavbnih zemljišč v primerih, ko nakupi še niso povezani s konkretnim projektom. </w:t>
      </w:r>
    </w:p>
    <w:p w14:paraId="690E18E7" w14:textId="33330358" w:rsidR="00986AF4" w:rsidRDefault="00986AF4" w:rsidP="00986AF4">
      <w:pPr>
        <w:pStyle w:val="Heading11"/>
      </w:pPr>
      <w:r>
        <w:t>Navezava na projekte v okviru proračunske postavke</w:t>
      </w:r>
    </w:p>
    <w:p w14:paraId="0BEC21C4" w14:textId="737A0552" w:rsidR="00986AF4" w:rsidRDefault="00986AF4" w:rsidP="00986AF4">
      <w:pPr>
        <w:pStyle w:val="Heading11"/>
      </w:pPr>
      <w:r>
        <w:t>Izhodišča, na katerih temeljijo izračuni predlogov pravic porabe za del, ki se ne izvršuje preko NRP (Neposredni učinek in kazalnik)</w:t>
      </w:r>
    </w:p>
    <w:p w14:paraId="559E3595" w14:textId="77777777" w:rsidR="00986AF4" w:rsidRDefault="00986AF4" w:rsidP="00986AF4"/>
    <w:p w14:paraId="40171C3E" w14:textId="4717B92D" w:rsidR="00986AF4" w:rsidRDefault="00986AF4" w:rsidP="00986AF4">
      <w:pPr>
        <w:pStyle w:val="AHeading5"/>
      </w:pPr>
      <w:bookmarkStart w:id="248" w:name="_Toc184208568"/>
      <w:r>
        <w:t>17 - ZDRAVSTVENO VARSTVO</w:t>
      </w:r>
      <w:bookmarkEnd w:id="248"/>
    </w:p>
    <w:p w14:paraId="04213FE5" w14:textId="76E378DD" w:rsidR="00986AF4" w:rsidRDefault="00986AF4" w:rsidP="00986AF4">
      <w:pPr>
        <w:pStyle w:val="Vrednost"/>
      </w:pPr>
      <w:r>
        <w:t>Vrednost: 21.809 €</w:t>
      </w:r>
    </w:p>
    <w:p w14:paraId="49618B5C" w14:textId="2336C9FF" w:rsidR="00986AF4" w:rsidRDefault="00986AF4" w:rsidP="00986AF4">
      <w:pPr>
        <w:pStyle w:val="Heading11"/>
      </w:pPr>
      <w:r>
        <w:t>Opis področja proračunske porabe, poslanstva občine znotraj področja proračunske porabe</w:t>
      </w:r>
    </w:p>
    <w:p w14:paraId="68569706" w14:textId="180CA3B6" w:rsidR="00986AF4" w:rsidRDefault="00986AF4" w:rsidP="00986AF4">
      <w:r>
        <w:t>Področje zdravstvenega varstva zajema programe na področju primarnega zdravstva in na področju lekarniške dejavnosti, preventivne programe zdravstvenega varstva in druge programe na področju zdravstva.</w:t>
      </w:r>
    </w:p>
    <w:p w14:paraId="79FBB939" w14:textId="021225A1" w:rsidR="00986AF4" w:rsidRDefault="00986AF4" w:rsidP="00986AF4">
      <w:pPr>
        <w:pStyle w:val="Heading11"/>
      </w:pPr>
      <w:r>
        <w:t>Dokumenti dolgoročnega razvojnega načrtovanja</w:t>
      </w:r>
    </w:p>
    <w:p w14:paraId="666434E2" w14:textId="2C7104F4" w:rsidR="00986AF4" w:rsidRDefault="00986AF4" w:rsidP="00986AF4">
      <w:r>
        <w:t>" NRP Občine Bistrica ob Sotli</w:t>
      </w:r>
    </w:p>
    <w:p w14:paraId="1DFFED0E" w14:textId="67EE1EAF" w:rsidR="00986AF4" w:rsidRDefault="00986AF4" w:rsidP="00986AF4">
      <w:pPr>
        <w:pStyle w:val="Heading11"/>
      </w:pPr>
      <w:r>
        <w:t>Dolgoročni cilji področja proračunske porabe (Splošni cilj)</w:t>
      </w:r>
    </w:p>
    <w:p w14:paraId="0AE92E10" w14:textId="55B05458" w:rsidR="00986AF4" w:rsidRDefault="00986AF4" w:rsidP="00986AF4">
      <w:r>
        <w:t>" zagotavljanje pogojev za izvajanje zdravstvene dejavnosti na primarni ravni</w:t>
      </w:r>
    </w:p>
    <w:p w14:paraId="44506AD5" w14:textId="708292F4" w:rsidR="00986AF4" w:rsidRDefault="00986AF4" w:rsidP="00986AF4">
      <w:pPr>
        <w:pStyle w:val="Heading11"/>
      </w:pPr>
      <w:r>
        <w:lastRenderedPageBreak/>
        <w:t>Oznaka in nazivi glavnih programov v pristojnosti občine</w:t>
      </w:r>
    </w:p>
    <w:p w14:paraId="22A40DE3" w14:textId="77777777" w:rsidR="00986AF4" w:rsidRPr="00986AF4" w:rsidRDefault="00986AF4" w:rsidP="00986AF4">
      <w:pPr>
        <w:pStyle w:val="Navadensplet"/>
      </w:pPr>
      <w:r w:rsidRPr="00986AF4">
        <w:t>1702 - Primarno zdravstvo</w:t>
      </w:r>
    </w:p>
    <w:p w14:paraId="0AB57C7C" w14:textId="77777777" w:rsidR="00986AF4" w:rsidRPr="00986AF4" w:rsidRDefault="00986AF4" w:rsidP="00986AF4">
      <w:pPr>
        <w:pStyle w:val="Navadensplet"/>
      </w:pPr>
      <w:r w:rsidRPr="00986AF4">
        <w:t>1706 - Preventivni programi zdravstvenega varstva</w:t>
      </w:r>
    </w:p>
    <w:p w14:paraId="6F754B4E" w14:textId="77777777" w:rsidR="00986AF4" w:rsidRPr="00986AF4" w:rsidRDefault="00986AF4" w:rsidP="00986AF4">
      <w:pPr>
        <w:pStyle w:val="Navadensplet"/>
      </w:pPr>
      <w:r w:rsidRPr="00986AF4">
        <w:t>1707  Drugi programi na področju zdravstva</w:t>
      </w:r>
    </w:p>
    <w:p w14:paraId="0B2017F7" w14:textId="77777777" w:rsidR="00986AF4" w:rsidRDefault="00986AF4" w:rsidP="00986AF4"/>
    <w:p w14:paraId="2F0A7767" w14:textId="776012D8" w:rsidR="00986AF4" w:rsidRDefault="00986AF4" w:rsidP="00986AF4">
      <w:pPr>
        <w:pStyle w:val="AHeading6"/>
      </w:pPr>
      <w:bookmarkStart w:id="249" w:name="_Toc184208569"/>
      <w:r>
        <w:t>1702 - Primarno zdravstvo</w:t>
      </w:r>
      <w:bookmarkEnd w:id="249"/>
    </w:p>
    <w:p w14:paraId="48241305" w14:textId="24A7FE06" w:rsidR="00986AF4" w:rsidRDefault="00986AF4" w:rsidP="00986AF4">
      <w:pPr>
        <w:pStyle w:val="Vrednost"/>
      </w:pPr>
      <w:r>
        <w:t>Vrednost: 15.250 €</w:t>
      </w:r>
    </w:p>
    <w:p w14:paraId="1B9FC1D3" w14:textId="3B7EBB53" w:rsidR="00986AF4" w:rsidRDefault="00986AF4" w:rsidP="00986AF4">
      <w:pPr>
        <w:pStyle w:val="Heading11"/>
      </w:pPr>
      <w:r>
        <w:t>Opis glavnega programa</w:t>
      </w:r>
    </w:p>
    <w:p w14:paraId="30D373DC" w14:textId="5CCFAE37" w:rsidR="00986AF4" w:rsidRDefault="00986AF4" w:rsidP="00986AF4">
      <w:r>
        <w:t>Glavni program 1702 - Primarno zdravstvo vključuje sredstva za financiranje investicijske</w:t>
      </w:r>
      <w:r>
        <w:br/>
        <w:t>dejavnosti na področju primarnega zdravstva (zdravstveni domovi) ter sofinanciranje</w:t>
      </w:r>
      <w:r>
        <w:br/>
        <w:t>posameznih zdravstvenih dejavnosti.</w:t>
      </w:r>
    </w:p>
    <w:p w14:paraId="65538B96" w14:textId="098F2CD2" w:rsidR="00986AF4" w:rsidRDefault="00986AF4" w:rsidP="00986AF4">
      <w:pPr>
        <w:pStyle w:val="Heading11"/>
      </w:pPr>
      <w:r>
        <w:t>Dolgoročni cilji glavnega programa (Specifični cilj in kazalniki)</w:t>
      </w:r>
    </w:p>
    <w:p w14:paraId="2B91A01D" w14:textId="40960D09" w:rsidR="00986AF4" w:rsidRDefault="00986AF4" w:rsidP="00986AF4">
      <w:r>
        <w:t>Zagotavljanje dobrih standardov zdravstvenega varstva za občane na primarni ravni.</w:t>
      </w:r>
    </w:p>
    <w:p w14:paraId="76637341" w14:textId="38FCE823" w:rsidR="00986AF4" w:rsidRDefault="00986AF4" w:rsidP="00986AF4">
      <w:pPr>
        <w:pStyle w:val="Heading11"/>
      </w:pPr>
      <w:r>
        <w:t>Glavni letni izvedbeni cilji in kazalci, s katerimi se bo merilo doseganje zastavljenih ciljev</w:t>
      </w:r>
    </w:p>
    <w:p w14:paraId="7F544761" w14:textId="1ED5244A" w:rsidR="00986AF4" w:rsidRDefault="00986AF4" w:rsidP="00986AF4">
      <w:r>
        <w:t>Izvedba  investicij v skladu z letnim načrtom.</w:t>
      </w:r>
      <w:r>
        <w:br/>
        <w:t>Kazalniki: realizacija načrta,  obnovljeni objekti, pridobljena oprema.</w:t>
      </w:r>
    </w:p>
    <w:p w14:paraId="08B80084" w14:textId="3142A889" w:rsidR="00986AF4" w:rsidRDefault="00986AF4" w:rsidP="00986AF4">
      <w:pPr>
        <w:pStyle w:val="Heading11"/>
      </w:pPr>
      <w:r>
        <w:t>Podprogrami in proračunski uporabniki znotraj glavnega programa</w:t>
      </w:r>
    </w:p>
    <w:p w14:paraId="49569893" w14:textId="77777777" w:rsidR="00986AF4" w:rsidRDefault="00986AF4" w:rsidP="00986AF4">
      <w:pPr>
        <w:rPr>
          <w:lang w:eastAsia="sl-SI"/>
        </w:rPr>
      </w:pPr>
      <w:r>
        <w:t>17029001 Dejavnost zdravstvenih domov.</w:t>
      </w:r>
      <w:r>
        <w:br/>
        <w:t>PU:</w:t>
      </w:r>
      <w:r>
        <w:br/>
        <w:t>0004  OBCINSKA UPRAVA</w:t>
      </w:r>
    </w:p>
    <w:p w14:paraId="028A0AC4" w14:textId="77777777" w:rsidR="00986AF4" w:rsidRDefault="00986AF4" w:rsidP="00986AF4"/>
    <w:p w14:paraId="0A6D0AC4" w14:textId="3F25FBB2" w:rsidR="00986AF4" w:rsidRDefault="00986AF4" w:rsidP="00986AF4">
      <w:pPr>
        <w:pStyle w:val="AHeading7"/>
      </w:pPr>
      <w:bookmarkStart w:id="250" w:name="_Toc184208570"/>
      <w:r>
        <w:t>17029001 - Dejavnost zdravstvenih domov</w:t>
      </w:r>
      <w:bookmarkStart w:id="251" w:name="PPR_17029001_A_20261"/>
      <w:bookmarkEnd w:id="251"/>
      <w:bookmarkEnd w:id="250"/>
    </w:p>
    <w:p w14:paraId="6C0CE923" w14:textId="45051885" w:rsidR="00986AF4" w:rsidRDefault="00986AF4" w:rsidP="00986AF4">
      <w:pPr>
        <w:pStyle w:val="Vrednost"/>
      </w:pPr>
      <w:r>
        <w:t>Vrednost: 15.250 €</w:t>
      </w:r>
    </w:p>
    <w:p w14:paraId="3A535AB0" w14:textId="1418E8E4" w:rsidR="00986AF4" w:rsidRDefault="00986AF4" w:rsidP="00986AF4">
      <w:pPr>
        <w:pStyle w:val="Heading11"/>
      </w:pPr>
      <w:r>
        <w:t>Opis podprograma</w:t>
      </w:r>
    </w:p>
    <w:p w14:paraId="5C8A1EA6" w14:textId="45594CD9" w:rsidR="00986AF4" w:rsidRDefault="00986AF4" w:rsidP="00986AF4">
      <w:r>
        <w:t>Dejavnost zdravstvenih domov gradnja in investicijsko vzdrževanje zdravstvenih</w:t>
      </w:r>
      <w:r>
        <w:br/>
        <w:t>domov, nakup opreme za zdravstvene domove.</w:t>
      </w:r>
    </w:p>
    <w:p w14:paraId="08FB5782" w14:textId="4CB2E45F" w:rsidR="00986AF4" w:rsidRDefault="00986AF4" w:rsidP="00986AF4">
      <w:pPr>
        <w:pStyle w:val="Heading11"/>
      </w:pPr>
      <w:r>
        <w:t>Zakonske in druge pravne podlage</w:t>
      </w:r>
    </w:p>
    <w:p w14:paraId="0C32A9A3" w14:textId="13EC7333" w:rsidR="00986AF4" w:rsidRDefault="00986AF4" w:rsidP="00986AF4">
      <w:r>
        <w:t>Zakon o zdravstvenem varstvu in zdravstvenem zavarovanju.</w:t>
      </w:r>
    </w:p>
    <w:p w14:paraId="7A2A26DA" w14:textId="3B498FB8" w:rsidR="00986AF4" w:rsidRDefault="00986AF4" w:rsidP="00986AF4">
      <w:pPr>
        <w:pStyle w:val="Heading11"/>
      </w:pPr>
      <w:r>
        <w:t>Dolgoročni cilji podprograma in kazalci, s katerimi se bo merilo doseganje zastavljenih ciljev (Rezultat in kazalniki)</w:t>
      </w:r>
    </w:p>
    <w:p w14:paraId="42E557D1" w14:textId="19F4C75E" w:rsidR="00986AF4" w:rsidRDefault="00986AF4" w:rsidP="00986AF4">
      <w:r>
        <w:t>Zagotavljanje primernega standarda zdravstvene oskrbe na primarni ravni.</w:t>
      </w:r>
    </w:p>
    <w:p w14:paraId="5D0BA3FE" w14:textId="288CDC1C" w:rsidR="00986AF4" w:rsidRDefault="00986AF4" w:rsidP="00986AF4">
      <w:pPr>
        <w:pStyle w:val="Heading11"/>
      </w:pPr>
      <w:r>
        <w:t>Letni izvedbeni cilji podprograma in kazalci, s katerimi se bo merilo doseganje zastavljenih ciljev (Neposredni učinek in kazalnik)</w:t>
      </w:r>
    </w:p>
    <w:p w14:paraId="3B68131A" w14:textId="1D731020" w:rsidR="00986AF4" w:rsidRDefault="00986AF4" w:rsidP="00986AF4">
      <w:r>
        <w:t>Izvedba investicij in nabave načrtovane opreme.</w:t>
      </w:r>
    </w:p>
    <w:p w14:paraId="4F9669D8" w14:textId="0B9C9A5F" w:rsidR="00986AF4" w:rsidRDefault="00986AF4" w:rsidP="00986AF4">
      <w:pPr>
        <w:pStyle w:val="AHeading8"/>
      </w:pPr>
      <w:r>
        <w:t>0004 - Občinska uprava</w:t>
      </w:r>
      <w:bookmarkStart w:id="252" w:name="PU_0004_PPR_17029001_A_20261"/>
      <w:bookmarkEnd w:id="252"/>
    </w:p>
    <w:p w14:paraId="29F4477D" w14:textId="31771847" w:rsidR="00986AF4" w:rsidRDefault="00986AF4" w:rsidP="00986AF4">
      <w:pPr>
        <w:pStyle w:val="Vrednost"/>
      </w:pPr>
      <w:r>
        <w:t>Vrednost: 5.509.267 €</w:t>
      </w:r>
    </w:p>
    <w:p w14:paraId="2A302B57" w14:textId="29ED8980" w:rsidR="00986AF4" w:rsidRDefault="00986AF4" w:rsidP="00986AF4">
      <w:pPr>
        <w:pStyle w:val="AHeading10"/>
      </w:pPr>
      <w:r>
        <w:t>17004 - Stroški prostorov na ZP</w:t>
      </w:r>
      <w:bookmarkStart w:id="253" w:name="PP_17004_A_20261"/>
      <w:bookmarkEnd w:id="253"/>
    </w:p>
    <w:p w14:paraId="79A29F77" w14:textId="1B21D1C4" w:rsidR="00986AF4" w:rsidRDefault="00986AF4" w:rsidP="00986AF4">
      <w:pPr>
        <w:pStyle w:val="Vrednost"/>
      </w:pPr>
      <w:r>
        <w:t>Vrednost: 15.250 €</w:t>
      </w:r>
    </w:p>
    <w:p w14:paraId="4E73F604" w14:textId="6050E56F" w:rsidR="00986AF4" w:rsidRDefault="00986AF4" w:rsidP="00986AF4">
      <w:pPr>
        <w:pStyle w:val="Heading11"/>
      </w:pPr>
      <w:r>
        <w:t>Obrazložitev dejavnosti v okviru proračunske postavke</w:t>
      </w:r>
    </w:p>
    <w:p w14:paraId="405BD490" w14:textId="00EEFFA1" w:rsidR="00986AF4" w:rsidRDefault="00986AF4" w:rsidP="00986AF4">
      <w:r>
        <w:t>V tem področju so zajeti tudi izdatki za stroške prostorov ZP (elektrika, voda in komunalne storitve, ogrevanje), ki jih kot lastnik objekta plačuje občina. Na podlagi prejetih računov občina zaračunava te stroške najemnikom poslovnih prostorov v ZD Bistrica ob Sotli. </w:t>
      </w:r>
    </w:p>
    <w:p w14:paraId="06D49914" w14:textId="18AF88FB" w:rsidR="00986AF4" w:rsidRDefault="00986AF4" w:rsidP="00986AF4">
      <w:pPr>
        <w:pStyle w:val="Heading11"/>
      </w:pPr>
      <w:r>
        <w:lastRenderedPageBreak/>
        <w:t>Navezava na projekte v okviru proračunske postavke</w:t>
      </w:r>
    </w:p>
    <w:p w14:paraId="0186DBFA" w14:textId="5AC3D50A" w:rsidR="00986AF4" w:rsidRDefault="00986AF4" w:rsidP="00986AF4">
      <w:pPr>
        <w:pStyle w:val="Heading11"/>
      </w:pPr>
      <w:r>
        <w:t>Izhodišča, na katerih temeljijo izračuni predlogov pravic porabe za del, ki se ne izvršuje preko NRP (Neposredni učinek in kazalnik)</w:t>
      </w:r>
    </w:p>
    <w:p w14:paraId="341004C2" w14:textId="77777777" w:rsidR="00986AF4" w:rsidRDefault="00986AF4" w:rsidP="00986AF4">
      <w:pPr>
        <w:rPr>
          <w:lang w:eastAsia="sl-SI"/>
        </w:rPr>
      </w:pPr>
      <w:r>
        <w:t> </w:t>
      </w:r>
    </w:p>
    <w:p w14:paraId="3C24B0F7" w14:textId="77777777" w:rsidR="00986AF4" w:rsidRDefault="00986AF4" w:rsidP="00986AF4"/>
    <w:p w14:paraId="08488080" w14:textId="77777777" w:rsidR="00986AF4" w:rsidRDefault="00986AF4" w:rsidP="00986AF4"/>
    <w:p w14:paraId="378E3185" w14:textId="6ABD5ED8" w:rsidR="00986AF4" w:rsidRDefault="00986AF4" w:rsidP="00986AF4">
      <w:pPr>
        <w:pStyle w:val="AHeading6"/>
      </w:pPr>
      <w:bookmarkStart w:id="254" w:name="_Toc184208571"/>
      <w:r>
        <w:t>1706 - Preventivni programi zdravstvenega varstva</w:t>
      </w:r>
      <w:bookmarkEnd w:id="254"/>
    </w:p>
    <w:p w14:paraId="2A6B5F2C" w14:textId="6F14A3ED" w:rsidR="00986AF4" w:rsidRDefault="00986AF4" w:rsidP="00986AF4">
      <w:pPr>
        <w:pStyle w:val="Vrednost"/>
      </w:pPr>
      <w:r>
        <w:t>Vrednost: 200 €</w:t>
      </w:r>
    </w:p>
    <w:p w14:paraId="1C6BC4E7" w14:textId="36F9BE0C" w:rsidR="00986AF4" w:rsidRDefault="00986AF4" w:rsidP="00986AF4">
      <w:pPr>
        <w:pStyle w:val="Heading11"/>
      </w:pPr>
      <w:r>
        <w:t>Opis glavnega programa</w:t>
      </w:r>
    </w:p>
    <w:p w14:paraId="4DD37E4F" w14:textId="31AE7BF4" w:rsidR="00986AF4" w:rsidRDefault="00986AF4" w:rsidP="00986AF4">
      <w:r>
        <w:t>Glavni program 1706 - Preventivni programi zdravstvenega varstva vključuje sredstva za</w:t>
      </w:r>
      <w:r>
        <w:br/>
        <w:t>programe spremljanja zdravstvenega stanja prebivalstva in promocijo zdravja.</w:t>
      </w:r>
    </w:p>
    <w:p w14:paraId="5775EED5" w14:textId="7CA4CC3D" w:rsidR="00986AF4" w:rsidRDefault="00986AF4" w:rsidP="00986AF4">
      <w:pPr>
        <w:pStyle w:val="Heading11"/>
      </w:pPr>
      <w:r>
        <w:t>Dolgoročni cilji glavnega programa (Specifični cilj in kazalniki)</w:t>
      </w:r>
    </w:p>
    <w:p w14:paraId="071C21ED" w14:textId="038B3CE5" w:rsidR="00986AF4" w:rsidRDefault="00986AF4" w:rsidP="00986AF4">
      <w:r>
        <w:t>Zagotavljanje obsega dosedanjih programov.</w:t>
      </w:r>
    </w:p>
    <w:p w14:paraId="56C81FE0" w14:textId="5E22B434" w:rsidR="00986AF4" w:rsidRDefault="00986AF4" w:rsidP="00986AF4">
      <w:pPr>
        <w:pStyle w:val="Heading11"/>
      </w:pPr>
      <w:r>
        <w:t>Glavni letni izvedbeni cilji in kazalci, s katerimi se bo merilo doseganje zastavljenih ciljev</w:t>
      </w:r>
    </w:p>
    <w:p w14:paraId="1B6557E2" w14:textId="5A448611" w:rsidR="00986AF4" w:rsidRDefault="00986AF4" w:rsidP="00986AF4">
      <w:r>
        <w:t>Izvajanje  preventivnih programov.</w:t>
      </w:r>
      <w:r>
        <w:br/>
        <w:t>Kriteriji: - št. programov in št. udeležencev</w:t>
      </w:r>
    </w:p>
    <w:p w14:paraId="1BCF1D11" w14:textId="09A4E286" w:rsidR="00986AF4" w:rsidRDefault="00986AF4" w:rsidP="00986AF4">
      <w:pPr>
        <w:pStyle w:val="Heading11"/>
      </w:pPr>
      <w:r>
        <w:t>Podprogrami in proračunski uporabniki znotraj glavnega programa</w:t>
      </w:r>
    </w:p>
    <w:p w14:paraId="60CF351D" w14:textId="2232B4CE" w:rsidR="00986AF4" w:rsidRDefault="00986AF4" w:rsidP="00986AF4">
      <w:r>
        <w:t>17069001 Spremljanje zdravstvenega stanja in aktivnosti promocije zdravja.</w:t>
      </w:r>
      <w:r>
        <w:br/>
        <w:t>PU:</w:t>
      </w:r>
      <w:r>
        <w:br/>
        <w:t>0004 OBCINSKA UPRAVA</w:t>
      </w:r>
    </w:p>
    <w:p w14:paraId="1C2EBF98" w14:textId="3E4FD480" w:rsidR="00986AF4" w:rsidRDefault="00986AF4" w:rsidP="00986AF4">
      <w:pPr>
        <w:pStyle w:val="AHeading7"/>
      </w:pPr>
      <w:bookmarkStart w:id="255" w:name="_Toc184208572"/>
      <w:r>
        <w:t>17069001 - Spremljanje zdravstvenega stanja in aktivnosti promocije zdravja</w:t>
      </w:r>
      <w:bookmarkStart w:id="256" w:name="PPR_17069001_A_20261"/>
      <w:bookmarkEnd w:id="256"/>
      <w:bookmarkEnd w:id="255"/>
    </w:p>
    <w:p w14:paraId="72F111B7" w14:textId="40934271" w:rsidR="00986AF4" w:rsidRDefault="00986AF4" w:rsidP="00986AF4">
      <w:pPr>
        <w:pStyle w:val="Vrednost"/>
      </w:pPr>
      <w:r>
        <w:t>Vrednost: 200 €</w:t>
      </w:r>
    </w:p>
    <w:p w14:paraId="68DDFADB" w14:textId="2B496F39" w:rsidR="00986AF4" w:rsidRDefault="00986AF4" w:rsidP="00986AF4">
      <w:pPr>
        <w:pStyle w:val="Heading11"/>
      </w:pPr>
      <w:r>
        <w:t>Opis podprograma</w:t>
      </w:r>
    </w:p>
    <w:p w14:paraId="631C40FD" w14:textId="35EF0E39" w:rsidR="00986AF4" w:rsidRDefault="00986AF4" w:rsidP="00986AF4">
      <w:r>
        <w:t>Spremljanje zdravstvenega stanja in aktivnosti promocije zdravja: sofinanciranje preventivnih (tudi preventivnih</w:t>
      </w:r>
      <w:r>
        <w:br/>
        <w:t>programov proti uporabi drog) zdravstvenih programov (zgibanke, predavanja).</w:t>
      </w:r>
    </w:p>
    <w:p w14:paraId="63D50151" w14:textId="0246DFA2" w:rsidR="00986AF4" w:rsidRDefault="00986AF4" w:rsidP="00986AF4">
      <w:pPr>
        <w:pStyle w:val="Heading11"/>
      </w:pPr>
      <w:r>
        <w:t>Zakonske in druge pravne podlage</w:t>
      </w:r>
    </w:p>
    <w:p w14:paraId="04FAB562" w14:textId="1B6D7394" w:rsidR="00986AF4" w:rsidRDefault="00986AF4" w:rsidP="00986AF4">
      <w:r>
        <w:t>Zakon o zdravstvenem varstvu in zdravstvenem zavarovanju.</w:t>
      </w:r>
    </w:p>
    <w:p w14:paraId="235E90CD" w14:textId="245F4A04" w:rsidR="00986AF4" w:rsidRDefault="00986AF4" w:rsidP="00986AF4">
      <w:pPr>
        <w:pStyle w:val="Heading11"/>
      </w:pPr>
      <w:r>
        <w:t>Dolgoročni cilji podprograma in kazalci, s katerimi se bo merilo doseganje zastavljenih ciljev (Rezultat in kazalniki)</w:t>
      </w:r>
    </w:p>
    <w:p w14:paraId="115A64C0" w14:textId="63B76456" w:rsidR="00986AF4" w:rsidRDefault="00986AF4" w:rsidP="00986AF4">
      <w:r>
        <w:t>Krepitev zdravja občanov.</w:t>
      </w:r>
    </w:p>
    <w:p w14:paraId="6BC26B69" w14:textId="53CFB8A2" w:rsidR="00986AF4" w:rsidRDefault="00986AF4" w:rsidP="00986AF4">
      <w:pPr>
        <w:pStyle w:val="Heading11"/>
      </w:pPr>
      <w:r>
        <w:t>Letni izvedbeni cilji podprograma in kazalci, s katerimi se bo merilo doseganje zastavljenih ciljev (Neposredni učinek in kazalnik)</w:t>
      </w:r>
    </w:p>
    <w:p w14:paraId="4ED77973" w14:textId="3F0576C5" w:rsidR="00986AF4" w:rsidRDefault="00986AF4" w:rsidP="00986AF4">
      <w:r>
        <w:t>Zagotavljanje financiranja programov za izvajanje preventivnih programov.</w:t>
      </w:r>
    </w:p>
    <w:p w14:paraId="2AF5D868" w14:textId="3B9128BF" w:rsidR="00986AF4" w:rsidRDefault="00986AF4" w:rsidP="00986AF4">
      <w:pPr>
        <w:pStyle w:val="AHeading8"/>
      </w:pPr>
      <w:r>
        <w:t>0004 - Občinska uprava</w:t>
      </w:r>
      <w:bookmarkStart w:id="257" w:name="PU_0004_PPR_17069001_A_20261"/>
      <w:bookmarkEnd w:id="257"/>
    </w:p>
    <w:p w14:paraId="354C2402" w14:textId="0BBB82FA" w:rsidR="00986AF4" w:rsidRDefault="00986AF4" w:rsidP="00986AF4">
      <w:pPr>
        <w:pStyle w:val="Vrednost"/>
      </w:pPr>
      <w:r>
        <w:t>Vrednost: 5.509.267 €</w:t>
      </w:r>
    </w:p>
    <w:p w14:paraId="199BDEDA" w14:textId="1F85B970" w:rsidR="00986AF4" w:rsidRDefault="00986AF4" w:rsidP="00986AF4">
      <w:pPr>
        <w:pStyle w:val="AHeading10"/>
      </w:pPr>
      <w:r>
        <w:t>17005 - Preventivne akcije (Čisti zobje, Veter v laseh, Zdravstvena kolonija)</w:t>
      </w:r>
      <w:bookmarkStart w:id="258" w:name="PP_17005_A_20261"/>
      <w:bookmarkEnd w:id="258"/>
    </w:p>
    <w:p w14:paraId="030D0E50" w14:textId="106D588B" w:rsidR="00986AF4" w:rsidRDefault="00986AF4" w:rsidP="00986AF4">
      <w:pPr>
        <w:pStyle w:val="Vrednost"/>
      </w:pPr>
      <w:r>
        <w:t>Vrednost: 200 €</w:t>
      </w:r>
    </w:p>
    <w:p w14:paraId="3B9294E7" w14:textId="076DED07" w:rsidR="00986AF4" w:rsidRDefault="00986AF4" w:rsidP="00986AF4">
      <w:pPr>
        <w:pStyle w:val="Heading11"/>
      </w:pPr>
      <w:r>
        <w:t>Obrazložitev dejavnosti v okviru proračunske postavke</w:t>
      </w:r>
    </w:p>
    <w:p w14:paraId="0AB6573B" w14:textId="686CF766" w:rsidR="00986AF4" w:rsidRDefault="00986AF4" w:rsidP="00986AF4">
      <w:r>
        <w:t>Na PP so sredstva namenjena za izvajanje preventivnih programov, in sicer za programe, ki se izvajajo že več let:</w:t>
      </w:r>
      <w:r>
        <w:br/>
        <w:t>zdravstvena kolonija (letovanje otrok z zdravstvenimi težavami), akcija cisti zobki in test zdrave hoje itd.  </w:t>
      </w:r>
    </w:p>
    <w:p w14:paraId="54855068" w14:textId="31CFDF1D" w:rsidR="00986AF4" w:rsidRDefault="00986AF4" w:rsidP="00986AF4">
      <w:pPr>
        <w:pStyle w:val="Heading11"/>
      </w:pPr>
      <w:r>
        <w:lastRenderedPageBreak/>
        <w:t>Navezava na projekte v okviru proračunske postavke</w:t>
      </w:r>
    </w:p>
    <w:p w14:paraId="2CFE4F64" w14:textId="53242FBA" w:rsidR="00986AF4" w:rsidRDefault="00986AF4" w:rsidP="00986AF4">
      <w:pPr>
        <w:pStyle w:val="Heading11"/>
      </w:pPr>
      <w:r>
        <w:t>Izhodišča, na katerih temeljijo izračuni predlogov pravic porabe za del, ki se ne izvršuje preko NRP (Neposredni učinek in kazalnik)</w:t>
      </w:r>
    </w:p>
    <w:p w14:paraId="78BAC178" w14:textId="6064F6BC" w:rsidR="00986AF4" w:rsidRDefault="00986AF4" w:rsidP="00986AF4">
      <w:r>
        <w:t>V akciji cisti zobki sodelujejo otroci nižje stopnje OŠ, test hoje se v sklopu se na našem območju izvede enkrat.</w:t>
      </w:r>
    </w:p>
    <w:p w14:paraId="1060C79C" w14:textId="77777777" w:rsidR="00986AF4" w:rsidRDefault="00986AF4" w:rsidP="00986AF4"/>
    <w:p w14:paraId="1C96A940" w14:textId="505D89A2" w:rsidR="00986AF4" w:rsidRDefault="00986AF4" w:rsidP="00986AF4">
      <w:pPr>
        <w:pStyle w:val="AHeading6"/>
      </w:pPr>
      <w:bookmarkStart w:id="259" w:name="_Toc184208573"/>
      <w:r>
        <w:t>1707 - Drugi programi na področju zdravstva</w:t>
      </w:r>
      <w:bookmarkEnd w:id="259"/>
    </w:p>
    <w:p w14:paraId="024493A8" w14:textId="3C0D9929" w:rsidR="00986AF4" w:rsidRDefault="00986AF4" w:rsidP="00986AF4">
      <w:pPr>
        <w:pStyle w:val="Vrednost"/>
      </w:pPr>
      <w:r>
        <w:t>Vrednost: 6.359 €</w:t>
      </w:r>
    </w:p>
    <w:p w14:paraId="22FBDC84" w14:textId="024E829C" w:rsidR="00986AF4" w:rsidRDefault="00986AF4" w:rsidP="00986AF4">
      <w:pPr>
        <w:pStyle w:val="Heading11"/>
      </w:pPr>
      <w:r>
        <w:t>Opis glavnega programa</w:t>
      </w:r>
    </w:p>
    <w:p w14:paraId="394EE156" w14:textId="113039A4" w:rsidR="00986AF4" w:rsidRDefault="00986AF4" w:rsidP="00986AF4">
      <w:r>
        <w:t>Drugi programi na področju zdravstva vključujejo sredstva za nujno zdravstveno varstvo in mrliško ogledno službo.</w:t>
      </w:r>
    </w:p>
    <w:p w14:paraId="298D06AF" w14:textId="10FCD3C5" w:rsidR="00986AF4" w:rsidRDefault="00986AF4" w:rsidP="00986AF4">
      <w:pPr>
        <w:pStyle w:val="Heading11"/>
      </w:pPr>
      <w:r>
        <w:t>Dolgoročni cilji glavnega programa (Specifični cilj in kazalniki)</w:t>
      </w:r>
    </w:p>
    <w:p w14:paraId="0E7D6578" w14:textId="5C2C8EA2" w:rsidR="00986AF4" w:rsidRDefault="00986AF4" w:rsidP="00986AF4">
      <w:r>
        <w:t>" ohranjati pogoje za izvajanje programov nujnega zdravstvenega varstva in</w:t>
      </w:r>
      <w:r>
        <w:br/>
        <w:t>" ohranjati pogoje za  izvajanje mrliško ogledne službe.</w:t>
      </w:r>
    </w:p>
    <w:p w14:paraId="2B0F130A" w14:textId="69B4A8BD" w:rsidR="00986AF4" w:rsidRDefault="00986AF4" w:rsidP="00986AF4">
      <w:pPr>
        <w:pStyle w:val="Heading11"/>
      </w:pPr>
      <w:r>
        <w:t>Glavni letni izvedbeni cilji in kazalci, s katerimi se bo merilo doseganje zastavljenih ciljev</w:t>
      </w:r>
    </w:p>
    <w:p w14:paraId="5A81443F" w14:textId="62331F79" w:rsidR="00986AF4" w:rsidRDefault="00986AF4" w:rsidP="00986AF4">
      <w:r>
        <w:t>Cilji: financiranje prispevka za zdravstveno zavarovanje upravičencem, financiranje mrliško pregledne službe.</w:t>
      </w:r>
      <w:r>
        <w:br/>
        <w:t>Kazalci: število zavarovanih oseb kot občani in število mrliških ogledov .</w:t>
      </w:r>
    </w:p>
    <w:p w14:paraId="178570AE" w14:textId="76E46643" w:rsidR="00986AF4" w:rsidRDefault="00986AF4" w:rsidP="00986AF4">
      <w:pPr>
        <w:pStyle w:val="Heading11"/>
      </w:pPr>
      <w:r>
        <w:t>Podprogrami in proračunski uporabniki znotraj glavnega programa</w:t>
      </w:r>
    </w:p>
    <w:p w14:paraId="4EFF50CA" w14:textId="1F96263E" w:rsidR="00986AF4" w:rsidRDefault="00986AF4" w:rsidP="00986AF4">
      <w:r>
        <w:t>17079001 - Nujno zdravstveno varstvo</w:t>
      </w:r>
      <w:r>
        <w:br/>
        <w:t>  0004 - Občinska uprava</w:t>
      </w:r>
      <w:r>
        <w:br/>
        <w:t>17079002 - Mrliško ogledna služba</w:t>
      </w:r>
      <w:r>
        <w:br/>
        <w:t>  0004 - Občinska uprava</w:t>
      </w:r>
    </w:p>
    <w:p w14:paraId="173333E2" w14:textId="1A7A4988" w:rsidR="00986AF4" w:rsidRDefault="00986AF4" w:rsidP="00986AF4">
      <w:pPr>
        <w:pStyle w:val="AHeading7"/>
      </w:pPr>
      <w:bookmarkStart w:id="260" w:name="_Toc184208574"/>
      <w:r>
        <w:t>17079001 - Nujno zdravstveno varstvo</w:t>
      </w:r>
      <w:bookmarkStart w:id="261" w:name="PPR_17079001_A_20261"/>
      <w:bookmarkEnd w:id="261"/>
      <w:bookmarkEnd w:id="260"/>
    </w:p>
    <w:p w14:paraId="4ABBCE93" w14:textId="1751C868" w:rsidR="00986AF4" w:rsidRDefault="00986AF4" w:rsidP="00986AF4">
      <w:pPr>
        <w:pStyle w:val="Vrednost"/>
      </w:pPr>
      <w:r>
        <w:t>Vrednost: 6.359 €</w:t>
      </w:r>
    </w:p>
    <w:p w14:paraId="05E1C019" w14:textId="3C0D9929" w:rsidR="00986AF4" w:rsidRDefault="00986AF4" w:rsidP="00986AF4">
      <w:pPr>
        <w:pStyle w:val="Heading11"/>
      </w:pPr>
      <w:r>
        <w:t>Opis podprograma</w:t>
      </w:r>
    </w:p>
    <w:p w14:paraId="081C5202" w14:textId="178D7D22" w:rsidR="00986AF4" w:rsidRDefault="00986AF4" w:rsidP="00986AF4">
      <w:r>
        <w:t>Podprogram obsega plačilo prispevka za zdravstvene storitve za nezavarovane osebe, ki majo stalno bivališče v občini Bistrica ob Sotli.</w:t>
      </w:r>
    </w:p>
    <w:p w14:paraId="4F004861" w14:textId="769CAE84" w:rsidR="00986AF4" w:rsidRDefault="00986AF4" w:rsidP="00986AF4">
      <w:pPr>
        <w:pStyle w:val="Heading11"/>
      </w:pPr>
      <w:r>
        <w:t>Zakonske in druge pravne podlage</w:t>
      </w:r>
    </w:p>
    <w:p w14:paraId="407214B6" w14:textId="7ACC3D34" w:rsidR="00986AF4" w:rsidRDefault="00986AF4" w:rsidP="00986AF4">
      <w:r>
        <w:t>" Zakonu o zdravstvenem varstvu in zdravstvenem zavarovanju</w:t>
      </w:r>
      <w:r>
        <w:br/>
        <w:t>" Zakonu o zdravstveni dejavnosti</w:t>
      </w:r>
    </w:p>
    <w:p w14:paraId="7C265AF9" w14:textId="711271D6" w:rsidR="00986AF4" w:rsidRDefault="00986AF4" w:rsidP="00986AF4">
      <w:pPr>
        <w:pStyle w:val="Heading11"/>
      </w:pPr>
      <w:r>
        <w:t>Dolgoročni cilji podprograma in kazalci, s katerimi se bo merilo doseganje zastavljenih ciljev (Rezultat in kazalniki)</w:t>
      </w:r>
    </w:p>
    <w:p w14:paraId="20D93FFB" w14:textId="7C097822" w:rsidR="00986AF4" w:rsidRDefault="00986AF4" w:rsidP="00986AF4">
      <w:r>
        <w:t xml:space="preserve">Cilji: </w:t>
      </w:r>
      <w:r>
        <w:br/>
        <w:t xml:space="preserve">- izvajanje upravnih postopkov za izdajo odločb o upravičenosti do zdravstvenega zavarovanja </w:t>
      </w:r>
      <w:r>
        <w:br/>
        <w:t xml:space="preserve">Kazalci: </w:t>
      </w:r>
      <w:r>
        <w:br/>
        <w:t>- število izdanih upravnih odločb</w:t>
      </w:r>
    </w:p>
    <w:p w14:paraId="593EEBB9" w14:textId="56703464" w:rsidR="00986AF4" w:rsidRDefault="00986AF4" w:rsidP="00986AF4">
      <w:pPr>
        <w:pStyle w:val="Heading11"/>
      </w:pPr>
      <w:r>
        <w:t>Letni izvedbeni cilji podprograma in kazalci, s katerimi se bo merilo doseganje zastavljenih ciljev (Neposredni učinek in kazalnik)</w:t>
      </w:r>
    </w:p>
    <w:p w14:paraId="50354F1D" w14:textId="2FA5A149" w:rsidR="00986AF4" w:rsidRDefault="00986AF4" w:rsidP="00986AF4">
      <w:r>
        <w:t>Cilji:</w:t>
      </w:r>
      <w:r>
        <w:br/>
        <w:t>- zagotoviti sredstva za kritje zdravstvenega zavarovanja občanom, brez zaposlitve oz. brez drugih virov dohodkov</w:t>
      </w:r>
      <w:r>
        <w:br/>
        <w:t xml:space="preserve">Kazalci: </w:t>
      </w:r>
      <w:r>
        <w:br/>
        <w:t>- število zavarovancev, ki jim Občina Bistrica ob Sotli krije zdravstveno zavarovanje</w:t>
      </w:r>
    </w:p>
    <w:p w14:paraId="2C623847" w14:textId="13F995F6" w:rsidR="00986AF4" w:rsidRDefault="00986AF4" w:rsidP="00986AF4">
      <w:pPr>
        <w:pStyle w:val="AHeading8"/>
      </w:pPr>
      <w:r>
        <w:t>0004 - Občinska uprava</w:t>
      </w:r>
      <w:bookmarkStart w:id="262" w:name="PU_0004_PPR_17079001_A_20261"/>
      <w:bookmarkEnd w:id="262"/>
    </w:p>
    <w:p w14:paraId="7EF207FE" w14:textId="117E26B8" w:rsidR="00986AF4" w:rsidRDefault="00986AF4" w:rsidP="00986AF4">
      <w:pPr>
        <w:pStyle w:val="Vrednost"/>
      </w:pPr>
      <w:r>
        <w:t>Vrednost: 5.509.267 €</w:t>
      </w:r>
    </w:p>
    <w:p w14:paraId="0154079B" w14:textId="16C6D6FE" w:rsidR="00986AF4" w:rsidRDefault="00986AF4" w:rsidP="00986AF4">
      <w:pPr>
        <w:pStyle w:val="AHeading10"/>
      </w:pPr>
      <w:r>
        <w:t>17001 - Dežurna služba</w:t>
      </w:r>
      <w:bookmarkStart w:id="263" w:name="PP_17001_A_20261"/>
      <w:bookmarkEnd w:id="263"/>
    </w:p>
    <w:p w14:paraId="782DDFDE" w14:textId="29FC2DB0" w:rsidR="00986AF4" w:rsidRDefault="00986AF4" w:rsidP="00986AF4">
      <w:pPr>
        <w:pStyle w:val="Vrednost"/>
      </w:pPr>
      <w:r>
        <w:t>Vrednost: 6.359 €</w:t>
      </w:r>
    </w:p>
    <w:p w14:paraId="6EBD7967" w14:textId="3ED083E9" w:rsidR="00986AF4" w:rsidRDefault="00986AF4" w:rsidP="00986AF4">
      <w:pPr>
        <w:pStyle w:val="Heading11"/>
      </w:pPr>
      <w:r>
        <w:lastRenderedPageBreak/>
        <w:t>Obrazložitev dejavnosti v okviru proračunske postavke</w:t>
      </w:r>
    </w:p>
    <w:p w14:paraId="54B3594A" w14:textId="5C5AE114" w:rsidR="00986AF4" w:rsidRDefault="00986AF4" w:rsidP="00986AF4">
      <w:r>
        <w:t>Sredstva so namenjena za nemoteno delovanje dežurne službe, ki jo organizira JZ Zdravstveni dom Šmarje pri Jelšah.</w:t>
      </w:r>
    </w:p>
    <w:p w14:paraId="486ED53F" w14:textId="38AF3A0E" w:rsidR="00986AF4" w:rsidRDefault="00986AF4" w:rsidP="00986AF4">
      <w:pPr>
        <w:pStyle w:val="Heading11"/>
      </w:pPr>
      <w:r>
        <w:t>Navezava na projekte v okviru proračunske postavke</w:t>
      </w:r>
    </w:p>
    <w:p w14:paraId="7493CB8B" w14:textId="7A66AC3C" w:rsidR="00986AF4" w:rsidRDefault="00986AF4" w:rsidP="00986AF4">
      <w:pPr>
        <w:pStyle w:val="Heading11"/>
      </w:pPr>
      <w:r>
        <w:t>Izhodišča, na katerih temeljijo izračuni predlogov pravic porabe za del, ki se ne izvršuje preko NRP (Neposredni učinek in kazalnik)</w:t>
      </w:r>
    </w:p>
    <w:p w14:paraId="5C53C803" w14:textId="23D0B860" w:rsidR="00986AF4" w:rsidRDefault="00986AF4" w:rsidP="00986AF4">
      <w:r>
        <w:t>Sredstva so planirana na podlagi finančnega plana za izvajanje dežurne službe JZ Zdravstveni dom Šmarje pri Jelšah.</w:t>
      </w:r>
    </w:p>
    <w:p w14:paraId="4AC8F23E" w14:textId="77777777" w:rsidR="00986AF4" w:rsidRDefault="00986AF4" w:rsidP="00986AF4"/>
    <w:p w14:paraId="5DFEBFA9" w14:textId="498E6FB6" w:rsidR="00986AF4" w:rsidRDefault="00986AF4" w:rsidP="00986AF4">
      <w:pPr>
        <w:pStyle w:val="AHeading5"/>
      </w:pPr>
      <w:bookmarkStart w:id="264" w:name="_Toc184208575"/>
      <w:r>
        <w:t>18 - KULTURA, ŠPORT IN NEVLADNE ORGANIZACIJE</w:t>
      </w:r>
      <w:bookmarkEnd w:id="264"/>
    </w:p>
    <w:p w14:paraId="392F5F4A" w14:textId="00F93AE7" w:rsidR="00986AF4" w:rsidRDefault="00986AF4" w:rsidP="00986AF4">
      <w:pPr>
        <w:pStyle w:val="Vrednost"/>
      </w:pPr>
      <w:r>
        <w:t>Vrednost: 96.100 €</w:t>
      </w:r>
    </w:p>
    <w:p w14:paraId="04489D30" w14:textId="2F3A1BE6" w:rsidR="00986AF4" w:rsidRDefault="00986AF4" w:rsidP="00986AF4">
      <w:pPr>
        <w:pStyle w:val="Heading11"/>
      </w:pPr>
      <w:r>
        <w:t>Opis področja proračunske porabe, poslanstva občine znotraj področja proračunske porabe</w:t>
      </w:r>
    </w:p>
    <w:p w14:paraId="6B990A69" w14:textId="3BEBA5FA" w:rsidR="00986AF4" w:rsidRDefault="00986AF4" w:rsidP="00986AF4">
      <w:r>
        <w:t>Kultura</w:t>
      </w:r>
      <w:r>
        <w:br/>
        <w:t>Lokalna skupnost uresničuje javni interes za kulturo zlasti z:</w:t>
      </w:r>
      <w:r>
        <w:br/>
        <w:t>" zagotavljanjem kulturnih dobrin kot javnih dobrin in</w:t>
      </w:r>
      <w:r>
        <w:br/>
        <w:t>" načrtovanjem, gradnjo in vzdrževanjem javne kulturne infrastrukture.</w:t>
      </w:r>
      <w:r>
        <w:br/>
        <w:t>Šport</w:t>
      </w:r>
      <w:r>
        <w:br/>
        <w:t>Lokalna skupnost skrbi za uresničevanje javnega interesa v športu tako, da:</w:t>
      </w:r>
      <w:r>
        <w:br/>
        <w:t>" zagotavlja sredstva za realizacijo nacionalnega programa, ki se nanaša na lokalne skupnosti,</w:t>
      </w:r>
      <w:r>
        <w:br/>
        <w:t>" zagotavlja sredstva za izvedbo lokalnega programa športa,</w:t>
      </w:r>
      <w:r>
        <w:br/>
        <w:t>" spodbuja in zagotavlja pogoje za opravljanje in razvoj športnih dejavnosti in</w:t>
      </w:r>
      <w:r>
        <w:br/>
        <w:t>" načrtuje, gradi in vzdržuje lokalno pomembne javne športne objekte.</w:t>
      </w:r>
      <w:r>
        <w:br/>
        <w:t>Lokalna skupnost v okviru tega področja zagotavlja tudi pogoje za delovanje nevladnih in mladinskih organizacij.</w:t>
      </w:r>
    </w:p>
    <w:p w14:paraId="62A8A4D0" w14:textId="79C52332" w:rsidR="00986AF4" w:rsidRDefault="00986AF4" w:rsidP="00986AF4">
      <w:pPr>
        <w:pStyle w:val="Heading11"/>
      </w:pPr>
      <w:r>
        <w:t>Dokumenti dolgoročnega razvojnega načrtovanja</w:t>
      </w:r>
    </w:p>
    <w:p w14:paraId="5EC2A01E" w14:textId="211586F0" w:rsidR="00986AF4" w:rsidRDefault="00986AF4" w:rsidP="00986AF4">
      <w:r>
        <w:t xml:space="preserve">" Resolucija o nacionalnem programu za kulturo </w:t>
      </w:r>
      <w:r>
        <w:br/>
        <w:t>" Nacionalni program športa v Republiki Sloveniji</w:t>
      </w:r>
    </w:p>
    <w:p w14:paraId="126B4C34" w14:textId="3F48228E" w:rsidR="00986AF4" w:rsidRDefault="00986AF4" w:rsidP="00986AF4">
      <w:pPr>
        <w:pStyle w:val="Heading11"/>
      </w:pPr>
      <w:r>
        <w:t>Dolgoročni cilji področja proračunske porabe (Splošni cilj)</w:t>
      </w:r>
    </w:p>
    <w:p w14:paraId="3BFDE144" w14:textId="5A10D63C" w:rsidR="00986AF4" w:rsidRDefault="00986AF4" w:rsidP="00986AF4">
      <w:r>
        <w:t>Ohranjati in vzdrževati infrastrukturne pogoje (prostor, oprema) in</w:t>
      </w:r>
      <w:r>
        <w:br/>
        <w:t>pospeševati kulturno, športno, mladinsko in društveno dejavnost.</w:t>
      </w:r>
    </w:p>
    <w:p w14:paraId="27FC6306" w14:textId="10A91E40" w:rsidR="00986AF4" w:rsidRDefault="00986AF4" w:rsidP="00986AF4">
      <w:pPr>
        <w:pStyle w:val="Heading11"/>
      </w:pPr>
      <w:r>
        <w:t>Oznaka in nazivi glavnih programov v pristojnosti občine</w:t>
      </w:r>
    </w:p>
    <w:p w14:paraId="08FB1E41" w14:textId="5DACDDA2" w:rsidR="00986AF4" w:rsidRDefault="00986AF4" w:rsidP="00986AF4">
      <w:r>
        <w:t>1802 - Ohranjanje kulturne dediščine</w:t>
      </w:r>
      <w:r>
        <w:br/>
        <w:t>1803 - Programi v kulturi</w:t>
      </w:r>
      <w:r>
        <w:br/>
        <w:t>1804 - Podpora posebnim skupinam</w:t>
      </w:r>
      <w:r>
        <w:br/>
        <w:t>1805 - Šport in prostočasne aktivnosti</w:t>
      </w:r>
    </w:p>
    <w:p w14:paraId="1D5F9024" w14:textId="5D4F53E9" w:rsidR="00986AF4" w:rsidRDefault="00986AF4" w:rsidP="00986AF4">
      <w:pPr>
        <w:pStyle w:val="AHeading6"/>
      </w:pPr>
      <w:bookmarkStart w:id="265" w:name="_Toc184208576"/>
      <w:r>
        <w:t>1803 - Programi v kulturi</w:t>
      </w:r>
      <w:bookmarkEnd w:id="265"/>
    </w:p>
    <w:p w14:paraId="25F52B5C" w14:textId="09463D37" w:rsidR="00986AF4" w:rsidRDefault="00986AF4" w:rsidP="00986AF4">
      <w:pPr>
        <w:pStyle w:val="Vrednost"/>
      </w:pPr>
      <w:r>
        <w:t>Vrednost: 79.600 €</w:t>
      </w:r>
    </w:p>
    <w:p w14:paraId="0D6A4867" w14:textId="5929EB63" w:rsidR="00986AF4" w:rsidRDefault="00986AF4" w:rsidP="00986AF4">
      <w:pPr>
        <w:pStyle w:val="Heading11"/>
      </w:pPr>
      <w:r>
        <w:t>Opis glavnega programa</w:t>
      </w:r>
    </w:p>
    <w:p w14:paraId="0F092F93" w14:textId="63778B18" w:rsidR="00986AF4" w:rsidRDefault="00986AF4" w:rsidP="00986AF4">
      <w:r>
        <w:t>V skladu z določili zakona o uresničevanju javnega interesa za kulturo občina zagotavlja najmanj tiste javne kulturne dobrine, kakor to določa posebni zakon (knjižničarstvo, varstvo kulturne dediščine, ...), podpira ljubiteljske kulturne dejavnosti, ter pokriva druge kulturne potrebe prebivalcev.</w:t>
      </w:r>
    </w:p>
    <w:p w14:paraId="72407C00" w14:textId="49513489" w:rsidR="00986AF4" w:rsidRDefault="00986AF4" w:rsidP="00986AF4">
      <w:pPr>
        <w:pStyle w:val="Heading11"/>
      </w:pPr>
      <w:r>
        <w:t>Dolgoročni cilji glavnega programa (Specifični cilj in kazalniki)</w:t>
      </w:r>
    </w:p>
    <w:p w14:paraId="3217237F" w14:textId="0DDB9FE9" w:rsidR="00986AF4" w:rsidRDefault="00986AF4" w:rsidP="00986AF4">
      <w:r>
        <w:t>" zagotoviti pogoje za izvajanje in razvoj knjižničarske dejavnosti</w:t>
      </w:r>
      <w:r>
        <w:br/>
        <w:t>" zagotoviti pogoje za dejavnost in razvoj ljubiteljske kulture</w:t>
      </w:r>
    </w:p>
    <w:p w14:paraId="35080DE6" w14:textId="2E59F17B" w:rsidR="00986AF4" w:rsidRDefault="00986AF4" w:rsidP="00986AF4">
      <w:pPr>
        <w:pStyle w:val="Heading11"/>
      </w:pPr>
      <w:r>
        <w:t>Glavni letni izvedbeni cilji in kazalci, s katerimi se bo merilo doseganje zastavljenih ciljev</w:t>
      </w:r>
    </w:p>
    <w:p w14:paraId="46660571" w14:textId="24AB6523" w:rsidR="00986AF4" w:rsidRDefault="00986AF4" w:rsidP="00986AF4">
      <w:r>
        <w:t>Cilj:</w:t>
      </w:r>
      <w:r>
        <w:br/>
        <w:t>" zagotoviti pogoje za izvajanje knjižničarke dejavnosti</w:t>
      </w:r>
      <w:r>
        <w:br/>
        <w:t>" zagotoviti pogoje za dejavnost ljubiteljske kulture</w:t>
      </w:r>
      <w:r>
        <w:br/>
        <w:t xml:space="preserve">Kazalci: </w:t>
      </w:r>
      <w:r>
        <w:br/>
        <w:t>" število izposojenega knjižničnega gradiva</w:t>
      </w:r>
      <w:r>
        <w:br/>
      </w:r>
      <w:r>
        <w:lastRenderedPageBreak/>
        <w:t>" število prireditev v knjižnici</w:t>
      </w:r>
      <w:r>
        <w:br/>
        <w:t>" število izvedenih kulturnih projektov</w:t>
      </w:r>
      <w:r>
        <w:br/>
        <w:t>" obseg dejavnosti v okviru KD Bistrica ob Sotli  (število nastopov)</w:t>
      </w:r>
    </w:p>
    <w:p w14:paraId="531A01A8" w14:textId="69BD10A6" w:rsidR="00986AF4" w:rsidRDefault="00986AF4" w:rsidP="00986AF4">
      <w:pPr>
        <w:pStyle w:val="Heading11"/>
      </w:pPr>
      <w:r>
        <w:t>Podprogrami in proračunski uporabniki znotraj glavnega programa</w:t>
      </w:r>
    </w:p>
    <w:p w14:paraId="7486DCF2" w14:textId="7D531424" w:rsidR="00986AF4" w:rsidRDefault="00986AF4" w:rsidP="00986AF4">
      <w:r>
        <w:t>18039001 Knjižničarstvo in založništvo</w:t>
      </w:r>
      <w:r>
        <w:br/>
        <w:t>           0004 - Občinska uprava</w:t>
      </w:r>
      <w:r>
        <w:br/>
        <w:t>18039003 Ljubiteljska kultura</w:t>
      </w:r>
      <w:r>
        <w:br/>
        <w:t>           0004 - Občinska uprava</w:t>
      </w:r>
      <w:r>
        <w:br/>
        <w:t>18039005 Drugi programi v kulturi</w:t>
      </w:r>
      <w:r>
        <w:br/>
        <w:t>           0004 - Občinska uprava</w:t>
      </w:r>
    </w:p>
    <w:p w14:paraId="07F37883" w14:textId="0E511F52" w:rsidR="00986AF4" w:rsidRDefault="00986AF4" w:rsidP="00986AF4">
      <w:pPr>
        <w:pStyle w:val="AHeading7"/>
      </w:pPr>
      <w:bookmarkStart w:id="266" w:name="_Toc184208577"/>
      <w:r>
        <w:t>18039001 - Knjižničarstvo in založništvo</w:t>
      </w:r>
      <w:bookmarkStart w:id="267" w:name="PPR_18039001_A_20261"/>
      <w:bookmarkEnd w:id="267"/>
      <w:bookmarkEnd w:id="266"/>
    </w:p>
    <w:p w14:paraId="57F91CD4" w14:textId="345584AD" w:rsidR="00986AF4" w:rsidRDefault="00986AF4" w:rsidP="00986AF4">
      <w:pPr>
        <w:pStyle w:val="Vrednost"/>
      </w:pPr>
      <w:r>
        <w:t>Vrednost: 42.250 €</w:t>
      </w:r>
    </w:p>
    <w:p w14:paraId="7EB0C606" w14:textId="6F3B4127" w:rsidR="00986AF4" w:rsidRDefault="00986AF4" w:rsidP="00986AF4">
      <w:pPr>
        <w:pStyle w:val="Heading11"/>
      </w:pPr>
      <w:r>
        <w:t>Opis podprograma</w:t>
      </w:r>
    </w:p>
    <w:p w14:paraId="5208296E" w14:textId="2B3F47D9" w:rsidR="00986AF4" w:rsidRDefault="00986AF4" w:rsidP="00986AF4">
      <w:r>
        <w:t>V skladu z določili Zakona o knjižničarstvu mora vsaka občina zagotoviti knjižnično dejavnost za svoje občane tako, da ustanovi splošno knjižnico sama ali skupaj z drugimi občinami, ali tako, da poveri opravljanje te dejavnosti s pogodbo drugi splošni knjižnici v soglasju z njenim ustanoviteljem. Če občina ne zagotovi knjižnične dejavnosti za svoje prebivalce, stori to država na njen račun.</w:t>
      </w:r>
    </w:p>
    <w:p w14:paraId="03245C91" w14:textId="1F8F550C" w:rsidR="00986AF4" w:rsidRDefault="00986AF4" w:rsidP="00986AF4">
      <w:pPr>
        <w:pStyle w:val="Heading11"/>
      </w:pPr>
      <w:r>
        <w:t>Zakonske in druge pravne podlage</w:t>
      </w:r>
    </w:p>
    <w:p w14:paraId="58F21D93" w14:textId="542E426E" w:rsidR="00986AF4" w:rsidRDefault="00986AF4" w:rsidP="00986AF4">
      <w:r>
        <w:t xml:space="preserve">" Zakon o knjižničarstvu </w:t>
      </w:r>
      <w:r>
        <w:br/>
        <w:t xml:space="preserve">" Zakon o zavodih </w:t>
      </w:r>
      <w:r>
        <w:br/>
        <w:t xml:space="preserve">" Zakon o sistemu plač v javnem sektorju </w:t>
      </w:r>
      <w:r>
        <w:br/>
        <w:t xml:space="preserve">" Zakon o uresničevanju javnega interesa za kulturo </w:t>
      </w:r>
      <w:r>
        <w:br/>
        <w:t xml:space="preserve">" Uredba o osnovnih storitvah knjižnic </w:t>
      </w:r>
      <w:r>
        <w:br/>
        <w:t xml:space="preserve">" Pravilnik o načinu določanja skupnih stroškov osrednjih knjižnic, ki zagotavljajo knjižnično dejavnost v več občinah, in stroškov krajevnih knjižnic </w:t>
      </w:r>
      <w:r>
        <w:br/>
        <w:t>" Pravilnik o pogojih za izvajanje knjižnične dejavnosti kot javne službe</w:t>
      </w:r>
    </w:p>
    <w:p w14:paraId="11F3B926" w14:textId="44215AAB" w:rsidR="00986AF4" w:rsidRDefault="00986AF4" w:rsidP="00986AF4">
      <w:pPr>
        <w:pStyle w:val="Heading11"/>
      </w:pPr>
      <w:r>
        <w:t>Dolgoročni cilji podprograma in kazalci, s katerimi se bo merilo doseganje zastavljenih ciljev (Rezultat in kazalniki)</w:t>
      </w:r>
    </w:p>
    <w:p w14:paraId="7191712F" w14:textId="1C727DD7" w:rsidR="00986AF4" w:rsidRDefault="00986AF4" w:rsidP="00986AF4">
      <w:r>
        <w:t>Cilji:</w:t>
      </w:r>
      <w:r>
        <w:br/>
        <w:t xml:space="preserve">" ukrepi razvoja novih projektov in programov, ki zasledujejo trende v razvoju knjižničarstva, in razvoj knjižnice v večnamenski informacijski center </w:t>
      </w:r>
      <w:r>
        <w:br/>
        <w:t>" zagotoviti čim večjemu številu občanom enake pogoje dostopa do knjižničnega gradiva ter dostopa do čim večjega obsega storitev</w:t>
      </w:r>
      <w:r>
        <w:br/>
        <w:t xml:space="preserve">Kazalci: </w:t>
      </w:r>
      <w:r>
        <w:br/>
        <w:t>" novi programi, ki zasledujejo trende v razvoju knjižničarstva</w:t>
      </w:r>
      <w:r>
        <w:br/>
        <w:t>" število članov in uporabnikov knjižnice</w:t>
      </w:r>
      <w:r>
        <w:br/>
        <w:t>" obseg izposojenega gradiva</w:t>
      </w:r>
      <w:r>
        <w:br/>
        <w:t>" število prireditev v knjižnici.</w:t>
      </w:r>
    </w:p>
    <w:p w14:paraId="0A091433" w14:textId="59E9051A" w:rsidR="00986AF4" w:rsidRDefault="00986AF4" w:rsidP="00986AF4">
      <w:pPr>
        <w:pStyle w:val="Heading11"/>
      </w:pPr>
      <w:r>
        <w:t>Letni izvedbeni cilji podprograma in kazalci, s katerimi se bo merilo doseganje zastavljenih ciljev (Neposredni učinek in kazalnik)</w:t>
      </w:r>
    </w:p>
    <w:p w14:paraId="60BBF62D" w14:textId="79EC7F55" w:rsidR="00986AF4" w:rsidRDefault="00986AF4" w:rsidP="00986AF4">
      <w:r>
        <w:t>" Zagotavljati pogoje za delovanje krajevne knjižnice v Bistrici ob Sotli</w:t>
      </w:r>
      <w:r>
        <w:br/>
        <w:t xml:space="preserve">Kazalci: </w:t>
      </w:r>
      <w:r>
        <w:br/>
        <w:t>" število uporabnikov različnih programov knjižnice in</w:t>
      </w:r>
      <w:r>
        <w:br/>
        <w:t>" število izposojenih knjig.</w:t>
      </w:r>
    </w:p>
    <w:p w14:paraId="6C6FA1E4" w14:textId="1F5372C0" w:rsidR="00986AF4" w:rsidRDefault="00986AF4" w:rsidP="00986AF4">
      <w:pPr>
        <w:pStyle w:val="AHeading8"/>
      </w:pPr>
      <w:r>
        <w:t>0004 - Občinska uprava</w:t>
      </w:r>
      <w:bookmarkStart w:id="268" w:name="PU_0004_PPR_18039001_A_20261"/>
      <w:bookmarkEnd w:id="268"/>
    </w:p>
    <w:p w14:paraId="03703FE7" w14:textId="6DD553A5" w:rsidR="00986AF4" w:rsidRDefault="00986AF4" w:rsidP="00986AF4">
      <w:pPr>
        <w:pStyle w:val="Vrednost"/>
      </w:pPr>
      <w:r>
        <w:t>Vrednost: 5.509.267 €</w:t>
      </w:r>
    </w:p>
    <w:p w14:paraId="3AF9F03A" w14:textId="60765B01" w:rsidR="00986AF4" w:rsidRDefault="00986AF4" w:rsidP="00986AF4">
      <w:pPr>
        <w:pStyle w:val="AHeading10"/>
      </w:pPr>
      <w:r>
        <w:t>18003 - Stroški delovanja knjižnice</w:t>
      </w:r>
      <w:bookmarkStart w:id="269" w:name="PP_18003_A_20261"/>
      <w:bookmarkEnd w:id="269"/>
    </w:p>
    <w:p w14:paraId="1F7F81A2" w14:textId="352E87F8" w:rsidR="00986AF4" w:rsidRDefault="00986AF4" w:rsidP="00986AF4">
      <w:pPr>
        <w:pStyle w:val="Vrednost"/>
      </w:pPr>
      <w:r>
        <w:t>Vrednost: 42.250 €</w:t>
      </w:r>
    </w:p>
    <w:p w14:paraId="6FF346DE" w14:textId="37231EE5" w:rsidR="00986AF4" w:rsidRDefault="00986AF4" w:rsidP="00986AF4">
      <w:pPr>
        <w:pStyle w:val="Heading11"/>
      </w:pPr>
      <w:r>
        <w:t>Obrazložitev dejavnosti v okviru proračunske postavke</w:t>
      </w:r>
    </w:p>
    <w:p w14:paraId="4B164DAB" w14:textId="77777777" w:rsidR="00986AF4" w:rsidRPr="00986AF4" w:rsidRDefault="00986AF4" w:rsidP="00986AF4">
      <w:pPr>
        <w:rPr>
          <w:lang w:eastAsia="sl-SI"/>
        </w:rPr>
      </w:pPr>
      <w:r w:rsidRPr="00986AF4">
        <w:t>Na podlagi predloga finančnega načrta Javnega zavoda  Knjižnice Šmarje pri Jelšah za leto 2021 so na postavki planirana sredstva za stroške dela in  nakup knjižnega gradiva.</w:t>
      </w:r>
    </w:p>
    <w:p w14:paraId="31AE7BF4" w14:textId="77777777" w:rsidR="00986AF4" w:rsidRPr="00986AF4" w:rsidRDefault="00986AF4" w:rsidP="00986AF4">
      <w:r w:rsidRPr="00986AF4">
        <w:lastRenderedPageBreak/>
        <w:t>Knjižnica v Bistrici ob Sotli izvaja naslednje dejavnosti.</w:t>
      </w:r>
      <w:r w:rsidRPr="00986AF4">
        <w:br/>
        <w:t>" dejavnost izposoje</w:t>
      </w:r>
      <w:r w:rsidRPr="00986AF4">
        <w:br/>
        <w:t>" prireditve Knjižnice Bistrica ob Sotli</w:t>
      </w:r>
      <w:r w:rsidRPr="00986AF4">
        <w:br/>
        <w:t>" pravljične ure za otroke</w:t>
      </w:r>
      <w:r w:rsidRPr="00986AF4">
        <w:br/>
        <w:t>" </w:t>
      </w:r>
      <w:proofErr w:type="spellStart"/>
      <w:r w:rsidRPr="00986AF4">
        <w:t>bibliopedagoška</w:t>
      </w:r>
      <w:proofErr w:type="spellEnd"/>
      <w:r w:rsidRPr="00986AF4">
        <w:t xml:space="preserve"> dejavnost za otroke vrtca in OŠ v knjižnici</w:t>
      </w:r>
      <w:r w:rsidRPr="00986AF4">
        <w:br/>
        <w:t>" večgeneracijske ustvarjalne delavnice in razstave</w:t>
      </w:r>
      <w:r w:rsidRPr="00986AF4">
        <w:br/>
        <w:t>" potopisna predavanja</w:t>
      </w:r>
      <w:r w:rsidRPr="00986AF4">
        <w:br/>
        <w:t>" predstavitve knjig in literarno pogovorni večeri</w:t>
      </w:r>
      <w:r w:rsidRPr="00986AF4">
        <w:br/>
        <w:t>" strokovna predavanja</w:t>
      </w:r>
      <w:r w:rsidRPr="00986AF4">
        <w:br/>
        <w:t>" projekti</w:t>
      </w:r>
      <w:r w:rsidRPr="00986AF4">
        <w:br/>
        <w:t>" predšolska Bralna značka</w:t>
      </w:r>
      <w:r w:rsidRPr="00986AF4">
        <w:br/>
        <w:t>" Rastem s knjigo</w:t>
      </w:r>
      <w:r w:rsidRPr="00986AF4">
        <w:br/>
        <w:t>" Bralna značka za odrasle</w:t>
      </w:r>
      <w:r w:rsidRPr="00986AF4">
        <w:br/>
        <w:t>" Bralna značka za šolarje</w:t>
      </w:r>
      <w:r w:rsidRPr="00986AF4">
        <w:br/>
        <w:t>" Bralna značka za mlade</w:t>
      </w:r>
      <w:r w:rsidRPr="00986AF4">
        <w:br/>
        <w:t>" Priložnostne razstave</w:t>
      </w:r>
      <w:r w:rsidRPr="00986AF4">
        <w:br/>
        <w:t>" Predstavitev na sejmih</w:t>
      </w:r>
      <w:r w:rsidRPr="00986AF4">
        <w:br/>
        <w:t>" </w:t>
      </w:r>
      <w:proofErr w:type="spellStart"/>
      <w:r w:rsidRPr="00986AF4">
        <w:t>BoSKiNo</w:t>
      </w:r>
      <w:proofErr w:type="spellEnd"/>
      <w:r w:rsidRPr="00986AF4">
        <w:br/>
        <w:t>" Prireditve v sklopu Tedna vseživljenjskega učenja</w:t>
      </w:r>
      <w:r w:rsidRPr="00986AF4">
        <w:br/>
        <w:t>" Študijski krožki</w:t>
      </w:r>
      <w:r w:rsidRPr="00986AF4">
        <w:br/>
        <w:t xml:space="preserve">" Univerza za tretje življenjsko obdobje (UTŽO) </w:t>
      </w:r>
    </w:p>
    <w:p w14:paraId="0DD60986" w14:textId="77777777" w:rsidR="00986AF4" w:rsidRPr="00986AF4" w:rsidRDefault="00986AF4" w:rsidP="00986AF4">
      <w:r w:rsidRPr="00986AF4">
        <w:t> </w:t>
      </w:r>
    </w:p>
    <w:p w14:paraId="673810E6" w14:textId="77777777" w:rsidR="00986AF4" w:rsidRPr="00986AF4" w:rsidRDefault="00986AF4" w:rsidP="00986AF4">
      <w:r w:rsidRPr="00986AF4">
        <w:t> </w:t>
      </w:r>
    </w:p>
    <w:p w14:paraId="739AAD5A" w14:textId="77777777" w:rsidR="00986AF4" w:rsidRDefault="00986AF4" w:rsidP="00986AF4"/>
    <w:p w14:paraId="51367EA2" w14:textId="7C135A9E" w:rsidR="00986AF4" w:rsidRDefault="00986AF4" w:rsidP="00986AF4">
      <w:pPr>
        <w:pStyle w:val="Heading11"/>
      </w:pPr>
      <w:r>
        <w:t>Navezava na projekte v okviru proračunske postavke</w:t>
      </w:r>
    </w:p>
    <w:p w14:paraId="1873AF0D" w14:textId="54ED9AE4" w:rsidR="00986AF4" w:rsidRDefault="00986AF4" w:rsidP="00986AF4">
      <w:pPr>
        <w:pStyle w:val="Heading11"/>
      </w:pPr>
      <w:r>
        <w:t>Izhodišča, na katerih temeljijo izračuni predlogov pravic porabe za del, ki se ne izvršuje preko NRP (Neposredni učinek in kazalnik)</w:t>
      </w:r>
    </w:p>
    <w:p w14:paraId="78D22227" w14:textId="29D229AE" w:rsidR="00986AF4" w:rsidRDefault="00986AF4" w:rsidP="00986AF4">
      <w:r>
        <w:t>Predlog programa dela Javnega zavoda  Knjižnice Šmarje pri Jelšah za leto 2026.</w:t>
      </w:r>
    </w:p>
    <w:p w14:paraId="7113C2B9" w14:textId="77777777" w:rsidR="00986AF4" w:rsidRDefault="00986AF4" w:rsidP="00986AF4"/>
    <w:p w14:paraId="2203EA58" w14:textId="08D36716" w:rsidR="00986AF4" w:rsidRDefault="00986AF4" w:rsidP="00986AF4">
      <w:pPr>
        <w:pStyle w:val="AHeading7"/>
      </w:pPr>
      <w:bookmarkStart w:id="270" w:name="_Toc184208578"/>
      <w:r>
        <w:t>18039003 - Ljubiteljska kultura</w:t>
      </w:r>
      <w:bookmarkStart w:id="271" w:name="PPR_18039003_A_20261"/>
      <w:bookmarkEnd w:id="271"/>
      <w:bookmarkEnd w:id="270"/>
    </w:p>
    <w:p w14:paraId="7F6A347F" w14:textId="3E230B6F" w:rsidR="00986AF4" w:rsidRDefault="00986AF4" w:rsidP="00986AF4">
      <w:pPr>
        <w:pStyle w:val="Vrednost"/>
      </w:pPr>
      <w:r>
        <w:t>Vrednost: 10.900 €</w:t>
      </w:r>
    </w:p>
    <w:p w14:paraId="1385F148" w14:textId="5450794F" w:rsidR="00986AF4" w:rsidRDefault="00986AF4" w:rsidP="00986AF4">
      <w:pPr>
        <w:pStyle w:val="Heading11"/>
      </w:pPr>
      <w:r>
        <w:t>Opis podprograma</w:t>
      </w:r>
    </w:p>
    <w:p w14:paraId="6B56839B" w14:textId="1097200A" w:rsidR="00986AF4" w:rsidRDefault="00986AF4" w:rsidP="00986AF4">
      <w:r>
        <w:t>V skladu z določili zakona o uresničevanju javnega interesa za kulturo je občina dolžna podpirati ljubiteljsko kulturo. Podprogram obsega sofinanciranje projektov izvajalcev na področju kulture, progam KD Bistrica ob Sotli in programa sklada za ljubiteljske kulturne dejavnosti Šmarje pri Jelšah (revije, srečanja, gostovanja).</w:t>
      </w:r>
    </w:p>
    <w:p w14:paraId="429C9FB5" w14:textId="0592AA46" w:rsidR="00986AF4" w:rsidRDefault="00986AF4" w:rsidP="00986AF4">
      <w:pPr>
        <w:pStyle w:val="Heading11"/>
      </w:pPr>
      <w:r>
        <w:t>Zakonske in druge pravne podlage</w:t>
      </w:r>
    </w:p>
    <w:p w14:paraId="7EDD58FE" w14:textId="2D22AFC1" w:rsidR="00986AF4" w:rsidRDefault="00986AF4" w:rsidP="00986AF4">
      <w:r>
        <w:t>" Zakonu o uresničevanju javnega interesa za kulturo</w:t>
      </w:r>
    </w:p>
    <w:p w14:paraId="7E2855D3" w14:textId="1299780D" w:rsidR="00986AF4" w:rsidRDefault="00986AF4" w:rsidP="00986AF4">
      <w:pPr>
        <w:pStyle w:val="Heading11"/>
      </w:pPr>
      <w:r>
        <w:t>Dolgoročni cilji podprograma in kazalci, s katerimi se bo merilo doseganje zastavljenih ciljev (Rezultat in kazalniki)</w:t>
      </w:r>
    </w:p>
    <w:p w14:paraId="1D07A982" w14:textId="48BE9A0C" w:rsidR="00986AF4" w:rsidRDefault="00986AF4" w:rsidP="00986AF4">
      <w:r>
        <w:t>Cilji:</w:t>
      </w:r>
      <w:r>
        <w:br/>
        <w:t>" povečati obseg dejavnosti ljubiteljske kulture</w:t>
      </w:r>
      <w:r>
        <w:br/>
        <w:t xml:space="preserve">Kazalci: </w:t>
      </w:r>
      <w:r>
        <w:br/>
        <w:t>" število izvedenih kulturnih projektov</w:t>
      </w:r>
      <w:r>
        <w:br/>
        <w:t>" obseg izvedenih kulturnih programov</w:t>
      </w:r>
    </w:p>
    <w:p w14:paraId="531318EF" w14:textId="568FA23B" w:rsidR="00986AF4" w:rsidRDefault="00986AF4" w:rsidP="00986AF4">
      <w:pPr>
        <w:pStyle w:val="Heading11"/>
      </w:pPr>
      <w:r>
        <w:t>Letni izvedbeni cilji podprograma in kazalci, s katerimi se bo merilo doseganje zastavljenih ciljev (Neposredni učinek in kazalnik)</w:t>
      </w:r>
    </w:p>
    <w:p w14:paraId="376A952B" w14:textId="0CC008BB" w:rsidR="00986AF4" w:rsidRDefault="00986AF4" w:rsidP="00986AF4">
      <w:r>
        <w:t>Cilji:</w:t>
      </w:r>
      <w:r>
        <w:br/>
        <w:t>" izvedba javnega razpisa za kulturne projekte</w:t>
      </w:r>
      <w:r>
        <w:br/>
        <w:t>" omogočiti pogoje za izvedbo letnega programa dela KD Bistrica ob Sotli</w:t>
      </w:r>
      <w:r>
        <w:br/>
        <w:t xml:space="preserve">Kazalci,: </w:t>
      </w:r>
      <w:r>
        <w:br/>
        <w:t>" število izvedenih kulturnih projektov</w:t>
      </w:r>
      <w:r>
        <w:br/>
        <w:t>" izveden letni program dela KD Bistrica ob Sotli.</w:t>
      </w:r>
    </w:p>
    <w:p w14:paraId="71EBCA2C" w14:textId="5BA3B5B2" w:rsidR="00986AF4" w:rsidRDefault="00986AF4" w:rsidP="00986AF4">
      <w:pPr>
        <w:pStyle w:val="AHeading8"/>
      </w:pPr>
      <w:r>
        <w:lastRenderedPageBreak/>
        <w:t>0004 - Občinska uprava</w:t>
      </w:r>
      <w:bookmarkStart w:id="272" w:name="PU_0004_PPR_18039003_A_20261"/>
      <w:bookmarkEnd w:id="272"/>
    </w:p>
    <w:p w14:paraId="1C2FEF71" w14:textId="339FE2C0" w:rsidR="00986AF4" w:rsidRDefault="00986AF4" w:rsidP="00986AF4">
      <w:pPr>
        <w:pStyle w:val="Vrednost"/>
      </w:pPr>
      <w:r>
        <w:t>Vrednost: 5.509.267 €</w:t>
      </w:r>
    </w:p>
    <w:p w14:paraId="34729CB1" w14:textId="0D620393" w:rsidR="00986AF4" w:rsidRDefault="00986AF4" w:rsidP="00986AF4">
      <w:pPr>
        <w:pStyle w:val="AHeading10"/>
      </w:pPr>
      <w:r>
        <w:t>18004 - Programi kulture - JS RS za ljubiteljske kulturne dejavnosti</w:t>
      </w:r>
      <w:bookmarkStart w:id="273" w:name="PP_18004_A_20261"/>
      <w:bookmarkEnd w:id="273"/>
    </w:p>
    <w:p w14:paraId="2DCED31A" w14:textId="5392B1D1" w:rsidR="00986AF4" w:rsidRDefault="00986AF4" w:rsidP="00986AF4">
      <w:pPr>
        <w:pStyle w:val="Vrednost"/>
      </w:pPr>
      <w:r>
        <w:t>Vrednost: 1.900 €</w:t>
      </w:r>
    </w:p>
    <w:p w14:paraId="5A6ACD32" w14:textId="387F5552" w:rsidR="00986AF4" w:rsidRDefault="00986AF4" w:rsidP="00986AF4">
      <w:pPr>
        <w:pStyle w:val="Heading11"/>
      </w:pPr>
      <w:r>
        <w:t>Obrazložitev dejavnosti v okviru proračunske postavke</w:t>
      </w:r>
    </w:p>
    <w:p w14:paraId="52EF0289" w14:textId="3AD3BD17" w:rsidR="00986AF4" w:rsidRDefault="00986AF4" w:rsidP="00986AF4">
      <w:r>
        <w:t>Sredstva so planirana za izvajanje programa Javnega sklada za ljubiteljske kulturne dejavnosti Šmarje pri Jelšah.</w:t>
      </w:r>
      <w:r>
        <w:br/>
        <w:t>Javni sklad RS za kulturne dejavnosti, Območna izpostava Šmarje pri Jelšah, deluje na področju štirih občin: Podčetrtek, Kozje, Bistrica ob Sotli in Šmarje pri Jelšah. Njegova glavna naloga je izvedba skupnega programa (nacionalni kulturni program). Javni sklad letno izbira in pripravlja predloge programov in drugih projektov s področja ljubiteljske kulturne dejavnosti štirih občin na podlagi javnega razpisa Javnega sklada RS za kulturne dejavnosti, sklepa z izvajalci pogodbe o financiranju in sofinanciranju programov, organizira ali zagotavlja pomoč lokalnim skupnostim pri izvedbi kulturnih prireditev. Med prioritetnimi nalogami sklada je tudi skrb za izobraževanje na področju ljubiteljske kulture.</w:t>
      </w:r>
    </w:p>
    <w:p w14:paraId="55DB744D" w14:textId="0B8D3F34" w:rsidR="00986AF4" w:rsidRDefault="00986AF4" w:rsidP="00986AF4">
      <w:pPr>
        <w:pStyle w:val="Heading11"/>
      </w:pPr>
      <w:r>
        <w:t>Navezava na projekte v okviru proračunske postavke</w:t>
      </w:r>
    </w:p>
    <w:p w14:paraId="3D034CC8" w14:textId="0597369D" w:rsidR="00986AF4" w:rsidRDefault="00986AF4" w:rsidP="00986AF4">
      <w:pPr>
        <w:pStyle w:val="Heading11"/>
      </w:pPr>
      <w:r>
        <w:t>Izhodišča, na katerih temeljijo izračuni predlogov pravic porabe za del, ki se ne izvršuje preko NRP (Neposredni učinek in kazalnik)</w:t>
      </w:r>
    </w:p>
    <w:p w14:paraId="45A3D81F" w14:textId="66BBBEF8" w:rsidR="00986AF4" w:rsidRDefault="00986AF4" w:rsidP="00986AF4">
      <w:r>
        <w:t>Sredstva se planirajo na podlagi  plana dela za leto 2026.</w:t>
      </w:r>
    </w:p>
    <w:p w14:paraId="2B098627" w14:textId="7587F6C9" w:rsidR="00986AF4" w:rsidRDefault="00986AF4" w:rsidP="00986AF4">
      <w:pPr>
        <w:pStyle w:val="AHeading10"/>
      </w:pPr>
      <w:r>
        <w:t>18006 - Programi kulturnih društev- razpis</w:t>
      </w:r>
      <w:bookmarkStart w:id="274" w:name="PP_18006_A_20261"/>
      <w:bookmarkEnd w:id="274"/>
    </w:p>
    <w:p w14:paraId="332CE6F6" w14:textId="031B6140" w:rsidR="00986AF4" w:rsidRDefault="00986AF4" w:rsidP="00986AF4">
      <w:pPr>
        <w:pStyle w:val="Vrednost"/>
      </w:pPr>
      <w:r>
        <w:t>Vrednost: 9.000 €</w:t>
      </w:r>
    </w:p>
    <w:p w14:paraId="04C1D2F5" w14:textId="2A5EFAE9" w:rsidR="00986AF4" w:rsidRDefault="00986AF4" w:rsidP="00986AF4">
      <w:pPr>
        <w:pStyle w:val="Heading11"/>
      </w:pPr>
      <w:r>
        <w:t>Obrazložitev dejavnosti v okviru proračunske postavke</w:t>
      </w:r>
    </w:p>
    <w:p w14:paraId="1E7DFA82" w14:textId="6FE712F8" w:rsidR="00986AF4" w:rsidRDefault="00986AF4" w:rsidP="00986AF4">
      <w:r>
        <w:t>Planirana so sredstva za društva, ki delujejo na področju kulture v  Bistrici ob Sotli.</w:t>
      </w:r>
    </w:p>
    <w:p w14:paraId="685E52CA" w14:textId="71C8BCC6" w:rsidR="00986AF4" w:rsidRDefault="00986AF4" w:rsidP="00986AF4">
      <w:pPr>
        <w:pStyle w:val="Heading11"/>
      </w:pPr>
      <w:r>
        <w:t>Navezava na projekte v okviru proračunske postavke</w:t>
      </w:r>
    </w:p>
    <w:p w14:paraId="3C38278F" w14:textId="174332BA" w:rsidR="00986AF4" w:rsidRDefault="00986AF4" w:rsidP="00986AF4">
      <w:pPr>
        <w:pStyle w:val="Heading11"/>
      </w:pPr>
      <w:r>
        <w:t>Izhodišča, na katerih temeljijo izračuni predlogov pravic porabe za del, ki se ne izvršuje preko NRP (Neposredni učinek in kazalnik)</w:t>
      </w:r>
    </w:p>
    <w:p w14:paraId="1F71A7D8" w14:textId="44E5541A" w:rsidR="00986AF4" w:rsidRDefault="00986AF4" w:rsidP="00986AF4">
      <w:r>
        <w:t>Sredstva so planirana na podlagi plana dela  društev in sekcij.</w:t>
      </w:r>
    </w:p>
    <w:p w14:paraId="69093DBA" w14:textId="77777777" w:rsidR="00986AF4" w:rsidRDefault="00986AF4" w:rsidP="00986AF4"/>
    <w:p w14:paraId="55287F77" w14:textId="3E18A52A" w:rsidR="00986AF4" w:rsidRDefault="00986AF4" w:rsidP="00986AF4">
      <w:pPr>
        <w:pStyle w:val="AHeading7"/>
      </w:pPr>
      <w:bookmarkStart w:id="275" w:name="_Toc184208579"/>
      <w:r>
        <w:t>18039005 - Drugi programi v kulturi</w:t>
      </w:r>
      <w:bookmarkStart w:id="276" w:name="PPR_18039005_A_20261"/>
      <w:bookmarkEnd w:id="276"/>
      <w:bookmarkEnd w:id="275"/>
    </w:p>
    <w:p w14:paraId="7D560227" w14:textId="45573365" w:rsidR="00986AF4" w:rsidRDefault="00986AF4" w:rsidP="00986AF4">
      <w:pPr>
        <w:pStyle w:val="Vrednost"/>
      </w:pPr>
      <w:r>
        <w:t>Vrednost: 26.450 €</w:t>
      </w:r>
    </w:p>
    <w:p w14:paraId="3BBAE71E" w14:textId="22EADA0F" w:rsidR="00986AF4" w:rsidRDefault="00986AF4" w:rsidP="00986AF4">
      <w:pPr>
        <w:pStyle w:val="Heading11"/>
      </w:pPr>
      <w:r>
        <w:t>Opis podprograma</w:t>
      </w:r>
    </w:p>
    <w:p w14:paraId="3902A4DC" w14:textId="39367E10" w:rsidR="00986AF4" w:rsidRDefault="00986AF4" w:rsidP="00986AF4">
      <w:r>
        <w:t>Ta podprogram obsega upravljanje in tekoče vzdrževanje kulturne dvorane, s katerim občina zagotavlja prostorske pogoje za izvajanje ljubiteljske kulturne dejavnosti.</w:t>
      </w:r>
    </w:p>
    <w:p w14:paraId="7E66BC09" w14:textId="55E663C1" w:rsidR="00986AF4" w:rsidRDefault="00986AF4" w:rsidP="00986AF4">
      <w:pPr>
        <w:pStyle w:val="Heading11"/>
      </w:pPr>
      <w:r>
        <w:t>Zakonske in druge pravne podlage</w:t>
      </w:r>
    </w:p>
    <w:p w14:paraId="69427D0C" w14:textId="77777777" w:rsidR="00986AF4" w:rsidRDefault="00986AF4" w:rsidP="00986AF4">
      <w:pPr>
        <w:rPr>
          <w:lang w:eastAsia="sl-SI"/>
        </w:rPr>
      </w:pPr>
      <w:r>
        <w:t xml:space="preserve">" Zakon o uresničevanju javnega interesa za kulturo </w:t>
      </w:r>
    </w:p>
    <w:p w14:paraId="2FE90AFC" w14:textId="77777777" w:rsidR="00986AF4" w:rsidRDefault="00986AF4" w:rsidP="00986AF4"/>
    <w:p w14:paraId="601EC58B" w14:textId="1B2D1C2A" w:rsidR="00986AF4" w:rsidRDefault="00986AF4" w:rsidP="00986AF4">
      <w:pPr>
        <w:pStyle w:val="Heading11"/>
      </w:pPr>
      <w:r>
        <w:t>Dolgoročni cilji podprograma in kazalci, s katerimi se bo merilo doseganje zastavljenih ciljev (Rezultat in kazalniki)</w:t>
      </w:r>
    </w:p>
    <w:p w14:paraId="4FCFB165" w14:textId="339FE2C0" w:rsidR="00986AF4" w:rsidRDefault="00986AF4" w:rsidP="00986AF4">
      <w:r>
        <w:t>Cilji:</w:t>
      </w:r>
      <w:r>
        <w:br/>
        <w:t>" zagotoviti ustrezne prostore za izvajanje in razvoj ljubiteljske kulturne dejavnosti</w:t>
      </w:r>
      <w:r>
        <w:br/>
        <w:t> </w:t>
      </w:r>
      <w:r>
        <w:br/>
        <w:t xml:space="preserve">Kazalci: </w:t>
      </w:r>
      <w:r>
        <w:br/>
        <w:t>" obseg obnovljenih prostorov in opreme</w:t>
      </w:r>
    </w:p>
    <w:p w14:paraId="6D95A82E" w14:textId="2340BF3A" w:rsidR="00986AF4" w:rsidRDefault="00986AF4" w:rsidP="00986AF4">
      <w:pPr>
        <w:pStyle w:val="Heading11"/>
      </w:pPr>
      <w:r>
        <w:t>Letni izvedbeni cilji podprograma in kazalci, s katerimi se bo merilo doseganje zastavljenih ciljev (Neposredni učinek in kazalnik)</w:t>
      </w:r>
    </w:p>
    <w:p w14:paraId="65EB23D0" w14:textId="404457C4" w:rsidR="00986AF4" w:rsidRDefault="00986AF4" w:rsidP="00986AF4">
      <w:r>
        <w:t>Cilj:</w:t>
      </w:r>
      <w:r>
        <w:br/>
        <w:t>" posodabljanje opreme in investicijsko vzdrževanje kulturne dvorane</w:t>
      </w:r>
      <w:r>
        <w:br/>
        <w:t xml:space="preserve">Kazalci: </w:t>
      </w:r>
      <w:r>
        <w:br/>
        <w:t>" ure obratovanja kulturne dvorane v posameznem letu</w:t>
      </w:r>
    </w:p>
    <w:p w14:paraId="6EACB26F" w14:textId="0D3A27E0" w:rsidR="00986AF4" w:rsidRDefault="00986AF4" w:rsidP="00986AF4">
      <w:pPr>
        <w:pStyle w:val="AHeading8"/>
      </w:pPr>
      <w:r>
        <w:lastRenderedPageBreak/>
        <w:t>0004 - Občinska uprava</w:t>
      </w:r>
      <w:bookmarkStart w:id="277" w:name="PU_0004_PPR_18039005_A_20261"/>
      <w:bookmarkEnd w:id="277"/>
    </w:p>
    <w:p w14:paraId="3CABC9E6" w14:textId="79C3963B" w:rsidR="00986AF4" w:rsidRDefault="00986AF4" w:rsidP="00986AF4">
      <w:pPr>
        <w:pStyle w:val="Vrednost"/>
      </w:pPr>
      <w:r>
        <w:t>Vrednost: 5.509.267 €</w:t>
      </w:r>
    </w:p>
    <w:p w14:paraId="60F1E681" w14:textId="5A1B6161" w:rsidR="00986AF4" w:rsidRDefault="00986AF4" w:rsidP="00986AF4">
      <w:pPr>
        <w:pStyle w:val="AHeading10"/>
      </w:pPr>
      <w:r>
        <w:t>18023 - Vzdrževanje kulturnega doma</w:t>
      </w:r>
      <w:bookmarkStart w:id="278" w:name="PP_18023_A_20261"/>
      <w:bookmarkEnd w:id="278"/>
    </w:p>
    <w:p w14:paraId="470868B7" w14:textId="1ACB9A46" w:rsidR="00986AF4" w:rsidRDefault="00986AF4" w:rsidP="00986AF4">
      <w:pPr>
        <w:pStyle w:val="Vrednost"/>
      </w:pPr>
      <w:r>
        <w:t>Vrednost: 26.450 €</w:t>
      </w:r>
    </w:p>
    <w:p w14:paraId="3126C78F" w14:textId="79FB81AD" w:rsidR="00986AF4" w:rsidRDefault="00986AF4" w:rsidP="00986AF4">
      <w:pPr>
        <w:pStyle w:val="Heading11"/>
      </w:pPr>
      <w:r>
        <w:t>Obrazložitev dejavnosti v okviru proračunske postavke</w:t>
      </w:r>
    </w:p>
    <w:p w14:paraId="64380406" w14:textId="73310878" w:rsidR="00986AF4" w:rsidRDefault="00986AF4" w:rsidP="00986AF4">
      <w:r>
        <w:t>V okviru proračunske postavke so planirani obratovalni stroški kulturnega doma, kot so čiščenje, ogrevanje, telefon, tekoče vzdrževanje in manjša popravila itd. V letu so načrtovana sanacijska dela v kurilnici (popravilo peči in inštalacij).</w:t>
      </w:r>
    </w:p>
    <w:p w14:paraId="7A62BFD0" w14:textId="3B6CDEEB" w:rsidR="00986AF4" w:rsidRDefault="00986AF4" w:rsidP="00986AF4">
      <w:pPr>
        <w:pStyle w:val="Heading11"/>
      </w:pPr>
      <w:r>
        <w:t>Navezava na projekte v okviru proračunske postavke</w:t>
      </w:r>
    </w:p>
    <w:p w14:paraId="469CC759" w14:textId="1B990D9D" w:rsidR="00986AF4" w:rsidRDefault="00986AF4" w:rsidP="00986AF4">
      <w:pPr>
        <w:pStyle w:val="Heading11"/>
      </w:pPr>
      <w:r>
        <w:t>Izhodišča, na katerih temeljijo izračuni predlogov pravic porabe za del, ki se ne izvršuje preko NRP (Neposredni učinek in kazalnik)</w:t>
      </w:r>
    </w:p>
    <w:p w14:paraId="74558D57" w14:textId="4F5693FD" w:rsidR="00986AF4" w:rsidRDefault="00986AF4" w:rsidP="00986AF4">
      <w:r>
        <w:t>Sredstva so planirana glede na planirane stroške v letu 2025.</w:t>
      </w:r>
    </w:p>
    <w:p w14:paraId="71E7070F" w14:textId="77777777" w:rsidR="00986AF4" w:rsidRDefault="00986AF4" w:rsidP="00986AF4"/>
    <w:p w14:paraId="6AC1789A" w14:textId="2818FDF4" w:rsidR="00986AF4" w:rsidRDefault="00986AF4" w:rsidP="00986AF4">
      <w:pPr>
        <w:pStyle w:val="AHeading6"/>
      </w:pPr>
      <w:bookmarkStart w:id="279" w:name="_Toc184208580"/>
      <w:r>
        <w:t>1804 - Podpora posebnim skupinam</w:t>
      </w:r>
      <w:bookmarkEnd w:id="279"/>
    </w:p>
    <w:p w14:paraId="3B19E903" w14:textId="26D67299" w:rsidR="00986AF4" w:rsidRDefault="00986AF4" w:rsidP="00986AF4">
      <w:pPr>
        <w:pStyle w:val="Vrednost"/>
      </w:pPr>
      <w:r>
        <w:t>Vrednost: 7.000 €</w:t>
      </w:r>
    </w:p>
    <w:p w14:paraId="75FB5F3A" w14:textId="777128F2" w:rsidR="00986AF4" w:rsidRDefault="00986AF4" w:rsidP="00986AF4">
      <w:pPr>
        <w:pStyle w:val="Heading11"/>
      </w:pPr>
      <w:r>
        <w:t>Opis glavnega programa</w:t>
      </w:r>
    </w:p>
    <w:p w14:paraId="4E56CE07" w14:textId="3B454C92" w:rsidR="00986AF4" w:rsidRDefault="00986AF4" w:rsidP="00986AF4">
      <w:r>
        <w:t>V okviru programa se sofinancirajo programi dejavnosti neprofitnih društev in organizacij, katera se ne morejo s svojimi programi uvrstiti v druge glavne programe v okviru proračuna.</w:t>
      </w:r>
    </w:p>
    <w:p w14:paraId="39FC3B40" w14:textId="51CE45A4" w:rsidR="00986AF4" w:rsidRDefault="00986AF4" w:rsidP="00986AF4">
      <w:pPr>
        <w:pStyle w:val="Heading11"/>
      </w:pPr>
      <w:r>
        <w:t>Dolgoročni cilji glavnega programa (Specifični cilj in kazalniki)</w:t>
      </w:r>
    </w:p>
    <w:p w14:paraId="3EEB41F7" w14:textId="752481B2" w:rsidR="00986AF4" w:rsidRDefault="00986AF4" w:rsidP="00986AF4">
      <w:r>
        <w:t>Zagotoviti sredstva za izvedbo programov oz. projektov posameznih društev in organizacij.</w:t>
      </w:r>
    </w:p>
    <w:p w14:paraId="2D177527" w14:textId="2024E243" w:rsidR="00986AF4" w:rsidRDefault="00986AF4" w:rsidP="00986AF4">
      <w:pPr>
        <w:pStyle w:val="Heading11"/>
      </w:pPr>
      <w:r>
        <w:t>Glavni letni izvedbeni cilji in kazalci, s katerimi se bo merilo doseganje zastavljenih ciljev</w:t>
      </w:r>
    </w:p>
    <w:p w14:paraId="4AC416C4" w14:textId="1F4F44F6" w:rsidR="00986AF4" w:rsidRDefault="00986AF4" w:rsidP="00986AF4">
      <w:r>
        <w:t>Cilji:</w:t>
      </w:r>
      <w:r>
        <w:br/>
        <w:t xml:space="preserve">" izvedeni programi oz. projekti </w:t>
      </w:r>
      <w:r>
        <w:br/>
        <w:t>Kazalci:</w:t>
      </w:r>
      <w:r>
        <w:br/>
        <w:t>" obseg posameznega programa oz. projekta</w:t>
      </w:r>
    </w:p>
    <w:p w14:paraId="53A5BF9B" w14:textId="5C20AF68" w:rsidR="00986AF4" w:rsidRDefault="00986AF4" w:rsidP="00986AF4">
      <w:pPr>
        <w:pStyle w:val="Heading11"/>
      </w:pPr>
      <w:r>
        <w:t>Podprogrami in proračunski uporabniki znotraj glavnega programa</w:t>
      </w:r>
    </w:p>
    <w:p w14:paraId="17949726" w14:textId="2A1F8693" w:rsidR="00986AF4" w:rsidRDefault="00986AF4" w:rsidP="00986AF4">
      <w:r>
        <w:t>18049004 Programi drugih posebnih skupin</w:t>
      </w:r>
      <w:r>
        <w:br/>
        <w:t>           0004 - Občinska uprava</w:t>
      </w:r>
    </w:p>
    <w:p w14:paraId="3FC4C30B" w14:textId="6084F422" w:rsidR="00986AF4" w:rsidRDefault="00986AF4" w:rsidP="00986AF4">
      <w:pPr>
        <w:pStyle w:val="AHeading7"/>
      </w:pPr>
      <w:bookmarkStart w:id="280" w:name="_Toc184208581"/>
      <w:r>
        <w:t>18049002 - Podpora duhovnikom in verskim skupnostim</w:t>
      </w:r>
      <w:bookmarkStart w:id="281" w:name="PPR_18049002_A_20261"/>
      <w:bookmarkEnd w:id="281"/>
      <w:bookmarkEnd w:id="280"/>
    </w:p>
    <w:p w14:paraId="4B65A0F4" w14:textId="22E84829" w:rsidR="00986AF4" w:rsidRDefault="00986AF4" w:rsidP="00986AF4">
      <w:pPr>
        <w:pStyle w:val="Vrednost"/>
      </w:pPr>
      <w:r>
        <w:t>Vrednost: 5.000 €</w:t>
      </w:r>
    </w:p>
    <w:p w14:paraId="1CA2213D" w14:textId="620873FA" w:rsidR="00986AF4" w:rsidRDefault="00986AF4" w:rsidP="00986AF4">
      <w:pPr>
        <w:pStyle w:val="Heading11"/>
      </w:pPr>
      <w:r>
        <w:t>Opis podprograma</w:t>
      </w:r>
    </w:p>
    <w:p w14:paraId="3B41BCF7" w14:textId="4B2A4CD1" w:rsidR="00986AF4" w:rsidRDefault="00986AF4" w:rsidP="00986AF4">
      <w:pPr>
        <w:pStyle w:val="Heading11"/>
      </w:pPr>
      <w:r>
        <w:t>Zakonske in druge pravne podlage</w:t>
      </w:r>
    </w:p>
    <w:p w14:paraId="72D8927D" w14:textId="152D6530" w:rsidR="00986AF4" w:rsidRDefault="00986AF4" w:rsidP="00986AF4">
      <w:pPr>
        <w:pStyle w:val="Heading11"/>
      </w:pPr>
      <w:r>
        <w:t>Dolgoročni cilji podprograma in kazalci, s katerimi se bo merilo doseganje zastavljenih ciljev (Rezultat in kazalniki)</w:t>
      </w:r>
    </w:p>
    <w:p w14:paraId="48BC479D" w14:textId="066C26EF" w:rsidR="00986AF4" w:rsidRDefault="00986AF4" w:rsidP="00986AF4">
      <w:pPr>
        <w:pStyle w:val="Heading11"/>
      </w:pPr>
      <w:r>
        <w:t>Letni izvedbeni cilji podprograma in kazalci, s katerimi se bo merilo doseganje zastavljenih ciljev (Neposredni učinek in kazalnik)</w:t>
      </w:r>
    </w:p>
    <w:p w14:paraId="2D65E00C" w14:textId="434CDF89" w:rsidR="00986AF4" w:rsidRDefault="00986AF4" w:rsidP="00986AF4">
      <w:pPr>
        <w:pStyle w:val="AHeading8"/>
      </w:pPr>
      <w:r>
        <w:t>0004 - Občinska uprava</w:t>
      </w:r>
      <w:bookmarkStart w:id="282" w:name="PU_0004_PPR_18049002_A_20261"/>
      <w:bookmarkEnd w:id="282"/>
    </w:p>
    <w:p w14:paraId="4FE56DDA" w14:textId="5F1DF98C" w:rsidR="00986AF4" w:rsidRDefault="00986AF4" w:rsidP="00986AF4">
      <w:pPr>
        <w:pStyle w:val="Vrednost"/>
      </w:pPr>
      <w:r>
        <w:t>Vrednost: 5.509.267 €</w:t>
      </w:r>
    </w:p>
    <w:p w14:paraId="2DE44E4B" w14:textId="59BF54A5" w:rsidR="00986AF4" w:rsidRDefault="00986AF4" w:rsidP="00986AF4">
      <w:pPr>
        <w:pStyle w:val="AHeading10"/>
      </w:pPr>
      <w:r>
        <w:t>18043 - Obnova s</w:t>
      </w:r>
      <w:r w:rsidR="00F82916">
        <w:t>a</w:t>
      </w:r>
      <w:r>
        <w:t>kralne in kulturne dediščine</w:t>
      </w:r>
      <w:bookmarkStart w:id="283" w:name="PP_18043_A_20261"/>
      <w:bookmarkEnd w:id="283"/>
    </w:p>
    <w:p w14:paraId="770D37BE" w14:textId="13D0F7FC" w:rsidR="00986AF4" w:rsidRDefault="00986AF4" w:rsidP="00986AF4">
      <w:pPr>
        <w:pStyle w:val="Vrednost"/>
      </w:pPr>
      <w:r>
        <w:t>Vrednost: 5.000 €</w:t>
      </w:r>
    </w:p>
    <w:p w14:paraId="67F6630B" w14:textId="06240849" w:rsidR="00986AF4" w:rsidRDefault="00986AF4" w:rsidP="00986AF4">
      <w:pPr>
        <w:pStyle w:val="Heading11"/>
      </w:pPr>
      <w:r>
        <w:t>Obrazložitev dejavnosti v okviru proračunske postavke</w:t>
      </w:r>
    </w:p>
    <w:p w14:paraId="14E0873D" w14:textId="424B5039" w:rsidR="00986AF4" w:rsidRDefault="00986AF4" w:rsidP="00986AF4">
      <w:r>
        <w:t>Predvideni so izdatki za obnovo kulturne in sakralne dediščine.</w:t>
      </w:r>
    </w:p>
    <w:p w14:paraId="12DF1CDF" w14:textId="3C061C4D" w:rsidR="00986AF4" w:rsidRDefault="00986AF4" w:rsidP="00986AF4">
      <w:pPr>
        <w:pStyle w:val="Heading11"/>
      </w:pPr>
      <w:r>
        <w:lastRenderedPageBreak/>
        <w:t>Navezava na projekte v okviru proračunske postavke</w:t>
      </w:r>
    </w:p>
    <w:p w14:paraId="7D10816C" w14:textId="4833AE8C" w:rsidR="00986AF4" w:rsidRDefault="00986AF4" w:rsidP="00986AF4">
      <w:pPr>
        <w:pStyle w:val="Heading11"/>
      </w:pPr>
      <w:r>
        <w:t>Izhodišča, na katerih temeljijo izračuni predlogov pravic porabe za del, ki se ne izvršuje preko NRP (Neposredni učinek in kazalnik)</w:t>
      </w:r>
    </w:p>
    <w:p w14:paraId="0BEA31AD" w14:textId="77777777" w:rsidR="00986AF4" w:rsidRDefault="00986AF4" w:rsidP="00986AF4"/>
    <w:p w14:paraId="05AC66C8" w14:textId="5C27B049" w:rsidR="00986AF4" w:rsidRDefault="00986AF4" w:rsidP="00986AF4">
      <w:pPr>
        <w:pStyle w:val="AHeading7"/>
      </w:pPr>
      <w:bookmarkStart w:id="284" w:name="_Toc184208582"/>
      <w:r>
        <w:t>18049004 - Programi drugih posebnih skupin</w:t>
      </w:r>
      <w:bookmarkStart w:id="285" w:name="PPR_18049004_A_20261"/>
      <w:bookmarkEnd w:id="285"/>
      <w:bookmarkEnd w:id="284"/>
    </w:p>
    <w:p w14:paraId="461A5290" w14:textId="1A096FE1" w:rsidR="00986AF4" w:rsidRDefault="00986AF4" w:rsidP="00986AF4">
      <w:pPr>
        <w:pStyle w:val="Vrednost"/>
      </w:pPr>
      <w:r>
        <w:t>Vrednost: 2.000 €</w:t>
      </w:r>
    </w:p>
    <w:p w14:paraId="301EB373" w14:textId="7316870A" w:rsidR="00986AF4" w:rsidRDefault="00986AF4" w:rsidP="00986AF4">
      <w:pPr>
        <w:pStyle w:val="Heading11"/>
      </w:pPr>
      <w:r>
        <w:t>Opis podprograma</w:t>
      </w:r>
    </w:p>
    <w:p w14:paraId="4BEFD430" w14:textId="6F3ED915" w:rsidR="00986AF4" w:rsidRDefault="00986AF4" w:rsidP="00986AF4">
      <w:r>
        <w:t>V okviru podprograma se sofinancirajo programi dejavnosti neprofitnih društev in organizacij.</w:t>
      </w:r>
    </w:p>
    <w:p w14:paraId="705D75F8" w14:textId="2CEB2833" w:rsidR="00986AF4" w:rsidRDefault="00986AF4" w:rsidP="00986AF4">
      <w:pPr>
        <w:pStyle w:val="Heading11"/>
      </w:pPr>
      <w:r>
        <w:t>Zakonske in druge pravne podlage</w:t>
      </w:r>
    </w:p>
    <w:p w14:paraId="6E10F8B4" w14:textId="244F4AC6" w:rsidR="00986AF4" w:rsidRDefault="00986AF4" w:rsidP="00986AF4">
      <w:r>
        <w:t>" Zakon o društvih</w:t>
      </w:r>
    </w:p>
    <w:p w14:paraId="10FE9487" w14:textId="7DD136B4" w:rsidR="00986AF4" w:rsidRDefault="00986AF4" w:rsidP="00986AF4">
      <w:pPr>
        <w:pStyle w:val="Heading11"/>
      </w:pPr>
      <w:r>
        <w:t>Dolgoročni cilji podprograma in kazalci, s katerimi se bo merilo doseganje zastavljenih ciljev (Rezultat in kazalniki)</w:t>
      </w:r>
    </w:p>
    <w:p w14:paraId="182512C3" w14:textId="2D671C18" w:rsidR="00986AF4" w:rsidRDefault="00986AF4" w:rsidP="00986AF4">
      <w:r>
        <w:t>Cilji:</w:t>
      </w:r>
      <w:r>
        <w:br/>
        <w:t>" izvedeni letni programi dela neprofitnih društev in organizacij</w:t>
      </w:r>
      <w:r>
        <w:br/>
        <w:t>" realizirani projekti</w:t>
      </w:r>
      <w:r>
        <w:br/>
        <w:t>Kazalci:</w:t>
      </w:r>
      <w:r>
        <w:br/>
        <w:t>" realiziran obseg programa dela</w:t>
      </w:r>
      <w:r>
        <w:br/>
        <w:t>" število izvedenih projektov</w:t>
      </w:r>
    </w:p>
    <w:p w14:paraId="7FC3C7E6" w14:textId="50FD8B9E" w:rsidR="00986AF4" w:rsidRDefault="00986AF4" w:rsidP="00986AF4">
      <w:pPr>
        <w:pStyle w:val="Heading11"/>
      </w:pPr>
      <w:r>
        <w:t>Letni izvedbeni cilji podprograma in kazalci, s katerimi se bo merilo doseganje zastavljenih ciljev (Neposredni učinek in kazalnik)</w:t>
      </w:r>
    </w:p>
    <w:p w14:paraId="2E6F1A58" w14:textId="14622F13" w:rsidR="00986AF4" w:rsidRDefault="00986AF4" w:rsidP="00986AF4">
      <w:r>
        <w:t>Cilji:</w:t>
      </w:r>
      <w:r>
        <w:br/>
        <w:t>" izveden program dela posameznega društva</w:t>
      </w:r>
      <w:r>
        <w:br/>
        <w:t>" izveden projekt posameznega društva</w:t>
      </w:r>
      <w:r>
        <w:br/>
        <w:t>Kazalci:</w:t>
      </w:r>
      <w:r>
        <w:br/>
        <w:t xml:space="preserve">" delež pridobljenih </w:t>
      </w:r>
      <w:proofErr w:type="spellStart"/>
      <w:r>
        <w:t>neproračunskih</w:t>
      </w:r>
      <w:proofErr w:type="spellEnd"/>
      <w:r>
        <w:t xml:space="preserve"> sredstev</w:t>
      </w:r>
      <w:r>
        <w:br/>
        <w:t>" število udeležencev v programu oz. projektu</w:t>
      </w:r>
    </w:p>
    <w:p w14:paraId="7C331FEE" w14:textId="198A14BD" w:rsidR="00986AF4" w:rsidRDefault="00986AF4" w:rsidP="00986AF4">
      <w:pPr>
        <w:pStyle w:val="AHeading8"/>
      </w:pPr>
      <w:r>
        <w:t>0004 - Občinska uprava</w:t>
      </w:r>
      <w:bookmarkStart w:id="286" w:name="PU_0004_PPR_18049004_A_20261"/>
      <w:bookmarkEnd w:id="286"/>
    </w:p>
    <w:p w14:paraId="5DA0D0E3" w14:textId="188271E8" w:rsidR="00986AF4" w:rsidRDefault="00986AF4" w:rsidP="00986AF4">
      <w:pPr>
        <w:pStyle w:val="Vrednost"/>
      </w:pPr>
      <w:r>
        <w:t>Vrednost: 5.509.267 €</w:t>
      </w:r>
    </w:p>
    <w:p w14:paraId="21195D31" w14:textId="375DBE25" w:rsidR="00986AF4" w:rsidRDefault="00986AF4" w:rsidP="00986AF4">
      <w:pPr>
        <w:pStyle w:val="AHeading10"/>
      </w:pPr>
      <w:r>
        <w:t>18034 - PROGRAMI DRUGIH NEPROFITNIH SKUPIN - RAZPIS</w:t>
      </w:r>
      <w:bookmarkStart w:id="287" w:name="PP_18034_A_20261"/>
      <w:bookmarkEnd w:id="287"/>
    </w:p>
    <w:p w14:paraId="7747B85F" w14:textId="6131E06C" w:rsidR="00986AF4" w:rsidRDefault="00986AF4" w:rsidP="00986AF4">
      <w:pPr>
        <w:pStyle w:val="Vrednost"/>
      </w:pPr>
      <w:r>
        <w:t>Vrednost: 2.000 €</w:t>
      </w:r>
    </w:p>
    <w:p w14:paraId="6EADA7AA" w14:textId="610A1880" w:rsidR="00986AF4" w:rsidRDefault="00986AF4" w:rsidP="00986AF4">
      <w:pPr>
        <w:pStyle w:val="Heading11"/>
      </w:pPr>
      <w:r>
        <w:t>Obrazložitev dejavnosti v okviru proračunske postavke</w:t>
      </w:r>
    </w:p>
    <w:p w14:paraId="4919ABA0" w14:textId="4715B4D4" w:rsidR="00986AF4" w:rsidRDefault="00986AF4" w:rsidP="00986AF4">
      <w:r>
        <w:t>Sofinanciranje društvene dejavnosti na podlagi razpisa.</w:t>
      </w:r>
    </w:p>
    <w:p w14:paraId="27A32028" w14:textId="26DE1898" w:rsidR="00986AF4" w:rsidRDefault="00986AF4" w:rsidP="00986AF4">
      <w:pPr>
        <w:pStyle w:val="Heading11"/>
      </w:pPr>
      <w:r>
        <w:t>Navezava na projekte v okviru proračunske postavke</w:t>
      </w:r>
    </w:p>
    <w:p w14:paraId="1DF7204F" w14:textId="572E6261" w:rsidR="00986AF4" w:rsidRDefault="00986AF4" w:rsidP="00986AF4">
      <w:pPr>
        <w:pStyle w:val="Heading11"/>
      </w:pPr>
      <w:r>
        <w:t>Izhodišča, na katerih temeljijo izračuni predlogov pravic porabe za del, ki se ne izvršuje preko NRP (Neposredni učinek in kazalnik)</w:t>
      </w:r>
    </w:p>
    <w:p w14:paraId="64E294BD" w14:textId="77777777" w:rsidR="00986AF4" w:rsidRDefault="00986AF4" w:rsidP="00986AF4"/>
    <w:p w14:paraId="01E92C18" w14:textId="5F9EBCF3" w:rsidR="00986AF4" w:rsidRDefault="00986AF4" w:rsidP="00986AF4">
      <w:pPr>
        <w:pStyle w:val="AHeading6"/>
      </w:pPr>
      <w:bookmarkStart w:id="288" w:name="_Toc184208583"/>
      <w:r>
        <w:t>1805 - Šport in prostočasne aktivnosti</w:t>
      </w:r>
      <w:bookmarkEnd w:id="288"/>
    </w:p>
    <w:p w14:paraId="33666162" w14:textId="0B71566A" w:rsidR="00986AF4" w:rsidRDefault="00986AF4" w:rsidP="00986AF4">
      <w:pPr>
        <w:pStyle w:val="Vrednost"/>
      </w:pPr>
      <w:r>
        <w:t>Vrednost: 9.500 €</w:t>
      </w:r>
    </w:p>
    <w:p w14:paraId="258DF843" w14:textId="773050D2" w:rsidR="00986AF4" w:rsidRDefault="00986AF4" w:rsidP="00986AF4">
      <w:pPr>
        <w:pStyle w:val="Heading11"/>
      </w:pPr>
      <w:r>
        <w:t>Opis glavnega programa</w:t>
      </w:r>
    </w:p>
    <w:p w14:paraId="448DFA25" w14:textId="77777777" w:rsidR="00986AF4" w:rsidRPr="00986AF4" w:rsidRDefault="00986AF4" w:rsidP="00986AF4">
      <w:pPr>
        <w:pStyle w:val="Navadensplet"/>
      </w:pPr>
      <w:r w:rsidRPr="00986AF4">
        <w:t>V skladu z določili zakona o športu, lokalna skupnost uresničuje javni interes v športu tako, da zagotavlja sredstva za realizacijo dela nacionalnega programa, ki se nanaša na lokalne skupnosti in z zagotavljanjem sredstev za izvedbo lokalnega programa športa, spodbuja in zagotavlja pogoje za opravljanje in razvoj športnih dejavnosti,  načrtuje, gradi in vzdržuje lokalno pomembne javne športne objekte.</w:t>
      </w:r>
    </w:p>
    <w:p w14:paraId="15C22C58" w14:textId="77777777" w:rsidR="00986AF4" w:rsidRPr="00986AF4" w:rsidRDefault="00986AF4" w:rsidP="00986AF4">
      <w:pPr>
        <w:pStyle w:val="Navadensplet"/>
      </w:pPr>
      <w:r w:rsidRPr="00986AF4">
        <w:t>V okviru tega programa se poleg sredstev za izvedbo programa športa zagotavljajo tudi sredstva za mladinsko dejavnost.</w:t>
      </w:r>
    </w:p>
    <w:p w14:paraId="2EB02CDA" w14:textId="77777777" w:rsidR="00986AF4" w:rsidRDefault="00986AF4" w:rsidP="00986AF4"/>
    <w:p w14:paraId="2B2B4B59" w14:textId="370F4525" w:rsidR="00986AF4" w:rsidRDefault="00986AF4" w:rsidP="00986AF4">
      <w:pPr>
        <w:pStyle w:val="Heading11"/>
      </w:pPr>
      <w:r>
        <w:t>Dolgoročni cilji glavnega programa (Specifični cilj in kazalniki)</w:t>
      </w:r>
    </w:p>
    <w:p w14:paraId="7540B7B6" w14:textId="71A116B7" w:rsidR="00986AF4" w:rsidRDefault="00986AF4" w:rsidP="00986AF4">
      <w:r>
        <w:t>" obnoviti in nadgraditi  športno -  rekreacijsko infrastrukturo,</w:t>
      </w:r>
      <w:r>
        <w:br/>
        <w:t xml:space="preserve">" pospeševati športno - rekreacijsko dejavnost, </w:t>
      </w:r>
      <w:r>
        <w:br/>
        <w:t>" omogočati pogoje za delo organizacij, ki se ukvarjajo z mladino</w:t>
      </w:r>
    </w:p>
    <w:p w14:paraId="75C5CDB8" w14:textId="37188B4C" w:rsidR="00986AF4" w:rsidRDefault="00986AF4" w:rsidP="00986AF4">
      <w:pPr>
        <w:pStyle w:val="Heading11"/>
      </w:pPr>
      <w:r>
        <w:t>Glavni letni izvedbeni cilji in kazalci, s katerimi se bo merilo doseganje zastavljenih ciljev</w:t>
      </w:r>
    </w:p>
    <w:p w14:paraId="419D7AF3" w14:textId="02A6EE1D" w:rsidR="00986AF4" w:rsidRDefault="00986AF4" w:rsidP="00986AF4">
      <w:r>
        <w:t>Cilji:</w:t>
      </w:r>
      <w:r>
        <w:br/>
        <w:t>" izgradnja večnamenske dvorane za potrebe športa,</w:t>
      </w:r>
      <w:r>
        <w:br/>
        <w:t>" izvedba letnega programa športa,</w:t>
      </w:r>
      <w:r>
        <w:br/>
        <w:t>" izvedba programov za mladino.</w:t>
      </w:r>
      <w:r>
        <w:br/>
        <w:t>Kazalci:</w:t>
      </w:r>
      <w:r>
        <w:br/>
        <w:t>" površina novo zgrajenih športnih objektov</w:t>
      </w:r>
      <w:r>
        <w:br/>
        <w:t>" število udeležencev programa športa</w:t>
      </w:r>
      <w:r>
        <w:br/>
        <w:t>" število udeležencev programov za mladino</w:t>
      </w:r>
    </w:p>
    <w:p w14:paraId="439F0187" w14:textId="73D665E6" w:rsidR="00986AF4" w:rsidRDefault="00986AF4" w:rsidP="00986AF4">
      <w:pPr>
        <w:pStyle w:val="Heading11"/>
      </w:pPr>
      <w:r>
        <w:t>Podprogrami in proračunski uporabniki znotraj glavnega programa</w:t>
      </w:r>
    </w:p>
    <w:p w14:paraId="04BF15FB" w14:textId="5D0AB56F" w:rsidR="00986AF4" w:rsidRDefault="00986AF4" w:rsidP="00986AF4">
      <w:r>
        <w:t>18059001 - Programi športa</w:t>
      </w:r>
      <w:r>
        <w:br/>
        <w:t>           0004 - Občinska uprava</w:t>
      </w:r>
      <w:r>
        <w:br/>
        <w:t>18059002 - Programi za mladino</w:t>
      </w:r>
      <w:r>
        <w:br/>
        <w:t>    0004 - Občinska uprava</w:t>
      </w:r>
    </w:p>
    <w:p w14:paraId="6D893096" w14:textId="304F3A87" w:rsidR="00986AF4" w:rsidRDefault="00986AF4" w:rsidP="00986AF4">
      <w:pPr>
        <w:pStyle w:val="AHeading7"/>
      </w:pPr>
      <w:bookmarkStart w:id="289" w:name="_Toc184208584"/>
      <w:r>
        <w:t>18059001 - Programi športa</w:t>
      </w:r>
      <w:bookmarkStart w:id="290" w:name="PPR_18059001_A_20261"/>
      <w:bookmarkEnd w:id="290"/>
      <w:bookmarkEnd w:id="289"/>
    </w:p>
    <w:p w14:paraId="125837C4" w14:textId="08189A99" w:rsidR="00986AF4" w:rsidRDefault="00986AF4" w:rsidP="00986AF4">
      <w:pPr>
        <w:pStyle w:val="Vrednost"/>
      </w:pPr>
      <w:r>
        <w:t>Vrednost: 4.500 €</w:t>
      </w:r>
    </w:p>
    <w:p w14:paraId="0B78E883" w14:textId="6F2A66AA" w:rsidR="00986AF4" w:rsidRDefault="00986AF4" w:rsidP="00986AF4">
      <w:pPr>
        <w:pStyle w:val="Heading11"/>
      </w:pPr>
      <w:r>
        <w:t>Opis podprograma</w:t>
      </w:r>
    </w:p>
    <w:p w14:paraId="2F92DC36" w14:textId="65AC6B86" w:rsidR="00986AF4" w:rsidRDefault="00986AF4" w:rsidP="00986AF4">
      <w:r>
        <w:t xml:space="preserve">Za realizacijo nacionalnega programa na področju športa se namenjajo </w:t>
      </w:r>
      <w:proofErr w:type="spellStart"/>
      <w:r>
        <w:t>oz</w:t>
      </w:r>
      <w:proofErr w:type="spellEnd"/>
      <w:r>
        <w:t xml:space="preserve"> zagotavljajo sredstva za: </w:t>
      </w:r>
      <w:r>
        <w:br/>
        <w:t>" opravljanje in razvoj športnih dejavnosti in</w:t>
      </w:r>
      <w:r>
        <w:br/>
        <w:t>" načrtovanje, gradnjo in vzdrževanje lokalno pomembne javne športne objekte.</w:t>
      </w:r>
    </w:p>
    <w:p w14:paraId="26B1B43C" w14:textId="52B3182B" w:rsidR="00986AF4" w:rsidRDefault="00986AF4" w:rsidP="00986AF4">
      <w:pPr>
        <w:pStyle w:val="Heading11"/>
      </w:pPr>
      <w:r>
        <w:t>Zakonske in druge pravne podlage</w:t>
      </w:r>
    </w:p>
    <w:p w14:paraId="38A3E74D" w14:textId="01E26990" w:rsidR="00986AF4" w:rsidRDefault="00986AF4" w:rsidP="00986AF4">
      <w:r>
        <w:t>" Nacionalni program športa v RS</w:t>
      </w:r>
      <w:r>
        <w:br/>
        <w:t>" Zakon o športu</w:t>
      </w:r>
    </w:p>
    <w:p w14:paraId="7191C83C" w14:textId="0BF0B540" w:rsidR="00986AF4" w:rsidRDefault="00986AF4" w:rsidP="00986AF4">
      <w:pPr>
        <w:pStyle w:val="Heading11"/>
      </w:pPr>
      <w:r>
        <w:t>Dolgoročni cilji podprograma in kazalci, s katerimi se bo merilo doseganje zastavljenih ciljev (Rezultat in kazalniki)</w:t>
      </w:r>
    </w:p>
    <w:p w14:paraId="20E196C7" w14:textId="4E8765AB" w:rsidR="00986AF4" w:rsidRDefault="00986AF4" w:rsidP="00986AF4">
      <w:r>
        <w:t>Cilji:</w:t>
      </w:r>
      <w:r>
        <w:br/>
        <w:t xml:space="preserve">" zagotoviti ustrezne pogoje za dejavnost in razvoj športne in rekreativne dejavnosti  </w:t>
      </w:r>
      <w:r>
        <w:br/>
        <w:t xml:space="preserve">Kazalci: </w:t>
      </w:r>
      <w:r>
        <w:br/>
        <w:t>" m2 obnovljenih in novo pridobljenih površin za šport in rekreacijo in</w:t>
      </w:r>
      <w:r>
        <w:br/>
        <w:t>" število udeležencev v programu športa.</w:t>
      </w:r>
    </w:p>
    <w:p w14:paraId="10F04D2E" w14:textId="11DAF9F1" w:rsidR="00986AF4" w:rsidRDefault="00986AF4" w:rsidP="00986AF4">
      <w:pPr>
        <w:pStyle w:val="Heading11"/>
      </w:pPr>
      <w:r>
        <w:t>Letni izvedbeni cilji podprograma in kazalci, s katerimi se bo merilo doseganje zastavljenih ciljev (Neposredni učinek in kazalnik)</w:t>
      </w:r>
    </w:p>
    <w:p w14:paraId="5BD1B332" w14:textId="3BFA6A9B" w:rsidR="00986AF4" w:rsidRDefault="00986AF4" w:rsidP="00986AF4">
      <w:r>
        <w:t>Cilji:</w:t>
      </w:r>
      <w:r>
        <w:br/>
        <w:t>" povečati optimalno zasedenost športnih objektov,</w:t>
      </w:r>
      <w:r>
        <w:br/>
        <w:t>" povečati število rekreativcev in</w:t>
      </w:r>
      <w:r>
        <w:br/>
        <w:t>Kazalci:</w:t>
      </w:r>
      <w:r>
        <w:br/>
        <w:t>" odstotek zasedenosti/ izkoriščenosti športnih objektov in</w:t>
      </w:r>
      <w:r>
        <w:br/>
        <w:t>" število vključenih v organizirane športne aktivnosti.</w:t>
      </w:r>
    </w:p>
    <w:p w14:paraId="7D2F3705" w14:textId="6EE9A49D" w:rsidR="00986AF4" w:rsidRDefault="00986AF4" w:rsidP="00986AF4">
      <w:pPr>
        <w:pStyle w:val="AHeading8"/>
      </w:pPr>
      <w:r>
        <w:t>0004 - Občinska uprava</w:t>
      </w:r>
      <w:bookmarkStart w:id="291" w:name="PU_0004_PPR_18059001_A_20261"/>
      <w:bookmarkEnd w:id="291"/>
    </w:p>
    <w:p w14:paraId="262358FD" w14:textId="2C3FB43E" w:rsidR="00986AF4" w:rsidRDefault="00986AF4" w:rsidP="00986AF4">
      <w:pPr>
        <w:pStyle w:val="Vrednost"/>
      </w:pPr>
      <w:r>
        <w:t>Vrednost: 5.509.267 €</w:t>
      </w:r>
    </w:p>
    <w:p w14:paraId="4C1B8582" w14:textId="5F2E7152" w:rsidR="00986AF4" w:rsidRDefault="00986AF4" w:rsidP="00986AF4">
      <w:pPr>
        <w:pStyle w:val="AHeading10"/>
      </w:pPr>
      <w:r>
        <w:t>18032 - PROGRAMI ŠPORTA - RAZPIS</w:t>
      </w:r>
      <w:bookmarkStart w:id="292" w:name="PP_18032_A_20261"/>
      <w:bookmarkEnd w:id="292"/>
    </w:p>
    <w:p w14:paraId="3EDA41AB" w14:textId="4C0D38FA" w:rsidR="00986AF4" w:rsidRDefault="00986AF4" w:rsidP="00986AF4">
      <w:pPr>
        <w:pStyle w:val="Vrednost"/>
      </w:pPr>
      <w:r>
        <w:t>Vrednost: 4.500 €</w:t>
      </w:r>
    </w:p>
    <w:p w14:paraId="073D11B2" w14:textId="4FBE8555" w:rsidR="00986AF4" w:rsidRDefault="00986AF4" w:rsidP="00986AF4">
      <w:pPr>
        <w:pStyle w:val="Heading11"/>
      </w:pPr>
      <w:r>
        <w:t>Obrazložitev dejavnosti v okviru proračunske postavke</w:t>
      </w:r>
    </w:p>
    <w:p w14:paraId="65BCF38B" w14:textId="72C9FDC5" w:rsidR="00986AF4" w:rsidRDefault="00986AF4" w:rsidP="00986AF4">
      <w:r>
        <w:t>Sofinanciranje športnih društev na podlagi razpisa.</w:t>
      </w:r>
    </w:p>
    <w:p w14:paraId="5CA4DCA0" w14:textId="2C22137B" w:rsidR="00986AF4" w:rsidRDefault="00986AF4" w:rsidP="00986AF4">
      <w:pPr>
        <w:pStyle w:val="Heading11"/>
      </w:pPr>
      <w:r>
        <w:lastRenderedPageBreak/>
        <w:t>Navezava na projekte v okviru proračunske postavke</w:t>
      </w:r>
    </w:p>
    <w:p w14:paraId="47A5A15C" w14:textId="7849AC87" w:rsidR="00986AF4" w:rsidRDefault="00986AF4" w:rsidP="00986AF4">
      <w:pPr>
        <w:pStyle w:val="Heading11"/>
      </w:pPr>
      <w:r>
        <w:t>Izhodišča, na katerih temeljijo izračuni predlogov pravic porabe za del, ki se ne izvršuje preko NRP (Neposredni učinek in kazalnik)</w:t>
      </w:r>
    </w:p>
    <w:p w14:paraId="360F6854" w14:textId="77777777" w:rsidR="00986AF4" w:rsidRDefault="00986AF4" w:rsidP="00986AF4"/>
    <w:p w14:paraId="224C1E94" w14:textId="65AC1D8D" w:rsidR="00986AF4" w:rsidRDefault="00986AF4" w:rsidP="00986AF4">
      <w:pPr>
        <w:pStyle w:val="AHeading7"/>
      </w:pPr>
      <w:bookmarkStart w:id="293" w:name="_Toc184208585"/>
      <w:r>
        <w:t>18059002 - Programi za mladino</w:t>
      </w:r>
      <w:bookmarkStart w:id="294" w:name="PPR_18059002_A_20261"/>
      <w:bookmarkEnd w:id="294"/>
      <w:bookmarkEnd w:id="293"/>
    </w:p>
    <w:p w14:paraId="584FCBF7" w14:textId="3453F516" w:rsidR="00986AF4" w:rsidRDefault="00986AF4" w:rsidP="00986AF4">
      <w:pPr>
        <w:pStyle w:val="Vrednost"/>
      </w:pPr>
      <w:r>
        <w:t>Vrednost: 5.000 €</w:t>
      </w:r>
    </w:p>
    <w:p w14:paraId="013238E1" w14:textId="0BEF03FA" w:rsidR="00986AF4" w:rsidRDefault="00986AF4" w:rsidP="00986AF4">
      <w:pPr>
        <w:pStyle w:val="Heading11"/>
      </w:pPr>
      <w:r>
        <w:t>Opis podprograma</w:t>
      </w:r>
    </w:p>
    <w:p w14:paraId="685639A7" w14:textId="547ABF91" w:rsidR="00986AF4" w:rsidRDefault="00986AF4" w:rsidP="00986AF4">
      <w:r>
        <w:t>V okviru tega programa sofinanciramo  izvedbo projektov za mladino. Ključne naloge teh programov so izvajanje dela z mladimi z namenom, da mladi aktivno in koristno preživljajo prosti čas.</w:t>
      </w:r>
    </w:p>
    <w:p w14:paraId="2DF68078" w14:textId="3781C061" w:rsidR="00986AF4" w:rsidRDefault="00986AF4" w:rsidP="00986AF4">
      <w:pPr>
        <w:pStyle w:val="Heading11"/>
      </w:pPr>
      <w:r>
        <w:t>Zakonske in druge pravne podlage</w:t>
      </w:r>
    </w:p>
    <w:p w14:paraId="52DDEF8E" w14:textId="23CB7E4F" w:rsidR="00986AF4" w:rsidRDefault="00986AF4" w:rsidP="00986AF4">
      <w:r>
        <w:t>" Zakon o lokalni samoupravi</w:t>
      </w:r>
    </w:p>
    <w:p w14:paraId="6C163E38" w14:textId="60A316A6" w:rsidR="00986AF4" w:rsidRDefault="00986AF4" w:rsidP="00986AF4">
      <w:pPr>
        <w:pStyle w:val="Heading11"/>
      </w:pPr>
      <w:r>
        <w:t>Dolgoročni cilji podprograma in kazalci, s katerimi se bo merilo doseganje zastavljenih ciljev (Rezultat in kazalniki)</w:t>
      </w:r>
    </w:p>
    <w:p w14:paraId="0C265668" w14:textId="733D0ADA" w:rsidR="00986AF4" w:rsidRDefault="00986AF4" w:rsidP="00986AF4">
      <w:r>
        <w:t>Cilji:</w:t>
      </w:r>
      <w:r>
        <w:br/>
        <w:t xml:space="preserve">" zagotoviti ustrezne pogoje za obstoj in razvoj dejavnosti za mlade </w:t>
      </w:r>
      <w:r>
        <w:br/>
        <w:t xml:space="preserve">" razdelitev sredstev za preventivne projekte na podlagi javnega razpisa </w:t>
      </w:r>
      <w:r>
        <w:br/>
        <w:t xml:space="preserve">Kazalci: </w:t>
      </w:r>
      <w:r>
        <w:br/>
        <w:t>" število izvedenih projektov za mlade</w:t>
      </w:r>
      <w:r>
        <w:br/>
        <w:t>" število udeležencev v projektih</w:t>
      </w:r>
    </w:p>
    <w:p w14:paraId="6FA31C6E" w14:textId="68FDCC35" w:rsidR="00986AF4" w:rsidRDefault="00986AF4" w:rsidP="00986AF4">
      <w:pPr>
        <w:pStyle w:val="Heading11"/>
      </w:pPr>
      <w:r>
        <w:t>Letni izvedbeni cilji podprograma in kazalci, s katerimi se bo merilo doseganje zastavljenih ciljev (Neposredni učinek in kazalnik)</w:t>
      </w:r>
    </w:p>
    <w:p w14:paraId="22AC455F" w14:textId="1A169C5C" w:rsidR="00986AF4" w:rsidRDefault="00986AF4" w:rsidP="00986AF4">
      <w:r>
        <w:t>Cilji:</w:t>
      </w:r>
      <w:r>
        <w:br/>
        <w:t xml:space="preserve">" izvedba javnega razpisa za preventivne projekte </w:t>
      </w:r>
      <w:r>
        <w:br/>
        <w:t>.Kazalci:</w:t>
      </w:r>
      <w:r>
        <w:br/>
        <w:t>" število prijaviteljev na javni razpis in</w:t>
      </w:r>
      <w:r>
        <w:br/>
        <w:t>" število udeležencev v projektih.</w:t>
      </w:r>
    </w:p>
    <w:p w14:paraId="3680A4E3" w14:textId="057A2054" w:rsidR="00986AF4" w:rsidRDefault="00986AF4" w:rsidP="00986AF4">
      <w:pPr>
        <w:pStyle w:val="AHeading8"/>
      </w:pPr>
      <w:r>
        <w:t>0004 - Občinska uprava</w:t>
      </w:r>
      <w:bookmarkStart w:id="295" w:name="PU_0004_PPR_18059002_A_20261"/>
      <w:bookmarkEnd w:id="295"/>
    </w:p>
    <w:p w14:paraId="415F766F" w14:textId="304F2255" w:rsidR="00986AF4" w:rsidRDefault="00986AF4" w:rsidP="00986AF4">
      <w:pPr>
        <w:pStyle w:val="Vrednost"/>
      </w:pPr>
      <w:r>
        <w:t>Vrednost: 5.509.267 €</w:t>
      </w:r>
    </w:p>
    <w:p w14:paraId="74280373" w14:textId="56AAB367" w:rsidR="00986AF4" w:rsidRDefault="00986AF4" w:rsidP="00986AF4">
      <w:pPr>
        <w:pStyle w:val="AHeading10"/>
      </w:pPr>
      <w:r>
        <w:t>18033 - PROGRAMI ZA MLADINO - RAZPIS</w:t>
      </w:r>
      <w:bookmarkStart w:id="296" w:name="PP_18033_A_20261"/>
      <w:bookmarkEnd w:id="296"/>
    </w:p>
    <w:p w14:paraId="5236C85D" w14:textId="74110142" w:rsidR="00986AF4" w:rsidRDefault="00986AF4" w:rsidP="00986AF4">
      <w:pPr>
        <w:pStyle w:val="Vrednost"/>
      </w:pPr>
      <w:r>
        <w:t>Vrednost: 5.000 €</w:t>
      </w:r>
    </w:p>
    <w:p w14:paraId="7EE62820" w14:textId="26121466" w:rsidR="00986AF4" w:rsidRDefault="00986AF4" w:rsidP="00986AF4">
      <w:pPr>
        <w:pStyle w:val="Heading11"/>
      </w:pPr>
      <w:r>
        <w:t>Obrazložitev dejavnosti v okviru proračunske postavke</w:t>
      </w:r>
    </w:p>
    <w:p w14:paraId="1241C165" w14:textId="34CE7D04" w:rsidR="00986AF4" w:rsidRDefault="00986AF4" w:rsidP="00986AF4">
      <w:r>
        <w:t>Sofinanciranje programov za otroke in mladino  na podlagi razpisa.</w:t>
      </w:r>
    </w:p>
    <w:p w14:paraId="6AF7864F" w14:textId="2A97304F" w:rsidR="00986AF4" w:rsidRDefault="00986AF4" w:rsidP="00986AF4">
      <w:pPr>
        <w:pStyle w:val="Heading11"/>
      </w:pPr>
      <w:r>
        <w:t>Navezava na projekte v okviru proračunske postavke</w:t>
      </w:r>
    </w:p>
    <w:p w14:paraId="6C60A458" w14:textId="41C72ACD" w:rsidR="00986AF4" w:rsidRDefault="00986AF4" w:rsidP="00986AF4">
      <w:pPr>
        <w:pStyle w:val="Heading11"/>
      </w:pPr>
      <w:r>
        <w:t>Izhodišča, na katerih temeljijo izračuni predlogov pravic porabe za del, ki se ne izvršuje preko NRP (Neposredni učinek in kazalnik)</w:t>
      </w:r>
    </w:p>
    <w:p w14:paraId="3FAEF7B3" w14:textId="77777777" w:rsidR="00986AF4" w:rsidRDefault="00986AF4" w:rsidP="00986AF4"/>
    <w:p w14:paraId="53644F9A" w14:textId="471EAB1B" w:rsidR="00986AF4" w:rsidRDefault="00986AF4" w:rsidP="00986AF4">
      <w:pPr>
        <w:pStyle w:val="AHeading5"/>
      </w:pPr>
      <w:bookmarkStart w:id="297" w:name="_Toc184208586"/>
      <w:r>
        <w:t>19 - IZOBRAŽEVANJE</w:t>
      </w:r>
      <w:bookmarkEnd w:id="297"/>
    </w:p>
    <w:p w14:paraId="2F8A5670" w14:textId="4739491D" w:rsidR="00986AF4" w:rsidRDefault="00986AF4" w:rsidP="00986AF4">
      <w:pPr>
        <w:pStyle w:val="Vrednost"/>
      </w:pPr>
      <w:r>
        <w:t>Vrednost: 3.483.562 €</w:t>
      </w:r>
    </w:p>
    <w:p w14:paraId="07CD3D64" w14:textId="17822E01" w:rsidR="00986AF4" w:rsidRDefault="00986AF4" w:rsidP="00986AF4">
      <w:pPr>
        <w:pStyle w:val="Heading11"/>
      </w:pPr>
      <w:r>
        <w:t>Opis področja proračunske porabe, poslanstva občine znotraj področja proračunske porabe</w:t>
      </w:r>
    </w:p>
    <w:p w14:paraId="69B44C54" w14:textId="399CA4CA" w:rsidR="00986AF4" w:rsidRDefault="00986AF4" w:rsidP="00986AF4">
      <w:r>
        <w:t>Pogoje, način upravljanja in financiranje vzgoje in izobraževanja, ki jih izvaja občina Bistrica ob Sotli na področjih predšolske vzgoje, osnovnošolskega izobraževanja, vzgoje in izobraževanja otrok s posebnimi potrebami, osnovnega glasbenega izobraževanja in izobraževanja odraslih ureja Zakon o organizaciji in financiranju vzgoje in izobraževanja.</w:t>
      </w:r>
    </w:p>
    <w:p w14:paraId="39C468AE" w14:textId="150DC45B" w:rsidR="00986AF4" w:rsidRDefault="00986AF4" w:rsidP="00986AF4">
      <w:pPr>
        <w:pStyle w:val="Heading11"/>
      </w:pPr>
      <w:r>
        <w:t>Dokumenti dolgoročnega razvojnega načrtovanja</w:t>
      </w:r>
    </w:p>
    <w:p w14:paraId="4B4AE4BF" w14:textId="6F67DBAF" w:rsidR="00986AF4" w:rsidRDefault="00986AF4" w:rsidP="00986AF4">
      <w:r>
        <w:t>" NRP Občine Bistrica ob Sotli </w:t>
      </w:r>
    </w:p>
    <w:p w14:paraId="3F5BC139" w14:textId="108A165D" w:rsidR="00986AF4" w:rsidRDefault="00986AF4" w:rsidP="00986AF4">
      <w:pPr>
        <w:pStyle w:val="Heading11"/>
      </w:pPr>
      <w:r>
        <w:lastRenderedPageBreak/>
        <w:t>Dolgoročni cilji področja proračunske porabe (Splošni cilj)</w:t>
      </w:r>
    </w:p>
    <w:p w14:paraId="2F712225" w14:textId="709C130F" w:rsidR="00986AF4" w:rsidRDefault="00986AF4" w:rsidP="00986AF4">
      <w:r>
        <w:t xml:space="preserve">" zagotavljati prostorske in materialne pogoje za izvajanje vzgojno izobraževalne dejavnosti na področju predšolske vzgoje in osnovnega izobraževanja in  izobraževanja odraslih  </w:t>
      </w:r>
      <w:r>
        <w:br/>
        <w:t>" zagotavljati sredstva za pomoči šolajočim</w:t>
      </w:r>
    </w:p>
    <w:p w14:paraId="08655166" w14:textId="51E9D9A8" w:rsidR="00986AF4" w:rsidRDefault="00986AF4" w:rsidP="00986AF4">
      <w:pPr>
        <w:pStyle w:val="Heading11"/>
      </w:pPr>
      <w:r>
        <w:t>Oznaka in nazivi glavnih programov v pristojnosti občine</w:t>
      </w:r>
    </w:p>
    <w:p w14:paraId="0A427952" w14:textId="77777777" w:rsidR="00986AF4" w:rsidRPr="00986AF4" w:rsidRDefault="00986AF4" w:rsidP="00986AF4">
      <w:pPr>
        <w:pStyle w:val="Navadensplet"/>
      </w:pPr>
      <w:r w:rsidRPr="00986AF4">
        <w:t>1902 - Varstvo in vzgoja predšolskih otrok</w:t>
      </w:r>
      <w:r w:rsidRPr="00986AF4">
        <w:br/>
        <w:t>1903 - Primarno in sekundarno izobraževanje</w:t>
      </w:r>
      <w:r w:rsidRPr="00986AF4">
        <w:br/>
        <w:t xml:space="preserve">1904- </w:t>
      </w:r>
      <w:proofErr w:type="spellStart"/>
      <w:r w:rsidRPr="00986AF4">
        <w:t>Tercialno</w:t>
      </w:r>
      <w:proofErr w:type="spellEnd"/>
      <w:r w:rsidRPr="00986AF4">
        <w:t xml:space="preserve"> izobraževanje</w:t>
      </w:r>
    </w:p>
    <w:p w14:paraId="3334F1D1" w14:textId="77777777" w:rsidR="00986AF4" w:rsidRPr="00986AF4" w:rsidRDefault="00986AF4" w:rsidP="00986AF4">
      <w:pPr>
        <w:pStyle w:val="Navadensplet"/>
      </w:pPr>
      <w:r w:rsidRPr="00986AF4">
        <w:t>1905 - Drugi izobraževalni programi</w:t>
      </w:r>
      <w:r w:rsidRPr="00986AF4">
        <w:br/>
        <w:t>1906 - Pomoči šolajočim</w:t>
      </w:r>
    </w:p>
    <w:p w14:paraId="4DE31359" w14:textId="77777777" w:rsidR="00986AF4" w:rsidRDefault="00986AF4" w:rsidP="00986AF4"/>
    <w:p w14:paraId="1C7A8031" w14:textId="33D705F5" w:rsidR="00986AF4" w:rsidRDefault="00986AF4" w:rsidP="00986AF4">
      <w:pPr>
        <w:pStyle w:val="AHeading6"/>
      </w:pPr>
      <w:bookmarkStart w:id="298" w:name="_Toc184208587"/>
      <w:r>
        <w:t>1902 - Varstvo in vzgoja predšolskih otrok</w:t>
      </w:r>
      <w:bookmarkEnd w:id="298"/>
    </w:p>
    <w:p w14:paraId="0DC7494A" w14:textId="2935EB9D" w:rsidR="00986AF4" w:rsidRDefault="00986AF4" w:rsidP="00986AF4">
      <w:pPr>
        <w:pStyle w:val="Vrednost"/>
      </w:pPr>
      <w:r>
        <w:t>Vrednost: 328.893 €</w:t>
      </w:r>
    </w:p>
    <w:p w14:paraId="3EC5B22F" w14:textId="151358EA" w:rsidR="00986AF4" w:rsidRDefault="00986AF4" w:rsidP="00986AF4">
      <w:pPr>
        <w:pStyle w:val="Heading11"/>
      </w:pPr>
      <w:r>
        <w:t>Opis glavnega programa</w:t>
      </w:r>
    </w:p>
    <w:p w14:paraId="79561ED9" w14:textId="0567CB47" w:rsidR="00986AF4" w:rsidRDefault="00986AF4" w:rsidP="00986AF4">
      <w:r>
        <w:t>V okviru tega programa se zagotavljajo optimalne možnosti za vključitev čim večjega števila otrok v vrtec.</w:t>
      </w:r>
    </w:p>
    <w:p w14:paraId="757AE890" w14:textId="61B61DED" w:rsidR="00986AF4" w:rsidRDefault="00986AF4" w:rsidP="00986AF4">
      <w:pPr>
        <w:pStyle w:val="Heading11"/>
      </w:pPr>
      <w:r>
        <w:t>Dolgoročni cilji glavnega programa (Specifični cilj in kazalniki)</w:t>
      </w:r>
    </w:p>
    <w:p w14:paraId="723DDC0B" w14:textId="7BAAF5D9" w:rsidR="00986AF4" w:rsidRDefault="00986AF4" w:rsidP="00986AF4">
      <w:r>
        <w:t>" zagotavljati varstvo in vzgojo predšolskih otrok</w:t>
      </w:r>
    </w:p>
    <w:p w14:paraId="26DCA1F2" w14:textId="6B963679" w:rsidR="00986AF4" w:rsidRDefault="00986AF4" w:rsidP="00986AF4">
      <w:pPr>
        <w:pStyle w:val="Heading11"/>
      </w:pPr>
      <w:r>
        <w:t>Glavni letni izvedbeni cilji in kazalci, s katerimi se bo merilo doseganje zastavljenih ciljev</w:t>
      </w:r>
    </w:p>
    <w:p w14:paraId="53B32BEF" w14:textId="072BC317" w:rsidR="00986AF4" w:rsidRDefault="00986AF4" w:rsidP="00986AF4">
      <w:r>
        <w:t>Cilji:</w:t>
      </w:r>
      <w:r>
        <w:br/>
        <w:t xml:space="preserve">" zagotavljati možnosti za varstvo in vzgojo predšolskih otrok </w:t>
      </w:r>
      <w:r>
        <w:br/>
        <w:t xml:space="preserve">" subvencioniranje plačila programov vrtca </w:t>
      </w:r>
      <w:r>
        <w:br/>
        <w:t>Kazalci:</w:t>
      </w:r>
      <w:r>
        <w:br/>
        <w:t>" število vključenih otrok v vrtec</w:t>
      </w:r>
    </w:p>
    <w:p w14:paraId="44B241A6" w14:textId="06F62653" w:rsidR="00986AF4" w:rsidRDefault="00986AF4" w:rsidP="00986AF4">
      <w:pPr>
        <w:pStyle w:val="Heading11"/>
      </w:pPr>
      <w:r>
        <w:t>Podprogrami in proračunski uporabniki znotraj glavnega programa</w:t>
      </w:r>
    </w:p>
    <w:p w14:paraId="0C3CF314" w14:textId="4379BED3" w:rsidR="00986AF4" w:rsidRDefault="00986AF4" w:rsidP="00986AF4">
      <w:r>
        <w:t>19029001  Vrtci</w:t>
      </w:r>
      <w:r>
        <w:br/>
        <w:t>           0004 - Občinska uprava</w:t>
      </w:r>
    </w:p>
    <w:p w14:paraId="0D70AF88" w14:textId="619B364D" w:rsidR="00986AF4" w:rsidRDefault="00986AF4" w:rsidP="00986AF4">
      <w:pPr>
        <w:pStyle w:val="AHeading7"/>
      </w:pPr>
      <w:bookmarkStart w:id="299" w:name="_Toc184208588"/>
      <w:r>
        <w:t>19029001 - Vrtci</w:t>
      </w:r>
      <w:bookmarkStart w:id="300" w:name="PPR_19029001_A_20261"/>
      <w:bookmarkEnd w:id="300"/>
      <w:bookmarkEnd w:id="299"/>
    </w:p>
    <w:p w14:paraId="791C65FB" w14:textId="5874B458" w:rsidR="00986AF4" w:rsidRDefault="00986AF4" w:rsidP="00986AF4">
      <w:pPr>
        <w:pStyle w:val="Vrednost"/>
      </w:pPr>
      <w:r>
        <w:t>Vrednost: 328.893 €</w:t>
      </w:r>
    </w:p>
    <w:p w14:paraId="27DAAD3B" w14:textId="0342226F" w:rsidR="00986AF4" w:rsidRDefault="00986AF4" w:rsidP="00986AF4">
      <w:pPr>
        <w:pStyle w:val="Heading11"/>
      </w:pPr>
      <w:r>
        <w:t>Opis podprograma</w:t>
      </w:r>
    </w:p>
    <w:p w14:paraId="29D40604" w14:textId="753916F8" w:rsidR="00986AF4" w:rsidRDefault="00986AF4" w:rsidP="00986AF4">
      <w:r>
        <w:t>Podprogram obsega dejavnost javnih in zasebnih vrtcev (plačilo razlike med ceno programov in plačili staršev ter gradnja in vzdrževanje vrtcev.</w:t>
      </w:r>
    </w:p>
    <w:p w14:paraId="70F37B6C" w14:textId="2335E70D" w:rsidR="00986AF4" w:rsidRDefault="00986AF4" w:rsidP="00986AF4">
      <w:pPr>
        <w:pStyle w:val="Heading11"/>
      </w:pPr>
      <w:r>
        <w:t>Zakonske in druge pravne podlage</w:t>
      </w:r>
    </w:p>
    <w:p w14:paraId="41E616EE" w14:textId="77777777" w:rsidR="00986AF4" w:rsidRDefault="00986AF4" w:rsidP="00986AF4">
      <w:pPr>
        <w:rPr>
          <w:lang w:eastAsia="sl-SI"/>
        </w:rPr>
      </w:pPr>
      <w:r>
        <w:t xml:space="preserve">" Zakon o organizaciji in financiranju vzgoje in izobraževanja </w:t>
      </w:r>
      <w:r>
        <w:br/>
        <w:t xml:space="preserve">" Zakon o vrtcih </w:t>
      </w:r>
      <w:r>
        <w:br/>
        <w:t xml:space="preserve">" Pravilnik o plačilih staršev za programe v vrtcih </w:t>
      </w:r>
      <w:r>
        <w:br/>
        <w:t xml:space="preserve">" Pravilnik o normativih in kadrovskih pogojih za opravljanje dejavnosti predšolske vzgoje </w:t>
      </w:r>
      <w:r>
        <w:br/>
        <w:t xml:space="preserve">" Pravilnik o normativih in minimalnih tehničnih pogojih za prostore in opremo vrtca </w:t>
      </w:r>
      <w:r>
        <w:br/>
        <w:t>" Sklep o določitvi cen programov v enoti vrtec Pikapolonica (Uradni list RS št. 165/2022).</w:t>
      </w:r>
    </w:p>
    <w:p w14:paraId="45880EEB" w14:textId="77777777" w:rsidR="00986AF4" w:rsidRDefault="00986AF4" w:rsidP="00986AF4"/>
    <w:p w14:paraId="1341B930" w14:textId="2D4B5573" w:rsidR="00986AF4" w:rsidRDefault="00986AF4" w:rsidP="00986AF4">
      <w:pPr>
        <w:pStyle w:val="Heading11"/>
      </w:pPr>
      <w:r>
        <w:t>Dolgoročni cilji podprograma in kazalci, s katerimi se bo merilo doseganje zastavljenih ciljev (Rezultat in kazalniki)</w:t>
      </w:r>
    </w:p>
    <w:p w14:paraId="3AC1BC40" w14:textId="3B77FF74" w:rsidR="00986AF4" w:rsidRDefault="00986AF4" w:rsidP="00986AF4">
      <w:r>
        <w:t>Cilji:</w:t>
      </w:r>
      <w:r>
        <w:br/>
        <w:t>" zagotavljati varstvo in vzgojo predšolskih otrok</w:t>
      </w:r>
      <w:r>
        <w:br/>
        <w:t>Kazalci:</w:t>
      </w:r>
      <w:r>
        <w:br/>
        <w:t>" število vključenih otrok v vrtec</w:t>
      </w:r>
    </w:p>
    <w:p w14:paraId="26E23C49" w14:textId="2B0C2E54" w:rsidR="00986AF4" w:rsidRDefault="00986AF4" w:rsidP="00986AF4">
      <w:pPr>
        <w:pStyle w:val="Heading11"/>
      </w:pPr>
      <w:r>
        <w:lastRenderedPageBreak/>
        <w:t>Letni izvedbeni cilji podprograma in kazalci, s katerimi se bo merilo doseganje zastavljenih ciljev (Neposredni učinek in kazalnik)</w:t>
      </w:r>
    </w:p>
    <w:p w14:paraId="608440CA" w14:textId="47664CA9" w:rsidR="00986AF4" w:rsidRDefault="00986AF4" w:rsidP="00986AF4">
      <w:r>
        <w:t>Cilji:</w:t>
      </w:r>
      <w:r>
        <w:br/>
        <w:t>" izvedba investicijsko vzdrževalnih del na podlagi izkazanih potreb,</w:t>
      </w:r>
      <w:r>
        <w:br/>
        <w:t xml:space="preserve">" izvedba načrtovanega programa v okviru vrtca </w:t>
      </w:r>
      <w:r>
        <w:br/>
        <w:t>" </w:t>
      </w:r>
      <w:r>
        <w:br/>
        <w:t>" Kazalci:</w:t>
      </w:r>
      <w:r>
        <w:br/>
        <w:t>" vzdrževane in adaptirane površine v m2</w:t>
      </w:r>
      <w:r>
        <w:br/>
        <w:t>" obseg izvedenega programa vrtca</w:t>
      </w:r>
    </w:p>
    <w:p w14:paraId="3B657AC1" w14:textId="3F1BAEBB" w:rsidR="00986AF4" w:rsidRDefault="00986AF4" w:rsidP="00986AF4">
      <w:pPr>
        <w:pStyle w:val="AHeading8"/>
      </w:pPr>
      <w:r>
        <w:t>0004 - Občinska uprava</w:t>
      </w:r>
      <w:bookmarkStart w:id="301" w:name="PU_0004_PPR_19029001_A_20261"/>
      <w:bookmarkEnd w:id="301"/>
    </w:p>
    <w:p w14:paraId="6E3ED3BE" w14:textId="3C0BD263" w:rsidR="00986AF4" w:rsidRDefault="00986AF4" w:rsidP="00986AF4">
      <w:pPr>
        <w:pStyle w:val="Vrednost"/>
      </w:pPr>
      <w:r>
        <w:t>Vrednost: 5.509.267 €</w:t>
      </w:r>
    </w:p>
    <w:p w14:paraId="102A3B28" w14:textId="4C6F4835" w:rsidR="00986AF4" w:rsidRDefault="00986AF4" w:rsidP="00986AF4">
      <w:pPr>
        <w:pStyle w:val="AHeading10"/>
      </w:pPr>
      <w:r>
        <w:t>19001 - Dejavnost vrtca Pikapolonica</w:t>
      </w:r>
      <w:bookmarkStart w:id="302" w:name="PP_19001_A_20261"/>
      <w:bookmarkEnd w:id="302"/>
    </w:p>
    <w:p w14:paraId="03F3BE0C" w14:textId="1AA086E0" w:rsidR="00986AF4" w:rsidRDefault="00986AF4" w:rsidP="00986AF4">
      <w:pPr>
        <w:pStyle w:val="Vrednost"/>
      </w:pPr>
      <w:r>
        <w:t>Vrednost: 313.750 €</w:t>
      </w:r>
    </w:p>
    <w:p w14:paraId="1A5E9B6C" w14:textId="4A431890" w:rsidR="00986AF4" w:rsidRDefault="00986AF4" w:rsidP="00986AF4">
      <w:pPr>
        <w:pStyle w:val="Heading11"/>
      </w:pPr>
      <w:r>
        <w:t>Obrazložitev dejavnosti v okviru proračunske postavke</w:t>
      </w:r>
    </w:p>
    <w:p w14:paraId="12331A2C" w14:textId="77777777" w:rsidR="00986AF4" w:rsidRPr="00986AF4" w:rsidRDefault="00986AF4" w:rsidP="00986AF4">
      <w:pPr>
        <w:rPr>
          <w:lang w:eastAsia="sl-SI"/>
        </w:rPr>
      </w:pPr>
      <w:r w:rsidRPr="00986AF4">
        <w:t>Na proračunski postavki so predvideni izdatki za  plačilo razlike med ceno programov v vrtcu in plačili staršev. Ekonomska cena v vrtcu Pikapolonica je za leto 2025 načrtovana v višini  527,30 EUR na otroka.  V ceni programa vrtca so zajeti stroški za plače in druge izdatke zaposlenim v vrtcih v skladu z normativi in standardi, materialni stroški, stroški prehrane sredstva za igrače in didaktični material. Starši plačajo največ 80 % cene programa.</w:t>
      </w:r>
    </w:p>
    <w:p w14:paraId="4D7FBCC9" w14:textId="77777777" w:rsidR="00986AF4" w:rsidRPr="00986AF4" w:rsidRDefault="00986AF4" w:rsidP="00986AF4"/>
    <w:p w14:paraId="387A4AB4" w14:textId="77777777" w:rsidR="00986AF4" w:rsidRPr="00986AF4" w:rsidRDefault="00986AF4" w:rsidP="00986AF4">
      <w:r w:rsidRPr="00986AF4">
        <w:t>V načrtovani amortizaciji za leto 2018 je predvidena postavitev ograje pri vrtcu (5.000 EUR) ob zdravstvenem domu zaradi ustnega opomina inšpektorja zaradi neustrezne ograje. Ob naslednjem obisku bo vrtcu izdal odločbo. Načrtovana je tudi učna tehnologija (4.000 EUR) za nakup treh širokokotnih projektorjev s platni in nosilci ter treh prenosnikov.</w:t>
      </w:r>
    </w:p>
    <w:p w14:paraId="4690B382" w14:textId="77777777" w:rsidR="00986AF4" w:rsidRPr="00986AF4" w:rsidRDefault="00986AF4" w:rsidP="00986AF4"/>
    <w:p w14:paraId="729678AB" w14:textId="77777777" w:rsidR="00986AF4" w:rsidRDefault="00986AF4" w:rsidP="00986AF4"/>
    <w:p w14:paraId="44365BAE" w14:textId="0A1F301F" w:rsidR="00986AF4" w:rsidRDefault="00986AF4" w:rsidP="00986AF4">
      <w:pPr>
        <w:pStyle w:val="Heading11"/>
      </w:pPr>
      <w:r>
        <w:t>Navezava na projekte v okviru proračunske postavke</w:t>
      </w:r>
    </w:p>
    <w:p w14:paraId="52F7DB83" w14:textId="66C0680B" w:rsidR="00986AF4" w:rsidRDefault="00986AF4" w:rsidP="00986AF4">
      <w:pPr>
        <w:pStyle w:val="Heading11"/>
      </w:pPr>
      <w:r>
        <w:t>Izhodišča, na katerih temeljijo izračuni predlogov pravic porabe za del, ki se ne izvršuje preko NRP (Neposredni učinek in kazalnik)</w:t>
      </w:r>
    </w:p>
    <w:p w14:paraId="5803C6D8" w14:textId="73BBEBF0" w:rsidR="00986AF4" w:rsidRDefault="00986AF4" w:rsidP="00986AF4">
      <w:r>
        <w:t>Sredstva so planirana na podlagi  letnega plana dela Vrtca Pikapolonica.</w:t>
      </w:r>
    </w:p>
    <w:p w14:paraId="0F4A2407" w14:textId="54357533" w:rsidR="00986AF4" w:rsidRDefault="00986AF4" w:rsidP="00986AF4">
      <w:pPr>
        <w:pStyle w:val="AHeading10"/>
      </w:pPr>
      <w:r>
        <w:t>19002 - Doplačilo varstva otrok v vrtcih v drugih občinah</w:t>
      </w:r>
      <w:bookmarkStart w:id="303" w:name="PP_19002_A_20261"/>
      <w:bookmarkEnd w:id="303"/>
    </w:p>
    <w:p w14:paraId="1C64C00C" w14:textId="4216384F" w:rsidR="00986AF4" w:rsidRDefault="00986AF4" w:rsidP="00986AF4">
      <w:pPr>
        <w:pStyle w:val="Vrednost"/>
      </w:pPr>
      <w:r>
        <w:t>Vrednost: 13.000 €</w:t>
      </w:r>
    </w:p>
    <w:p w14:paraId="23CCA40B" w14:textId="447130A7" w:rsidR="00986AF4" w:rsidRDefault="00986AF4" w:rsidP="00986AF4">
      <w:pPr>
        <w:pStyle w:val="Heading11"/>
      </w:pPr>
      <w:r>
        <w:t>Obrazložitev dejavnosti v okviru proračunske postavke</w:t>
      </w:r>
    </w:p>
    <w:p w14:paraId="4C99B9EA" w14:textId="2DDE562A" w:rsidR="00986AF4" w:rsidRDefault="00986AF4" w:rsidP="00986AF4">
      <w:r>
        <w:t xml:space="preserve">Občina je dolžna plačevati  stroške </w:t>
      </w:r>
      <w:proofErr w:type="spellStart"/>
      <w:r>
        <w:t>vzgojnin</w:t>
      </w:r>
      <w:proofErr w:type="spellEnd"/>
      <w:r>
        <w:t xml:space="preserve"> za naše otroke  tudi vrtcem iz drugih občin, v kolikor so vanje vključeni.</w:t>
      </w:r>
    </w:p>
    <w:p w14:paraId="0A98DE3A" w14:textId="16E187B8" w:rsidR="00986AF4" w:rsidRDefault="00986AF4" w:rsidP="00986AF4">
      <w:pPr>
        <w:pStyle w:val="Heading11"/>
      </w:pPr>
      <w:r>
        <w:t>Navezava na projekte v okviru proračunske postavke</w:t>
      </w:r>
    </w:p>
    <w:p w14:paraId="1EA40343" w14:textId="41F4AF25" w:rsidR="00986AF4" w:rsidRDefault="00986AF4" w:rsidP="00986AF4">
      <w:pPr>
        <w:pStyle w:val="Heading11"/>
      </w:pPr>
      <w:r>
        <w:t>Izhodišča, na katerih temeljijo izračuni predlogov pravic porabe za del, ki se ne izvršuje preko NRP (Neposredni učinek in kazalnik)</w:t>
      </w:r>
    </w:p>
    <w:p w14:paraId="5B84DB3A" w14:textId="608A2251" w:rsidR="00986AF4" w:rsidRDefault="00986AF4" w:rsidP="00986AF4">
      <w:r>
        <w:t>Sredstva so planirana na podlagi potreb v letu 2026.</w:t>
      </w:r>
    </w:p>
    <w:p w14:paraId="716D0634" w14:textId="1C1F202D" w:rsidR="00986AF4" w:rsidRDefault="00986AF4" w:rsidP="00986AF4">
      <w:pPr>
        <w:pStyle w:val="AHeading10"/>
      </w:pPr>
      <w:r>
        <w:t>19003 - Sofina</w:t>
      </w:r>
      <w:r w:rsidR="00F82916">
        <w:t>n</w:t>
      </w:r>
      <w:r>
        <w:t>ciranje bolnišničnega oddelka vrtca</w:t>
      </w:r>
      <w:bookmarkStart w:id="304" w:name="PP_19003_A_20261"/>
      <w:bookmarkEnd w:id="304"/>
    </w:p>
    <w:p w14:paraId="573587EF" w14:textId="31D512DB" w:rsidR="00986AF4" w:rsidRDefault="00986AF4" w:rsidP="00986AF4">
      <w:pPr>
        <w:pStyle w:val="Vrednost"/>
      </w:pPr>
      <w:r>
        <w:t>Vrednost: 650 €</w:t>
      </w:r>
    </w:p>
    <w:p w14:paraId="7C01F64F" w14:textId="216FB6BC" w:rsidR="00986AF4" w:rsidRDefault="00986AF4" w:rsidP="00986AF4">
      <w:pPr>
        <w:pStyle w:val="Heading11"/>
      </w:pPr>
      <w:r>
        <w:t>Obrazložitev dejavnosti v okviru proračunske postavke</w:t>
      </w:r>
    </w:p>
    <w:p w14:paraId="08A0EE16" w14:textId="35135FB4" w:rsidR="00986AF4" w:rsidRDefault="00986AF4" w:rsidP="00986AF4">
      <w:r>
        <w:t>Občina v skladu s pogodbo sofinancira tudi program bolnišničnega vrtca v Splošni bolnišnici Celje in Brežice.</w:t>
      </w:r>
    </w:p>
    <w:p w14:paraId="614BF734" w14:textId="364844F1" w:rsidR="00986AF4" w:rsidRDefault="00986AF4" w:rsidP="00986AF4">
      <w:pPr>
        <w:pStyle w:val="Heading11"/>
      </w:pPr>
      <w:r>
        <w:t>Navezava na projekte v okviru proračunske postavke</w:t>
      </w:r>
    </w:p>
    <w:p w14:paraId="030B5A80" w14:textId="56FCE2A6" w:rsidR="00986AF4" w:rsidRDefault="00986AF4" w:rsidP="00986AF4">
      <w:pPr>
        <w:pStyle w:val="Heading11"/>
      </w:pPr>
      <w:r>
        <w:t>Izhodišča, na katerih temeljijo izračuni predlogov pravic porabe za del, ki se ne izvršuje preko NRP (Neposredni učinek in kazalnik)</w:t>
      </w:r>
    </w:p>
    <w:p w14:paraId="25D37F57" w14:textId="655CC3CB" w:rsidR="00986AF4" w:rsidRDefault="00986AF4" w:rsidP="00986AF4">
      <w:r>
        <w:t>Sredstva so planirana na podlagi realizacije v letu 2024.</w:t>
      </w:r>
    </w:p>
    <w:p w14:paraId="740EE469" w14:textId="5FA02F3D" w:rsidR="00986AF4" w:rsidRDefault="00986AF4" w:rsidP="00986AF4">
      <w:pPr>
        <w:pStyle w:val="AHeading10"/>
      </w:pPr>
      <w:r>
        <w:lastRenderedPageBreak/>
        <w:t>19016 - Dodatni programi v vrtcu Pikapolonica</w:t>
      </w:r>
      <w:bookmarkStart w:id="305" w:name="PP_19016_A_20261"/>
      <w:bookmarkEnd w:id="305"/>
    </w:p>
    <w:p w14:paraId="3458B3D2" w14:textId="1C48F725" w:rsidR="00986AF4" w:rsidRDefault="00986AF4" w:rsidP="00986AF4">
      <w:pPr>
        <w:pStyle w:val="Vrednost"/>
      </w:pPr>
      <w:r>
        <w:t>Vrednost: 1.493 €</w:t>
      </w:r>
    </w:p>
    <w:p w14:paraId="16601282" w14:textId="494D382A" w:rsidR="00986AF4" w:rsidRDefault="00986AF4" w:rsidP="00986AF4">
      <w:pPr>
        <w:pStyle w:val="Heading11"/>
      </w:pPr>
      <w:r>
        <w:t>Obrazložitev dejavnosti v okviru proračunske postavke</w:t>
      </w:r>
    </w:p>
    <w:p w14:paraId="7967FCC6" w14:textId="4F95EED0" w:rsidR="00986AF4" w:rsidRDefault="00986AF4" w:rsidP="00986AF4">
      <w:r>
        <w:t>Sredstva so planirana za izvedbo zimske šole v naravi in za izvedbo  dodatnih programov vrtca, kamor štejemo organizacijo ur pravljic, šolo v naravi.</w:t>
      </w:r>
    </w:p>
    <w:p w14:paraId="5C3B9D2C" w14:textId="2207BC68" w:rsidR="00986AF4" w:rsidRDefault="00986AF4" w:rsidP="00986AF4">
      <w:pPr>
        <w:pStyle w:val="Heading11"/>
      </w:pPr>
      <w:r>
        <w:t>Navezava na projekte v okviru proračunske postavke</w:t>
      </w:r>
    </w:p>
    <w:p w14:paraId="609D8C43" w14:textId="369DFCA2" w:rsidR="00986AF4" w:rsidRDefault="00986AF4" w:rsidP="00986AF4">
      <w:pPr>
        <w:pStyle w:val="Heading11"/>
      </w:pPr>
      <w:r>
        <w:t>Izhodišča, na katerih temeljijo izračuni predlogov pravic porabe za del, ki se ne izvršuje preko NRP (Neposredni učinek in kazalnik)</w:t>
      </w:r>
    </w:p>
    <w:p w14:paraId="796B5A64" w14:textId="0AA46631" w:rsidR="00986AF4" w:rsidRDefault="00986AF4" w:rsidP="00986AF4">
      <w:r>
        <w:t>Sredstva so planirana na osnovi ocene potreb OŠ Bistrica ob Sotli  enota vrtec za leto 2026.</w:t>
      </w:r>
    </w:p>
    <w:p w14:paraId="2EACFD80" w14:textId="77777777" w:rsidR="00986AF4" w:rsidRDefault="00986AF4" w:rsidP="00986AF4"/>
    <w:p w14:paraId="551E3892" w14:textId="156ED99E" w:rsidR="00986AF4" w:rsidRDefault="00986AF4" w:rsidP="00986AF4">
      <w:pPr>
        <w:pStyle w:val="AHeading6"/>
      </w:pPr>
      <w:bookmarkStart w:id="306" w:name="_Toc184208589"/>
      <w:r>
        <w:t>1903 - Primarno in sekundarno izobraževanje</w:t>
      </w:r>
      <w:bookmarkEnd w:id="306"/>
    </w:p>
    <w:p w14:paraId="0061B703" w14:textId="070A8B9C" w:rsidR="00986AF4" w:rsidRDefault="00986AF4" w:rsidP="00986AF4">
      <w:pPr>
        <w:pStyle w:val="Vrednost"/>
      </w:pPr>
      <w:r>
        <w:t>Vrednost: 3.014.429 €</w:t>
      </w:r>
    </w:p>
    <w:p w14:paraId="2F94683F" w14:textId="4C1E9A77" w:rsidR="00986AF4" w:rsidRDefault="00986AF4" w:rsidP="00986AF4">
      <w:pPr>
        <w:pStyle w:val="Heading11"/>
      </w:pPr>
      <w:r>
        <w:t>Opis glavnega programa</w:t>
      </w:r>
    </w:p>
    <w:p w14:paraId="7807213A" w14:textId="1DF3A70F" w:rsidR="00986AF4" w:rsidRDefault="00986AF4" w:rsidP="00986AF4">
      <w:r>
        <w:t>Na programu so zagotovljena sredstva za sofinanciranje dejavnosti osnovne šole v občini, dejavnosti osnovne šole s prilagojenim programom in dejavnosti glasbene šole.</w:t>
      </w:r>
    </w:p>
    <w:p w14:paraId="0AAC83E1" w14:textId="7B509184" w:rsidR="00986AF4" w:rsidRDefault="00986AF4" w:rsidP="00986AF4">
      <w:pPr>
        <w:pStyle w:val="Heading11"/>
      </w:pPr>
      <w:r>
        <w:t>Dolgoročni cilji glavnega programa (Specifični cilj in kazalniki)</w:t>
      </w:r>
    </w:p>
    <w:p w14:paraId="122C9FD2" w14:textId="0D639046" w:rsidR="00986AF4" w:rsidRDefault="00986AF4" w:rsidP="00986AF4">
      <w:r>
        <w:t xml:space="preserve">" zagotavljati sredstva za izvajanje obveznega, razširjenega in obogatitvenega šolskega programa,  </w:t>
      </w:r>
      <w:r>
        <w:br/>
        <w:t>" zagotavljati sredstva za tekoče in investicijsko vzdrževanje prostora in opreme šol.</w:t>
      </w:r>
    </w:p>
    <w:p w14:paraId="71B0D0C1" w14:textId="5EDAA43B" w:rsidR="00986AF4" w:rsidRDefault="00986AF4" w:rsidP="00986AF4">
      <w:pPr>
        <w:pStyle w:val="Heading11"/>
      </w:pPr>
      <w:r>
        <w:t>Glavni letni izvedbeni cilji in kazalci, s katerimi se bo merilo doseganje zastavljenih ciljev</w:t>
      </w:r>
    </w:p>
    <w:p w14:paraId="62552AF8" w14:textId="5AACB350" w:rsidR="00986AF4" w:rsidRDefault="00986AF4" w:rsidP="00986AF4">
      <w:r>
        <w:t>Cilji:</w:t>
      </w:r>
      <w:r>
        <w:br/>
        <w:t>" zagotavljanje optimalnih možnosti za vzgojo in izobraževanje učencev,</w:t>
      </w:r>
      <w:r>
        <w:br/>
        <w:t xml:space="preserve">" z dodatnim programom omogočiti izvedbo najrazličnejših dejavnosti, ki izboljšujejo kvaliteto in standard vzgojno izobraževalnega procesa </w:t>
      </w:r>
      <w:r>
        <w:br/>
        <w:t>Kazalci:</w:t>
      </w:r>
      <w:r>
        <w:br/>
        <w:t>" delež  učencev, ki so uspešno zaključili šolanje,</w:t>
      </w:r>
      <w:r>
        <w:br/>
        <w:t>" obnovljene in vzdrževane površine v m2</w:t>
      </w:r>
    </w:p>
    <w:p w14:paraId="6080E7E0" w14:textId="7FCA41E3" w:rsidR="00986AF4" w:rsidRDefault="00986AF4" w:rsidP="00986AF4">
      <w:pPr>
        <w:pStyle w:val="Heading11"/>
      </w:pPr>
      <w:r>
        <w:t>Podprogrami in proračunski uporabniki znotraj glavnega programa</w:t>
      </w:r>
    </w:p>
    <w:p w14:paraId="3AEEECD1" w14:textId="5F0BA43E" w:rsidR="00986AF4" w:rsidRDefault="00986AF4" w:rsidP="00986AF4">
      <w:r>
        <w:t>19039001 - Osnovno šolstvo</w:t>
      </w:r>
      <w:r>
        <w:br/>
        <w:t>     0004 - Občinska uprava</w:t>
      </w:r>
      <w:r>
        <w:br/>
        <w:t>19039003 - Glasbeno šolstvo</w:t>
      </w:r>
      <w:r>
        <w:br/>
        <w:t>           0004 - Občinska uprava</w:t>
      </w:r>
    </w:p>
    <w:p w14:paraId="26CD33B4" w14:textId="5AB3EA05" w:rsidR="00986AF4" w:rsidRDefault="00986AF4" w:rsidP="00986AF4">
      <w:pPr>
        <w:pStyle w:val="AHeading7"/>
      </w:pPr>
      <w:bookmarkStart w:id="307" w:name="_Toc184208590"/>
      <w:r>
        <w:t>19039001 - Osnovno šolstvo</w:t>
      </w:r>
      <w:bookmarkStart w:id="308" w:name="PPR_19039001_A_20261"/>
      <w:bookmarkEnd w:id="308"/>
      <w:bookmarkEnd w:id="307"/>
    </w:p>
    <w:p w14:paraId="673D604D" w14:textId="5795E445" w:rsidR="00986AF4" w:rsidRDefault="00986AF4" w:rsidP="00986AF4">
      <w:pPr>
        <w:pStyle w:val="Vrednost"/>
      </w:pPr>
      <w:r>
        <w:t>Vrednost: 3.008.081 €</w:t>
      </w:r>
    </w:p>
    <w:p w14:paraId="04C32364" w14:textId="62B19EBB" w:rsidR="00986AF4" w:rsidRDefault="00986AF4" w:rsidP="00986AF4">
      <w:pPr>
        <w:pStyle w:val="Heading11"/>
      </w:pPr>
      <w:r>
        <w:t>Opis podprograma</w:t>
      </w:r>
    </w:p>
    <w:p w14:paraId="1430A1D4" w14:textId="68AFBBA3" w:rsidR="00986AF4" w:rsidRDefault="00986AF4" w:rsidP="00986AF4">
      <w:r>
        <w:t xml:space="preserve">Osnovno šolsko izobraževanje se na območju občine Bistrica ob Sotli izvaja v okviru Osnovne šole Bistrica ob Sotli. </w:t>
      </w:r>
      <w:r>
        <w:br/>
        <w:t>Finančne obveznosti lokalne skupnosti do osnovnih šol in glasbene šole so opredeljene v 82. členu Zakona o organizaciji in financiranju vzgoje in izobraževanja (ZOFVI). Sredstva se zagotavljajo za:</w:t>
      </w:r>
      <w:r>
        <w:br/>
        <w:t>" plačilo stroškov za uporabo prostora in opreme za osnovne in glasbene šole,</w:t>
      </w:r>
      <w:r>
        <w:br/>
        <w:t>" nadomestila stroškov delavcem v skladu s kolektivno pogodbo glasbenim šolam,</w:t>
      </w:r>
      <w:r>
        <w:br/>
        <w:t>" prevoze učencev osnovne šole v skladu s 56. členom zakona o osnovni šoli,</w:t>
      </w:r>
      <w:r>
        <w:br/>
        <w:t>" investicijsko vzdrževanje nepremičnin in opreme osnovnim in glasbenim šolam,</w:t>
      </w:r>
      <w:r>
        <w:br/>
        <w:t xml:space="preserve">" dodatne dejavnosti osnovne šole in </w:t>
      </w:r>
      <w:r>
        <w:br/>
        <w:t>" investicije za osnovne in glasbene šole ter organizacije za izobraževanje odraslih.</w:t>
      </w:r>
    </w:p>
    <w:p w14:paraId="6ACA4394" w14:textId="041C0484" w:rsidR="00986AF4" w:rsidRDefault="00986AF4" w:rsidP="00986AF4">
      <w:pPr>
        <w:pStyle w:val="Heading11"/>
      </w:pPr>
      <w:r>
        <w:t>Zakonske in druge pravne podlage</w:t>
      </w:r>
    </w:p>
    <w:p w14:paraId="7A7428DA" w14:textId="11ADFCFB" w:rsidR="00986AF4" w:rsidRDefault="00986AF4" w:rsidP="00986AF4">
      <w:r>
        <w:t>" Zakon o organizaciji in financiranju vzgoje in izobraževanja</w:t>
      </w:r>
      <w:r>
        <w:br/>
        <w:t>" Zakon o zavodih</w:t>
      </w:r>
      <w:r>
        <w:br/>
        <w:t>" Zakon o osnovni šoli</w:t>
      </w:r>
      <w:r>
        <w:br/>
      </w:r>
      <w:r>
        <w:lastRenderedPageBreak/>
        <w:t>" Zakon o usmerjanju otrok s posebnimi potrebami</w:t>
      </w:r>
      <w:r>
        <w:br/>
        <w:t>" Pravilnik o normativih in standardih za izvajanje programa osnovne šole</w:t>
      </w:r>
      <w:r>
        <w:br/>
        <w:t>" Odlok o ustanovitvi javnega zavoda Osnovna šola Bistrica ob Sotli  s spremembami (UL RS  71/99, 75/00)</w:t>
      </w:r>
    </w:p>
    <w:p w14:paraId="2BAA3BFD" w14:textId="1AC93269" w:rsidR="00986AF4" w:rsidRDefault="00986AF4" w:rsidP="00986AF4">
      <w:pPr>
        <w:pStyle w:val="Heading11"/>
      </w:pPr>
      <w:r>
        <w:t>Dolgoročni cilji podprograma in kazalci, s katerimi se bo merilo doseganje zastavljenih ciljev (Rezultat in kazalniki)</w:t>
      </w:r>
    </w:p>
    <w:p w14:paraId="5CD64DF2" w14:textId="1059DA85" w:rsidR="00986AF4" w:rsidRDefault="00986AF4" w:rsidP="00986AF4">
      <w:r>
        <w:t>Cilji::</w:t>
      </w:r>
      <w:r>
        <w:br/>
        <w:t xml:space="preserve">" zagotoviti ustrezne pogoje za dejavnost in razvoj osnovnega šolstva   </w:t>
      </w:r>
      <w:r>
        <w:br/>
        <w:t xml:space="preserve">Kazalci: </w:t>
      </w:r>
      <w:r>
        <w:br/>
        <w:t>" izvedeni programi v osnovni šoli  </w:t>
      </w:r>
    </w:p>
    <w:p w14:paraId="7715C062" w14:textId="08189A99" w:rsidR="00986AF4" w:rsidRDefault="00986AF4" w:rsidP="00986AF4">
      <w:pPr>
        <w:pStyle w:val="Heading11"/>
      </w:pPr>
      <w:r>
        <w:t>Letni izvedbeni cilji podprograma in kazalci, s katerimi se bo merilo doseganje zastavljenih ciljev (Neposredni učinek in kazalnik)</w:t>
      </w:r>
    </w:p>
    <w:p w14:paraId="30163264" w14:textId="248E5537" w:rsidR="00986AF4" w:rsidRDefault="00986AF4" w:rsidP="00986AF4">
      <w:r>
        <w:t>Cilji:</w:t>
      </w:r>
      <w:r>
        <w:br/>
        <w:t>" kritje stroškov dodatnega programa v šoli in s tem večji nivo znanja učencev,</w:t>
      </w:r>
      <w:r>
        <w:br/>
        <w:t>" kritje stroškov tekočega vzdrževanja, ogrevanja in drugih materialnih stroškov,</w:t>
      </w:r>
      <w:r>
        <w:br/>
        <w:t xml:space="preserve">" vzdrževanje prostora in posodabljanje opreme na osnovnih šolah </w:t>
      </w:r>
      <w:r>
        <w:br/>
        <w:t>Kazalci:</w:t>
      </w:r>
      <w:r>
        <w:br/>
        <w:t>" število učencev, ki so uspešno zaključili razred,</w:t>
      </w:r>
      <w:r>
        <w:br/>
        <w:t>" obnovljene in vzdrževane površine v m2</w:t>
      </w:r>
    </w:p>
    <w:p w14:paraId="610021DF" w14:textId="013A6CB6" w:rsidR="00986AF4" w:rsidRDefault="00986AF4" w:rsidP="00986AF4">
      <w:pPr>
        <w:pStyle w:val="AHeading8"/>
      </w:pPr>
      <w:r>
        <w:t>0004 - Občinska uprava</w:t>
      </w:r>
      <w:bookmarkStart w:id="309" w:name="PU_0004_PPR_19039001_A_20261"/>
      <w:bookmarkEnd w:id="309"/>
    </w:p>
    <w:p w14:paraId="6D1CC287" w14:textId="6CC8D513" w:rsidR="00986AF4" w:rsidRDefault="00986AF4" w:rsidP="00986AF4">
      <w:pPr>
        <w:pStyle w:val="Vrednost"/>
      </w:pPr>
      <w:r>
        <w:t>Vrednost: 5.509.267 €</w:t>
      </w:r>
    </w:p>
    <w:p w14:paraId="3E2D01FD" w14:textId="5A505A18" w:rsidR="00986AF4" w:rsidRDefault="00986AF4" w:rsidP="00986AF4">
      <w:pPr>
        <w:pStyle w:val="AHeading10"/>
      </w:pPr>
      <w:r>
        <w:t>19004 - OŠ Bistrica ob Sotli - tekoči transferi za materialne stroške</w:t>
      </w:r>
      <w:bookmarkStart w:id="310" w:name="PP_19004_A_20261"/>
      <w:bookmarkEnd w:id="310"/>
    </w:p>
    <w:p w14:paraId="70DB52DE" w14:textId="5F86A2C4" w:rsidR="00986AF4" w:rsidRDefault="00986AF4" w:rsidP="00986AF4">
      <w:pPr>
        <w:pStyle w:val="Vrednost"/>
      </w:pPr>
      <w:r>
        <w:t>Vrednost: 101.090 €</w:t>
      </w:r>
    </w:p>
    <w:p w14:paraId="04C5CC15" w14:textId="4760853B" w:rsidR="00986AF4" w:rsidRDefault="00986AF4" w:rsidP="00986AF4">
      <w:pPr>
        <w:pStyle w:val="Heading11"/>
      </w:pPr>
      <w:r>
        <w:t>Obrazložitev dejavnosti v okviru proračunske postavke</w:t>
      </w:r>
    </w:p>
    <w:p w14:paraId="422A9D35" w14:textId="77777777" w:rsidR="00986AF4" w:rsidRDefault="00986AF4" w:rsidP="00986AF4">
      <w:pPr>
        <w:rPr>
          <w:lang w:eastAsia="sl-SI"/>
        </w:rPr>
      </w:pPr>
      <w:r>
        <w:t>Vključeni so materialni stroški (elektrika, voda , telefon, ogrevanje, zavarovanje, tekoče vzdrževanje itd..).</w:t>
      </w:r>
    </w:p>
    <w:p w14:paraId="4AE94E9F" w14:textId="77777777" w:rsidR="00986AF4" w:rsidRDefault="00986AF4" w:rsidP="00986AF4"/>
    <w:p w14:paraId="118A1AE3" w14:textId="3601D26A" w:rsidR="00986AF4" w:rsidRDefault="00986AF4" w:rsidP="00986AF4">
      <w:pPr>
        <w:pStyle w:val="Heading11"/>
      </w:pPr>
      <w:r>
        <w:t>Navezava na projekte v okviru proračunske postavke</w:t>
      </w:r>
    </w:p>
    <w:p w14:paraId="4B9DCB21" w14:textId="488A6BBD" w:rsidR="00986AF4" w:rsidRDefault="00986AF4" w:rsidP="00986AF4">
      <w:pPr>
        <w:pStyle w:val="Heading11"/>
      </w:pPr>
      <w:r>
        <w:t>Izhodišča, na katerih temeljijo izračuni predlogov pravic porabe za del, ki se ne izvršuje preko NRP (Neposredni učinek in kazalnik)</w:t>
      </w:r>
    </w:p>
    <w:p w14:paraId="5A03B451" w14:textId="261BE650" w:rsidR="00986AF4" w:rsidRDefault="00986AF4" w:rsidP="00986AF4">
      <w:r>
        <w:t>Sredstva so planirana na osnovi ocene potreb OŠ Bistrica ob Sotli za leto 2026.</w:t>
      </w:r>
    </w:p>
    <w:p w14:paraId="70678C68" w14:textId="4DB68948" w:rsidR="00986AF4" w:rsidRDefault="00986AF4" w:rsidP="00986AF4">
      <w:pPr>
        <w:pStyle w:val="AHeading10"/>
      </w:pPr>
      <w:r>
        <w:t>19005 - Amortizacija OŠ BISTRICA OB SOTLI</w:t>
      </w:r>
      <w:bookmarkStart w:id="311" w:name="PP_19005_A_20261"/>
      <w:bookmarkEnd w:id="311"/>
    </w:p>
    <w:p w14:paraId="1CABF006" w14:textId="0640AF99" w:rsidR="00986AF4" w:rsidRDefault="00986AF4" w:rsidP="00986AF4">
      <w:pPr>
        <w:pStyle w:val="Vrednost"/>
      </w:pPr>
      <w:r>
        <w:t>Vrednost: 10.000 €</w:t>
      </w:r>
    </w:p>
    <w:p w14:paraId="4DE4E010" w14:textId="13EEBA54" w:rsidR="00986AF4" w:rsidRDefault="00986AF4" w:rsidP="00986AF4">
      <w:pPr>
        <w:pStyle w:val="Heading11"/>
      </w:pPr>
      <w:r>
        <w:t>Obrazložitev dejavnosti v okviru proračunske postavke</w:t>
      </w:r>
    </w:p>
    <w:p w14:paraId="17F036F2" w14:textId="478C833E" w:rsidR="00986AF4" w:rsidRDefault="00986AF4" w:rsidP="00986AF4">
      <w:r>
        <w:t>Na postavki so planirana sredstva za amortizacijo na OŠ. Iz sredstev OŠ nabavi novo opremo oz. jo nameni za investicijsko vzdrževanje.</w:t>
      </w:r>
    </w:p>
    <w:p w14:paraId="5F7DDB40" w14:textId="79107C61" w:rsidR="00986AF4" w:rsidRDefault="00986AF4" w:rsidP="00986AF4">
      <w:pPr>
        <w:pStyle w:val="Heading11"/>
      </w:pPr>
      <w:r>
        <w:t>Navezava na projekte v okviru proračunske postavke</w:t>
      </w:r>
    </w:p>
    <w:p w14:paraId="66E586A8" w14:textId="269C0718" w:rsidR="00986AF4" w:rsidRDefault="00986AF4" w:rsidP="00986AF4">
      <w:pPr>
        <w:pStyle w:val="Heading11"/>
      </w:pPr>
      <w:r>
        <w:t>Izhodišča, na katerih temeljijo izračuni predlogov pravic porabe za del, ki se ne izvršuje preko NRP (Neposredni učinek in kazalnik)</w:t>
      </w:r>
    </w:p>
    <w:p w14:paraId="24D5CFC3" w14:textId="06AA6560" w:rsidR="00986AF4" w:rsidRDefault="00986AF4" w:rsidP="00986AF4">
      <w:r>
        <w:t>Sredstva so planirana na osnovi ocene potreb OŠ Bistrica ob Sotli za leto 2026.</w:t>
      </w:r>
    </w:p>
    <w:p w14:paraId="17FDF865" w14:textId="04489D30" w:rsidR="00986AF4" w:rsidRDefault="00986AF4" w:rsidP="00986AF4">
      <w:pPr>
        <w:pStyle w:val="AHeading10"/>
      </w:pPr>
      <w:r>
        <w:t>19006 - OŠ Bistrica ob Sotli - stroški dela nad normativom</w:t>
      </w:r>
      <w:bookmarkStart w:id="312" w:name="PP_19006_A_20261"/>
      <w:bookmarkEnd w:id="312"/>
    </w:p>
    <w:p w14:paraId="1BFFB0D4" w14:textId="7B3C3C9E" w:rsidR="00986AF4" w:rsidRDefault="00986AF4" w:rsidP="00986AF4">
      <w:pPr>
        <w:pStyle w:val="Vrednost"/>
      </w:pPr>
      <w:r>
        <w:t>Vrednost: 48.962 €</w:t>
      </w:r>
    </w:p>
    <w:p w14:paraId="391D7E30" w14:textId="62A8A4D0" w:rsidR="00986AF4" w:rsidRDefault="00986AF4" w:rsidP="00986AF4">
      <w:pPr>
        <w:pStyle w:val="Heading11"/>
      </w:pPr>
      <w:r>
        <w:t>Obrazložitev dejavnosti v okviru proračunske postavke</w:t>
      </w:r>
    </w:p>
    <w:p w14:paraId="7B3373CB" w14:textId="712216D7" w:rsidR="00986AF4" w:rsidRPr="00986AF4" w:rsidRDefault="00986AF4" w:rsidP="00986AF4">
      <w:pPr>
        <w:rPr>
          <w:lang w:eastAsia="sl-SI"/>
        </w:rPr>
      </w:pPr>
      <w:r w:rsidRPr="00986AF4">
        <w:t>Planirana so sredstva za delo nad normativom</w:t>
      </w:r>
      <w:r w:rsidR="00F82916">
        <w:t xml:space="preserve"> </w:t>
      </w:r>
      <w:r w:rsidRPr="00986AF4">
        <w:t xml:space="preserve">za kuharico, tajnico,  hišnika in varstvo vozačev. Sredstva so namenjena izvajanju tako imenovanega nadstandarda v OŠ in zato niso v celoti financirana s strani Ministrstva za šolstvo. </w:t>
      </w:r>
    </w:p>
    <w:p w14:paraId="7FEE2F0C" w14:textId="77777777" w:rsidR="00986AF4" w:rsidRPr="00986AF4" w:rsidRDefault="00986AF4" w:rsidP="00986AF4">
      <w:r w:rsidRPr="00986AF4">
        <w:t> </w:t>
      </w:r>
    </w:p>
    <w:p w14:paraId="6F8FECBF" w14:textId="77777777" w:rsidR="00986AF4" w:rsidRPr="00986AF4" w:rsidRDefault="00986AF4" w:rsidP="00986AF4">
      <w:r w:rsidRPr="00986AF4">
        <w:br/>
        <w:t> </w:t>
      </w:r>
    </w:p>
    <w:p w14:paraId="70B7F8C6" w14:textId="77777777" w:rsidR="00986AF4" w:rsidRDefault="00986AF4" w:rsidP="00986AF4"/>
    <w:p w14:paraId="388CF635" w14:textId="06B43D4B" w:rsidR="00986AF4" w:rsidRDefault="00986AF4" w:rsidP="00986AF4">
      <w:pPr>
        <w:pStyle w:val="Heading11"/>
      </w:pPr>
      <w:r>
        <w:t>Navezava na projekte v okviru proračunske postavke</w:t>
      </w:r>
    </w:p>
    <w:p w14:paraId="2B86163C" w14:textId="72397B88" w:rsidR="00986AF4" w:rsidRDefault="00986AF4" w:rsidP="00986AF4">
      <w:pPr>
        <w:pStyle w:val="Heading11"/>
      </w:pPr>
      <w:r>
        <w:t>Izhodišča, na katerih temeljijo izračuni predlogov pravic porabe za del, ki se ne izvršuje preko NRP (Neposredni učinek in kazalnik)</w:t>
      </w:r>
    </w:p>
    <w:p w14:paraId="22863099" w14:textId="03F0A550" w:rsidR="00986AF4" w:rsidRDefault="00986AF4" w:rsidP="00986AF4">
      <w:r>
        <w:t>Sredstva so planirana na osnovi ocene potreb OŠ Bistrica ob Sotli za leto 2026.</w:t>
      </w:r>
    </w:p>
    <w:p w14:paraId="47645FB5" w14:textId="08AD0379" w:rsidR="00986AF4" w:rsidRDefault="00986AF4" w:rsidP="00986AF4">
      <w:pPr>
        <w:pStyle w:val="AHeading10"/>
      </w:pPr>
      <w:r>
        <w:t>19010 - OŠ PRILAGOJEN PROGRAM Glazija, Krško - tekoči transferi</w:t>
      </w:r>
      <w:bookmarkStart w:id="313" w:name="PP_19010_A_20261"/>
      <w:bookmarkEnd w:id="313"/>
    </w:p>
    <w:p w14:paraId="10919332" w14:textId="68FDCC35" w:rsidR="00986AF4" w:rsidRDefault="00986AF4" w:rsidP="00986AF4">
      <w:pPr>
        <w:pStyle w:val="Vrednost"/>
      </w:pPr>
      <w:r>
        <w:t>Vrednost: 600 €</w:t>
      </w:r>
    </w:p>
    <w:p w14:paraId="2BF61DFE" w14:textId="1DD2D0BB" w:rsidR="00986AF4" w:rsidRDefault="00986AF4" w:rsidP="00986AF4">
      <w:pPr>
        <w:pStyle w:val="Heading11"/>
      </w:pPr>
      <w:r>
        <w:t>Obrazložitev dejavnosti v okviru proračunske postavke</w:t>
      </w:r>
    </w:p>
    <w:p w14:paraId="3F25FBB2" w14:textId="346D8441" w:rsidR="00986AF4" w:rsidRDefault="00986AF4" w:rsidP="00986AF4">
      <w:r>
        <w:t>Na proračunski postavki so načrtovana  sredstva za materialne stroške šol s prilagojenim programov, kamor so vključeni učenci iz občine Bistrica ob Sotli.</w:t>
      </w:r>
    </w:p>
    <w:p w14:paraId="2F1FF561" w14:textId="0196859A" w:rsidR="00986AF4" w:rsidRDefault="00986AF4" w:rsidP="00986AF4">
      <w:pPr>
        <w:pStyle w:val="Heading11"/>
      </w:pPr>
      <w:r>
        <w:t>Navezava na projekte v okviru proračunske postavke</w:t>
      </w:r>
    </w:p>
    <w:p w14:paraId="1418E8E4" w14:textId="41A4E2EE" w:rsidR="00986AF4" w:rsidRDefault="00986AF4" w:rsidP="00986AF4">
      <w:pPr>
        <w:pStyle w:val="Heading11"/>
      </w:pPr>
      <w:r>
        <w:t>Izhodišča, na katerih temeljijo izračuni predlogov pravic porabe za del, ki se ne izvršuje preko NRP (Neposredni učinek in kazalnik)</w:t>
      </w:r>
    </w:p>
    <w:p w14:paraId="45594CD9" w14:textId="3D490A9C" w:rsidR="00986AF4" w:rsidRDefault="00986AF4" w:rsidP="00986AF4">
      <w:r>
        <w:t>Šolam se zagotavljajo sredstva glede na število vključenih otrok.</w:t>
      </w:r>
    </w:p>
    <w:p w14:paraId="4CB2E45F" w14:textId="3BF52A8B" w:rsidR="00986AF4" w:rsidRDefault="00986AF4" w:rsidP="00986AF4">
      <w:pPr>
        <w:pStyle w:val="AHeading10"/>
      </w:pPr>
      <w:r>
        <w:t>19011 - VIZ III. OŠ Rogaška Slatina - tekoči transferi</w:t>
      </w:r>
      <w:bookmarkStart w:id="314" w:name="PP_19011_A_20261"/>
      <w:bookmarkEnd w:id="314"/>
    </w:p>
    <w:p w14:paraId="3B9D3329" w14:textId="0B6D6C36" w:rsidR="00986AF4" w:rsidRDefault="00986AF4" w:rsidP="00986AF4">
      <w:pPr>
        <w:pStyle w:val="Vrednost"/>
      </w:pPr>
      <w:r>
        <w:t>Vrednost: 10.516 €</w:t>
      </w:r>
    </w:p>
    <w:p w14:paraId="3B498FB8" w14:textId="4306F750" w:rsidR="00986AF4" w:rsidRDefault="00986AF4" w:rsidP="00986AF4">
      <w:pPr>
        <w:pStyle w:val="Heading11"/>
      </w:pPr>
      <w:r>
        <w:t>Obrazložitev dejavnosti v okviru proračunske postavke</w:t>
      </w:r>
    </w:p>
    <w:p w14:paraId="5EDB7F9E" w14:textId="77777777" w:rsidR="00986AF4" w:rsidRPr="00986AF4" w:rsidRDefault="00986AF4" w:rsidP="00986AF4">
      <w:pPr>
        <w:pStyle w:val="Navadensplet"/>
      </w:pPr>
      <w:r w:rsidRPr="00986AF4">
        <w:t>Na proračunski postavki so načrtovana  sredstva za financiranje šol s prilagojenim programov, v skladu z Zakonom o osnovni šoli. Občina Bistrica ob Sotli kot ustanoviteljica JZ VIZ III. OŠ Rogaška Slatina zagotavlja sredstva za stalne materialne stroške, tekoče vzdrževanje, amortizacijo v deležu povprečnega št. vključenih otrok v zadnjih treh letih.</w:t>
      </w:r>
    </w:p>
    <w:p w14:paraId="25BBC92F" w14:textId="77777777" w:rsidR="00986AF4" w:rsidRPr="00986AF4" w:rsidRDefault="00986AF4" w:rsidP="00986AF4">
      <w:pPr>
        <w:pStyle w:val="Navadensplet"/>
      </w:pPr>
      <w:r w:rsidRPr="00986AF4">
        <w:t> </w:t>
      </w:r>
    </w:p>
    <w:p w14:paraId="19F4C75E" w14:textId="77777777" w:rsidR="00986AF4" w:rsidRDefault="00986AF4" w:rsidP="00986AF4"/>
    <w:p w14:paraId="5CB4DDEE" w14:textId="6BAB287B" w:rsidR="00986AF4" w:rsidRDefault="00986AF4" w:rsidP="00986AF4">
      <w:pPr>
        <w:pStyle w:val="Heading11"/>
      </w:pPr>
      <w:r>
        <w:t>Navezava na projekte v okviru proračunske postavke</w:t>
      </w:r>
    </w:p>
    <w:p w14:paraId="296A5377" w14:textId="485C8B3D" w:rsidR="00986AF4" w:rsidRDefault="00986AF4" w:rsidP="00986AF4">
      <w:pPr>
        <w:pStyle w:val="Heading11"/>
      </w:pPr>
      <w:r>
        <w:t>Izhodišča, na katerih temeljijo izračuni predlogov pravic porabe za del, ki se ne izvršuje preko NRP (Neposredni učinek in kazalnik)</w:t>
      </w:r>
    </w:p>
    <w:p w14:paraId="29081489" w14:textId="0423E6E4" w:rsidR="00986AF4" w:rsidRDefault="00986AF4" w:rsidP="00986AF4">
      <w:r>
        <w:t>Podlaga za financiranje je pogodba sklenjena z JZ, kriterij je število vključenih učencev.</w:t>
      </w:r>
    </w:p>
    <w:p w14:paraId="57922554" w14:textId="5DF3750A" w:rsidR="00986AF4" w:rsidRDefault="00986AF4" w:rsidP="00986AF4">
      <w:pPr>
        <w:pStyle w:val="AHeading10"/>
      </w:pPr>
      <w:r>
        <w:t>19022 - Investicijsko vzdrževanje na OŠ Bistrica ob Sotli</w:t>
      </w:r>
      <w:bookmarkStart w:id="315" w:name="PP_19022_A_20261"/>
      <w:bookmarkEnd w:id="315"/>
    </w:p>
    <w:p w14:paraId="76473AB1" w14:textId="5F7C9D56" w:rsidR="00986AF4" w:rsidRDefault="00986AF4" w:rsidP="00986AF4">
      <w:pPr>
        <w:pStyle w:val="Vrednost"/>
      </w:pPr>
      <w:r>
        <w:t>Vrednost: 5.850 €</w:t>
      </w:r>
    </w:p>
    <w:p w14:paraId="3CD2DB2A" w14:textId="08E07849" w:rsidR="00986AF4" w:rsidRDefault="00986AF4" w:rsidP="00986AF4">
      <w:pPr>
        <w:pStyle w:val="Heading11"/>
      </w:pPr>
      <w:r>
        <w:t>Obrazložitev dejavnosti v okviru proračunske postavke</w:t>
      </w:r>
    </w:p>
    <w:p w14:paraId="5CEAA4AB" w14:textId="77777777" w:rsidR="00986AF4" w:rsidRDefault="00986AF4" w:rsidP="00986AF4">
      <w:pPr>
        <w:rPr>
          <w:lang w:eastAsia="sl-SI"/>
        </w:rPr>
      </w:pPr>
      <w:r>
        <w:t>Načrtovana so nujna slikopleskarska dela na v vrtu in OŠ Bistrica ob Sotli.</w:t>
      </w:r>
    </w:p>
    <w:p w14:paraId="24D4C16C" w14:textId="77777777" w:rsidR="00986AF4" w:rsidRDefault="00986AF4" w:rsidP="00986AF4"/>
    <w:p w14:paraId="1A71DC88" w14:textId="775260C1" w:rsidR="00986AF4" w:rsidRDefault="00986AF4" w:rsidP="00986AF4">
      <w:pPr>
        <w:pStyle w:val="Heading11"/>
      </w:pPr>
      <w:r>
        <w:t>Navezava na projekte v okviru proračunske postavke</w:t>
      </w:r>
    </w:p>
    <w:p w14:paraId="2EFF31BB" w14:textId="6CF6717E" w:rsidR="00986AF4" w:rsidRDefault="00986AF4" w:rsidP="00986AF4">
      <w:pPr>
        <w:pStyle w:val="Heading11"/>
      </w:pPr>
      <w:r>
        <w:t>Izhodišča, na katerih temeljijo izračuni predlogov pravic porabe za del, ki se ne izvršuje preko NRP (Neposredni učinek in kazalnik)</w:t>
      </w:r>
    </w:p>
    <w:p w14:paraId="331EEA44" w14:textId="12406D6B" w:rsidR="00986AF4" w:rsidRDefault="00986AF4" w:rsidP="00986AF4">
      <w:r>
        <w:t>Sredstva so planirana na osnovi ocene potreb OŠ Bistrica ob Sotli za leto 2026.</w:t>
      </w:r>
    </w:p>
    <w:p w14:paraId="11C6A0AC" w14:textId="63931831" w:rsidR="00986AF4" w:rsidRDefault="00986AF4" w:rsidP="00986AF4">
      <w:pPr>
        <w:pStyle w:val="AHeading10"/>
      </w:pPr>
      <w:r>
        <w:t>19024 - Rezervna sredstva za nepredvidene stroške za OŠ Bistrica ob Sotli</w:t>
      </w:r>
      <w:bookmarkStart w:id="316" w:name="PP_19024_A_20261"/>
      <w:bookmarkEnd w:id="316"/>
    </w:p>
    <w:p w14:paraId="2F5BAB0A" w14:textId="614364C8" w:rsidR="00986AF4" w:rsidRDefault="00986AF4" w:rsidP="00986AF4">
      <w:pPr>
        <w:pStyle w:val="Vrednost"/>
      </w:pPr>
      <w:r>
        <w:t>Vrednost: 4.000 €</w:t>
      </w:r>
    </w:p>
    <w:p w14:paraId="04D70DE0" w14:textId="18611348" w:rsidR="00986AF4" w:rsidRDefault="00986AF4" w:rsidP="00986AF4">
      <w:pPr>
        <w:pStyle w:val="Heading11"/>
      </w:pPr>
      <w:r>
        <w:t>Obrazložitev dejavnosti v okviru proračunske postavke</w:t>
      </w:r>
    </w:p>
    <w:p w14:paraId="483BBE20" w14:textId="0A729D2D" w:rsidR="00986AF4" w:rsidRDefault="00986AF4" w:rsidP="00986AF4">
      <w:r>
        <w:t xml:space="preserve">Planirana so sredstva za </w:t>
      </w:r>
      <w:proofErr w:type="spellStart"/>
      <w:r>
        <w:t>neplanirane</w:t>
      </w:r>
      <w:proofErr w:type="spellEnd"/>
      <w:r>
        <w:t xml:space="preserve"> nujne materialne stroške v prostorih osnovne šole in vrtca (npr. odprava pomanjkljivosti  po opravljenih inšpekcijskih pregledih). </w:t>
      </w:r>
    </w:p>
    <w:p w14:paraId="6CED42BC" w14:textId="00ED38A7" w:rsidR="00986AF4" w:rsidRDefault="00986AF4" w:rsidP="00986AF4">
      <w:pPr>
        <w:pStyle w:val="Heading11"/>
      </w:pPr>
      <w:r>
        <w:lastRenderedPageBreak/>
        <w:t>Navezava na projekte v okviru proračunske postavke</w:t>
      </w:r>
    </w:p>
    <w:p w14:paraId="7CA4CC3D" w14:textId="084A1AE9" w:rsidR="00986AF4" w:rsidRDefault="00986AF4" w:rsidP="00986AF4">
      <w:pPr>
        <w:pStyle w:val="Heading11"/>
      </w:pPr>
      <w:r>
        <w:t>Izhodišča, na katerih temeljijo izračuni predlogov pravic porabe za del, ki se ne izvršuje preko NRP (Neposredni učinek in kazalnik)</w:t>
      </w:r>
    </w:p>
    <w:p w14:paraId="038B3CE5" w14:textId="4D9B9652" w:rsidR="00986AF4" w:rsidRDefault="00986AF4" w:rsidP="00986AF4">
      <w:pPr>
        <w:pStyle w:val="AHeading10"/>
      </w:pPr>
      <w:r>
        <w:t>19025 - Vrtec in telovadnica s podzemno garažo OŠ Bistrica ob Sotli</w:t>
      </w:r>
      <w:bookmarkStart w:id="317" w:name="PP_19025_A_20261"/>
      <w:bookmarkEnd w:id="317"/>
    </w:p>
    <w:p w14:paraId="5E22B434" w14:textId="12CDC2D3" w:rsidR="00986AF4" w:rsidRDefault="00986AF4" w:rsidP="00986AF4">
      <w:pPr>
        <w:pStyle w:val="Vrednost"/>
      </w:pPr>
      <w:r>
        <w:t>Vrednost: 2.827.063 €</w:t>
      </w:r>
    </w:p>
    <w:p w14:paraId="5A448611" w14:textId="258DF843" w:rsidR="00986AF4" w:rsidRDefault="00986AF4" w:rsidP="00986AF4">
      <w:pPr>
        <w:pStyle w:val="Heading11"/>
      </w:pPr>
      <w:r>
        <w:t>Obrazložitev dejavnosti v okviru proračunske postavke</w:t>
      </w:r>
    </w:p>
    <w:p w14:paraId="4AF56E1C" w14:textId="77777777" w:rsidR="00986AF4" w:rsidRPr="00986AF4" w:rsidRDefault="00986AF4" w:rsidP="00986AF4">
      <w:pPr>
        <w:rPr>
          <w:lang w:eastAsia="sl-SI"/>
        </w:rPr>
      </w:pPr>
      <w:r w:rsidRPr="00986AF4">
        <w:t>V letu 2021 in 2022 se je izvajala   investicija v pridobitev projektne dokumentacije za pridobitev gradbenega dovoljenja za dozidavo vrtca. V letu 2025 in 2026 so predvidena gradbena dela in nabava opreme  v okviru investicije dozidava vrtca in telovadnice s podzemno garažo.</w:t>
      </w:r>
    </w:p>
    <w:p w14:paraId="552BE9B5" w14:textId="77777777" w:rsidR="00986AF4" w:rsidRPr="00986AF4" w:rsidRDefault="00986AF4" w:rsidP="00986AF4">
      <w:r w:rsidRPr="00986AF4">
        <w:t xml:space="preserve">Z realizacijo projekta bodo zagotovljeni osnovni pogoji za nemoteno izvedbo predšolsko vzgojo in osnovnošolskega pouka na področju športne vzgoje, kakor tudi zagotovili pogoji za večnamensko uporabo ostalim prebivalcem. Zagotovilo se bo urejeno, varno in zdravo okolje za bivanje in izobraževanje otrok in učencev. Prav tako se bodo dolgoročno z obravnavano investicijo zagotovili boljši pogoji kakovosti bivanja občanov, ki je ključna za ohranitev poseljenosti na obmejnem problemskem območju. Na območju se bodo  zadržale mlade družine z majhnimi otroki, kar se v prvi vrsti doseže s kvalitetno infrastrukturo za bivanje, oskrbo in izobraževanje otrok. Investicija je nujna z dolgoročno strateško vrednostjo in bo bistveno vplivala na razvoj podeželja, ohranjenost poseljenosti in izboljšanje kakovosti bivanja tudi na obmejnem, zavarovanem območju.  </w:t>
      </w:r>
    </w:p>
    <w:p w14:paraId="0CFAD268" w14:textId="77777777" w:rsidR="00986AF4" w:rsidRPr="00986AF4" w:rsidRDefault="00986AF4" w:rsidP="00986AF4">
      <w:r w:rsidRPr="00986AF4">
        <w:t xml:space="preserve">Investitor Občina Bistrica ob Sotli želi na </w:t>
      </w:r>
      <w:proofErr w:type="spellStart"/>
      <w:r w:rsidRPr="00986AF4">
        <w:t>parc</w:t>
      </w:r>
      <w:proofErr w:type="spellEnd"/>
      <w:r w:rsidRPr="00986AF4">
        <w:t xml:space="preserve">. št. 1020/8, 1019/3, 1020/13, 1146/2 in 1146/1 vse </w:t>
      </w:r>
      <w:proofErr w:type="spellStart"/>
      <w:r w:rsidRPr="00986AF4">
        <w:t>k.o</w:t>
      </w:r>
      <w:proofErr w:type="spellEnd"/>
      <w:r w:rsidRPr="00986AF4">
        <w:t>. Kunšperk zgraditi vrtec in telovadnico s podzemno garažo z pripadajočo zunanjo ureditvijo; predhodno pa se odstrani obstoječ objekt telovadnice in gasilskega doma s pripadajočo zunanjo komunalno ureditvijo.</w:t>
      </w:r>
    </w:p>
    <w:p w14:paraId="0D66949C" w14:textId="77777777" w:rsidR="00986AF4" w:rsidRPr="00986AF4" w:rsidRDefault="00986AF4" w:rsidP="00986AF4">
      <w:r w:rsidRPr="00986AF4">
        <w:t>Predvidena je izgradnja vrtca in telovadnice s podzemno garažo pri OŠ, na robu trškega jedra Bistrice ob Sotli; objekt bo kot prizidava funkcionalno povezan z obstoječem objektom osnovne šole. Za namen gradnje se obstoječa telovadnica in gasilski dom v neposredni bližini šole predhodno odstranita, vključno vsa njuna pripadajoča zunanja ureditev.</w:t>
      </w:r>
    </w:p>
    <w:p w14:paraId="335FDA52" w14:textId="77777777" w:rsidR="00986AF4" w:rsidRPr="00986AF4" w:rsidRDefault="00986AF4" w:rsidP="00986AF4">
      <w:r w:rsidRPr="00986AF4">
        <w:t xml:space="preserve">Objekt bo na južni in zahodni strani delno oz. v celoti vkopan. Objekt bo z glavno fasado orientiran proti zahodu. Neposredna okolica samega objekta bo urejena tako, da bo omogočeno normalno funkcioniranje le tega. Objekt bo preko OŠ priključen na vso potrebno javno infrastrukturo. Dostop do objekta se vrši preko zemljišča s </w:t>
      </w:r>
      <w:proofErr w:type="spellStart"/>
      <w:r w:rsidRPr="00986AF4">
        <w:t>parc</w:t>
      </w:r>
      <w:proofErr w:type="spellEnd"/>
      <w:r w:rsidRPr="00986AF4">
        <w:t xml:space="preserve">. št. 1146/1, </w:t>
      </w:r>
      <w:proofErr w:type="spellStart"/>
      <w:r w:rsidRPr="00986AF4">
        <w:t>k.o</w:t>
      </w:r>
      <w:proofErr w:type="spellEnd"/>
      <w:r w:rsidRPr="00986AF4">
        <w:t>. Kunšperk; dostop je obstoječ, se pa kompletno preuredi obstoječe manipulativne površine.</w:t>
      </w:r>
    </w:p>
    <w:p w14:paraId="7F4757B9" w14:textId="77777777" w:rsidR="00986AF4" w:rsidRPr="00986AF4" w:rsidRDefault="00986AF4" w:rsidP="00986AF4">
      <w:r w:rsidRPr="00986AF4">
        <w:t>Cilj je zagotavljanje dolgoročnih in dolgotrajnih boljših pogojev za izvajanje športne vzgoje osnovnošolskih otrok, prestavitev dislociranih skupin vrtca na eno lokacijo in s tem zvišanje kakovosti in obsega otroškega varstva oziroma predšolske vzgoje v občini in širše, kar pomeni tudi omogočanje vzpostavitve dobre prakse energetsko ustreznega in učinkovitega sistema in okolja, dolgoročna skrb za ožjo in širšo okolico oziroma regijo, spodbujanje in spoštovanje okolja in vzgoja že od najmlajših generacij, ozaveščanje in zavedanje pomena skrbi za energetsko učinkovitost in okolje.</w:t>
      </w:r>
    </w:p>
    <w:p w14:paraId="6EFD4F89" w14:textId="77777777" w:rsidR="00986AF4" w:rsidRPr="00986AF4" w:rsidRDefault="00986AF4" w:rsidP="00986AF4">
      <w:r w:rsidRPr="00986AF4">
        <w:t xml:space="preserve">Pomemben cilj investicije je, da se z izvedbo večnamenske telovadnice zagotovi tudi kakovostne športno rekreacijske, večnamenske površine, za vse občane in prebivalce širše regije. </w:t>
      </w:r>
    </w:p>
    <w:p w14:paraId="06E13A60" w14:textId="77777777" w:rsidR="00986AF4" w:rsidRPr="00986AF4" w:rsidRDefault="00986AF4" w:rsidP="00986AF4">
      <w:r w:rsidRPr="00986AF4">
        <w:t xml:space="preserve">Za leto 2025 je zagotovljeno sofinanciranje Ministrstva za vzgojo in izobraževanje v višini 939.407.62 EUR in Ministrstva za gospodarstvo, turizem in šport v višini 1.000.000 EUR. </w:t>
      </w:r>
    </w:p>
    <w:p w14:paraId="046FB2E2" w14:textId="77777777" w:rsidR="00986AF4" w:rsidRDefault="00986AF4" w:rsidP="00986AF4"/>
    <w:p w14:paraId="248ABE2C" w14:textId="0AA359DE" w:rsidR="00986AF4" w:rsidRDefault="00986AF4" w:rsidP="00986AF4">
      <w:pPr>
        <w:pStyle w:val="Heading11"/>
      </w:pPr>
      <w:r>
        <w:t>Navezava na projekte v okviru proračunske postavke</w:t>
      </w:r>
    </w:p>
    <w:p w14:paraId="4BF15FE5" w14:textId="356D69FD" w:rsidR="00986AF4" w:rsidRDefault="00986AF4" w:rsidP="00986AF4">
      <w:pPr>
        <w:pStyle w:val="Heading11"/>
      </w:pPr>
      <w:r>
        <w:t>Izhodišča, na katerih temeljijo izračuni predlogov pravic porabe za del, ki se ne izvršuje preko NRP (Neposredni učinek in kazalnik)</w:t>
      </w:r>
    </w:p>
    <w:p w14:paraId="0B8A2E9C" w14:textId="77777777" w:rsidR="00986AF4" w:rsidRDefault="00986AF4" w:rsidP="00986AF4"/>
    <w:p w14:paraId="43A4B5A1" w14:textId="3288A7D7" w:rsidR="00986AF4" w:rsidRDefault="00986AF4" w:rsidP="00986AF4">
      <w:pPr>
        <w:pStyle w:val="AHeading7"/>
      </w:pPr>
      <w:bookmarkStart w:id="318" w:name="_Toc184208591"/>
      <w:r>
        <w:t>19039002 - Glasbeno šolstvo</w:t>
      </w:r>
      <w:bookmarkStart w:id="319" w:name="PPR_19039002_A_20261"/>
      <w:bookmarkEnd w:id="319"/>
      <w:bookmarkEnd w:id="318"/>
    </w:p>
    <w:p w14:paraId="7A7A38C6" w14:textId="79A5CE12" w:rsidR="00986AF4" w:rsidRDefault="00986AF4" w:rsidP="00986AF4">
      <w:pPr>
        <w:pStyle w:val="Vrednost"/>
      </w:pPr>
      <w:r>
        <w:t>Vrednost: 6.348 €</w:t>
      </w:r>
    </w:p>
    <w:p w14:paraId="0310101C" w14:textId="7BBDEE35" w:rsidR="00986AF4" w:rsidRDefault="00986AF4" w:rsidP="00986AF4">
      <w:pPr>
        <w:pStyle w:val="Heading11"/>
      </w:pPr>
      <w:r>
        <w:t>Opis podprograma</w:t>
      </w:r>
    </w:p>
    <w:p w14:paraId="7EDF45A0" w14:textId="5F71BF24" w:rsidR="00986AF4" w:rsidRDefault="00986AF4" w:rsidP="00986AF4">
      <w:r>
        <w:t>Osnovno glasbeno izobraževanje se izvaja v Glasbeni šola Rogaška Slatina, katere soustanovitelj je tudi občina Bistrica ob Sotli. Zavod opravlja dejavnost osnovne vzgoje in izobraževanja predšolskih in šolskih otrok, ki se opravljata po posebnem programu glasbene šole, na območju občin Rogaška Slatina, Šmarje pri Jelšah, Kozje, Rogatec, Podčetrtek in Bistrica ob Sotli.</w:t>
      </w:r>
      <w:r>
        <w:br/>
      </w:r>
      <w:r>
        <w:lastRenderedPageBreak/>
        <w:t>Finančne obveznosti lokalne skupnosti do osnovnih šol so opredeljene v 82. členu Zakona o organizaciji in financiranju vzgoje in izobraževanja (ZOFVI).</w:t>
      </w:r>
    </w:p>
    <w:p w14:paraId="6A852169" w14:textId="6963CC8E" w:rsidR="00986AF4" w:rsidRDefault="00986AF4" w:rsidP="00986AF4">
      <w:pPr>
        <w:pStyle w:val="Heading11"/>
      </w:pPr>
      <w:r>
        <w:t>Zakonske in druge pravne podlage</w:t>
      </w:r>
    </w:p>
    <w:p w14:paraId="2F4DC1CA" w14:textId="78B058E9" w:rsidR="00986AF4" w:rsidRDefault="00986AF4" w:rsidP="00986AF4">
      <w:r>
        <w:t>" Zakona o organizaciji in financiranju vzgoje in izobraževanja</w:t>
      </w:r>
      <w:r>
        <w:br/>
        <w:t>" Zakon o glasbeni šoli</w:t>
      </w:r>
      <w:r>
        <w:br/>
        <w:t>" Pogodba o kriterijih za zagotavljanje pogojev za delovanje javnega zavoda Glasbene šole Rogaška Slatina</w:t>
      </w:r>
    </w:p>
    <w:p w14:paraId="48B18565" w14:textId="31B39BF4" w:rsidR="00986AF4" w:rsidRDefault="00986AF4" w:rsidP="00986AF4">
      <w:pPr>
        <w:pStyle w:val="Heading11"/>
      </w:pPr>
      <w:r>
        <w:t>Dolgoročni cilji podprograma in kazalci, s katerimi se bo merilo doseganje zastavljenih ciljev (Rezultat in kazalniki)</w:t>
      </w:r>
    </w:p>
    <w:p w14:paraId="22A5F2FC" w14:textId="0619919D" w:rsidR="00986AF4" w:rsidRDefault="00986AF4" w:rsidP="00986AF4">
      <w:r>
        <w:t>Cilji:</w:t>
      </w:r>
      <w:r>
        <w:br/>
        <w:t xml:space="preserve">" sofinancirati vzdrževanje pogojev za izvajanje osnovne glasbene dejavnosti učencev </w:t>
      </w:r>
      <w:r>
        <w:br/>
        <w:t>Kazalci:</w:t>
      </w:r>
      <w:r>
        <w:br/>
        <w:t>" število učencev, ki zaključijo osnovno glasbeno izobraževanje.</w:t>
      </w:r>
    </w:p>
    <w:p w14:paraId="3BB2FF0A" w14:textId="5214059F" w:rsidR="00986AF4" w:rsidRDefault="00986AF4" w:rsidP="00986AF4">
      <w:pPr>
        <w:pStyle w:val="Heading11"/>
      </w:pPr>
      <w:r>
        <w:t>Letni izvedbeni cilji podprograma in kazalci, s katerimi se bo merilo doseganje zastavljenih ciljev (Neposredni učinek in kazalnik)</w:t>
      </w:r>
    </w:p>
    <w:p w14:paraId="65F86392" w14:textId="5044009A" w:rsidR="00986AF4" w:rsidRDefault="00986AF4" w:rsidP="00986AF4">
      <w:r>
        <w:t>Cilji:</w:t>
      </w:r>
      <w:r>
        <w:br/>
        <w:t>" sofinancirati dejavnost glasbene šole</w:t>
      </w:r>
      <w:r>
        <w:br/>
        <w:t>Kazalci:</w:t>
      </w:r>
      <w:r>
        <w:br/>
        <w:t>" število učencev, ki zaključijo osnovno glasbeno izobraževanje.</w:t>
      </w:r>
    </w:p>
    <w:p w14:paraId="2C660429" w14:textId="0930C8BB" w:rsidR="00986AF4" w:rsidRDefault="00986AF4" w:rsidP="00986AF4">
      <w:pPr>
        <w:pStyle w:val="AHeading8"/>
      </w:pPr>
      <w:r>
        <w:t>0004 - Občinska uprava</w:t>
      </w:r>
      <w:bookmarkStart w:id="320" w:name="PU_0004_PPR_19039002_A_20261"/>
      <w:bookmarkEnd w:id="320"/>
    </w:p>
    <w:p w14:paraId="0A30B7E2" w14:textId="5F015BA3" w:rsidR="00986AF4" w:rsidRDefault="00986AF4" w:rsidP="00986AF4">
      <w:pPr>
        <w:pStyle w:val="Vrednost"/>
      </w:pPr>
      <w:r>
        <w:t>Vrednost: 5.509.267 €</w:t>
      </w:r>
    </w:p>
    <w:p w14:paraId="18B36008" w14:textId="174CC981" w:rsidR="00986AF4" w:rsidRDefault="00986AF4" w:rsidP="00986AF4">
      <w:pPr>
        <w:pStyle w:val="AHeading10"/>
      </w:pPr>
      <w:r>
        <w:t>19013 - Glasbena šola Rogaška Slatina in ostale - tekoči transferi</w:t>
      </w:r>
      <w:bookmarkStart w:id="321" w:name="PP_19013_A_20261"/>
      <w:bookmarkEnd w:id="321"/>
    </w:p>
    <w:p w14:paraId="5428C1F9" w14:textId="7E0CC120" w:rsidR="00986AF4" w:rsidRDefault="00986AF4" w:rsidP="00986AF4">
      <w:pPr>
        <w:pStyle w:val="Vrednost"/>
      </w:pPr>
      <w:r>
        <w:t>Vrednost: 6.348 €</w:t>
      </w:r>
    </w:p>
    <w:p w14:paraId="145CFACC" w14:textId="25214104" w:rsidR="00986AF4" w:rsidRDefault="00986AF4" w:rsidP="00986AF4">
      <w:pPr>
        <w:pStyle w:val="Heading11"/>
      </w:pPr>
      <w:r>
        <w:t>Obrazložitev dejavnosti v okviru proračunske postavke</w:t>
      </w:r>
    </w:p>
    <w:p w14:paraId="3B2CFD81" w14:textId="4478A9B7" w:rsidR="00986AF4" w:rsidRDefault="00986AF4" w:rsidP="00986AF4">
      <w:r>
        <w:t>Predvideno je financiranje glasbenih šol, v katerih se izobražujejo otroci iz naše občine. Kriterij za financiranje je št. vključenih otrok.</w:t>
      </w:r>
    </w:p>
    <w:p w14:paraId="13BE4D07" w14:textId="668D2BBF" w:rsidR="00986AF4" w:rsidRDefault="00986AF4" w:rsidP="00986AF4">
      <w:pPr>
        <w:pStyle w:val="Heading11"/>
      </w:pPr>
      <w:r>
        <w:t>Navezava na projekte v okviru proračunske postavke</w:t>
      </w:r>
    </w:p>
    <w:p w14:paraId="1855DAAB" w14:textId="16ED856F" w:rsidR="00986AF4" w:rsidRDefault="00986AF4" w:rsidP="00986AF4">
      <w:pPr>
        <w:pStyle w:val="Heading11"/>
      </w:pPr>
      <w:r>
        <w:t>Izhodišča, na katerih temeljijo izračuni predlogov pravic porabe za del, ki se ne izvršuje preko NRP (Neposredni učinek in kazalnik)</w:t>
      </w:r>
    </w:p>
    <w:p w14:paraId="492EC3C8" w14:textId="53FEA413" w:rsidR="00986AF4" w:rsidRDefault="00986AF4" w:rsidP="00986AF4">
      <w:r>
        <w:t>Sredstva so planirana na osnovi ocene potreb za leto 2026.</w:t>
      </w:r>
    </w:p>
    <w:p w14:paraId="4A195777" w14:textId="77777777" w:rsidR="00986AF4" w:rsidRDefault="00986AF4" w:rsidP="00986AF4"/>
    <w:p w14:paraId="5104528D" w14:textId="4E4F6605" w:rsidR="00986AF4" w:rsidRDefault="00986AF4" w:rsidP="00986AF4">
      <w:pPr>
        <w:pStyle w:val="AHeading6"/>
      </w:pPr>
      <w:bookmarkStart w:id="322" w:name="_Toc184208592"/>
      <w:r>
        <w:t>1904 - Terciarno izobraževanje</w:t>
      </w:r>
      <w:bookmarkEnd w:id="322"/>
    </w:p>
    <w:p w14:paraId="2C22137B" w14:textId="744355D5" w:rsidR="00986AF4" w:rsidRDefault="00986AF4" w:rsidP="00986AF4">
      <w:pPr>
        <w:pStyle w:val="Vrednost"/>
      </w:pPr>
      <w:r>
        <w:t>Vrednost: 505 €</w:t>
      </w:r>
    </w:p>
    <w:p w14:paraId="7849AC87" w14:textId="1AF7D616" w:rsidR="00986AF4" w:rsidRDefault="00986AF4" w:rsidP="00986AF4">
      <w:pPr>
        <w:pStyle w:val="Heading11"/>
      </w:pPr>
      <w:r>
        <w:t>Opis glavnega programa</w:t>
      </w:r>
    </w:p>
    <w:p w14:paraId="370BE3D1" w14:textId="57E67D5E" w:rsidR="00986AF4" w:rsidRDefault="00986AF4" w:rsidP="00986AF4">
      <w:r>
        <w:t>Izdatki za višješolske študijske programe</w:t>
      </w:r>
    </w:p>
    <w:p w14:paraId="622CA9EC" w14:textId="4E901F59" w:rsidR="00986AF4" w:rsidRDefault="00986AF4" w:rsidP="00986AF4">
      <w:pPr>
        <w:pStyle w:val="Heading11"/>
      </w:pPr>
      <w:r>
        <w:t>Dolgoročni cilji glavnega programa (Specifični cilj in kazalniki)</w:t>
      </w:r>
    </w:p>
    <w:p w14:paraId="06102E36" w14:textId="043B8B38" w:rsidR="00986AF4" w:rsidRDefault="00986AF4" w:rsidP="00986AF4">
      <w:r>
        <w:t>Število vključenih v programe izobraževanja</w:t>
      </w:r>
    </w:p>
    <w:p w14:paraId="1138A485" w14:textId="668CA962" w:rsidR="00986AF4" w:rsidRDefault="00986AF4" w:rsidP="00986AF4">
      <w:pPr>
        <w:pStyle w:val="Heading11"/>
      </w:pPr>
      <w:r>
        <w:t>Glavni letni izvedbeni cilji in kazalci, s katerimi se bo merilo doseganje zastavljenih ciljev</w:t>
      </w:r>
    </w:p>
    <w:p w14:paraId="655CE31D" w14:textId="09DD021E" w:rsidR="00986AF4" w:rsidRDefault="00986AF4" w:rsidP="00986AF4">
      <w:r>
        <w:t>Št. oseb, ki so končale izobraževanje</w:t>
      </w:r>
    </w:p>
    <w:p w14:paraId="72BE0391" w14:textId="1FBDBE86" w:rsidR="00986AF4" w:rsidRDefault="00986AF4" w:rsidP="00986AF4">
      <w:pPr>
        <w:pStyle w:val="Heading11"/>
      </w:pPr>
      <w:r>
        <w:t>Podprogrami in proračunski uporabniki znotraj glavnega programa</w:t>
      </w:r>
    </w:p>
    <w:p w14:paraId="2FABBFC6" w14:textId="77777777" w:rsidR="00986AF4" w:rsidRPr="00986AF4" w:rsidRDefault="00986AF4" w:rsidP="00986AF4">
      <w:pPr>
        <w:pStyle w:val="Navadensplet"/>
      </w:pPr>
      <w:r w:rsidRPr="00986AF4">
        <w:t>19049001 - Višješolsko izobraževanje</w:t>
      </w:r>
    </w:p>
    <w:p w14:paraId="6AE8E10C" w14:textId="77777777" w:rsidR="00986AF4" w:rsidRPr="00986AF4" w:rsidRDefault="00986AF4" w:rsidP="00986AF4">
      <w:pPr>
        <w:pStyle w:val="Navadensplet"/>
      </w:pPr>
      <w:r w:rsidRPr="00986AF4">
        <w:t>0004- Občinska uprava</w:t>
      </w:r>
    </w:p>
    <w:p w14:paraId="7FCFC41A" w14:textId="77777777" w:rsidR="00986AF4" w:rsidRDefault="00986AF4" w:rsidP="00986AF4"/>
    <w:p w14:paraId="1BFB53F7" w14:textId="5F587FF6" w:rsidR="00986AF4" w:rsidRDefault="00986AF4" w:rsidP="00986AF4">
      <w:pPr>
        <w:pStyle w:val="AHeading7"/>
      </w:pPr>
      <w:bookmarkStart w:id="323" w:name="_Toc184208593"/>
      <w:r>
        <w:t>19049001 - Višješolsko izobraževanje</w:t>
      </w:r>
      <w:bookmarkStart w:id="324" w:name="PPR_19049001_A_20261"/>
      <w:bookmarkEnd w:id="324"/>
      <w:bookmarkEnd w:id="323"/>
    </w:p>
    <w:p w14:paraId="2A8536AB" w14:textId="10345399" w:rsidR="00986AF4" w:rsidRDefault="00986AF4" w:rsidP="00986AF4">
      <w:pPr>
        <w:pStyle w:val="Vrednost"/>
      </w:pPr>
      <w:r>
        <w:t>Vrednost: 505 €</w:t>
      </w:r>
    </w:p>
    <w:p w14:paraId="4DE3EC35" w14:textId="3B656FFE" w:rsidR="00986AF4" w:rsidRDefault="00986AF4" w:rsidP="00986AF4">
      <w:pPr>
        <w:pStyle w:val="Heading11"/>
      </w:pPr>
      <w:r>
        <w:lastRenderedPageBreak/>
        <w:t>Opis podprograma</w:t>
      </w:r>
    </w:p>
    <w:p w14:paraId="7087DE84" w14:textId="2E617D9D" w:rsidR="00986AF4" w:rsidRDefault="00986AF4" w:rsidP="00986AF4">
      <w:r>
        <w:t>Podprogram vključuje višješolsko  izobraževanje</w:t>
      </w:r>
    </w:p>
    <w:p w14:paraId="2CFBA563" w14:textId="4D3AF2F8" w:rsidR="00986AF4" w:rsidRDefault="00986AF4" w:rsidP="00986AF4">
      <w:pPr>
        <w:pStyle w:val="Heading11"/>
      </w:pPr>
      <w:r>
        <w:t>Zakonske in druge pravne podlage</w:t>
      </w:r>
    </w:p>
    <w:p w14:paraId="3C76DB9D" w14:textId="2C70723D" w:rsidR="00986AF4" w:rsidRDefault="00986AF4" w:rsidP="00986AF4">
      <w:r>
        <w:t>Pogodba o sofinanciranju.</w:t>
      </w:r>
    </w:p>
    <w:p w14:paraId="5CDE3347" w14:textId="471405E9" w:rsidR="00986AF4" w:rsidRDefault="00986AF4" w:rsidP="00986AF4">
      <w:pPr>
        <w:pStyle w:val="Heading11"/>
      </w:pPr>
      <w:r>
        <w:t>Dolgoročni cilji podprograma in kazalci, s katerimi se bo merilo doseganje zastavljenih ciljev (Rezultat in kazalniki)</w:t>
      </w:r>
    </w:p>
    <w:p w14:paraId="7CD80902" w14:textId="2B2B19A5" w:rsidR="00986AF4" w:rsidRDefault="00986AF4" w:rsidP="00986AF4">
      <w:r>
        <w:t>Število vključenih v programe izobraževanja</w:t>
      </w:r>
    </w:p>
    <w:p w14:paraId="4A0A8A47" w14:textId="256AC32E" w:rsidR="00986AF4" w:rsidRDefault="00986AF4" w:rsidP="00986AF4">
      <w:pPr>
        <w:pStyle w:val="Heading11"/>
      </w:pPr>
      <w:r>
        <w:t>Letni izvedbeni cilji podprograma in kazalci, s katerimi se bo merilo doseganje zastavljenih ciljev (Neposredni učinek in kazalnik)</w:t>
      </w:r>
    </w:p>
    <w:p w14:paraId="7AB027D9" w14:textId="248A3A66" w:rsidR="00986AF4" w:rsidRDefault="00986AF4" w:rsidP="00986AF4">
      <w:r>
        <w:t>Število vključenih v programe izobraževanja</w:t>
      </w:r>
    </w:p>
    <w:p w14:paraId="30576126" w14:textId="00613325" w:rsidR="00986AF4" w:rsidRDefault="00986AF4" w:rsidP="00986AF4">
      <w:pPr>
        <w:pStyle w:val="AHeading8"/>
      </w:pPr>
      <w:r>
        <w:t>0004 - Občinska uprava</w:t>
      </w:r>
      <w:bookmarkStart w:id="325" w:name="PU_0004_PPR_19049001_A_20261"/>
      <w:bookmarkEnd w:id="325"/>
    </w:p>
    <w:p w14:paraId="3BF607FA" w14:textId="0AB83CCD" w:rsidR="00986AF4" w:rsidRDefault="00986AF4" w:rsidP="00986AF4">
      <w:pPr>
        <w:pStyle w:val="Vrednost"/>
      </w:pPr>
      <w:r>
        <w:t>Vrednost: 5.509.267 €</w:t>
      </w:r>
    </w:p>
    <w:p w14:paraId="0495CE25" w14:textId="1BA3D737" w:rsidR="00986AF4" w:rsidRDefault="00986AF4" w:rsidP="00986AF4">
      <w:pPr>
        <w:pStyle w:val="AHeading10"/>
      </w:pPr>
      <w:r>
        <w:t>19015 - Regijsko študijsko središče Celje - izobraževalni programi</w:t>
      </w:r>
      <w:bookmarkStart w:id="326" w:name="PP_19015_A_20261"/>
      <w:bookmarkEnd w:id="326"/>
    </w:p>
    <w:p w14:paraId="21DB0DBB" w14:textId="2175784D" w:rsidR="00986AF4" w:rsidRDefault="00986AF4" w:rsidP="00986AF4">
      <w:pPr>
        <w:pStyle w:val="Vrednost"/>
      </w:pPr>
      <w:r>
        <w:t>Vrednost: 505 €</w:t>
      </w:r>
    </w:p>
    <w:p w14:paraId="7AA6B156" w14:textId="7B430495" w:rsidR="00986AF4" w:rsidRDefault="00986AF4" w:rsidP="00986AF4">
      <w:pPr>
        <w:pStyle w:val="Heading11"/>
      </w:pPr>
      <w:r>
        <w:t>Obrazložitev dejavnosti v okviru proračunske postavke</w:t>
      </w:r>
    </w:p>
    <w:p w14:paraId="212853AD" w14:textId="77777777" w:rsidR="00986AF4" w:rsidRDefault="00986AF4" w:rsidP="00986AF4">
      <w:pPr>
        <w:rPr>
          <w:lang w:eastAsia="sl-SI"/>
        </w:rPr>
      </w:pPr>
      <w:r>
        <w:t>Sredstva so namenjena za sofinanciranje Regijskega  študijskega središča Celje, katerega soustanovitelj je tudi naša občina.</w:t>
      </w:r>
      <w:r>
        <w:br/>
        <w:t xml:space="preserve">Regijsko študijsko središče (RŠS) je ustanovitelj treh samostojnih visokošolskih zavodov, in sicer Visoke šole za varstvo okolja, Visoke zdravstvene šole Celju ter Visoke šole za proizvodno inženirstvo. </w:t>
      </w:r>
    </w:p>
    <w:p w14:paraId="65FDD3B9" w14:textId="77777777" w:rsidR="00986AF4" w:rsidRDefault="00986AF4" w:rsidP="00986AF4"/>
    <w:p w14:paraId="0E6BC6DB" w14:textId="269C0718" w:rsidR="00986AF4" w:rsidRDefault="00986AF4" w:rsidP="00986AF4">
      <w:pPr>
        <w:pStyle w:val="Heading11"/>
      </w:pPr>
      <w:r>
        <w:t>Navezava na projekte v okviru proračunske postavke</w:t>
      </w:r>
    </w:p>
    <w:p w14:paraId="39902DC7" w14:textId="51FFCAF2" w:rsidR="00986AF4" w:rsidRDefault="00986AF4" w:rsidP="00986AF4">
      <w:pPr>
        <w:pStyle w:val="Heading11"/>
      </w:pPr>
      <w:r>
        <w:t>Izhodišča, na katerih temeljijo izračuni predlogov pravic porabe za del, ki se ne izvršuje preko NRP (Neposredni učinek in kazalnik)</w:t>
      </w:r>
    </w:p>
    <w:p w14:paraId="3F937BB7" w14:textId="4B25CD7A" w:rsidR="00986AF4" w:rsidRDefault="00986AF4" w:rsidP="00986AF4">
      <w:r>
        <w:t>Sredstva so planirana na osnovi ocene potreb  za leto 2026.</w:t>
      </w:r>
    </w:p>
    <w:p w14:paraId="507E6544" w14:textId="77777777" w:rsidR="00986AF4" w:rsidRDefault="00986AF4" w:rsidP="00986AF4"/>
    <w:p w14:paraId="3B2F87AA" w14:textId="2AD20BA5" w:rsidR="00986AF4" w:rsidRDefault="00986AF4" w:rsidP="00986AF4">
      <w:pPr>
        <w:pStyle w:val="AHeading6"/>
      </w:pPr>
      <w:bookmarkStart w:id="327" w:name="_Toc184208594"/>
      <w:r>
        <w:t>1905 - Drugi izobraževalni programi</w:t>
      </w:r>
      <w:bookmarkEnd w:id="327"/>
    </w:p>
    <w:p w14:paraId="3B7EBB53" w14:textId="15D86B68" w:rsidR="00986AF4" w:rsidRDefault="00986AF4" w:rsidP="00986AF4">
      <w:pPr>
        <w:pStyle w:val="Vrednost"/>
      </w:pPr>
      <w:r>
        <w:t>Vrednost: 1.046 €</w:t>
      </w:r>
    </w:p>
    <w:p w14:paraId="5CCFAE37" w14:textId="6B857DAE" w:rsidR="00986AF4" w:rsidRDefault="00986AF4" w:rsidP="00986AF4">
      <w:pPr>
        <w:pStyle w:val="Heading11"/>
      </w:pPr>
      <w:r>
        <w:t>Opis glavnega programa</w:t>
      </w:r>
    </w:p>
    <w:p w14:paraId="4808B4F1" w14:textId="7B5590A8" w:rsidR="00986AF4" w:rsidRDefault="00986AF4" w:rsidP="00986AF4">
      <w:r>
        <w:t>Sem spada izobraževanje odraslih in druge oblike izobraževanja. Aktivnosti so usmerjene predvsem v pripravo in izvajanje programov za pridobitev osnovnošolske izobrazbe odraslih.</w:t>
      </w:r>
    </w:p>
    <w:p w14:paraId="40960D09" w14:textId="15B7B8B6" w:rsidR="00986AF4" w:rsidRDefault="00986AF4" w:rsidP="00986AF4">
      <w:pPr>
        <w:pStyle w:val="Heading11"/>
      </w:pPr>
      <w:r>
        <w:t>Dolgoročni cilji glavnega programa (Specifični cilj in kazalniki)</w:t>
      </w:r>
    </w:p>
    <w:p w14:paraId="12C64998" w14:textId="6437B957" w:rsidR="00986AF4" w:rsidRDefault="00986AF4" w:rsidP="00986AF4">
      <w:r>
        <w:t>" zviševanje izobrazbene ravni odraslega prebivalstva.</w:t>
      </w:r>
    </w:p>
    <w:p w14:paraId="1ED5244A" w14:textId="08FB1E41" w:rsidR="00986AF4" w:rsidRDefault="00986AF4" w:rsidP="00986AF4">
      <w:pPr>
        <w:pStyle w:val="Heading11"/>
      </w:pPr>
      <w:r>
        <w:t>Glavni letni izvedbeni cilji in kazalci, s katerimi se bo merilo doseganje zastavljenih ciljev</w:t>
      </w:r>
    </w:p>
    <w:p w14:paraId="4EE36DE4" w14:textId="0C9440B3" w:rsidR="00986AF4" w:rsidRDefault="00986AF4" w:rsidP="00986AF4">
      <w:r>
        <w:t>Cilji:</w:t>
      </w:r>
      <w:r>
        <w:br/>
        <w:t>" povečanje izobrazbene ravni  odraslih oseb.</w:t>
      </w:r>
      <w:r>
        <w:br/>
        <w:t>Kazalci:</w:t>
      </w:r>
      <w:r>
        <w:br/>
        <w:t>" število odraslih, ki so pridobili višjo stopnjo izobrazbe</w:t>
      </w:r>
    </w:p>
    <w:p w14:paraId="1A28157F" w14:textId="498D3BBE" w:rsidR="00986AF4" w:rsidRDefault="00986AF4" w:rsidP="00986AF4">
      <w:pPr>
        <w:pStyle w:val="Heading11"/>
      </w:pPr>
      <w:r>
        <w:t>Podprogrami in proračunski uporabniki znotraj glavnega programa</w:t>
      </w:r>
    </w:p>
    <w:p w14:paraId="5B97A7A2" w14:textId="77777777" w:rsidR="00986AF4" w:rsidRPr="00986AF4" w:rsidRDefault="00986AF4" w:rsidP="00986AF4">
      <w:pPr>
        <w:pStyle w:val="Navadensplet"/>
      </w:pPr>
      <w:r w:rsidRPr="00986AF4">
        <w:t>19059001 - Izobraževanje odraslih</w:t>
      </w:r>
    </w:p>
    <w:p w14:paraId="6406E6F6" w14:textId="77777777" w:rsidR="00986AF4" w:rsidRPr="00986AF4" w:rsidRDefault="00986AF4" w:rsidP="00986AF4">
      <w:pPr>
        <w:pStyle w:val="Navadensplet"/>
      </w:pPr>
      <w:r w:rsidRPr="00986AF4">
        <w:t>0004 - občinska uprava</w:t>
      </w:r>
    </w:p>
    <w:p w14:paraId="028386C7" w14:textId="77777777" w:rsidR="00986AF4" w:rsidRDefault="00986AF4" w:rsidP="00986AF4"/>
    <w:p w14:paraId="78155EAE" w14:textId="0196859A" w:rsidR="00986AF4" w:rsidRDefault="00986AF4" w:rsidP="00986AF4">
      <w:pPr>
        <w:pStyle w:val="AHeading7"/>
      </w:pPr>
      <w:bookmarkStart w:id="328" w:name="_Toc184208595"/>
      <w:r>
        <w:t>19059001 - Izobraževanje odraslih</w:t>
      </w:r>
      <w:bookmarkStart w:id="329" w:name="PPR_19059001_A_20261"/>
      <w:bookmarkEnd w:id="329"/>
      <w:bookmarkEnd w:id="328"/>
    </w:p>
    <w:p w14:paraId="0C755A32" w14:textId="696925CB" w:rsidR="00986AF4" w:rsidRDefault="00986AF4" w:rsidP="00986AF4">
      <w:pPr>
        <w:pStyle w:val="Vrednost"/>
      </w:pPr>
      <w:r>
        <w:t>Vrednost: 1.046 €</w:t>
      </w:r>
    </w:p>
    <w:p w14:paraId="07459E91" w14:textId="73B5FDF4" w:rsidR="00986AF4" w:rsidRDefault="00986AF4" w:rsidP="00986AF4">
      <w:pPr>
        <w:pStyle w:val="Heading11"/>
      </w:pPr>
      <w:r>
        <w:lastRenderedPageBreak/>
        <w:t>Opis podprograma</w:t>
      </w:r>
    </w:p>
    <w:p w14:paraId="05EFF9A4" w14:textId="476DF91A" w:rsidR="00986AF4" w:rsidRDefault="00986AF4" w:rsidP="00986AF4">
      <w:r>
        <w:t>Občina sofinancira materialne stroške prostora za delovanje izobraževanja odraslih, to je tisto izobraževanje odraslih, ki je v javnem interesu. S tem občina prispeva k uresničevanju načela vseživljenjskega učenja in izobraževanja in k dostopnosti izobraževanja odraslim pod enakimi pogoji.</w:t>
      </w:r>
    </w:p>
    <w:p w14:paraId="18C085E3" w14:textId="5B1F83AC" w:rsidR="00986AF4" w:rsidRDefault="00986AF4" w:rsidP="00986AF4">
      <w:pPr>
        <w:pStyle w:val="Heading11"/>
      </w:pPr>
      <w:r>
        <w:t>Zakonske in druge pravne podlage</w:t>
      </w:r>
    </w:p>
    <w:p w14:paraId="101B538C" w14:textId="7D4A9A37" w:rsidR="00986AF4" w:rsidRDefault="00986AF4" w:rsidP="00986AF4">
      <w:r>
        <w:t>" Nacionalni program izobraževanja odraslih</w:t>
      </w:r>
      <w:r>
        <w:br/>
        <w:t>" Zakon o izobraževanju odraslih</w:t>
      </w:r>
    </w:p>
    <w:p w14:paraId="3A84363B" w14:textId="1EF8149D" w:rsidR="00986AF4" w:rsidRDefault="00986AF4" w:rsidP="00986AF4">
      <w:pPr>
        <w:pStyle w:val="Heading11"/>
      </w:pPr>
      <w:r>
        <w:t>Dolgoročni cilji podprograma in kazalci, s katerimi se bo merilo doseganje zastavljenih ciljev (Rezultat in kazalniki)</w:t>
      </w:r>
    </w:p>
    <w:p w14:paraId="3EE4F7C9" w14:textId="3060EE67" w:rsidR="00986AF4" w:rsidRDefault="00986AF4" w:rsidP="00986AF4">
      <w:r>
        <w:t>Cilji:</w:t>
      </w:r>
      <w:r>
        <w:br/>
        <w:t>" zviševanje izobrazbene ravni na vseh stopnjah in zagotavljanje različnih oblik in možnosti za usposabljanje.</w:t>
      </w:r>
      <w:r>
        <w:br/>
        <w:t>Kazalci:</w:t>
      </w:r>
      <w:r>
        <w:br/>
        <w:t>" delež odraslih, ki so pridobili z višjo izobrazbo</w:t>
      </w:r>
    </w:p>
    <w:p w14:paraId="6DDDF791" w14:textId="3DC35D66" w:rsidR="00986AF4" w:rsidRDefault="00986AF4" w:rsidP="00986AF4">
      <w:pPr>
        <w:pStyle w:val="Heading11"/>
      </w:pPr>
      <w:r>
        <w:t>Letni izvedbeni cilji podprograma in kazalci, s katerimi se bo merilo doseganje zastavljenih ciljev (Neposredni učinek in kazalnik)</w:t>
      </w:r>
    </w:p>
    <w:p w14:paraId="11DADA33" w14:textId="5009F40C" w:rsidR="00986AF4" w:rsidRDefault="00986AF4" w:rsidP="00986AF4">
      <w:r>
        <w:t>Cilji:</w:t>
      </w:r>
      <w:r>
        <w:br/>
        <w:t xml:space="preserve">" zviševanje izobrazbene ravni </w:t>
      </w:r>
      <w:r>
        <w:br/>
        <w:t>Kazalci:</w:t>
      </w:r>
      <w:r>
        <w:br/>
        <w:t>" delež odraslih, ki se izobražujejo</w:t>
      </w:r>
    </w:p>
    <w:p w14:paraId="47E3695D" w14:textId="3777DF73" w:rsidR="00986AF4" w:rsidRDefault="00986AF4" w:rsidP="00986AF4">
      <w:pPr>
        <w:pStyle w:val="AHeading8"/>
      </w:pPr>
      <w:r>
        <w:t>0004 - Občinska uprava</w:t>
      </w:r>
      <w:bookmarkStart w:id="330" w:name="PU_0004_PPR_19059001_A_20261"/>
      <w:bookmarkEnd w:id="330"/>
    </w:p>
    <w:p w14:paraId="75A0EAD9" w14:textId="6950D81D" w:rsidR="00986AF4" w:rsidRDefault="00986AF4" w:rsidP="00986AF4">
      <w:pPr>
        <w:pStyle w:val="Vrednost"/>
      </w:pPr>
      <w:r>
        <w:t>Vrednost: 5.509.267 €</w:t>
      </w:r>
    </w:p>
    <w:p w14:paraId="74C363CA" w14:textId="15F6DF6F" w:rsidR="00986AF4" w:rsidRDefault="00986AF4" w:rsidP="00986AF4">
      <w:pPr>
        <w:pStyle w:val="AHeading10"/>
      </w:pPr>
      <w:r>
        <w:t>19014 - LU Rogaška Slatina - program izobraževanja odraslih</w:t>
      </w:r>
      <w:bookmarkStart w:id="331" w:name="PP_19014_A_20261"/>
      <w:bookmarkEnd w:id="331"/>
    </w:p>
    <w:p w14:paraId="3B484F8B" w14:textId="081C5202" w:rsidR="00986AF4" w:rsidRDefault="00986AF4" w:rsidP="00986AF4">
      <w:pPr>
        <w:pStyle w:val="Vrednost"/>
      </w:pPr>
      <w:r>
        <w:t>Vrednost: 1.046 €</w:t>
      </w:r>
    </w:p>
    <w:p w14:paraId="14724FB6" w14:textId="4B21FFD3" w:rsidR="00986AF4" w:rsidRDefault="00986AF4" w:rsidP="00986AF4">
      <w:pPr>
        <w:pStyle w:val="Heading11"/>
      </w:pPr>
      <w:r>
        <w:t>Obrazložitev dejavnosti v okviru proračunske postavke</w:t>
      </w:r>
    </w:p>
    <w:p w14:paraId="2126B13E" w14:textId="638C7AC0" w:rsidR="00986AF4" w:rsidRDefault="00986AF4" w:rsidP="00986AF4">
      <w:r>
        <w:t>Postavka zajema sofinanciranje dejavnosti osnovnošolskega izobraževanja odraslih inj drugih izobraževalnih programov za odrasle, ki ga je dolžna kriti občina kot soustanoviteljica. </w:t>
      </w:r>
    </w:p>
    <w:p w14:paraId="2B53618D" w14:textId="375BAF6A" w:rsidR="00986AF4" w:rsidRDefault="00986AF4" w:rsidP="00986AF4">
      <w:pPr>
        <w:pStyle w:val="Heading11"/>
      </w:pPr>
      <w:r>
        <w:t>Navezava na projekte v okviru proračunske postavke</w:t>
      </w:r>
    </w:p>
    <w:p w14:paraId="184ACCDA" w14:textId="2188F653" w:rsidR="00986AF4" w:rsidRDefault="00986AF4" w:rsidP="00986AF4">
      <w:pPr>
        <w:pStyle w:val="Heading11"/>
      </w:pPr>
      <w:r>
        <w:t>Izhodišča, na katerih temeljijo izračuni predlogov pravic porabe za del, ki se ne izvršuje preko NRP (Neposredni učinek in kazalnik)</w:t>
      </w:r>
    </w:p>
    <w:p w14:paraId="63643A34" w14:textId="006CBEAB" w:rsidR="00986AF4" w:rsidRDefault="00986AF4" w:rsidP="00986AF4">
      <w:r>
        <w:t>Sredstva so načrtovana glede na obveznosti, ki izhajajo iz  Pogodbe o kriterijih za zagotavljanje pogojev za delovanje javnega zavoda Ljudska univerza Rogaška Slatina in sicer v obsegu dejavnosti, ki se je izvajal ob sklenitvi pogodbe.</w:t>
      </w:r>
    </w:p>
    <w:p w14:paraId="6A248002" w14:textId="77777777" w:rsidR="00986AF4" w:rsidRDefault="00986AF4" w:rsidP="00986AF4"/>
    <w:p w14:paraId="31A39611" w14:textId="1D3F8686" w:rsidR="00986AF4" w:rsidRDefault="00986AF4" w:rsidP="00986AF4">
      <w:pPr>
        <w:pStyle w:val="AHeading6"/>
      </w:pPr>
      <w:bookmarkStart w:id="332" w:name="_Toc184208596"/>
      <w:r>
        <w:t>1906 - Pomoči šolajočim</w:t>
      </w:r>
      <w:bookmarkEnd w:id="332"/>
    </w:p>
    <w:p w14:paraId="09424BEC" w14:textId="50D64719" w:rsidR="00986AF4" w:rsidRDefault="00986AF4" w:rsidP="00986AF4">
      <w:pPr>
        <w:pStyle w:val="Vrednost"/>
      </w:pPr>
      <w:r>
        <w:t>Vrednost: 138.689 €</w:t>
      </w:r>
    </w:p>
    <w:p w14:paraId="2389AEEF" w14:textId="22FF7E54" w:rsidR="00986AF4" w:rsidRDefault="00986AF4" w:rsidP="00986AF4">
      <w:pPr>
        <w:pStyle w:val="Heading11"/>
      </w:pPr>
      <w:r>
        <w:t>Opis glavnega programa</w:t>
      </w:r>
    </w:p>
    <w:p w14:paraId="25808421" w14:textId="37002A4A" w:rsidR="00986AF4" w:rsidRDefault="00986AF4" w:rsidP="00986AF4">
      <w:r>
        <w:t> Opis glavnega programa</w:t>
      </w:r>
      <w:r>
        <w:br/>
        <w:t>V okviru tega programa zagotavljamo sredstva za:</w:t>
      </w:r>
      <w:r>
        <w:br/>
        <w:t xml:space="preserve">" kritje prevoznih stroškov učencem, </w:t>
      </w:r>
      <w:r>
        <w:br/>
        <w:t>" doplačila za šolo v naravi,</w:t>
      </w:r>
      <w:r>
        <w:br/>
        <w:t>" kritje stroškov šole v naravi za socialno ogrožene učence.</w:t>
      </w:r>
    </w:p>
    <w:p w14:paraId="61352D1A" w14:textId="2DA32A7F" w:rsidR="00986AF4" w:rsidRDefault="00986AF4" w:rsidP="00986AF4">
      <w:pPr>
        <w:pStyle w:val="Heading11"/>
      </w:pPr>
      <w:r>
        <w:t>Dolgoročni cilji glavnega programa (Specifični cilj in kazalniki)</w:t>
      </w:r>
    </w:p>
    <w:p w14:paraId="12708CF3" w14:textId="1DF84830" w:rsidR="00986AF4" w:rsidRDefault="00986AF4" w:rsidP="00986AF4">
      <w:r>
        <w:t>" izpolnjevati zakonsko predpisane obveznosti za učence v osnovni šoli,</w:t>
      </w:r>
      <w:r>
        <w:br/>
        <w:t>" zmanjševati razlike med učenci, ki sodijo v kategorijo socialno ogroženih</w:t>
      </w:r>
    </w:p>
    <w:p w14:paraId="2ADA2413" w14:textId="78D22227" w:rsidR="00986AF4" w:rsidRDefault="00986AF4" w:rsidP="00986AF4">
      <w:pPr>
        <w:pStyle w:val="Heading11"/>
      </w:pPr>
      <w:r>
        <w:t>Glavni letni izvedbeni cilji in kazalci, s katerimi se bo merilo doseganje zastavljenih ciljev</w:t>
      </w:r>
    </w:p>
    <w:p w14:paraId="3EB9BDE7" w14:textId="2C674286" w:rsidR="00986AF4" w:rsidRDefault="00986AF4" w:rsidP="00986AF4">
      <w:r>
        <w:t>Cilji:</w:t>
      </w:r>
      <w:r>
        <w:br/>
        <w:t>" kritje stroškov za učence v osnovni šoli na podlagi veljavne zakonodaje in</w:t>
      </w:r>
      <w:r>
        <w:br/>
      </w:r>
      <w:r>
        <w:lastRenderedPageBreak/>
        <w:t>Kazalci:</w:t>
      </w:r>
      <w:r>
        <w:br/>
        <w:t>" število učencev, ki so upravičeni do regresiranja</w:t>
      </w:r>
    </w:p>
    <w:p w14:paraId="48FB2FA4" w14:textId="612D4638" w:rsidR="00986AF4" w:rsidRDefault="00986AF4" w:rsidP="00986AF4">
      <w:pPr>
        <w:pStyle w:val="Heading11"/>
      </w:pPr>
      <w:r>
        <w:t>Podprogrami in proračunski uporabniki znotraj glavnega programa</w:t>
      </w:r>
    </w:p>
    <w:p w14:paraId="4AFBA281" w14:textId="77777777" w:rsidR="00986AF4" w:rsidRPr="00986AF4" w:rsidRDefault="00986AF4" w:rsidP="00986AF4">
      <w:pPr>
        <w:pStyle w:val="Navadensplet"/>
      </w:pPr>
      <w:r w:rsidRPr="00986AF4">
        <w:t>19069001  - Pomoči v osnovnem šolstvu</w:t>
      </w:r>
      <w:r w:rsidRPr="00986AF4">
        <w:br/>
        <w:t>19069002 - Pomoči v srednjem šolstvu</w:t>
      </w:r>
    </w:p>
    <w:p w14:paraId="3296027C" w14:textId="77777777" w:rsidR="00986AF4" w:rsidRPr="00986AF4" w:rsidRDefault="00986AF4" w:rsidP="00986AF4">
      <w:pPr>
        <w:pStyle w:val="Navadensplet"/>
      </w:pPr>
      <w:r w:rsidRPr="00986AF4">
        <w:t>19069004 - Študijske pomoči</w:t>
      </w:r>
    </w:p>
    <w:p w14:paraId="3FEA1DCC" w14:textId="77777777" w:rsidR="00986AF4" w:rsidRPr="00986AF4" w:rsidRDefault="00986AF4" w:rsidP="00986AF4">
      <w:pPr>
        <w:pStyle w:val="Navadensplet"/>
      </w:pPr>
      <w:r w:rsidRPr="00986AF4">
        <w:t>PU 0004 - občinska uprava</w:t>
      </w:r>
    </w:p>
    <w:p w14:paraId="068FD3EB" w14:textId="77777777" w:rsidR="00986AF4" w:rsidRDefault="00986AF4" w:rsidP="00986AF4"/>
    <w:p w14:paraId="30EF4BAB" w14:textId="44F1F08A" w:rsidR="00986AF4" w:rsidRDefault="00986AF4" w:rsidP="00986AF4">
      <w:pPr>
        <w:pStyle w:val="AHeading7"/>
      </w:pPr>
      <w:bookmarkStart w:id="333" w:name="_Toc184208597"/>
      <w:r>
        <w:t>19069001 - Pomoči v osnovnem šolstvu</w:t>
      </w:r>
      <w:bookmarkStart w:id="334" w:name="PPR_19069001_A_20261"/>
      <w:bookmarkEnd w:id="334"/>
      <w:bookmarkEnd w:id="333"/>
    </w:p>
    <w:p w14:paraId="0826CD6E" w14:textId="0AE3213D" w:rsidR="00986AF4" w:rsidRDefault="00986AF4" w:rsidP="00986AF4">
      <w:pPr>
        <w:pStyle w:val="Vrednost"/>
      </w:pPr>
      <w:r>
        <w:t>Vrednost: 135.689 €</w:t>
      </w:r>
    </w:p>
    <w:p w14:paraId="63B6E50C" w14:textId="10CECE23" w:rsidR="00986AF4" w:rsidRDefault="00986AF4" w:rsidP="00986AF4">
      <w:pPr>
        <w:pStyle w:val="Heading11"/>
      </w:pPr>
      <w:r>
        <w:t>Opis podprograma</w:t>
      </w:r>
    </w:p>
    <w:p w14:paraId="46D882CB" w14:textId="4F0034F9" w:rsidR="00986AF4" w:rsidRDefault="00986AF4" w:rsidP="00986AF4">
      <w:r>
        <w:t>V okviru tega programa zagotavljamo sredstva za kritje prevoznih stroškov učencem, regresiranje prehrane učencev v osnovnih šolah.</w:t>
      </w:r>
    </w:p>
    <w:p w14:paraId="21D95481" w14:textId="4C3B9D23" w:rsidR="00986AF4" w:rsidRDefault="00986AF4" w:rsidP="00986AF4">
      <w:pPr>
        <w:pStyle w:val="Heading11"/>
      </w:pPr>
      <w:r>
        <w:t>Zakonske in druge pravne podlage</w:t>
      </w:r>
    </w:p>
    <w:p w14:paraId="5DB80D7A" w14:textId="2F2A7DB3" w:rsidR="00986AF4" w:rsidRDefault="00986AF4" w:rsidP="00986AF4">
      <w:r>
        <w:t>" Zakon o organizaciji in financiranju vzgoje in izobraževanja</w:t>
      </w:r>
      <w:r>
        <w:br/>
        <w:t>" Zakon o osnovni šoli</w:t>
      </w:r>
    </w:p>
    <w:p w14:paraId="152E54D2" w14:textId="276FB68F" w:rsidR="00986AF4" w:rsidRDefault="00986AF4" w:rsidP="00986AF4">
      <w:pPr>
        <w:pStyle w:val="Heading11"/>
      </w:pPr>
      <w:r>
        <w:t>Dolgoročni cilji podprograma in kazalci, s katerimi se bo merilo doseganje zastavljenih ciljev (Rezultat in kazalniki)</w:t>
      </w:r>
    </w:p>
    <w:p w14:paraId="42D651E7" w14:textId="7A5F79F0" w:rsidR="00986AF4" w:rsidRDefault="00986AF4" w:rsidP="00986AF4">
      <w:r>
        <w:t>Cilji:</w:t>
      </w:r>
      <w:r>
        <w:br/>
        <w:t>" izenačiti pogoje za vse učence v osnovnošolskem izobraževanju</w:t>
      </w:r>
      <w:r>
        <w:br/>
        <w:t>Kazalci:</w:t>
      </w:r>
      <w:r>
        <w:br/>
        <w:t>" število učencev, ki so upravičeni do pomoči</w:t>
      </w:r>
    </w:p>
    <w:p w14:paraId="4A573829" w14:textId="52EA9D90" w:rsidR="00986AF4" w:rsidRDefault="00986AF4" w:rsidP="00986AF4">
      <w:pPr>
        <w:pStyle w:val="Heading11"/>
      </w:pPr>
      <w:r>
        <w:t>Letni izvedbeni cilji podprograma in kazalci, s katerimi se bo merilo doseganje zastavljenih ciljev (Neposredni učinek in kazalnik)</w:t>
      </w:r>
    </w:p>
    <w:p w14:paraId="5C5DD927" w14:textId="065B3C5C" w:rsidR="00986AF4" w:rsidRDefault="00986AF4" w:rsidP="00986AF4">
      <w:r>
        <w:t>Cilji:</w:t>
      </w:r>
      <w:r>
        <w:br/>
        <w:t>" omogočiti učencem brezplačni prevoz do osnovne šole oz. do vzgojno izobraževalnega zavoda v skladu z veljavno zakonodajo in</w:t>
      </w:r>
      <w:r>
        <w:br/>
        <w:t xml:space="preserve">" regresiranje prehrane učencev v osnovnih šolah </w:t>
      </w:r>
      <w:r>
        <w:br/>
        <w:t>Kazalci:</w:t>
      </w:r>
      <w:r>
        <w:br/>
        <w:t>" število učencev, ki so upravičeni do pomoči</w:t>
      </w:r>
    </w:p>
    <w:p w14:paraId="43DAF765" w14:textId="630F97BE" w:rsidR="00986AF4" w:rsidRDefault="00986AF4" w:rsidP="00986AF4">
      <w:pPr>
        <w:pStyle w:val="AHeading8"/>
      </w:pPr>
      <w:r>
        <w:t>0004 - Občinska uprava</w:t>
      </w:r>
      <w:bookmarkStart w:id="335" w:name="PU_0004_PPR_19069001_A_20261"/>
      <w:bookmarkEnd w:id="335"/>
    </w:p>
    <w:p w14:paraId="32A1E20E" w14:textId="08EA1753" w:rsidR="00986AF4" w:rsidRDefault="00986AF4" w:rsidP="00986AF4">
      <w:pPr>
        <w:pStyle w:val="Vrednost"/>
      </w:pPr>
      <w:r>
        <w:t>Vrednost: 5.509.267 €</w:t>
      </w:r>
    </w:p>
    <w:p w14:paraId="2B609512" w14:textId="30BA3970" w:rsidR="00986AF4" w:rsidRDefault="00986AF4" w:rsidP="00986AF4">
      <w:pPr>
        <w:pStyle w:val="AHeading10"/>
      </w:pPr>
      <w:r>
        <w:t>19007 - Regresiranje šolskih prevozov</w:t>
      </w:r>
      <w:bookmarkStart w:id="336" w:name="PP_19007_A_20261"/>
      <w:bookmarkEnd w:id="336"/>
    </w:p>
    <w:p w14:paraId="3425BC95" w14:textId="2A063AC0" w:rsidR="00986AF4" w:rsidRDefault="00986AF4" w:rsidP="00986AF4">
      <w:pPr>
        <w:pStyle w:val="Vrednost"/>
      </w:pPr>
      <w:r>
        <w:t>Vrednost: 125.000 €</w:t>
      </w:r>
    </w:p>
    <w:p w14:paraId="7B3FB75A" w14:textId="7AFDD663" w:rsidR="00986AF4" w:rsidRDefault="00986AF4" w:rsidP="00986AF4">
      <w:pPr>
        <w:pStyle w:val="Heading11"/>
      </w:pPr>
      <w:r>
        <w:t>Obrazložitev dejavnosti v okviru proračunske postavke</w:t>
      </w:r>
    </w:p>
    <w:p w14:paraId="632312C6" w14:textId="77777777" w:rsidR="00986AF4" w:rsidRPr="00986AF4" w:rsidRDefault="00986AF4" w:rsidP="00986AF4">
      <w:pPr>
        <w:rPr>
          <w:lang w:eastAsia="sl-SI"/>
        </w:rPr>
      </w:pPr>
      <w:r w:rsidRPr="00986AF4">
        <w:t xml:space="preserve">Prevozni stroški učencev predstavljajo stroške prevozov učencev na razdalji od doma do šole, ki je večja od 4 km in jih je dolžna kriti občina ter stroške prevozov na poteh, ki so opredeljene kot nevarne. Navedene stroške je občina dolžna kriti na podlagi določil Zakona o financiranju vzgoje in izobraževanja. Prav tako je občina na podlagi zakona o osnovni šoli dolžna kriti stroške prevoza za otroke s posebnimi potrebami, ki dnevno obiskujejo osnovno šolo izven kraja bivanja. </w:t>
      </w:r>
    </w:p>
    <w:p w14:paraId="5394171C" w14:textId="77777777" w:rsidR="00986AF4" w:rsidRPr="00986AF4" w:rsidRDefault="00986AF4" w:rsidP="00986AF4">
      <w:r w:rsidRPr="00986AF4">
        <w:t> </w:t>
      </w:r>
    </w:p>
    <w:p w14:paraId="47657A5F" w14:textId="77777777" w:rsidR="00986AF4" w:rsidRDefault="00986AF4" w:rsidP="00986AF4"/>
    <w:p w14:paraId="0DFF8575" w14:textId="13BE4D07" w:rsidR="00986AF4" w:rsidRDefault="00986AF4" w:rsidP="00986AF4">
      <w:pPr>
        <w:pStyle w:val="Heading11"/>
      </w:pPr>
      <w:r>
        <w:t>Navezava na projekte v okviru proračunske postavke</w:t>
      </w:r>
    </w:p>
    <w:p w14:paraId="3B897BAD" w14:textId="1855DAAB" w:rsidR="00986AF4" w:rsidRDefault="00986AF4" w:rsidP="00986AF4">
      <w:pPr>
        <w:pStyle w:val="Heading11"/>
      </w:pPr>
      <w:r>
        <w:t>Izhodišča, na katerih temeljijo izračuni predlogov pravic porabe za del, ki se ne izvršuje preko NRP (Neposredni učinek in kazalnik)</w:t>
      </w:r>
    </w:p>
    <w:p w14:paraId="60913532" w14:textId="492EC3C8" w:rsidR="00986AF4" w:rsidRDefault="00986AF4" w:rsidP="00986AF4">
      <w:r>
        <w:t>Sredstva so planirana na osnovi ocene potreb  za leto 2026.</w:t>
      </w:r>
    </w:p>
    <w:p w14:paraId="1CD804EC" w14:textId="4A195777" w:rsidR="00986AF4" w:rsidRDefault="00986AF4" w:rsidP="00986AF4">
      <w:pPr>
        <w:pStyle w:val="AHeading10"/>
      </w:pPr>
      <w:r>
        <w:lastRenderedPageBreak/>
        <w:t>19008 - Dodatni programi na področju osnovnošolskega izobraževanja</w:t>
      </w:r>
      <w:bookmarkStart w:id="337" w:name="PP_19008_A_20261"/>
      <w:bookmarkEnd w:id="337"/>
    </w:p>
    <w:p w14:paraId="3BB0CD9A" w14:textId="7F9B38B0" w:rsidR="00986AF4" w:rsidRDefault="00986AF4" w:rsidP="00986AF4">
      <w:pPr>
        <w:pStyle w:val="Vrednost"/>
      </w:pPr>
      <w:r>
        <w:t>Vrednost: 10.689 €</w:t>
      </w:r>
    </w:p>
    <w:p w14:paraId="382C26DB" w14:textId="3D6CB0E0" w:rsidR="00986AF4" w:rsidRDefault="00986AF4" w:rsidP="00986AF4">
      <w:pPr>
        <w:pStyle w:val="Heading11"/>
      </w:pPr>
      <w:r>
        <w:t>Obrazložitev dejavnosti v okviru proračunske postavke</w:t>
      </w:r>
    </w:p>
    <w:p w14:paraId="08222E05" w14:textId="5E2FAA7B" w:rsidR="00986AF4" w:rsidRDefault="00986AF4" w:rsidP="00986AF4">
      <w:r>
        <w:t>Predvidene so dotacije za doplačila šole v naravi, sredstva za izvedbo praznika šole,  praznično obdaritev otrok, sredstva za izvedbo šolskih tekmovanj in izvedbo intenzivnih pevskih vaj. Predvidena so tudi sredstva za refundacijo stroškov uporabe šolske telovadnice za športno društvo in ostale uporabnike.</w:t>
      </w:r>
    </w:p>
    <w:p w14:paraId="0340642D" w14:textId="667F9CCC" w:rsidR="00986AF4" w:rsidRDefault="00986AF4" w:rsidP="00986AF4">
      <w:pPr>
        <w:pStyle w:val="Heading11"/>
      </w:pPr>
      <w:r>
        <w:t>Navezava na projekte v okviru proračunske postavke</w:t>
      </w:r>
    </w:p>
    <w:p w14:paraId="41053E42" w14:textId="35C97089" w:rsidR="00986AF4" w:rsidRDefault="00986AF4" w:rsidP="00986AF4">
      <w:pPr>
        <w:pStyle w:val="Heading11"/>
      </w:pPr>
      <w:r>
        <w:t>Izhodišča, na katerih temeljijo izračuni predlogov pravic porabe za del, ki se ne izvršuje preko NRP (Neposredni učinek in kazalnik)</w:t>
      </w:r>
    </w:p>
    <w:p w14:paraId="3BF95C49" w14:textId="1DC61E07" w:rsidR="00986AF4" w:rsidRDefault="00986AF4" w:rsidP="00986AF4">
      <w:r>
        <w:t>Sredstva so planirana na osnovi ocene potreb OŠ Bistrica ob Sotli za leto 2026.</w:t>
      </w:r>
    </w:p>
    <w:p w14:paraId="0186DDC5" w14:textId="77777777" w:rsidR="00986AF4" w:rsidRDefault="00986AF4" w:rsidP="00986AF4"/>
    <w:p w14:paraId="64AB5462" w14:textId="07BE11D9" w:rsidR="00986AF4" w:rsidRDefault="00986AF4" w:rsidP="00986AF4">
      <w:pPr>
        <w:pStyle w:val="AHeading7"/>
      </w:pPr>
      <w:bookmarkStart w:id="338" w:name="_Toc184208598"/>
      <w:r>
        <w:t>19069004 - Študijske pomoči</w:t>
      </w:r>
      <w:bookmarkStart w:id="339" w:name="PPR_19069004_A_20261"/>
      <w:bookmarkEnd w:id="339"/>
      <w:bookmarkEnd w:id="338"/>
    </w:p>
    <w:p w14:paraId="21743377" w14:textId="5EC93200" w:rsidR="00986AF4" w:rsidRDefault="00986AF4" w:rsidP="00986AF4">
      <w:pPr>
        <w:pStyle w:val="Vrednost"/>
      </w:pPr>
      <w:r>
        <w:t>Vrednost: 3.000 €</w:t>
      </w:r>
    </w:p>
    <w:p w14:paraId="2C5DD886" w14:textId="6BA8CC39" w:rsidR="00986AF4" w:rsidRDefault="00986AF4" w:rsidP="00986AF4">
      <w:pPr>
        <w:pStyle w:val="Heading11"/>
      </w:pPr>
      <w:r>
        <w:t>Opis podprograma</w:t>
      </w:r>
    </w:p>
    <w:p w14:paraId="35CD841C" w14:textId="07D64F80" w:rsidR="00986AF4" w:rsidRDefault="00986AF4" w:rsidP="00986AF4">
      <w:pPr>
        <w:pStyle w:val="Heading11"/>
      </w:pPr>
      <w:r>
        <w:t>Zakonske in druge pravne podlage</w:t>
      </w:r>
    </w:p>
    <w:p w14:paraId="2C62FE77" w14:textId="7B3C3C9E" w:rsidR="00986AF4" w:rsidRDefault="00986AF4" w:rsidP="00986AF4">
      <w:pPr>
        <w:pStyle w:val="Heading11"/>
      </w:pPr>
      <w:r>
        <w:t>Dolgoročni cilji podprograma in kazalci, s katerimi se bo merilo doseganje zastavljenih ciljev (Rezultat in kazalniki)</w:t>
      </w:r>
    </w:p>
    <w:p w14:paraId="686348EC" w14:textId="16B54EF0" w:rsidR="00986AF4" w:rsidRDefault="00986AF4" w:rsidP="00986AF4">
      <w:pPr>
        <w:pStyle w:val="Heading11"/>
      </w:pPr>
      <w:r>
        <w:t>Letni izvedbeni cilji podprograma in kazalci, s katerimi se bo merilo doseganje zastavljenih ciljev (Neposredni učinek in kazalnik)</w:t>
      </w:r>
    </w:p>
    <w:p w14:paraId="1F4064C4" w14:textId="0DE905E0" w:rsidR="00986AF4" w:rsidRDefault="00986AF4" w:rsidP="00986AF4">
      <w:pPr>
        <w:pStyle w:val="AHeading8"/>
      </w:pPr>
      <w:r>
        <w:t>0001 - Župan</w:t>
      </w:r>
      <w:bookmarkStart w:id="340" w:name="PU_0001_PPR_19069004_A_20261"/>
      <w:bookmarkEnd w:id="340"/>
    </w:p>
    <w:p w14:paraId="030F968E" w14:textId="1D2C3282" w:rsidR="00986AF4" w:rsidRDefault="00986AF4" w:rsidP="00986AF4">
      <w:pPr>
        <w:pStyle w:val="Vrednost"/>
      </w:pPr>
      <w:r>
        <w:t>Vrednost: 91.327 €</w:t>
      </w:r>
    </w:p>
    <w:p w14:paraId="346C9DDA" w14:textId="6A49B31B" w:rsidR="00986AF4" w:rsidRDefault="00986AF4" w:rsidP="00986AF4">
      <w:pPr>
        <w:pStyle w:val="AHeading10"/>
      </w:pPr>
      <w:r>
        <w:t>19017 - Pomoči in štipendije za študij v tujini</w:t>
      </w:r>
      <w:bookmarkStart w:id="341" w:name="PP_19017_A_20261"/>
      <w:bookmarkEnd w:id="341"/>
    </w:p>
    <w:p w14:paraId="4E1EB460" w14:textId="1599E86D" w:rsidR="00986AF4" w:rsidRDefault="00986AF4" w:rsidP="00986AF4">
      <w:pPr>
        <w:pStyle w:val="Vrednost"/>
      </w:pPr>
      <w:r>
        <w:t>Vrednost: 3.000 €</w:t>
      </w:r>
    </w:p>
    <w:p w14:paraId="123004C2" w14:textId="7CE5B392" w:rsidR="00986AF4" w:rsidRDefault="00986AF4" w:rsidP="00986AF4">
      <w:pPr>
        <w:pStyle w:val="Heading11"/>
      </w:pPr>
      <w:r>
        <w:t>Obrazložitev dejavnosti v okviru proračunske postavke</w:t>
      </w:r>
    </w:p>
    <w:p w14:paraId="7679FE2A" w14:textId="43D334A9" w:rsidR="00986AF4" w:rsidRDefault="00986AF4" w:rsidP="00986AF4">
      <w:r>
        <w:t>Na postavki so planirana sredst</w:t>
      </w:r>
      <w:r w:rsidR="00F82916">
        <w:t>v</w:t>
      </w:r>
      <w:r>
        <w:t>a za štipendije in pomoči  za študij v tujini.</w:t>
      </w:r>
    </w:p>
    <w:p w14:paraId="440AD240" w14:textId="52687B54" w:rsidR="00986AF4" w:rsidRDefault="00986AF4" w:rsidP="00986AF4">
      <w:pPr>
        <w:pStyle w:val="Heading11"/>
      </w:pPr>
      <w:r>
        <w:t>Navezava na projekte v okviru proračunske postavke</w:t>
      </w:r>
    </w:p>
    <w:p w14:paraId="41F49310" w14:textId="230AA4FA" w:rsidR="00986AF4" w:rsidRDefault="00986AF4" w:rsidP="00986AF4">
      <w:pPr>
        <w:pStyle w:val="Heading11"/>
      </w:pPr>
      <w:r>
        <w:t>Izhodišča, na katerih temeljijo izračuni predlogov pravic porabe za del, ki se ne izvršuje preko NRP (Neposredni učinek in kazalnik)</w:t>
      </w:r>
    </w:p>
    <w:p w14:paraId="74100B24" w14:textId="53644F9A" w:rsidR="00986AF4" w:rsidRDefault="00986AF4" w:rsidP="00986AF4">
      <w:r>
        <w:t>Sredstva so planirana glede na  pričakovano realizacijo v letu 2026.</w:t>
      </w:r>
    </w:p>
    <w:p w14:paraId="05578264" w14:textId="77777777" w:rsidR="00986AF4" w:rsidRDefault="00986AF4" w:rsidP="00986AF4"/>
    <w:p w14:paraId="58767CF0" w14:textId="7EF0CC45" w:rsidR="00986AF4" w:rsidRDefault="00986AF4" w:rsidP="00986AF4">
      <w:pPr>
        <w:pStyle w:val="AHeading5"/>
      </w:pPr>
      <w:bookmarkStart w:id="342" w:name="_Toc184208599"/>
      <w:r>
        <w:t>20 - SOCIALNO VARSTVO</w:t>
      </w:r>
      <w:bookmarkEnd w:id="342"/>
    </w:p>
    <w:p w14:paraId="3866932D" w14:textId="714220E2" w:rsidR="00986AF4" w:rsidRDefault="00986AF4" w:rsidP="00986AF4">
      <w:pPr>
        <w:pStyle w:val="Vrednost"/>
      </w:pPr>
      <w:r>
        <w:t>Vrednost: 111.779 €</w:t>
      </w:r>
    </w:p>
    <w:p w14:paraId="37322D8B" w14:textId="25A990D1" w:rsidR="00986AF4" w:rsidRDefault="00986AF4" w:rsidP="00986AF4">
      <w:pPr>
        <w:pStyle w:val="Heading11"/>
      </w:pPr>
      <w:r>
        <w:t>Opis področja proračunske porabe, poslanstva občine znotraj področja proračunske porabe</w:t>
      </w:r>
    </w:p>
    <w:p w14:paraId="796667ED" w14:textId="33364735" w:rsidR="00986AF4" w:rsidRDefault="00986AF4" w:rsidP="00986AF4">
      <w:r>
        <w:t>Socialno varstvo zajema programe na področju urejanja sistema socialnega varstva ter programe pomoči, ki so namenjeni varstvu naslednjih skupin prebivalstva: družin, starejših občanov in invalidov, najrevnejših slojev prebivalstva, telesno in duševno prizadetih oseb in zasvojenih oseb. Glavnino nalog, ki jih izvajamo na področju socialnega varstva, določata Zakon o socialnem varstvu in Zakon o lokalni samoupravi, ki nalagata skrb za socialno ogrožene, invalide in ostarele občane.</w:t>
      </w:r>
    </w:p>
    <w:p w14:paraId="4E87A4EC" w14:textId="32D9CA77" w:rsidR="00986AF4" w:rsidRDefault="00986AF4" w:rsidP="00986AF4">
      <w:pPr>
        <w:pStyle w:val="Heading11"/>
      </w:pPr>
      <w:r>
        <w:t>Dokumenti dolgoročnega razvojnega načrtovanja</w:t>
      </w:r>
    </w:p>
    <w:p w14:paraId="17DDAD27" w14:textId="187D9E19" w:rsidR="00986AF4" w:rsidRDefault="00986AF4" w:rsidP="00986AF4">
      <w:r>
        <w:t>" Resolucija o nacionalnem programu socialnega varstva</w:t>
      </w:r>
    </w:p>
    <w:p w14:paraId="73D9456F" w14:textId="638DA059" w:rsidR="00986AF4" w:rsidRDefault="00986AF4" w:rsidP="00986AF4">
      <w:pPr>
        <w:pStyle w:val="Heading11"/>
      </w:pPr>
      <w:r>
        <w:t>Dolgoročni cilji področja proračunske porabe (Splošni cilj)</w:t>
      </w:r>
    </w:p>
    <w:p w14:paraId="443A7601" w14:textId="706EF3AB" w:rsidR="00986AF4" w:rsidRDefault="00986AF4" w:rsidP="00986AF4">
      <w:r>
        <w:t>" zagotavljanje izboljšane kvalitete življenja vseh socialnih skupin,</w:t>
      </w:r>
      <w:r>
        <w:br/>
        <w:t xml:space="preserve">" uvajanje novih programov socialnega varstva posameznih ciljnih skupin, </w:t>
      </w:r>
      <w:r>
        <w:br/>
      </w:r>
      <w:r>
        <w:lastRenderedPageBreak/>
        <w:t>" razvoj strokovnih oblik pomoči,</w:t>
      </w:r>
      <w:r>
        <w:br/>
        <w:t>" vzpostavitev in razvoj pluralnosti dejavnosti in oblikovanje novih pristopov za obvladovanje socialnih stisk,</w:t>
      </w:r>
    </w:p>
    <w:p w14:paraId="3B82B657" w14:textId="58B33A27" w:rsidR="00986AF4" w:rsidRDefault="00986AF4" w:rsidP="00986AF4">
      <w:pPr>
        <w:pStyle w:val="Heading11"/>
      </w:pPr>
      <w:r>
        <w:t>Oznaka in nazivi glavnih programov v pristojnosti občine</w:t>
      </w:r>
    </w:p>
    <w:p w14:paraId="551E32FD" w14:textId="120B59EE" w:rsidR="00986AF4" w:rsidRDefault="00986AF4" w:rsidP="00986AF4">
      <w:r>
        <w:t>2002 Varstvo otrok in družine</w:t>
      </w:r>
      <w:r>
        <w:br/>
        <w:t>2004 Izvajanje programov socialnega varstva</w:t>
      </w:r>
    </w:p>
    <w:p w14:paraId="7EB71E98" w14:textId="19BC6536" w:rsidR="00986AF4" w:rsidRDefault="00986AF4" w:rsidP="00986AF4">
      <w:pPr>
        <w:pStyle w:val="AHeading6"/>
      </w:pPr>
      <w:bookmarkStart w:id="343" w:name="_Toc184208600"/>
      <w:r>
        <w:t>2002 - Varstvo otrok in družine</w:t>
      </w:r>
      <w:bookmarkEnd w:id="343"/>
    </w:p>
    <w:p w14:paraId="6AFF34E5" w14:textId="0D061A73" w:rsidR="00986AF4" w:rsidRDefault="00986AF4" w:rsidP="00986AF4">
      <w:pPr>
        <w:pStyle w:val="Vrednost"/>
      </w:pPr>
      <w:r>
        <w:t>Vrednost: 4.500 €</w:t>
      </w:r>
    </w:p>
    <w:p w14:paraId="19CCA227" w14:textId="24DE09D6" w:rsidR="00986AF4" w:rsidRDefault="00986AF4" w:rsidP="00986AF4">
      <w:pPr>
        <w:pStyle w:val="Heading11"/>
      </w:pPr>
      <w:r>
        <w:t>Opis glavnega programa</w:t>
      </w:r>
    </w:p>
    <w:p w14:paraId="6C49EA44" w14:textId="73974CBD" w:rsidR="00986AF4" w:rsidRDefault="00986AF4" w:rsidP="00986AF4">
      <w:r>
        <w:t>Varstvo otrok in družine vključuje sredstva za programe pomoč družini na lokalnem nivoju. Občina Bistrica ob Sotli želi posredno prispevati tudi k dvigu natalitete ter slediti družinski politiki celotne države, zato v okviru tega podprograma zagotavljamo sredstva ob rojstvu vsakega novorojenčka, ki ima skupaj z vsaj enim od staršev stalno bivališče v Občini Bistrica ob Sotli in je državljan Republike Slovenije.</w:t>
      </w:r>
    </w:p>
    <w:p w14:paraId="21AB02B3" w14:textId="0931CDEF" w:rsidR="00986AF4" w:rsidRDefault="00986AF4" w:rsidP="00986AF4">
      <w:pPr>
        <w:pStyle w:val="Heading11"/>
      </w:pPr>
      <w:r>
        <w:t>Dolgoročni cilji glavnega programa (Specifični cilj in kazalniki)</w:t>
      </w:r>
    </w:p>
    <w:p w14:paraId="2838E138" w14:textId="06C2FCCE" w:rsidR="00986AF4" w:rsidRDefault="00986AF4" w:rsidP="00986AF4">
      <w:r>
        <w:t>Dolgoročni cilj je zagotavljati sredstva za spodbujanje rodnosti na območju občine.</w:t>
      </w:r>
    </w:p>
    <w:p w14:paraId="4635FCC3" w14:textId="45DBCF8D" w:rsidR="00986AF4" w:rsidRDefault="00986AF4" w:rsidP="00986AF4">
      <w:pPr>
        <w:pStyle w:val="Heading11"/>
      </w:pPr>
      <w:r>
        <w:t>Glavni letni izvedbeni cilji in kazalci, s katerimi se bo merilo doseganje zastavljenih ciljev</w:t>
      </w:r>
    </w:p>
    <w:p w14:paraId="3AD0ECF9" w14:textId="6ACCBE8F" w:rsidR="00986AF4" w:rsidRDefault="00986AF4" w:rsidP="00986AF4">
      <w:r>
        <w:t>Cilji:</w:t>
      </w:r>
      <w:r>
        <w:br/>
        <w:t xml:space="preserve">" v skladu s cilji družinske politike v Republiki Sloveniji je tudi eden izmed ciljev družinske politike v občini Bistrica ob Sotli ustvarjati pogoje za izboljšanje kakovosti življenja vseh družin </w:t>
      </w:r>
      <w:r>
        <w:br/>
        <w:t xml:space="preserve">" spodbujanje rodnosti na tem področju z zagotavljanjem sredstev za novorojence </w:t>
      </w:r>
      <w:r>
        <w:br/>
        <w:t>Kazalci:</w:t>
      </w:r>
      <w:r>
        <w:br/>
        <w:t>" število podeljenih pomoči za novorojence</w:t>
      </w:r>
    </w:p>
    <w:p w14:paraId="2E4CD54F" w14:textId="65610400" w:rsidR="00986AF4" w:rsidRDefault="00986AF4" w:rsidP="00986AF4">
      <w:pPr>
        <w:pStyle w:val="Heading11"/>
      </w:pPr>
      <w:r>
        <w:t>Podprogrami in proračunski uporabniki znotraj glavnega programa</w:t>
      </w:r>
    </w:p>
    <w:p w14:paraId="798E1E2D" w14:textId="045B2B1F" w:rsidR="00986AF4" w:rsidRDefault="00986AF4" w:rsidP="00986AF4">
      <w:r>
        <w:t>20029001 - Drugi programi v pomoč družini</w:t>
      </w:r>
      <w:r>
        <w:br/>
        <w:t>  0004 - Občinska uprava</w:t>
      </w:r>
    </w:p>
    <w:p w14:paraId="37FB6CB6" w14:textId="0BB7A394" w:rsidR="00986AF4" w:rsidRDefault="00986AF4" w:rsidP="00986AF4">
      <w:pPr>
        <w:pStyle w:val="AHeading7"/>
      </w:pPr>
      <w:bookmarkStart w:id="344" w:name="_Toc184208601"/>
      <w:r>
        <w:t>20029001 - Drugi programi v pomoč družini</w:t>
      </w:r>
      <w:bookmarkStart w:id="345" w:name="PPR_20029001_A_20261"/>
      <w:bookmarkEnd w:id="345"/>
      <w:bookmarkEnd w:id="344"/>
    </w:p>
    <w:p w14:paraId="17CF10C9" w14:textId="09DC903A" w:rsidR="00986AF4" w:rsidRDefault="00986AF4" w:rsidP="00986AF4">
      <w:pPr>
        <w:pStyle w:val="Vrednost"/>
      </w:pPr>
      <w:r>
        <w:t>Vrednost: 4.500 €</w:t>
      </w:r>
    </w:p>
    <w:p w14:paraId="0C459C9C" w14:textId="3A761C8C" w:rsidR="00986AF4" w:rsidRDefault="00986AF4" w:rsidP="00986AF4">
      <w:pPr>
        <w:pStyle w:val="Heading11"/>
      </w:pPr>
      <w:r>
        <w:t>Opis podprograma</w:t>
      </w:r>
    </w:p>
    <w:p w14:paraId="5C924AF5" w14:textId="5645EE08" w:rsidR="00986AF4" w:rsidRDefault="00986AF4" w:rsidP="00986AF4">
      <w:r>
        <w:t>Eden izmed ciljev družinske politike v občini Bistrica ob Sotli ustvarjati pogoje za izboljšanje kakovosti življenja vseh družin ter spodbujanje rodnosti na tem področju, zato zagotavljamo sredstva za novorojence po katerem bo upravičen do enkratne pomoči vsak novorojenček, ki ima skupaj z vsaj enim od staršev, stalno bivališče v občini Bistrica ob Sotli in je državljan Republike Slovenije.</w:t>
      </w:r>
    </w:p>
    <w:p w14:paraId="444A2051" w14:textId="2E995911" w:rsidR="00986AF4" w:rsidRDefault="00986AF4" w:rsidP="00986AF4">
      <w:pPr>
        <w:pStyle w:val="Heading11"/>
      </w:pPr>
      <w:r>
        <w:t>Zakonske in druge pravne podlage</w:t>
      </w:r>
    </w:p>
    <w:p w14:paraId="0A993CAA" w14:textId="77777777" w:rsidR="00986AF4" w:rsidRPr="00986AF4" w:rsidRDefault="00986AF4" w:rsidP="00986AF4">
      <w:pPr>
        <w:rPr>
          <w:lang w:eastAsia="sl-SI"/>
        </w:rPr>
      </w:pPr>
      <w:r w:rsidRPr="00986AF4">
        <w:t>Pravilnik o dodeljevanju denarne pomoči družinam za novorojence z območja Občine Bistrica ob Sotli (UL RS 10/2020)</w:t>
      </w:r>
    </w:p>
    <w:p w14:paraId="33B90260" w14:textId="1898094B" w:rsidR="00986AF4" w:rsidRPr="00986AF4" w:rsidRDefault="00986AF4" w:rsidP="00986AF4">
      <w:r w:rsidRPr="00986AF4">
        <w:t>- Sk</w:t>
      </w:r>
      <w:r w:rsidR="00F82916">
        <w:t>l</w:t>
      </w:r>
      <w:r w:rsidRPr="00986AF4">
        <w:t>ep o višini enkratne denarne pomoči družinam za novorojence v Občini Bistrica ob Sotli (UL RS 165/2022).</w:t>
      </w:r>
    </w:p>
    <w:p w14:paraId="1C8D4BD7" w14:textId="77777777" w:rsidR="00986AF4" w:rsidRDefault="00986AF4" w:rsidP="00986AF4"/>
    <w:p w14:paraId="0F01E76F" w14:textId="1C43B841" w:rsidR="00986AF4" w:rsidRDefault="00986AF4" w:rsidP="00986AF4">
      <w:pPr>
        <w:pStyle w:val="Heading11"/>
      </w:pPr>
      <w:r>
        <w:t>Dolgoročni cilji podprograma in kazalci, s katerimi se bo merilo doseganje zastavljenih ciljev (Rezultat in kazalniki)</w:t>
      </w:r>
    </w:p>
    <w:p w14:paraId="7BD62688" w14:textId="41EF407F" w:rsidR="00986AF4" w:rsidRDefault="00986AF4" w:rsidP="00986AF4">
      <w:r>
        <w:t xml:space="preserve">Cilji: spodbujanje rodnosti na tem področju, s tem, da zagotavljamo sredstva za novorojence. </w:t>
      </w:r>
      <w:r>
        <w:br/>
        <w:t>Kazalci: število podeljenih pomoči za novorojence.</w:t>
      </w:r>
    </w:p>
    <w:p w14:paraId="3182C2D4" w14:textId="3221A2FF" w:rsidR="00986AF4" w:rsidRDefault="00986AF4" w:rsidP="00986AF4">
      <w:pPr>
        <w:pStyle w:val="Heading11"/>
      </w:pPr>
      <w:r>
        <w:t>Letni izvedbeni cilji podprograma in kazalci, s katerimi se bo merilo doseganje zastavljenih ciljev (Neposredni učinek in kazalnik)</w:t>
      </w:r>
    </w:p>
    <w:p w14:paraId="0B210389" w14:textId="4A2A457D" w:rsidR="00986AF4" w:rsidRDefault="00986AF4" w:rsidP="00986AF4">
      <w:r>
        <w:t xml:space="preserve">Cilji: spodbujanje rodnosti. </w:t>
      </w:r>
      <w:r>
        <w:br/>
        <w:t>Kazalci: število podeljenih pomoči za novorojence.</w:t>
      </w:r>
    </w:p>
    <w:p w14:paraId="6F9835C6" w14:textId="59D176C5" w:rsidR="00986AF4" w:rsidRDefault="00986AF4" w:rsidP="00986AF4">
      <w:pPr>
        <w:pStyle w:val="AHeading8"/>
      </w:pPr>
      <w:r>
        <w:t>0004 - Občinska uprava</w:t>
      </w:r>
      <w:bookmarkStart w:id="346" w:name="PU_0004_PPR_20029001_A_20261"/>
      <w:bookmarkEnd w:id="346"/>
    </w:p>
    <w:p w14:paraId="234E4E6F" w14:textId="2161E5DF" w:rsidR="00986AF4" w:rsidRDefault="00986AF4" w:rsidP="00986AF4">
      <w:pPr>
        <w:pStyle w:val="Vrednost"/>
      </w:pPr>
      <w:r>
        <w:t>Vrednost: 5.509.267 €</w:t>
      </w:r>
    </w:p>
    <w:p w14:paraId="619FC69A" w14:textId="0AAC071A" w:rsidR="00986AF4" w:rsidRDefault="00986AF4" w:rsidP="00986AF4">
      <w:pPr>
        <w:pStyle w:val="AHeading10"/>
      </w:pPr>
      <w:r>
        <w:lastRenderedPageBreak/>
        <w:t>20005 - Darilo novorojencem</w:t>
      </w:r>
      <w:bookmarkStart w:id="347" w:name="PP_20005_A_20261"/>
      <w:bookmarkEnd w:id="347"/>
    </w:p>
    <w:p w14:paraId="75320635" w14:textId="2E5E50C0" w:rsidR="00986AF4" w:rsidRDefault="00986AF4" w:rsidP="00986AF4">
      <w:pPr>
        <w:pStyle w:val="Vrednost"/>
      </w:pPr>
      <w:r>
        <w:t>Vrednost: 4.500 €</w:t>
      </w:r>
    </w:p>
    <w:p w14:paraId="79B4B643" w14:textId="3CFF4168" w:rsidR="00986AF4" w:rsidRDefault="00986AF4" w:rsidP="00986AF4">
      <w:pPr>
        <w:pStyle w:val="Heading11"/>
      </w:pPr>
      <w:r>
        <w:t>Obrazložitev dejavnosti v okviru proračunske postavke</w:t>
      </w:r>
    </w:p>
    <w:p w14:paraId="2B7E16F5" w14:textId="14BA52A6" w:rsidR="00986AF4" w:rsidRDefault="00986AF4" w:rsidP="00986AF4">
      <w:r>
        <w:t>Občina v skladu z Sklepom o enkratnem prispevku za novorojence v občini Bistrica ob Sotli nameni denarno pomoč družini za vsakega novorojenca, ki ima stalno prebivališče na območju občine. Za leto 2025 načrtujemo enkratni prispevek za novorojenca v višini 400 EUR. Novorojencu občina podari tudi sadiko jablane.</w:t>
      </w:r>
    </w:p>
    <w:p w14:paraId="1D36E8BA" w14:textId="167F8846" w:rsidR="00986AF4" w:rsidRDefault="00986AF4" w:rsidP="00986AF4">
      <w:pPr>
        <w:pStyle w:val="Heading11"/>
      </w:pPr>
      <w:r>
        <w:t>Navezava na projekte v okviru proračunske postavke</w:t>
      </w:r>
    </w:p>
    <w:p w14:paraId="10943B63" w14:textId="18068068" w:rsidR="00986AF4" w:rsidRDefault="00986AF4" w:rsidP="00986AF4">
      <w:pPr>
        <w:pStyle w:val="Heading11"/>
      </w:pPr>
      <w:r>
        <w:t>Izhodišča, na katerih temeljijo izračuni predlogov pravic porabe za del, ki se ne izvršuje preko NRP (Neposredni učinek in kazalnik)</w:t>
      </w:r>
    </w:p>
    <w:p w14:paraId="53AD1D83" w14:textId="77777777" w:rsidR="00986AF4" w:rsidRDefault="00986AF4" w:rsidP="00986AF4">
      <w:pPr>
        <w:rPr>
          <w:lang w:eastAsia="sl-SI"/>
        </w:rPr>
      </w:pPr>
      <w:r>
        <w:t> </w:t>
      </w:r>
    </w:p>
    <w:p w14:paraId="0B6C9E85" w14:textId="77777777" w:rsidR="00986AF4" w:rsidRDefault="00986AF4" w:rsidP="00986AF4"/>
    <w:p w14:paraId="60D9E534" w14:textId="77777777" w:rsidR="00986AF4" w:rsidRDefault="00986AF4" w:rsidP="00986AF4"/>
    <w:p w14:paraId="47EF440B" w14:textId="1C848540" w:rsidR="00986AF4" w:rsidRDefault="00986AF4" w:rsidP="00986AF4">
      <w:pPr>
        <w:pStyle w:val="AHeading6"/>
      </w:pPr>
      <w:bookmarkStart w:id="348" w:name="_Toc184208602"/>
      <w:r>
        <w:t>2004 - Izvajanje programov socialnega varstva</w:t>
      </w:r>
      <w:bookmarkEnd w:id="348"/>
    </w:p>
    <w:p w14:paraId="3879AE58" w14:textId="5E161B41" w:rsidR="00986AF4" w:rsidRDefault="00986AF4" w:rsidP="00986AF4">
      <w:pPr>
        <w:pStyle w:val="Vrednost"/>
      </w:pPr>
      <w:r>
        <w:t>Vrednost: 107.279 €</w:t>
      </w:r>
    </w:p>
    <w:p w14:paraId="6008C7EA" w14:textId="4DB9841A" w:rsidR="00986AF4" w:rsidRDefault="00986AF4" w:rsidP="00986AF4">
      <w:pPr>
        <w:pStyle w:val="Heading11"/>
      </w:pPr>
      <w:r>
        <w:t>Opis glavnega programa</w:t>
      </w:r>
    </w:p>
    <w:p w14:paraId="4228C533" w14:textId="39745CBC" w:rsidR="00986AF4" w:rsidRDefault="00986AF4" w:rsidP="00986AF4">
      <w:r>
        <w:t>Izvajanje programov socialnega varstva vključuje sredstva za izvajanje programa za pomoč družini na lokalnem nivoju, institucionalno varstvo, pomoči materialno ogroženim in zasvojenim ter drugim ranljivim skupinam ter dejavnosti varne hiše za ženske in otroke žrtve nasilja.</w:t>
      </w:r>
    </w:p>
    <w:p w14:paraId="639ACF3E" w14:textId="4A5F2409" w:rsidR="00986AF4" w:rsidRDefault="00986AF4" w:rsidP="00986AF4">
      <w:pPr>
        <w:pStyle w:val="Heading11"/>
      </w:pPr>
      <w:r>
        <w:t>Dolgoročni cilji glavnega programa (Specifični cilj in kazalniki)</w:t>
      </w:r>
    </w:p>
    <w:p w14:paraId="48179941" w14:textId="0A50E36C" w:rsidR="00986AF4" w:rsidRDefault="00986AF4" w:rsidP="00986AF4">
      <w:r>
        <w:t>Iz Resolucije o nacionalnem programu socialnega varstva  izhajajo naslednji cilji: izboljšanje kvalitete življenja, zagotavljanje aktivnih oblik socialnega varstva, razvoj strokovnih oblik pomoči, vzpostavitev in razvoj pluralnosti dejavnosti, oblikovanje novih pristopov za obvladovanje socialnih stisk.</w:t>
      </w:r>
    </w:p>
    <w:p w14:paraId="1927AEB1" w14:textId="10B5DF3B" w:rsidR="00986AF4" w:rsidRDefault="00986AF4" w:rsidP="00986AF4">
      <w:pPr>
        <w:pStyle w:val="Heading11"/>
      </w:pPr>
      <w:r>
        <w:t>Glavni letni izvedbeni cilji in kazalci, s katerimi se bo merilo doseganje zastavljenih ciljev</w:t>
      </w:r>
    </w:p>
    <w:p w14:paraId="5FDC6139" w14:textId="0AA359DE" w:rsidR="00986AF4" w:rsidRDefault="00986AF4" w:rsidP="00986AF4">
      <w:r>
        <w:t>Cilji:</w:t>
      </w:r>
      <w:r>
        <w:br/>
        <w:t xml:space="preserve">" preprečevanje in odpravljanje socialnih stisk in težav posameznikov, družin, otrok, mladostnikov, brezdomcem, osebam, ki preživljajo nasilje, starostniki, ki ne zmorejo skrbeti zase </w:t>
      </w:r>
      <w:r>
        <w:br/>
        <w:t>Kazalci:</w:t>
      </w:r>
      <w:r>
        <w:br/>
        <w:t>" število oseb, ki so bili deležni takšne pomoči</w:t>
      </w:r>
    </w:p>
    <w:p w14:paraId="22D355B6" w14:textId="32CDE535" w:rsidR="00986AF4" w:rsidRDefault="00986AF4" w:rsidP="00986AF4">
      <w:pPr>
        <w:pStyle w:val="Heading11"/>
      </w:pPr>
      <w:r>
        <w:t>Podprogrami in proračunski uporabniki znotraj glavnega programa</w:t>
      </w:r>
    </w:p>
    <w:p w14:paraId="20D8C538" w14:textId="3F9BA139" w:rsidR="00986AF4" w:rsidRDefault="00986AF4" w:rsidP="00986AF4">
      <w:r>
        <w:t>20049002 - Socialno varstvo invalidov</w:t>
      </w:r>
      <w:r>
        <w:br/>
        <w:t>            0004 - Občinska uprava</w:t>
      </w:r>
      <w:r>
        <w:br/>
        <w:t>20049003 - Socialno varstvo starih</w:t>
      </w:r>
      <w:r>
        <w:br/>
        <w:t>            0004 - Občinska uprava</w:t>
      </w:r>
      <w:r>
        <w:br/>
        <w:t>20049004 - Socialno varstvo socialno ogroženih</w:t>
      </w:r>
      <w:r>
        <w:br/>
        <w:t>            0004 - Občinska uprava</w:t>
      </w:r>
      <w:r>
        <w:br/>
        <w:t>20049006 - Socialno varstvo drugih ranljivih skupin</w:t>
      </w:r>
      <w:r>
        <w:br/>
        <w:t>             0004 - Občinska uprava</w:t>
      </w:r>
    </w:p>
    <w:p w14:paraId="3DE0F599" w14:textId="79E29736" w:rsidR="00986AF4" w:rsidRDefault="00986AF4" w:rsidP="00986AF4">
      <w:pPr>
        <w:pStyle w:val="AHeading7"/>
      </w:pPr>
      <w:bookmarkStart w:id="349" w:name="_Toc184208603"/>
      <w:r>
        <w:t>20049001 - Centri za socialno delo</w:t>
      </w:r>
      <w:bookmarkStart w:id="350" w:name="PPR_20049001_A_20261"/>
      <w:bookmarkEnd w:id="350"/>
      <w:bookmarkEnd w:id="349"/>
    </w:p>
    <w:p w14:paraId="4F81F362" w14:textId="2340BF3A" w:rsidR="00986AF4" w:rsidRDefault="00986AF4" w:rsidP="00986AF4">
      <w:pPr>
        <w:pStyle w:val="Vrednost"/>
      </w:pPr>
      <w:r>
        <w:t>Vrednost: 615 €</w:t>
      </w:r>
    </w:p>
    <w:p w14:paraId="0BB69E94" w14:textId="5EF3F11D" w:rsidR="00986AF4" w:rsidRDefault="00986AF4" w:rsidP="00986AF4">
      <w:pPr>
        <w:pStyle w:val="Heading11"/>
      </w:pPr>
      <w:r>
        <w:lastRenderedPageBreak/>
        <w:t>Opis podprograma</w:t>
      </w:r>
    </w:p>
    <w:p w14:paraId="105FA738" w14:textId="34AB6164" w:rsidR="00986AF4" w:rsidRDefault="00986AF4" w:rsidP="00986AF4">
      <w:pPr>
        <w:pStyle w:val="Heading11"/>
      </w:pPr>
      <w:r>
        <w:t>Zakonske in druge pravne podlage</w:t>
      </w:r>
    </w:p>
    <w:p w14:paraId="55102C43" w14:textId="204FD476" w:rsidR="00986AF4" w:rsidRDefault="00986AF4" w:rsidP="00986AF4">
      <w:pPr>
        <w:pStyle w:val="Heading11"/>
      </w:pPr>
      <w:r>
        <w:t>Dolgoročni cilji podprograma in kazalci, s katerimi se bo merilo doseganje zastavljenih ciljev (Rezultat in kazalniki)</w:t>
      </w:r>
    </w:p>
    <w:p w14:paraId="09ADE4AD" w14:textId="3AC01DEA" w:rsidR="00986AF4" w:rsidRDefault="00986AF4" w:rsidP="00986AF4">
      <w:pPr>
        <w:pStyle w:val="Heading11"/>
      </w:pPr>
      <w:r>
        <w:t>Letni izvedbeni cilji podprograma in kazalci, s katerimi se bo merilo doseganje zastavljenih ciljev (Neposredni učinek in kazalnik)</w:t>
      </w:r>
    </w:p>
    <w:p w14:paraId="1A0FA7FE" w14:textId="10E9925B" w:rsidR="00986AF4" w:rsidRDefault="00986AF4" w:rsidP="00986AF4">
      <w:pPr>
        <w:pStyle w:val="AHeading8"/>
      </w:pPr>
      <w:r>
        <w:t>0004 - Občinska uprava</w:t>
      </w:r>
      <w:bookmarkStart w:id="351" w:name="PU_0004_PPR_20049001_A_20261"/>
      <w:bookmarkEnd w:id="351"/>
    </w:p>
    <w:p w14:paraId="27ED3911" w14:textId="1F6C1FEC" w:rsidR="00986AF4" w:rsidRDefault="00986AF4" w:rsidP="00986AF4">
      <w:pPr>
        <w:pStyle w:val="Vrednost"/>
      </w:pPr>
      <w:r>
        <w:t>Vrednost: 5.509.267 €</w:t>
      </w:r>
    </w:p>
    <w:p w14:paraId="53E13606" w14:textId="1AEB0CD9" w:rsidR="00986AF4" w:rsidRDefault="00986AF4" w:rsidP="00986AF4">
      <w:pPr>
        <w:pStyle w:val="AHeading10"/>
      </w:pPr>
      <w:r>
        <w:t>20002 - Pomoč družinam - dodatni program CSD</w:t>
      </w:r>
      <w:bookmarkStart w:id="352" w:name="PP_20002_A_20261"/>
      <w:bookmarkEnd w:id="352"/>
    </w:p>
    <w:p w14:paraId="663149FF" w14:textId="426D3886" w:rsidR="00986AF4" w:rsidRDefault="00986AF4" w:rsidP="00986AF4">
      <w:pPr>
        <w:pStyle w:val="Vrednost"/>
      </w:pPr>
      <w:r>
        <w:t>Vrednost: 615 €</w:t>
      </w:r>
    </w:p>
    <w:p w14:paraId="5E99D4D9" w14:textId="65D17138" w:rsidR="00986AF4" w:rsidRDefault="00986AF4" w:rsidP="00986AF4">
      <w:pPr>
        <w:pStyle w:val="Heading11"/>
      </w:pPr>
      <w:r>
        <w:t>Obrazložitev dejavnosti v okviru proračunske postavke</w:t>
      </w:r>
    </w:p>
    <w:p w14:paraId="10B9860B" w14:textId="70F43B6D" w:rsidR="00986AF4" w:rsidRDefault="00986AF4" w:rsidP="00986AF4">
      <w:r>
        <w:t>Sredstva so namenjena za laično pomoč družinam na območju občine Bistrica ob Sotli.</w:t>
      </w:r>
    </w:p>
    <w:p w14:paraId="2AE8B1D1" w14:textId="18EFF5F0" w:rsidR="00986AF4" w:rsidRDefault="00986AF4" w:rsidP="00986AF4">
      <w:pPr>
        <w:pStyle w:val="Heading11"/>
      </w:pPr>
      <w:r>
        <w:t>Navezava na projekte v okviru proračunske postavke</w:t>
      </w:r>
    </w:p>
    <w:p w14:paraId="77DE40B7" w14:textId="0E7A9DDB" w:rsidR="00986AF4" w:rsidRDefault="00986AF4" w:rsidP="00986AF4">
      <w:pPr>
        <w:pStyle w:val="Heading11"/>
      </w:pPr>
      <w:r>
        <w:t>Izhodišča, na katerih temeljijo izračuni predlogov pravic porabe za del, ki se ne izvršuje preko NRP (Neposredni učinek in kazalnik)</w:t>
      </w:r>
    </w:p>
    <w:p w14:paraId="35199AA2" w14:textId="3384E48D" w:rsidR="00986AF4" w:rsidRDefault="00986AF4" w:rsidP="00986AF4">
      <w:r>
        <w:t>Sredstva so planirana na osnovi ocene potreb CSD za leto 2026.</w:t>
      </w:r>
    </w:p>
    <w:p w14:paraId="513BB9C9" w14:textId="77777777" w:rsidR="00986AF4" w:rsidRDefault="00986AF4" w:rsidP="00986AF4"/>
    <w:p w14:paraId="3FF96F45" w14:textId="6DFB2377" w:rsidR="00986AF4" w:rsidRDefault="00986AF4" w:rsidP="00986AF4">
      <w:pPr>
        <w:pStyle w:val="AHeading7"/>
      </w:pPr>
      <w:bookmarkStart w:id="353" w:name="_Toc184208604"/>
      <w:r>
        <w:t>20049003 - Socialno varstvo starih</w:t>
      </w:r>
      <w:bookmarkStart w:id="354" w:name="PPR_20049003_A_20261"/>
      <w:bookmarkEnd w:id="354"/>
      <w:bookmarkEnd w:id="353"/>
    </w:p>
    <w:p w14:paraId="30B2A1C5" w14:textId="6C6FE362" w:rsidR="00986AF4" w:rsidRDefault="00986AF4" w:rsidP="00986AF4">
      <w:pPr>
        <w:pStyle w:val="Vrednost"/>
      </w:pPr>
      <w:r>
        <w:t>Vrednost: 95.964 €</w:t>
      </w:r>
    </w:p>
    <w:p w14:paraId="2219B842" w14:textId="6AE957D3" w:rsidR="00986AF4" w:rsidRDefault="00986AF4" w:rsidP="00986AF4">
      <w:pPr>
        <w:pStyle w:val="Heading11"/>
      </w:pPr>
      <w:r>
        <w:t>Opis podprograma</w:t>
      </w:r>
    </w:p>
    <w:p w14:paraId="12FF9A2A" w14:textId="7EEAE57A" w:rsidR="00986AF4" w:rsidRDefault="00986AF4" w:rsidP="00986AF4">
      <w:r>
        <w:t>Zakonodaja na področju socialnega varstva določa, da se iz proračuna občin financirajo stroški  pomoči družini na domu, katera se izvaja kot javna služba in jo je občina dolžna tudi organizirati.</w:t>
      </w:r>
    </w:p>
    <w:p w14:paraId="168CA1A6" w14:textId="0F9F1136" w:rsidR="00986AF4" w:rsidRDefault="00986AF4" w:rsidP="00986AF4">
      <w:pPr>
        <w:pStyle w:val="Heading11"/>
      </w:pPr>
      <w:r>
        <w:t>Zakonske in druge pravne podlage</w:t>
      </w:r>
    </w:p>
    <w:p w14:paraId="199806CD" w14:textId="20B35606" w:rsidR="00986AF4" w:rsidRDefault="00986AF4" w:rsidP="00986AF4">
      <w:r>
        <w:t>" Zakon o socialnem varstvu</w:t>
      </w:r>
      <w:r>
        <w:br/>
        <w:t>" Pravilnik o metodologiji za oblikovanje cen socialno varstvenih storitev</w:t>
      </w:r>
    </w:p>
    <w:p w14:paraId="65AC1D8D" w14:textId="692060C1" w:rsidR="00986AF4" w:rsidRDefault="00986AF4" w:rsidP="00986AF4">
      <w:pPr>
        <w:pStyle w:val="Heading11"/>
      </w:pPr>
      <w:r>
        <w:t>Dolgoročni cilji podprograma in kazalci, s katerimi se bo merilo doseganje zastavljenih ciljev (Rezultat in kazalniki)</w:t>
      </w:r>
    </w:p>
    <w:p w14:paraId="1BE2ADA7" w14:textId="1098BCD0" w:rsidR="00986AF4" w:rsidRDefault="00986AF4" w:rsidP="00986AF4">
      <w:r>
        <w:t>Cilji:</w:t>
      </w:r>
      <w:r>
        <w:br/>
        <w:t>" uresničevanje načela socialne pravičnosti, solidarnosti, socialnega vključevanja in spoštovanja pravic uporabnikov.</w:t>
      </w:r>
      <w:r>
        <w:br/>
        <w:t>Kazalci:</w:t>
      </w:r>
      <w:r>
        <w:br/>
        <w:t>" število občanov, ki koristijo storitev socialnega varstva starih</w:t>
      </w:r>
    </w:p>
    <w:p w14:paraId="0BEF03FA" w14:textId="11C9BA84" w:rsidR="00986AF4" w:rsidRDefault="00986AF4" w:rsidP="00986AF4">
      <w:pPr>
        <w:pStyle w:val="Heading11"/>
      </w:pPr>
      <w:r>
        <w:t>Letni izvedbeni cilji podprograma in kazalci, s katerimi se bo merilo doseganje zastavljenih ciljev (Neposredni učinek in kazalnik)</w:t>
      </w:r>
    </w:p>
    <w:p w14:paraId="547ABF91" w14:textId="6C9CB918" w:rsidR="00986AF4" w:rsidRDefault="00986AF4" w:rsidP="00986AF4">
      <w:r>
        <w:t>Cilji:</w:t>
      </w:r>
      <w:r>
        <w:br/>
        <w:t xml:space="preserve">" na podlagi veljavne zakonodaje in s pogodbeno prevzetimi obveznostmi zagotavljati finančna sredstva za nemoteno delovanje socialnih programov ter tako izboljšati kvaliteto življenja uporabnikom teh storitev </w:t>
      </w:r>
      <w:r>
        <w:br/>
        <w:t>Kazalci:</w:t>
      </w:r>
      <w:r>
        <w:br/>
        <w:t>" število občanov, ki koristijo storitev socialnega varstva starih</w:t>
      </w:r>
    </w:p>
    <w:p w14:paraId="3781C061" w14:textId="7EA6F18A" w:rsidR="00986AF4" w:rsidRDefault="00986AF4" w:rsidP="00986AF4">
      <w:pPr>
        <w:pStyle w:val="AHeading8"/>
      </w:pPr>
      <w:r>
        <w:t>0004 - Občinska uprava</w:t>
      </w:r>
      <w:bookmarkStart w:id="355" w:name="PU_0004_PPR_20049003_A_20261"/>
      <w:bookmarkEnd w:id="355"/>
    </w:p>
    <w:p w14:paraId="7E9BB926" w14:textId="26ED34E7" w:rsidR="00986AF4" w:rsidRDefault="00986AF4" w:rsidP="00986AF4">
      <w:pPr>
        <w:pStyle w:val="Vrednost"/>
      </w:pPr>
      <w:r>
        <w:t>Vrednost: 5.509.267 €</w:t>
      </w:r>
    </w:p>
    <w:p w14:paraId="60A316A6" w14:textId="2FABBFC6" w:rsidR="00986AF4" w:rsidRDefault="00986AF4" w:rsidP="00986AF4">
      <w:pPr>
        <w:pStyle w:val="AHeading10"/>
      </w:pPr>
      <w:r>
        <w:t>20001 - Izvajanje programa pomoč na domu</w:t>
      </w:r>
      <w:bookmarkStart w:id="356" w:name="PP_20001_A_20261"/>
      <w:bookmarkEnd w:id="356"/>
    </w:p>
    <w:p w14:paraId="010C14C6" w14:textId="7E9AC259" w:rsidR="00986AF4" w:rsidRDefault="00986AF4" w:rsidP="00986AF4">
      <w:pPr>
        <w:pStyle w:val="Vrednost"/>
      </w:pPr>
      <w:r>
        <w:t>Vrednost: 48.000 €</w:t>
      </w:r>
    </w:p>
    <w:p w14:paraId="68FDCC35" w14:textId="717E3BEC" w:rsidR="00986AF4" w:rsidRDefault="00986AF4" w:rsidP="00986AF4">
      <w:pPr>
        <w:pStyle w:val="Heading11"/>
      </w:pPr>
      <w:r>
        <w:t>Obrazložitev dejavnosti v okviru proračunske postavke</w:t>
      </w:r>
    </w:p>
    <w:p w14:paraId="1A169C5C" w14:textId="40FF6DB1" w:rsidR="00986AF4" w:rsidRDefault="00986AF4" w:rsidP="00986AF4">
      <w:r>
        <w:t xml:space="preserve">Organiziranje službe pomoči na domu je v skladu z navodili Ministrstva za delo družino in socialne zadeve obveza občin, s tem, da morajo le-te zagotoviti profesionalizacijo te dejavnosti. Izvajalec javne službe je Center za socialno </w:t>
      </w:r>
      <w:r>
        <w:lastRenderedPageBreak/>
        <w:t>delo Šmarje pri Jelšah. Zaradi staranja prebivalstva število uporabnikov te storitve tudi v naši občini raste. Na podlagi pravilnika o metodologiji za oblikovanje cen socialnovarstvenih storitev mora občina kriti najmanj 50% cene storitve.</w:t>
      </w:r>
    </w:p>
    <w:p w14:paraId="057A2054" w14:textId="3BDC46FE" w:rsidR="00986AF4" w:rsidRDefault="00986AF4" w:rsidP="00986AF4">
      <w:pPr>
        <w:pStyle w:val="Heading11"/>
      </w:pPr>
      <w:r>
        <w:t>Navezava na projekte v okviru proračunske postavke</w:t>
      </w:r>
    </w:p>
    <w:p w14:paraId="3C53CF2D" w14:textId="2D99F901" w:rsidR="00986AF4" w:rsidRDefault="00986AF4" w:rsidP="00986AF4">
      <w:pPr>
        <w:pStyle w:val="Heading11"/>
      </w:pPr>
      <w:r>
        <w:t>Izhodišča, na katerih temeljijo izračuni predlogov pravic porabe za del, ki se ne izvršuje preko NRP (Neposredni učinek in kazalnik)</w:t>
      </w:r>
    </w:p>
    <w:p w14:paraId="60DD5957" w14:textId="7B1B0089" w:rsidR="00986AF4" w:rsidRDefault="00986AF4" w:rsidP="00986AF4">
      <w:r>
        <w:t>Sredstva so načrtovana glede na ceno storitve in trenutno število uporabnikov storitve.</w:t>
      </w:r>
    </w:p>
    <w:p w14:paraId="7105501C" w14:textId="61E5CC30" w:rsidR="00986AF4" w:rsidRDefault="00986AF4" w:rsidP="00986AF4">
      <w:pPr>
        <w:pStyle w:val="AHeading10"/>
      </w:pPr>
      <w:r>
        <w:t>20003 - Regresiranje oskrbe v domovih za ostarele</w:t>
      </w:r>
      <w:bookmarkStart w:id="357" w:name="PP_20003_A_20261"/>
      <w:bookmarkEnd w:id="357"/>
    </w:p>
    <w:p w14:paraId="26121466" w14:textId="44581C53" w:rsidR="00986AF4" w:rsidRDefault="00986AF4" w:rsidP="00986AF4">
      <w:pPr>
        <w:pStyle w:val="Vrednost"/>
      </w:pPr>
      <w:r>
        <w:t>Vrednost: 46.000 €</w:t>
      </w:r>
    </w:p>
    <w:p w14:paraId="34CE7D04" w14:textId="13AA51EA" w:rsidR="00986AF4" w:rsidRDefault="00986AF4" w:rsidP="00986AF4">
      <w:pPr>
        <w:pStyle w:val="Heading11"/>
      </w:pPr>
      <w:r>
        <w:t>Obrazložitev dejavnosti v okviru proračunske postavke</w:t>
      </w:r>
    </w:p>
    <w:p w14:paraId="577644B8" w14:textId="577F104E" w:rsidR="00986AF4" w:rsidRDefault="00986AF4" w:rsidP="00986AF4">
      <w:r>
        <w:t>Zagotavljanje sredstev za izvajanje oskrbe ostarelih socialno šibkih oseb v domovih za starejše je za občino zakonska obveza. Zajeti so stroški plačil za naše občane v domovih za starejše.</w:t>
      </w:r>
    </w:p>
    <w:p w14:paraId="41C72ACD" w14:textId="2A1175AE" w:rsidR="00986AF4" w:rsidRDefault="00986AF4" w:rsidP="00986AF4">
      <w:pPr>
        <w:pStyle w:val="Heading11"/>
      </w:pPr>
      <w:r>
        <w:t>Navezava na projekte v okviru proračunske postavke</w:t>
      </w:r>
    </w:p>
    <w:p w14:paraId="5C2B6229" w14:textId="3CEED695" w:rsidR="00986AF4" w:rsidRDefault="00986AF4" w:rsidP="00986AF4">
      <w:pPr>
        <w:pStyle w:val="Heading11"/>
      </w:pPr>
      <w:r>
        <w:t>Izhodišča, na katerih temeljijo izračuni predlogov pravic porabe za del, ki se ne izvršuje preko NRP (Neposredni učinek in kazalnik)</w:t>
      </w:r>
    </w:p>
    <w:p w14:paraId="7EF0CC45" w14:textId="7AEAE972" w:rsidR="00986AF4" w:rsidRDefault="00986AF4" w:rsidP="00986AF4">
      <w:r>
        <w:t>Pri izračunih smo upoštevali realizacijo  v novembru 2024. Na tej postavki lahko med letom pride do sprememb, na katere nimamo vpliva, in sicer zaradi povečanja ali zmanjšanja števila oskrbovancev.</w:t>
      </w:r>
    </w:p>
    <w:p w14:paraId="782BA989" w14:textId="5BCD46A6" w:rsidR="00986AF4" w:rsidRDefault="00986AF4" w:rsidP="00986AF4">
      <w:pPr>
        <w:pStyle w:val="AHeading10"/>
      </w:pPr>
      <w:r>
        <w:t>20017 - Mreža PROSTOFER</w:t>
      </w:r>
      <w:bookmarkStart w:id="358" w:name="PP_20017_A_20261"/>
      <w:bookmarkEnd w:id="358"/>
    </w:p>
    <w:p w14:paraId="7BFD8B02" w14:textId="4F4BB4D9" w:rsidR="00986AF4" w:rsidRDefault="00986AF4" w:rsidP="00986AF4">
      <w:pPr>
        <w:pStyle w:val="Vrednost"/>
      </w:pPr>
      <w:r>
        <w:t>Vrednost: 1.964 €</w:t>
      </w:r>
    </w:p>
    <w:p w14:paraId="4C32958C" w14:textId="02561D58" w:rsidR="00986AF4" w:rsidRDefault="00986AF4" w:rsidP="00986AF4">
      <w:pPr>
        <w:pStyle w:val="Heading11"/>
      </w:pPr>
      <w:r>
        <w:t>Obrazložitev dejavnosti v okviru proračunske postavke</w:t>
      </w:r>
    </w:p>
    <w:p w14:paraId="7E63BCDC" w14:textId="3280E5DD" w:rsidR="00986AF4" w:rsidRDefault="00986AF4" w:rsidP="00986AF4">
      <w:r>
        <w:t>Sredstva so namenjena izvajanju prevoza starejših in invalidnih oseb, ki ne vozijo sami, nimajo sorodnikov in imajo slabše povezave z javnimi prevoznimi sredstvi. S takim prevozom se jim omogoča lažjo dostopnost do zdravniške oskrbe, do javnih ustanov, trgovin, banke, ipd.</w:t>
      </w:r>
      <w:r w:rsidR="007E642D">
        <w:t xml:space="preserve"> </w:t>
      </w:r>
      <w:r>
        <w:t xml:space="preserve">Na proračunski postavki ja načrtovano financiranje mreže </w:t>
      </w:r>
      <w:proofErr w:type="spellStart"/>
      <w:r>
        <w:t>prostofer</w:t>
      </w:r>
      <w:proofErr w:type="spellEnd"/>
      <w:r>
        <w:t>, ki je trajnostni vseslovenski prostovoljski projekt za mobilnost starejših, ki povezuje starejše osebe, ki potrebujejo prevoz in ne zmorejo uporabljati javnih in plačljivih prevozov, s starejšimi aktivnimi vozniki, ki pa po drugi strani radi priskočijo na pomoč. Občina zagotavlja vozilo in krije vse materialne stroške v povezavi z njim (gorivo, zavarovanje, popravila, vzdrževanje,...) ter storitev Zavoda Zlata mreža, ki za občino opravlja storitve s klicnim centrom.</w:t>
      </w:r>
    </w:p>
    <w:p w14:paraId="1C889B1F" w14:textId="2C63B135" w:rsidR="00986AF4" w:rsidRDefault="00986AF4" w:rsidP="00986AF4">
      <w:pPr>
        <w:pStyle w:val="Heading11"/>
      </w:pPr>
      <w:r>
        <w:t>Navezava na projekte v okviru proračunske postavke</w:t>
      </w:r>
    </w:p>
    <w:p w14:paraId="2E9413D9" w14:textId="40F0EEB2" w:rsidR="00986AF4" w:rsidRDefault="00986AF4" w:rsidP="00986AF4">
      <w:pPr>
        <w:pStyle w:val="Heading11"/>
      </w:pPr>
      <w:r>
        <w:t>Izhodišča, na katerih temeljijo izračuni predlogov pravic porabe za del, ki se ne izvršuje preko NRP (Neposredni učinek in kazalnik)</w:t>
      </w:r>
    </w:p>
    <w:p w14:paraId="3E9B3040" w14:textId="10037C4D" w:rsidR="00986AF4" w:rsidRDefault="00986AF4" w:rsidP="00986AF4">
      <w:r>
        <w:t>Pogodba z Zavodom zlata mreža, ocena materialnih stroškov vozila.</w:t>
      </w:r>
    </w:p>
    <w:p w14:paraId="112DAD27" w14:textId="77777777" w:rsidR="00986AF4" w:rsidRDefault="00986AF4" w:rsidP="00986AF4"/>
    <w:p w14:paraId="7DBD35B5" w14:textId="70E36198" w:rsidR="00986AF4" w:rsidRDefault="00986AF4" w:rsidP="00986AF4">
      <w:pPr>
        <w:pStyle w:val="AHeading7"/>
      </w:pPr>
      <w:bookmarkStart w:id="359" w:name="_Toc184208605"/>
      <w:r>
        <w:t>20049004 - Socialno varstvo materialno ogroženih</w:t>
      </w:r>
      <w:bookmarkStart w:id="360" w:name="PPR_20049004_A_20261"/>
      <w:bookmarkEnd w:id="360"/>
      <w:bookmarkEnd w:id="359"/>
    </w:p>
    <w:p w14:paraId="02A33AF5" w14:textId="2A8536AB" w:rsidR="00986AF4" w:rsidRDefault="00986AF4" w:rsidP="00986AF4">
      <w:pPr>
        <w:pStyle w:val="Vrednost"/>
      </w:pPr>
      <w:r>
        <w:t>Vrednost: 2.000 €</w:t>
      </w:r>
    </w:p>
    <w:p w14:paraId="4C12C499" w14:textId="4EE14449" w:rsidR="00986AF4" w:rsidRDefault="00986AF4" w:rsidP="00986AF4">
      <w:pPr>
        <w:pStyle w:val="Heading11"/>
      </w:pPr>
      <w:r>
        <w:t>Opis podprograma</w:t>
      </w:r>
    </w:p>
    <w:p w14:paraId="02FF8B79" w14:textId="1DD6F7AF" w:rsidR="00986AF4" w:rsidRDefault="00986AF4" w:rsidP="00986AF4">
      <w:r>
        <w:t xml:space="preserve">V sklopu podprograma socialno varstvo materialno ogroženih je občina dolžna po zakonu financirati pogrebne stroške socialno ogroženih in subvencionirati najemnine za stanovanja socialno ogroženih. </w:t>
      </w:r>
      <w:r>
        <w:br/>
        <w:t>Ostali programi so opredeljeni kot dopolnilni programi pomembni za občino, zajemajo pa:</w:t>
      </w:r>
      <w:r>
        <w:br/>
        <w:t xml:space="preserve">" enkratne denarne socialne pomoči, </w:t>
      </w:r>
      <w:r>
        <w:br/>
        <w:t>" sofinanciranje letovanja otrok iz socialno ogroženih družin</w:t>
      </w:r>
    </w:p>
    <w:p w14:paraId="2925CDD3" w14:textId="2B70FBE9" w:rsidR="00986AF4" w:rsidRDefault="00986AF4" w:rsidP="00986AF4">
      <w:pPr>
        <w:pStyle w:val="Heading11"/>
      </w:pPr>
      <w:r>
        <w:t>Zakonske in druge pravne podlage</w:t>
      </w:r>
    </w:p>
    <w:p w14:paraId="283B5A63" w14:textId="796500B1" w:rsidR="00986AF4" w:rsidRDefault="00986AF4" w:rsidP="00986AF4">
      <w:r>
        <w:t>" Stanovanjski zakon (SZ-1)</w:t>
      </w:r>
      <w:r>
        <w:br/>
        <w:t>" Uredba o metodologiji za oblikovanje najemnin v neprofitnih stanovanjih ter merilih in postopku za uveljavljanje subvencioniranih najemnin</w:t>
      </w:r>
    </w:p>
    <w:p w14:paraId="30FB47A7" w14:textId="36A7012C" w:rsidR="00986AF4" w:rsidRDefault="00986AF4" w:rsidP="00986AF4">
      <w:pPr>
        <w:pStyle w:val="Heading11"/>
      </w:pPr>
      <w:r>
        <w:lastRenderedPageBreak/>
        <w:t>Dolgoročni cilji podprograma in kazalci, s katerimi se bo merilo doseganje zastavljenih ciljev (Rezultat in kazalniki)</w:t>
      </w:r>
    </w:p>
    <w:p w14:paraId="772CA5FF" w14:textId="0D78C36D" w:rsidR="00986AF4" w:rsidRDefault="00986AF4" w:rsidP="00986AF4">
      <w:r>
        <w:t>Cilji:</w:t>
      </w:r>
      <w:r>
        <w:br/>
        <w:t xml:space="preserve">" zmanjšanje socialne izključenosti in revščine socialno ogroženih posameznikov in družin v občini. </w:t>
      </w:r>
      <w:r>
        <w:br/>
        <w:t>Kazalci:</w:t>
      </w:r>
      <w:r>
        <w:br/>
        <w:t>" število materialno ogroženih oseb v Občini Bistrica ob Sotli.</w:t>
      </w:r>
    </w:p>
    <w:p w14:paraId="384D7ABA" w14:textId="6829E27D" w:rsidR="00986AF4" w:rsidRDefault="00986AF4" w:rsidP="00986AF4">
      <w:pPr>
        <w:pStyle w:val="Heading11"/>
      </w:pPr>
      <w:r>
        <w:t>Letni izvedbeni cilji podprograma in kazalci, s katerimi se bo merilo doseganje zastavljenih ciljev (Neposredni učinek in kazalnik)</w:t>
      </w:r>
    </w:p>
    <w:p w14:paraId="383966D6" w14:textId="5A70EB21" w:rsidR="00986AF4" w:rsidRDefault="00986AF4" w:rsidP="00986AF4">
      <w:r>
        <w:t>Cilji:</w:t>
      </w:r>
      <w:r>
        <w:br/>
        <w:t>" blažitev socialnih stisk najbolj ogroženim z enkratnimi pomočmi v materialni obliki</w:t>
      </w:r>
      <w:r>
        <w:br/>
        <w:t>Kazalci:</w:t>
      </w:r>
      <w:r>
        <w:br/>
        <w:t>" število občanov, ki so prejeli enkratno socialo pomoč,</w:t>
      </w:r>
    </w:p>
    <w:p w14:paraId="39949F50" w14:textId="59C03776" w:rsidR="00986AF4" w:rsidRDefault="00986AF4" w:rsidP="00986AF4">
      <w:pPr>
        <w:pStyle w:val="AHeading8"/>
      </w:pPr>
      <w:r>
        <w:t>0004 - Občinska uprava</w:t>
      </w:r>
      <w:bookmarkStart w:id="361" w:name="PU_0004_PPR_20049004_A_20261"/>
      <w:bookmarkEnd w:id="361"/>
    </w:p>
    <w:p w14:paraId="2B8D63A1" w14:textId="30163264" w:rsidR="00986AF4" w:rsidRDefault="00986AF4" w:rsidP="00986AF4">
      <w:pPr>
        <w:pStyle w:val="Vrednost"/>
      </w:pPr>
      <w:r>
        <w:t>Vrednost: 5.509.267 €</w:t>
      </w:r>
    </w:p>
    <w:p w14:paraId="201B2C73" w14:textId="7A2DA73E" w:rsidR="00986AF4" w:rsidRDefault="00986AF4" w:rsidP="00986AF4">
      <w:pPr>
        <w:pStyle w:val="AHeading10"/>
      </w:pPr>
      <w:r>
        <w:t>20006 - Denarne pomoči socialno ogroženim</w:t>
      </w:r>
      <w:bookmarkStart w:id="362" w:name="PP_20006_A_20261"/>
      <w:bookmarkEnd w:id="362"/>
    </w:p>
    <w:p w14:paraId="11F4D197" w14:textId="05712425" w:rsidR="00986AF4" w:rsidRDefault="00986AF4" w:rsidP="00986AF4">
      <w:pPr>
        <w:pStyle w:val="Vrednost"/>
      </w:pPr>
      <w:r>
        <w:t>Vrednost: 2.000 €</w:t>
      </w:r>
    </w:p>
    <w:p w14:paraId="30CC7BFF" w14:textId="696B9975" w:rsidR="00986AF4" w:rsidRDefault="00986AF4" w:rsidP="00986AF4">
      <w:pPr>
        <w:pStyle w:val="Heading11"/>
      </w:pPr>
      <w:r>
        <w:t>Obrazložitev dejavnosti v okviru proračunske postavke</w:t>
      </w:r>
    </w:p>
    <w:p w14:paraId="2DC994BB" w14:textId="63DC064E" w:rsidR="00986AF4" w:rsidRDefault="00986AF4" w:rsidP="00986AF4">
      <w:r>
        <w:t>Sredstva za socialne pomoči so namenjena za enkratne denarne pomoči in se dodeljujejo na osnovi pravilnika.</w:t>
      </w:r>
    </w:p>
    <w:p w14:paraId="7DF70D4D" w14:textId="070E007C" w:rsidR="00986AF4" w:rsidRDefault="00986AF4" w:rsidP="00986AF4">
      <w:pPr>
        <w:pStyle w:val="Heading11"/>
      </w:pPr>
      <w:r>
        <w:t>Navezava na projekte v okviru proračunske postavke</w:t>
      </w:r>
    </w:p>
    <w:p w14:paraId="0DCBA6A6" w14:textId="4E98C216" w:rsidR="00986AF4" w:rsidRDefault="00986AF4" w:rsidP="00986AF4">
      <w:pPr>
        <w:pStyle w:val="Heading11"/>
      </w:pPr>
      <w:r>
        <w:t>Izhodišča, na katerih temeljijo izračuni predlogov pravic porabe za del, ki se ne izvršuje preko NRP (Neposredni učinek in kazalnik)</w:t>
      </w:r>
    </w:p>
    <w:p w14:paraId="66147545" w14:textId="3A2A3732" w:rsidR="00986AF4" w:rsidRDefault="00986AF4" w:rsidP="00986AF4">
      <w:r>
        <w:t>Sredstva so načrtovana na podlagi načrtovanih sredstev v proračunih preteklih let.</w:t>
      </w:r>
    </w:p>
    <w:p w14:paraId="0AA17144" w14:textId="77777777" w:rsidR="00986AF4" w:rsidRDefault="00986AF4" w:rsidP="00986AF4"/>
    <w:p w14:paraId="30824259" w14:textId="0DF1F10D" w:rsidR="00986AF4" w:rsidRDefault="00986AF4" w:rsidP="00986AF4">
      <w:pPr>
        <w:pStyle w:val="AHeading7"/>
      </w:pPr>
      <w:bookmarkStart w:id="363" w:name="_Toc184208606"/>
      <w:r>
        <w:t>20049006 - Socialno varstvo drugih ranljivih skupin</w:t>
      </w:r>
      <w:bookmarkStart w:id="364" w:name="PPR_20049006_A_20261"/>
      <w:bookmarkEnd w:id="364"/>
      <w:bookmarkEnd w:id="363"/>
    </w:p>
    <w:p w14:paraId="67588327" w14:textId="510040F0" w:rsidR="00986AF4" w:rsidRDefault="00986AF4" w:rsidP="00986AF4">
      <w:pPr>
        <w:pStyle w:val="Vrednost"/>
      </w:pPr>
      <w:r>
        <w:t>Vrednost: 8.700 €</w:t>
      </w:r>
    </w:p>
    <w:p w14:paraId="2F2FE9D2" w14:textId="79069E33" w:rsidR="00986AF4" w:rsidRDefault="00986AF4" w:rsidP="00986AF4">
      <w:pPr>
        <w:pStyle w:val="Heading11"/>
      </w:pPr>
      <w:r>
        <w:t>Opis podprograma</w:t>
      </w:r>
    </w:p>
    <w:p w14:paraId="71104B7A" w14:textId="3F230080" w:rsidR="00986AF4" w:rsidRDefault="00986AF4" w:rsidP="00986AF4">
      <w:r>
        <w:t>Z ranljivimi skupinami označujemo skupine, pri katerih se prepletajo različne prikrajšanosti (na primer: materialna oziroma finančna, izobrazbena, zaposlitvena, stanovanjska in podobno) in ki so pri dostopu do pomembnih virov (kot je, na primer, zaposlitev) pogosto v izrazito neugodnem položaju. Gre za skupine, ki so zaradi svojih lastnosti, oviranosti, načina življenja, življenjskih okoliščin pogosto manj fleksibilne pri odzivanju na hitre in dinamične spremembe, ki jih prinaša sodobna družba.</w:t>
      </w:r>
    </w:p>
    <w:p w14:paraId="050F5B5B" w14:textId="7B4E02C7" w:rsidR="00986AF4" w:rsidRDefault="00986AF4" w:rsidP="00986AF4">
      <w:pPr>
        <w:pStyle w:val="Heading11"/>
      </w:pPr>
      <w:r>
        <w:t>Zakonske in druge pravne podlage</w:t>
      </w:r>
    </w:p>
    <w:p w14:paraId="1A2F7B6F" w14:textId="3F2C1F0F" w:rsidR="00986AF4" w:rsidRDefault="00986AF4" w:rsidP="00986AF4">
      <w:r>
        <w:t>" Zakon o socialnem varstvu</w:t>
      </w:r>
    </w:p>
    <w:p w14:paraId="70908EDB" w14:textId="38CE8323" w:rsidR="00986AF4" w:rsidRDefault="00986AF4" w:rsidP="00986AF4">
      <w:pPr>
        <w:pStyle w:val="Heading11"/>
      </w:pPr>
      <w:r>
        <w:t>Dolgoročni cilji podprograma in kazalci, s katerimi se bo merilo doseganje zastavljenih ciljev (Rezultat in kazalniki)</w:t>
      </w:r>
    </w:p>
    <w:p w14:paraId="61A469A5" w14:textId="3A7D3C20" w:rsidR="00986AF4" w:rsidRDefault="00986AF4" w:rsidP="00986AF4">
      <w:r>
        <w:t>Cilji:</w:t>
      </w:r>
      <w:r>
        <w:br/>
        <w:t>" izboljšati življenje ranljivih ljudi, ter spodbujati in sofinancirati izvajanja posebnih socialnih programov in storitev za reševanje socialnih stisk in težav oz. reševanje socialnih potreb posameznikov in</w:t>
      </w:r>
      <w:r>
        <w:br/>
        <w:t>" preko različnih organizacij in društev zagotoviti sredstva za izvajanje socialnih programov in s tem prispevati k zmanjševanju socialnih stisk in razlik.</w:t>
      </w:r>
      <w:r>
        <w:br/>
        <w:t>Kazalci:</w:t>
      </w:r>
      <w:r>
        <w:br/>
        <w:t>" število društev, ki delujejo oziroma opravljajo humanitarno dejavnost na območju občine</w:t>
      </w:r>
      <w:r>
        <w:br/>
        <w:t>" število oseb, ki koristijo storitve varne hiše.</w:t>
      </w:r>
    </w:p>
    <w:p w14:paraId="5210EEC4" w14:textId="4096C444" w:rsidR="00986AF4" w:rsidRDefault="00986AF4" w:rsidP="00986AF4">
      <w:pPr>
        <w:pStyle w:val="Heading11"/>
      </w:pPr>
      <w:r>
        <w:t>Letni izvedbeni cilji podprograma in kazalci, s katerimi se bo merilo doseganje zastavljenih ciljev (Neposredni učinek in kazalnik)</w:t>
      </w:r>
    </w:p>
    <w:p w14:paraId="23FAFF6F" w14:textId="088CB22A" w:rsidR="00986AF4" w:rsidRDefault="00986AF4" w:rsidP="00986AF4">
      <w:r>
        <w:t>Cilji:</w:t>
      </w:r>
      <w:r>
        <w:br/>
        <w:t>" objava razpisa za sofinanciranje programov humanitarnih in invalidskih organizacij v občini, s tem pa sofinancirati in spodbujati programe na področju socialnega varstva in zmanjševati socialne razlike med občani.</w:t>
      </w:r>
      <w:r>
        <w:br/>
        <w:t>" realizacija programa dela varne hiše</w:t>
      </w:r>
      <w:r>
        <w:br/>
      </w:r>
      <w:r>
        <w:lastRenderedPageBreak/>
        <w:t>Kazalci:</w:t>
      </w:r>
      <w:r>
        <w:br/>
        <w:t>" število društev, ki delujejo oziroma opravljajo humanitarno dejavnost na območju občine</w:t>
      </w:r>
      <w:r>
        <w:br/>
        <w:t>" število oseb, ki koristijo storitve varne hiše.</w:t>
      </w:r>
    </w:p>
    <w:p w14:paraId="651AD607" w14:textId="74A54245" w:rsidR="00986AF4" w:rsidRDefault="00986AF4" w:rsidP="00986AF4">
      <w:pPr>
        <w:pStyle w:val="AHeading8"/>
      </w:pPr>
      <w:r>
        <w:t>0004 - Občinska uprava</w:t>
      </w:r>
      <w:bookmarkStart w:id="365" w:name="PU_0004_PPR_20049006_A_20261"/>
      <w:bookmarkEnd w:id="365"/>
    </w:p>
    <w:p w14:paraId="70FB477B" w14:textId="42F74E94" w:rsidR="00986AF4" w:rsidRDefault="00986AF4" w:rsidP="00986AF4">
      <w:pPr>
        <w:pStyle w:val="Vrednost"/>
      </w:pPr>
      <w:r>
        <w:t>Vrednost: 5.509.267 €</w:t>
      </w:r>
    </w:p>
    <w:p w14:paraId="21ACE9B9" w14:textId="4DB43DA8" w:rsidR="00986AF4" w:rsidRDefault="00986AF4" w:rsidP="00986AF4">
      <w:pPr>
        <w:pStyle w:val="AHeading10"/>
      </w:pPr>
      <w:r>
        <w:t>20008 - Sofinanciranje programov OZ RK</w:t>
      </w:r>
      <w:bookmarkStart w:id="366" w:name="PP_20008_A_20261"/>
      <w:bookmarkEnd w:id="366"/>
    </w:p>
    <w:p w14:paraId="223AE1A5" w14:textId="0367E378" w:rsidR="00986AF4" w:rsidRDefault="00986AF4" w:rsidP="00986AF4">
      <w:pPr>
        <w:pStyle w:val="Vrednost"/>
      </w:pPr>
      <w:r>
        <w:t>Vrednost: 3.200 €</w:t>
      </w:r>
    </w:p>
    <w:p w14:paraId="2F224594" w14:textId="6EF39DAA" w:rsidR="00986AF4" w:rsidRDefault="00986AF4" w:rsidP="00986AF4">
      <w:pPr>
        <w:pStyle w:val="Heading11"/>
      </w:pPr>
      <w:r>
        <w:t>Obrazložitev dejavnosti v okviru proračunske postavke</w:t>
      </w:r>
    </w:p>
    <w:p w14:paraId="4BEA4CED" w14:textId="610DC318" w:rsidR="00986AF4" w:rsidRDefault="00986AF4" w:rsidP="00986AF4">
      <w:r>
        <w:t>Planirana so sredstva za program Rdečega križa Šmarje pri Jelšah.</w:t>
      </w:r>
    </w:p>
    <w:p w14:paraId="7803BCBF" w14:textId="0CCB0682" w:rsidR="00986AF4" w:rsidRDefault="00986AF4" w:rsidP="00986AF4">
      <w:pPr>
        <w:pStyle w:val="Heading11"/>
      </w:pPr>
      <w:r>
        <w:t>Navezava na projekte v okviru proračunske postavke</w:t>
      </w:r>
    </w:p>
    <w:p w14:paraId="450D5929" w14:textId="3EF64131" w:rsidR="00986AF4" w:rsidRDefault="00986AF4" w:rsidP="00986AF4">
      <w:pPr>
        <w:pStyle w:val="Heading11"/>
      </w:pPr>
      <w:r>
        <w:t>Izhodišča, na katerih temeljijo izračuni predlogov pravic porabe za del, ki se ne izvršuje preko NRP (Neposredni učinek in kazalnik)</w:t>
      </w:r>
    </w:p>
    <w:p w14:paraId="4C5F2675" w14:textId="5C316C97" w:rsidR="00986AF4" w:rsidRDefault="00986AF4" w:rsidP="00986AF4">
      <w:r>
        <w:t>Sredstva so planirana na podlagi plana dela  OZ RK Šmarje pri Jelšah.</w:t>
      </w:r>
    </w:p>
    <w:p w14:paraId="22658D27" w14:textId="2C418B97" w:rsidR="00986AF4" w:rsidRDefault="00986AF4" w:rsidP="00986AF4">
      <w:pPr>
        <w:pStyle w:val="AHeading10"/>
      </w:pPr>
      <w:r>
        <w:t>20015 - PROGRAMI HUMANITARNIH DRUŠTEV IN NEVLADNIH ORGANIZACIJ- RAZPIS</w:t>
      </w:r>
      <w:bookmarkStart w:id="367" w:name="PP_20015_A_20261"/>
      <w:bookmarkEnd w:id="367"/>
    </w:p>
    <w:p w14:paraId="7D5B70DD" w14:textId="3F7410EB" w:rsidR="00986AF4" w:rsidRDefault="00986AF4" w:rsidP="00986AF4">
      <w:pPr>
        <w:pStyle w:val="Vrednost"/>
      </w:pPr>
      <w:r>
        <w:t>Vrednost: 2.500 €</w:t>
      </w:r>
    </w:p>
    <w:p w14:paraId="208BFBA3" w14:textId="1FDEE6F7" w:rsidR="00986AF4" w:rsidRDefault="00986AF4" w:rsidP="00986AF4">
      <w:pPr>
        <w:pStyle w:val="Heading11"/>
      </w:pPr>
      <w:r>
        <w:t>Obrazložitev dejavnosti v okviru proračunske postavke</w:t>
      </w:r>
    </w:p>
    <w:p w14:paraId="3712C61E" w14:textId="5084D170" w:rsidR="00986AF4" w:rsidRDefault="00986AF4" w:rsidP="00986AF4">
      <w:r>
        <w:t>Sofinanciranje humanitarnih programov društev na podlagi razpisa.</w:t>
      </w:r>
    </w:p>
    <w:p w14:paraId="7A3AB72F" w14:textId="04CFDFB7" w:rsidR="00986AF4" w:rsidRDefault="00986AF4" w:rsidP="00986AF4">
      <w:pPr>
        <w:pStyle w:val="Heading11"/>
      </w:pPr>
      <w:r>
        <w:t>Navezava na projekte v okviru proračunske postavke</w:t>
      </w:r>
    </w:p>
    <w:p w14:paraId="25E170E9" w14:textId="7E2DDE14" w:rsidR="00986AF4" w:rsidRDefault="00986AF4" w:rsidP="00986AF4">
      <w:pPr>
        <w:pStyle w:val="Heading11"/>
      </w:pPr>
      <w:r>
        <w:t>Izhodišča, na katerih temeljijo izračuni predlogov pravic porabe za del, ki se ne izvršuje preko NRP (Neposredni učinek in kazalnik)</w:t>
      </w:r>
    </w:p>
    <w:p w14:paraId="64AE5291" w14:textId="45773C47" w:rsidR="00986AF4" w:rsidRDefault="00986AF4" w:rsidP="00986AF4">
      <w:pPr>
        <w:pStyle w:val="AHeading10"/>
      </w:pPr>
      <w:r>
        <w:t>20018 - Sofina</w:t>
      </w:r>
      <w:r w:rsidR="00F82916">
        <w:t>n</w:t>
      </w:r>
      <w:r>
        <w:t>ciranje namestitev za ran</w:t>
      </w:r>
      <w:r w:rsidR="00F82916">
        <w:t>l</w:t>
      </w:r>
      <w:r>
        <w:t>j</w:t>
      </w:r>
      <w:r w:rsidR="00F82916">
        <w:t>i</w:t>
      </w:r>
      <w:r>
        <w:t>ve skupine</w:t>
      </w:r>
      <w:bookmarkStart w:id="368" w:name="PP_20018_A_20261"/>
      <w:bookmarkEnd w:id="368"/>
    </w:p>
    <w:p w14:paraId="409EBC4D" w14:textId="0F832BFC" w:rsidR="00986AF4" w:rsidRDefault="00986AF4" w:rsidP="00986AF4">
      <w:pPr>
        <w:pStyle w:val="Vrednost"/>
      </w:pPr>
      <w:r>
        <w:t>Vrednost: 3.000 €</w:t>
      </w:r>
    </w:p>
    <w:p w14:paraId="3F073586" w14:textId="7457DD2D" w:rsidR="00986AF4" w:rsidRDefault="00986AF4" w:rsidP="00986AF4">
      <w:pPr>
        <w:pStyle w:val="Heading11"/>
      </w:pPr>
      <w:r>
        <w:t>Obrazložitev dejavnosti v okviru proračunske postavke</w:t>
      </w:r>
    </w:p>
    <w:p w14:paraId="3AC01DEA" w14:textId="3C4FFDC8" w:rsidR="00986AF4" w:rsidRDefault="00986AF4" w:rsidP="00986AF4">
      <w:r>
        <w:t>Predvideno je sofinanciranje namestitve v okviru programa Šent za osebe s težavami v duševnem zdravju.</w:t>
      </w:r>
    </w:p>
    <w:p w14:paraId="5BEA0CC6" w14:textId="1A8E3877" w:rsidR="00986AF4" w:rsidRDefault="00986AF4" w:rsidP="00986AF4">
      <w:pPr>
        <w:pStyle w:val="Heading11"/>
      </w:pPr>
      <w:r>
        <w:t>Navezava na projekte v okviru proračunske postavke</w:t>
      </w:r>
    </w:p>
    <w:p w14:paraId="54997863" w14:textId="3ACDADAE" w:rsidR="00986AF4" w:rsidRDefault="00986AF4" w:rsidP="00986AF4">
      <w:pPr>
        <w:pStyle w:val="Heading11"/>
      </w:pPr>
      <w:r>
        <w:t>Izhodišča, na katerih temeljijo izračuni predlogov pravic porabe za del, ki se ne izvršuje preko NRP (Neposredni učinek in kazalnik)</w:t>
      </w:r>
    </w:p>
    <w:p w14:paraId="2C42AB6C" w14:textId="33FD0493" w:rsidR="00986AF4" w:rsidRDefault="00986AF4" w:rsidP="00986AF4">
      <w:r>
        <w:t>Sredstva so planirana na podlagi potreb CSD za leto 2026.</w:t>
      </w:r>
    </w:p>
    <w:p w14:paraId="12C806CE" w14:textId="77777777" w:rsidR="00986AF4" w:rsidRDefault="00986AF4" w:rsidP="00986AF4"/>
    <w:p w14:paraId="5A9FE5DE" w14:textId="199BDEDA" w:rsidR="00986AF4" w:rsidRDefault="00986AF4" w:rsidP="00986AF4">
      <w:pPr>
        <w:pStyle w:val="AHeading5"/>
      </w:pPr>
      <w:bookmarkStart w:id="369" w:name="_Toc184208607"/>
      <w:r>
        <w:t>22 - SERVISIRANJE JAVNEGA DOLGA</w:t>
      </w:r>
      <w:bookmarkEnd w:id="369"/>
    </w:p>
    <w:p w14:paraId="704B4D04" w14:textId="122508BC" w:rsidR="00986AF4" w:rsidRDefault="00986AF4" w:rsidP="00986AF4">
      <w:pPr>
        <w:pStyle w:val="Vrednost"/>
      </w:pPr>
      <w:r>
        <w:t>Vrednost: 11.300 €</w:t>
      </w:r>
    </w:p>
    <w:p w14:paraId="27569622" w14:textId="4EE0F2E4" w:rsidR="00986AF4" w:rsidRDefault="00986AF4" w:rsidP="00986AF4">
      <w:pPr>
        <w:pStyle w:val="Heading11"/>
      </w:pPr>
      <w:r>
        <w:t>Opis področja proračunske porabe, poslanstva občine znotraj področja proračunske porabe</w:t>
      </w:r>
    </w:p>
    <w:p w14:paraId="103D3AF8" w14:textId="3782A109" w:rsidR="00986AF4" w:rsidRDefault="00986AF4" w:rsidP="00986AF4">
      <w:r>
        <w:t>Področje zajema program upravljanja z javnim dolgom na občinski ravni.</w:t>
      </w:r>
    </w:p>
    <w:p w14:paraId="31CFDF1D" w14:textId="797290AC" w:rsidR="00986AF4" w:rsidRDefault="00986AF4" w:rsidP="00986AF4">
      <w:pPr>
        <w:pStyle w:val="Heading11"/>
      </w:pPr>
      <w:r>
        <w:t>Dokumenti dolgoročnega razvojnega načrtovanja</w:t>
      </w:r>
    </w:p>
    <w:p w14:paraId="06C71507" w14:textId="77777777" w:rsidR="00986AF4" w:rsidRDefault="00986AF4" w:rsidP="00986AF4">
      <w:pPr>
        <w:rPr>
          <w:lang w:eastAsia="sl-SI"/>
        </w:rPr>
      </w:pPr>
      <w:r>
        <w:t> </w:t>
      </w:r>
    </w:p>
    <w:p w14:paraId="11DE9C50" w14:textId="77777777" w:rsidR="00986AF4" w:rsidRDefault="00986AF4" w:rsidP="00986AF4"/>
    <w:p w14:paraId="245A7F81" w14:textId="1855DAAB" w:rsidR="00986AF4" w:rsidRDefault="00986AF4" w:rsidP="00986AF4">
      <w:pPr>
        <w:pStyle w:val="Heading11"/>
      </w:pPr>
      <w:r>
        <w:t>Dolgoročni cilji področja proračunske porabe (Splošni cilj)</w:t>
      </w:r>
    </w:p>
    <w:p w14:paraId="4CDC8798" w14:textId="3B9F8413" w:rsidR="00986AF4" w:rsidRDefault="00986AF4" w:rsidP="00986AF4">
      <w:r>
        <w:t>Zagotoviti pravočasno in zanesljivo odplačevanje in nadzor nad zadolževanjem.</w:t>
      </w:r>
    </w:p>
    <w:p w14:paraId="2DDFDE64" w14:textId="5709BEA8" w:rsidR="00986AF4" w:rsidRDefault="00986AF4" w:rsidP="00986AF4">
      <w:pPr>
        <w:pStyle w:val="Heading11"/>
      </w:pPr>
      <w:r>
        <w:t>Oznaka in nazivi glavnih programov v pristojnosti občine</w:t>
      </w:r>
    </w:p>
    <w:p w14:paraId="7B8716CD" w14:textId="3DD38413" w:rsidR="00986AF4" w:rsidRDefault="00986AF4" w:rsidP="00986AF4">
      <w:r>
        <w:t>2201-Servisiranje javnega dolga</w:t>
      </w:r>
    </w:p>
    <w:p w14:paraId="22FA7E81" w14:textId="2590627F" w:rsidR="00986AF4" w:rsidRDefault="00986AF4" w:rsidP="00986AF4">
      <w:pPr>
        <w:pStyle w:val="AHeading6"/>
      </w:pPr>
      <w:bookmarkStart w:id="370" w:name="_Toc184208608"/>
      <w:r>
        <w:lastRenderedPageBreak/>
        <w:t>2201 - Servisiranje javnega dolga</w:t>
      </w:r>
      <w:bookmarkEnd w:id="370"/>
    </w:p>
    <w:p w14:paraId="483945A7" w14:textId="1BF59C1E" w:rsidR="00986AF4" w:rsidRDefault="00986AF4" w:rsidP="00986AF4">
      <w:pPr>
        <w:pStyle w:val="Vrednost"/>
      </w:pPr>
      <w:r>
        <w:t>Vrednost: 11.300 €</w:t>
      </w:r>
    </w:p>
    <w:p w14:paraId="52308D74" w14:textId="53A330FE" w:rsidR="00986AF4" w:rsidRDefault="00986AF4" w:rsidP="00986AF4">
      <w:pPr>
        <w:pStyle w:val="Heading11"/>
      </w:pPr>
      <w:r>
        <w:t>Opis glavnega programa</w:t>
      </w:r>
    </w:p>
    <w:p w14:paraId="51AD0A74" w14:textId="319A7914" w:rsidR="00986AF4" w:rsidRDefault="00986AF4" w:rsidP="00986AF4">
      <w:r>
        <w:t>Glavni program 2201 - Servisiranje javnega dolga vključuje sredstva za odplačilo obveznosti</w:t>
      </w:r>
      <w:r>
        <w:br/>
        <w:t>iz naslova financiranja izvrševanja občinskega proračuna in sredstva za plačilo stroškov</w:t>
      </w:r>
      <w:r>
        <w:br/>
        <w:t>financiranja in upravljanja z javnim dolgom.</w:t>
      </w:r>
    </w:p>
    <w:p w14:paraId="69113BD9" w14:textId="178570AE" w:rsidR="00986AF4" w:rsidRDefault="00986AF4" w:rsidP="00986AF4">
      <w:pPr>
        <w:pStyle w:val="Heading11"/>
      </w:pPr>
      <w:r>
        <w:t>Dolgoročni cilji glavnega programa (Specifični cilj in kazalniki)</w:t>
      </w:r>
    </w:p>
    <w:p w14:paraId="7ED7A031" w14:textId="4D68F099" w:rsidR="00986AF4" w:rsidRDefault="00986AF4" w:rsidP="00986AF4">
      <w:r>
        <w:t>Zagotavljanje sredstev za odplačilo glavnic in obresti od najetih kreditov.</w:t>
      </w:r>
    </w:p>
    <w:p w14:paraId="225A1DD3" w14:textId="6063B12F" w:rsidR="00986AF4" w:rsidRDefault="00986AF4" w:rsidP="00986AF4">
      <w:pPr>
        <w:pStyle w:val="Heading11"/>
      </w:pPr>
      <w:r>
        <w:t>Glavni letni izvedbeni cilji in kazalci, s katerimi se bo merilo doseganje zastavljenih ciljev</w:t>
      </w:r>
    </w:p>
    <w:p w14:paraId="21F0B200" w14:textId="0C513A90" w:rsidR="00986AF4" w:rsidRDefault="00986AF4" w:rsidP="00986AF4">
      <w:r>
        <w:t>- Zagotavljanje sredstev za odplačilo glavnic in obresti od najetih kreditov.</w:t>
      </w:r>
      <w:r>
        <w:br/>
        <w:t>- Kazalniki: stanje odplačila dolga</w:t>
      </w:r>
    </w:p>
    <w:p w14:paraId="37820171" w14:textId="09463D37" w:rsidR="00986AF4" w:rsidRDefault="00986AF4" w:rsidP="00986AF4">
      <w:pPr>
        <w:pStyle w:val="Heading11"/>
      </w:pPr>
      <w:r>
        <w:t>Podprogrami in proračunski uporabniki znotraj glavnega programa</w:t>
      </w:r>
    </w:p>
    <w:p w14:paraId="5EC93200" w14:textId="3E317183" w:rsidR="00986AF4" w:rsidRDefault="00986AF4" w:rsidP="00986AF4">
      <w:r>
        <w:t>Podprogrami:</w:t>
      </w:r>
      <w:r>
        <w:br/>
        <w:t>22019001 Odplačilo obveznosti iz naslova financiranja izvrševanja proračuna -</w:t>
      </w:r>
      <w:r>
        <w:br/>
        <w:t>domače zadolževanje,</w:t>
      </w:r>
      <w:r>
        <w:br/>
        <w:t>22019002 Stroški financiranja in upravljanja z dolgom.</w:t>
      </w:r>
      <w:r>
        <w:br/>
        <w:t>PU:</w:t>
      </w:r>
      <w:r>
        <w:br/>
        <w:t>0004 OBCINSKA UPRAVA</w:t>
      </w:r>
    </w:p>
    <w:p w14:paraId="0722CDD7" w14:textId="01ED850F" w:rsidR="00986AF4" w:rsidRDefault="00986AF4" w:rsidP="00986AF4">
      <w:pPr>
        <w:pStyle w:val="AHeading7"/>
      </w:pPr>
      <w:bookmarkStart w:id="371" w:name="_Toc184208609"/>
      <w:r>
        <w:t>22019001 - Obveznosti iz naslova financiranja izvrševanja proračuna - domače zadolževanje</w:t>
      </w:r>
      <w:bookmarkStart w:id="372" w:name="PPR_22019001_A_20261"/>
      <w:bookmarkEnd w:id="372"/>
      <w:bookmarkEnd w:id="371"/>
    </w:p>
    <w:p w14:paraId="72463B24" w14:textId="29FD9838" w:rsidR="00986AF4" w:rsidRDefault="00986AF4" w:rsidP="00986AF4">
      <w:pPr>
        <w:pStyle w:val="Vrednost"/>
      </w:pPr>
      <w:r>
        <w:t>Vrednost: 10.300 €</w:t>
      </w:r>
    </w:p>
    <w:p w14:paraId="700821CF" w14:textId="4315B1FD" w:rsidR="00986AF4" w:rsidRDefault="00986AF4" w:rsidP="00986AF4">
      <w:pPr>
        <w:pStyle w:val="Heading11"/>
      </w:pPr>
      <w:r>
        <w:t>Opis podprograma</w:t>
      </w:r>
    </w:p>
    <w:p w14:paraId="4FF08B43" w14:textId="793B6934" w:rsidR="00986AF4" w:rsidRDefault="00986AF4" w:rsidP="00986AF4">
      <w:r>
        <w:t>Stroški financiranja in upravljanja z dolgom: stroški finančnih razmerij kot so stroški obdelave kredita, stroški</w:t>
      </w:r>
      <w:r>
        <w:br/>
        <w:t>zavarovanja kredita, nadomestilo za vodenje kredita ipd.</w:t>
      </w:r>
    </w:p>
    <w:p w14:paraId="1F935CBF" w14:textId="690E18E7" w:rsidR="00986AF4" w:rsidRDefault="00986AF4" w:rsidP="00986AF4">
      <w:pPr>
        <w:pStyle w:val="Heading11"/>
      </w:pPr>
      <w:r>
        <w:t>Zakonske in druge pravne podlage</w:t>
      </w:r>
    </w:p>
    <w:p w14:paraId="209DA7B9" w14:textId="018A77D4" w:rsidR="00986AF4" w:rsidRDefault="00986AF4" w:rsidP="00986AF4">
      <w:r>
        <w:t>Zakon o javnih financah, Zakon o financiranju občin.</w:t>
      </w:r>
    </w:p>
    <w:p w14:paraId="1167A554" w14:textId="0BCE7629" w:rsidR="00986AF4" w:rsidRDefault="00986AF4" w:rsidP="00986AF4">
      <w:pPr>
        <w:pStyle w:val="Heading11"/>
      </w:pPr>
      <w:r>
        <w:t>Dolgoročni cilji podprograma in kazalci, s katerimi se bo merilo doseganje zastavljenih ciljev (Rezultat in kazalniki)</w:t>
      </w:r>
    </w:p>
    <w:p w14:paraId="14DA253A" w14:textId="76DB4134" w:rsidR="00986AF4" w:rsidRDefault="00986AF4" w:rsidP="00986AF4">
      <w:r>
        <w:t>Zagotavljanje virov za financiranje obveznosti proračuna v skladu s sprejetimi usmeritvami.</w:t>
      </w:r>
    </w:p>
    <w:p w14:paraId="3FAF548E" w14:textId="52379E51" w:rsidR="00986AF4" w:rsidRDefault="00986AF4" w:rsidP="00986AF4">
      <w:pPr>
        <w:pStyle w:val="Heading11"/>
      </w:pPr>
      <w:r>
        <w:t>Letni izvedbeni cilji podprograma in kazalci, s katerimi se bo merilo doseganje zastavljenih ciljev (Neposredni učinek in kazalnik)</w:t>
      </w:r>
    </w:p>
    <w:p w14:paraId="402A403E" w14:textId="15839769" w:rsidR="00986AF4" w:rsidRDefault="00986AF4" w:rsidP="00986AF4">
      <w:r>
        <w:t>Zagotoviti sredstva za najetje najugodnejšega kredita za kritje proračunskih obveznosti.</w:t>
      </w:r>
    </w:p>
    <w:p w14:paraId="25C515D4" w14:textId="6242ED94" w:rsidR="00986AF4" w:rsidRDefault="00986AF4" w:rsidP="00986AF4">
      <w:pPr>
        <w:pStyle w:val="AHeading8"/>
      </w:pPr>
      <w:r>
        <w:t>0004 - Občinska uprava</w:t>
      </w:r>
      <w:bookmarkStart w:id="373" w:name="PU_0004_PPR_22019001_A_20261"/>
      <w:bookmarkEnd w:id="373"/>
    </w:p>
    <w:p w14:paraId="7AEEF9AD" w14:textId="32A43720" w:rsidR="00986AF4" w:rsidRDefault="00986AF4" w:rsidP="00986AF4">
      <w:pPr>
        <w:pStyle w:val="Vrednost"/>
      </w:pPr>
      <w:r>
        <w:t>Vrednost: 5.509.267 €</w:t>
      </w:r>
    </w:p>
    <w:p w14:paraId="7B2A4DE2" w14:textId="7DA06662" w:rsidR="00986AF4" w:rsidRDefault="00986AF4" w:rsidP="00986AF4">
      <w:pPr>
        <w:pStyle w:val="AHeading10"/>
      </w:pPr>
      <w:r>
        <w:t>22002 - Obresti za dolgoročne kredite - Stanovanjski sk</w:t>
      </w:r>
      <w:r w:rsidR="00F82916">
        <w:t>la</w:t>
      </w:r>
      <w:r>
        <w:t>d RS</w:t>
      </w:r>
      <w:bookmarkStart w:id="374" w:name="PP_22002_A_20261"/>
      <w:bookmarkEnd w:id="374"/>
    </w:p>
    <w:p w14:paraId="2CC04E0C" w14:textId="177313B3" w:rsidR="00986AF4" w:rsidRDefault="00986AF4" w:rsidP="00986AF4">
      <w:pPr>
        <w:pStyle w:val="Vrednost"/>
      </w:pPr>
      <w:r>
        <w:t>Vrednost: 300 €</w:t>
      </w:r>
    </w:p>
    <w:p w14:paraId="49073FE9" w14:textId="3F5BC139" w:rsidR="00986AF4" w:rsidRDefault="00986AF4" w:rsidP="00986AF4">
      <w:pPr>
        <w:pStyle w:val="Heading11"/>
      </w:pPr>
      <w:r>
        <w:t>Obrazložitev dejavnosti v okviru proračunske postavke</w:t>
      </w:r>
    </w:p>
    <w:p w14:paraId="4391C123" w14:textId="2714C9C7" w:rsidR="00986AF4" w:rsidRDefault="00986AF4" w:rsidP="00986AF4">
      <w:r>
        <w:t>Sredstva so namenjena za odplačilo obresti za kredite najete za nakupe občinskih stanovanj.</w:t>
      </w:r>
    </w:p>
    <w:p w14:paraId="31F072C0" w14:textId="134FD6B4" w:rsidR="00986AF4" w:rsidRDefault="00986AF4" w:rsidP="00986AF4">
      <w:pPr>
        <w:pStyle w:val="Heading11"/>
      </w:pPr>
      <w:r>
        <w:t>Navezava na projekte v okviru proračunske postavke</w:t>
      </w:r>
    </w:p>
    <w:p w14:paraId="3DC1153A" w14:textId="7DBD35B5" w:rsidR="00986AF4" w:rsidRDefault="00986AF4" w:rsidP="00986AF4">
      <w:pPr>
        <w:pStyle w:val="Heading11"/>
      </w:pPr>
      <w:r>
        <w:t>Izhodišča, na katerih temeljijo izračuni predlogov pravic porabe za del, ki se ne izvršuje preko NRP (Neposredni učinek in kazalnik)</w:t>
      </w:r>
    </w:p>
    <w:p w14:paraId="1DE09656" w14:textId="4B19780F" w:rsidR="00986AF4" w:rsidRDefault="00986AF4" w:rsidP="00986AF4">
      <w:r>
        <w:t>Podlaga za izračun so amortizacijski načrti  za posamezne kredite</w:t>
      </w:r>
    </w:p>
    <w:p w14:paraId="070D11FA" w14:textId="3305731F" w:rsidR="00986AF4" w:rsidRDefault="00986AF4" w:rsidP="00986AF4">
      <w:pPr>
        <w:pStyle w:val="AHeading10"/>
      </w:pPr>
      <w:r>
        <w:lastRenderedPageBreak/>
        <w:t>22007 - Plačila obresti - krediti poslovnim bankam</w:t>
      </w:r>
      <w:bookmarkStart w:id="375" w:name="PP_22007_A_20261"/>
      <w:bookmarkEnd w:id="375"/>
    </w:p>
    <w:p w14:paraId="2D908F52" w14:textId="644D422D" w:rsidR="00986AF4" w:rsidRDefault="00986AF4" w:rsidP="00986AF4">
      <w:pPr>
        <w:pStyle w:val="Vrednost"/>
      </w:pPr>
      <w:r>
        <w:t>Vrednost: 5.000 €</w:t>
      </w:r>
    </w:p>
    <w:p w14:paraId="2B70FBE9" w14:textId="0CB83023" w:rsidR="00986AF4" w:rsidRDefault="00986AF4" w:rsidP="00986AF4">
      <w:pPr>
        <w:pStyle w:val="Heading11"/>
      </w:pPr>
      <w:r>
        <w:t>Obrazložitev dejavnosti v okviru proračunske postavke</w:t>
      </w:r>
    </w:p>
    <w:p w14:paraId="34B1CD20" w14:textId="45578CF3" w:rsidR="00986AF4" w:rsidRDefault="00986AF4" w:rsidP="00986AF4">
      <w:r>
        <w:t>Sredstva so namenjena za plačilo obresti dolgoročn</w:t>
      </w:r>
      <w:r w:rsidR="00F82916">
        <w:t xml:space="preserve">ega </w:t>
      </w:r>
      <w:r>
        <w:t xml:space="preserve"> kredit</w:t>
      </w:r>
      <w:r w:rsidR="00F82916">
        <w:t>a</w:t>
      </w:r>
      <w:r>
        <w:t xml:space="preserve"> za investicijo v vrtec in telovadnico.</w:t>
      </w:r>
    </w:p>
    <w:p w14:paraId="32F1BCE8" w14:textId="6BB032AA" w:rsidR="00986AF4" w:rsidRDefault="00986AF4" w:rsidP="00986AF4">
      <w:pPr>
        <w:pStyle w:val="Heading11"/>
      </w:pPr>
      <w:r>
        <w:t>Navezava na projekte v okviru proračunske postavke</w:t>
      </w:r>
    </w:p>
    <w:p w14:paraId="15F86D0C" w14:textId="66314E43" w:rsidR="00986AF4" w:rsidRDefault="00986AF4" w:rsidP="00986AF4">
      <w:pPr>
        <w:pStyle w:val="Heading11"/>
      </w:pPr>
      <w:r>
        <w:t>Izhodišča, na katerih temeljijo izračuni predlogov pravic porabe za del, ki se ne izvršuje preko NRP (Neposredni učinek in kazalnik)</w:t>
      </w:r>
    </w:p>
    <w:p w14:paraId="62D88991" w14:textId="25F52B5C" w:rsidR="00986AF4" w:rsidRDefault="00986AF4" w:rsidP="00986AF4">
      <w:r>
        <w:t>Sredstva so planirana na podlagi ocene za leto 2026.</w:t>
      </w:r>
    </w:p>
    <w:p w14:paraId="41685BD4" w14:textId="38380FB4" w:rsidR="00986AF4" w:rsidRDefault="00986AF4" w:rsidP="00986AF4">
      <w:pPr>
        <w:pStyle w:val="AHeading10"/>
      </w:pPr>
      <w:r>
        <w:t>22011 - Odplačila glavnic in obresti za kredit za vrtec in telovadnico</w:t>
      </w:r>
      <w:bookmarkStart w:id="376" w:name="PP_22011_A_20261"/>
      <w:bookmarkEnd w:id="376"/>
    </w:p>
    <w:p w14:paraId="283DBC8F" w14:textId="659D4525" w:rsidR="00986AF4" w:rsidRDefault="00986AF4" w:rsidP="00986AF4">
      <w:pPr>
        <w:pStyle w:val="Vrednost"/>
      </w:pPr>
      <w:r>
        <w:t>Vrednost: 5.000 €</w:t>
      </w:r>
    </w:p>
    <w:p w14:paraId="49513489" w14:textId="7836CF8A" w:rsidR="00986AF4" w:rsidRDefault="00986AF4" w:rsidP="00986AF4">
      <w:pPr>
        <w:pStyle w:val="Heading11"/>
      </w:pPr>
      <w:r>
        <w:t>Obrazložitev dejavnosti v okviru proračunske postavke</w:t>
      </w:r>
    </w:p>
    <w:p w14:paraId="5D9CFE65" w14:textId="77777777" w:rsidR="00F82916" w:rsidRDefault="00F82916" w:rsidP="00F82916">
      <w:r>
        <w:t>Sredstva so namenjena za plačilo obresti dolgoročnega  kredita za investicijo v vrtec in telovadnico.</w:t>
      </w:r>
    </w:p>
    <w:p w14:paraId="6AE4C396" w14:textId="115FA7C1" w:rsidR="00986AF4" w:rsidRDefault="00986AF4" w:rsidP="00986AF4">
      <w:pPr>
        <w:pStyle w:val="Heading11"/>
      </w:pPr>
      <w:r>
        <w:t>Navezava na projekte v okviru proračunske postavke</w:t>
      </w:r>
    </w:p>
    <w:p w14:paraId="6B565A27" w14:textId="5144F380" w:rsidR="00986AF4" w:rsidRDefault="00986AF4" w:rsidP="00986AF4">
      <w:pPr>
        <w:pStyle w:val="Heading11"/>
      </w:pPr>
      <w:r>
        <w:t>Izhodišča, na katerih temeljijo izračuni predlogov pravic porabe za del, ki se ne izvršuje preko NRP (Neposredni učinek in kazalnik)</w:t>
      </w:r>
    </w:p>
    <w:p w14:paraId="7D41F907" w14:textId="4D871F0C" w:rsidR="00986AF4" w:rsidRDefault="00986AF4" w:rsidP="00986AF4">
      <w:r>
        <w:t>Sredstva so planirana na podlagi ocene za leto 2026.</w:t>
      </w:r>
    </w:p>
    <w:p w14:paraId="79A2CBE3" w14:textId="77777777" w:rsidR="00986AF4" w:rsidRDefault="00986AF4" w:rsidP="00986AF4"/>
    <w:p w14:paraId="1D2F9587" w14:textId="362B9B00" w:rsidR="00986AF4" w:rsidRDefault="00986AF4" w:rsidP="00986AF4">
      <w:pPr>
        <w:pStyle w:val="AHeading7"/>
      </w:pPr>
      <w:bookmarkStart w:id="377" w:name="_Toc184208610"/>
      <w:r>
        <w:t>22019002 - Stroški financiranja in upravljanja z dolgom</w:t>
      </w:r>
      <w:bookmarkStart w:id="378" w:name="PPR_22019002_A_20261"/>
      <w:bookmarkEnd w:id="378"/>
      <w:bookmarkEnd w:id="377"/>
    </w:p>
    <w:p w14:paraId="1AA5D03F" w14:textId="0FC27C33" w:rsidR="00986AF4" w:rsidRDefault="00986AF4" w:rsidP="00986AF4">
      <w:pPr>
        <w:pStyle w:val="Vrednost"/>
      </w:pPr>
      <w:r>
        <w:t>Vrednost: 1.000 €</w:t>
      </w:r>
    </w:p>
    <w:p w14:paraId="1C43B841" w14:textId="1140C7C7" w:rsidR="00986AF4" w:rsidRDefault="00986AF4" w:rsidP="00986AF4">
      <w:pPr>
        <w:pStyle w:val="Heading11"/>
      </w:pPr>
      <w:r>
        <w:t>Opis podprograma</w:t>
      </w:r>
    </w:p>
    <w:p w14:paraId="5A90F641" w14:textId="5E95F1A0" w:rsidR="00986AF4" w:rsidRDefault="00986AF4" w:rsidP="00986AF4">
      <w:r>
        <w:t>Stroški financiranja in upravljanja z dolgom: stroški finančnih razmerij kot so stroški obdelave kredita, stroški</w:t>
      </w:r>
      <w:r>
        <w:br/>
        <w:t>zavarovanja kredita, nadomestilo za vodenje kredita ipd.</w:t>
      </w:r>
    </w:p>
    <w:p w14:paraId="3246CB61" w14:textId="469AB972" w:rsidR="00986AF4" w:rsidRDefault="00986AF4" w:rsidP="00986AF4">
      <w:pPr>
        <w:pStyle w:val="Heading11"/>
      </w:pPr>
      <w:r>
        <w:t>Zakonske in druge pravne podlage</w:t>
      </w:r>
    </w:p>
    <w:p w14:paraId="4106F7C2" w14:textId="0005B882" w:rsidR="00986AF4" w:rsidRDefault="00986AF4" w:rsidP="00986AF4">
      <w:r>
        <w:t>Zakon o javnih financah, Zakon o financiranju občin.</w:t>
      </w:r>
    </w:p>
    <w:p w14:paraId="5C1646BE" w14:textId="78CD5E2B" w:rsidR="00986AF4" w:rsidRDefault="00986AF4" w:rsidP="00986AF4">
      <w:pPr>
        <w:pStyle w:val="Heading11"/>
      </w:pPr>
      <w:r>
        <w:t>Dolgoročni cilji podprograma in kazalci, s katerimi se bo merilo doseganje zastavljenih ciljev (Rezultat in kazalniki)</w:t>
      </w:r>
    </w:p>
    <w:p w14:paraId="21FE8CE7" w14:textId="751546AD" w:rsidR="00986AF4" w:rsidRDefault="00986AF4" w:rsidP="00986AF4">
      <w:r>
        <w:t>Zagotavljanje virov za financiranje obveznosti proračuna v skladu s sprejetimi usmeritvami.</w:t>
      </w:r>
    </w:p>
    <w:p w14:paraId="60847C08" w14:textId="3F03EB9A" w:rsidR="00986AF4" w:rsidRDefault="00986AF4" w:rsidP="00986AF4">
      <w:pPr>
        <w:pStyle w:val="Heading11"/>
      </w:pPr>
      <w:r>
        <w:t>Letni izvedbeni cilji podprograma in kazalci, s katerimi se bo merilo doseganje zastavljenih ciljev (Neposredni učinek in kazalnik)</w:t>
      </w:r>
    </w:p>
    <w:p w14:paraId="3AC5D13E" w14:textId="14FADAD4" w:rsidR="00986AF4" w:rsidRDefault="00986AF4" w:rsidP="00986AF4">
      <w:r>
        <w:t>Zagotoviti sredstva za najetje najugodnejšega kredita za kritje proračunskih obveznosti.</w:t>
      </w:r>
    </w:p>
    <w:p w14:paraId="38D22747" w14:textId="53653F50" w:rsidR="00986AF4" w:rsidRDefault="00986AF4" w:rsidP="00986AF4">
      <w:pPr>
        <w:pStyle w:val="AHeading8"/>
      </w:pPr>
      <w:r>
        <w:t>0004 - Občinska uprava</w:t>
      </w:r>
      <w:bookmarkStart w:id="379" w:name="PU_0004_PPR_22019002_A_20261"/>
      <w:bookmarkEnd w:id="379"/>
    </w:p>
    <w:p w14:paraId="62779B2D" w14:textId="6FEE49F7" w:rsidR="00986AF4" w:rsidRDefault="00986AF4" w:rsidP="00986AF4">
      <w:pPr>
        <w:pStyle w:val="Vrednost"/>
      </w:pPr>
      <w:r>
        <w:t>Vrednost: 5.509.267 €</w:t>
      </w:r>
    </w:p>
    <w:p w14:paraId="305F44C2" w14:textId="130531EF" w:rsidR="00986AF4" w:rsidRDefault="00986AF4" w:rsidP="00986AF4">
      <w:pPr>
        <w:pStyle w:val="AHeading10"/>
      </w:pPr>
      <w:r>
        <w:t>22003 - Stroški vodenja kreditov</w:t>
      </w:r>
      <w:bookmarkStart w:id="380" w:name="PP_22003_A_20261"/>
      <w:bookmarkEnd w:id="380"/>
    </w:p>
    <w:p w14:paraId="30714314" w14:textId="2996FAF1" w:rsidR="00986AF4" w:rsidRDefault="00986AF4" w:rsidP="00986AF4">
      <w:pPr>
        <w:pStyle w:val="Vrednost"/>
      </w:pPr>
      <w:r>
        <w:t>Vrednost: 1.000 €</w:t>
      </w:r>
    </w:p>
    <w:p w14:paraId="6F6C8988" w14:textId="273638BF" w:rsidR="00986AF4" w:rsidRDefault="00986AF4" w:rsidP="00986AF4">
      <w:pPr>
        <w:pStyle w:val="Heading11"/>
      </w:pPr>
      <w:r>
        <w:t>Obrazložitev dejavnosti v okviru proračunske postavke</w:t>
      </w:r>
    </w:p>
    <w:p w14:paraId="4924B72B" w14:textId="3339FB76" w:rsidR="00986AF4" w:rsidRDefault="00986AF4" w:rsidP="00986AF4">
      <w:r>
        <w:t>Sredstva so namenjena za stroške odobri</w:t>
      </w:r>
      <w:r w:rsidR="00F82916">
        <w:t>tve</w:t>
      </w:r>
      <w:r>
        <w:t xml:space="preserve">  kredita in stroške vodenja.</w:t>
      </w:r>
    </w:p>
    <w:p w14:paraId="234FA4DF" w14:textId="2AB7772F" w:rsidR="00986AF4" w:rsidRDefault="00986AF4" w:rsidP="00986AF4">
      <w:pPr>
        <w:pStyle w:val="Heading11"/>
      </w:pPr>
      <w:r>
        <w:t>Navezava na projekte v okviru proračunske postavke</w:t>
      </w:r>
    </w:p>
    <w:p w14:paraId="7695EFAB" w14:textId="5893DECF" w:rsidR="00986AF4" w:rsidRDefault="00986AF4" w:rsidP="00986AF4">
      <w:pPr>
        <w:pStyle w:val="Heading11"/>
      </w:pPr>
      <w:r>
        <w:t>Izhodišča, na katerih temeljijo izračuni predlogov pravic porabe za del, ki se ne izvršuje preko NRP (Neposredni učinek in kazalnik)</w:t>
      </w:r>
    </w:p>
    <w:p w14:paraId="6580380B" w14:textId="31A0F9A9" w:rsidR="00986AF4" w:rsidRDefault="00986AF4" w:rsidP="00986AF4">
      <w:r>
        <w:t>Sredstva so planirana na podlagi ocene za leto 2026.</w:t>
      </w:r>
    </w:p>
    <w:p w14:paraId="6011BF20" w14:textId="77777777" w:rsidR="00986AF4" w:rsidRDefault="00986AF4" w:rsidP="00986AF4"/>
    <w:p w14:paraId="1D0DB452" w14:textId="38DA8B92" w:rsidR="00986AF4" w:rsidRDefault="00986AF4" w:rsidP="00986AF4">
      <w:pPr>
        <w:pStyle w:val="AHeading5"/>
      </w:pPr>
      <w:bookmarkStart w:id="381" w:name="_Toc184208611"/>
      <w:r>
        <w:lastRenderedPageBreak/>
        <w:t>23 - INTERVENCIJSKI PROGRAMI IN OBVEZNOSTI</w:t>
      </w:r>
      <w:bookmarkEnd w:id="381"/>
    </w:p>
    <w:p w14:paraId="0FBAC354" w14:textId="60E8DE53" w:rsidR="00986AF4" w:rsidRDefault="00986AF4" w:rsidP="00986AF4">
      <w:pPr>
        <w:pStyle w:val="Vrednost"/>
      </w:pPr>
      <w:r>
        <w:t>Vrednost: 45.000 €</w:t>
      </w:r>
    </w:p>
    <w:p w14:paraId="2CC2C83A" w14:textId="085DEC1C" w:rsidR="00986AF4" w:rsidRDefault="00986AF4" w:rsidP="00986AF4">
      <w:pPr>
        <w:pStyle w:val="Heading11"/>
      </w:pPr>
      <w:r>
        <w:t>Opis področja proračunske porabe, poslanstva občine znotraj področja proračunske porabe</w:t>
      </w:r>
    </w:p>
    <w:p w14:paraId="2BD4D5BC" w14:textId="53BA6D77" w:rsidR="00986AF4" w:rsidRDefault="00986AF4" w:rsidP="00986AF4">
      <w:r>
        <w:t>To področje porabe zajema sredstva rezerv, namenjena za odpravo posledic naravnih nesreč, kot so potres, poplave, zemeljski plaz, snežni plaz, visok sneg, močan veter, toča, pozeba, suša, množični pojavi nalezljive človeške, živalske ali rastlinske bolezni, druge nesreče, ki jih povzročijo naravne sile in ekološke nesreče ter za finančne rezerve, ki so namenjene za zagotovitev sredstev za naloge, ki so bile predvidene v sprejetem proračunu in so nujne za izvajanje dogovorjenih nalog.</w:t>
      </w:r>
    </w:p>
    <w:p w14:paraId="3A56D9BA" w14:textId="25419317" w:rsidR="00986AF4" w:rsidRDefault="00986AF4" w:rsidP="00986AF4">
      <w:pPr>
        <w:pStyle w:val="Heading11"/>
      </w:pPr>
      <w:r>
        <w:t>Dokumenti dolgoročnega razvojnega načrtovanja</w:t>
      </w:r>
    </w:p>
    <w:p w14:paraId="7D5B6219" w14:textId="3939E567" w:rsidR="00986AF4" w:rsidRDefault="00986AF4" w:rsidP="00986AF4">
      <w:r>
        <w:t>Dokumentov dolgoročnega razvojnega načrtovanja za to področje porabe ni.</w:t>
      </w:r>
    </w:p>
    <w:p w14:paraId="23DC90C6" w14:textId="20C35E3A" w:rsidR="00986AF4" w:rsidRDefault="00986AF4" w:rsidP="00986AF4">
      <w:pPr>
        <w:pStyle w:val="Heading11"/>
      </w:pPr>
      <w:r>
        <w:t>Dolgoročni cilji področja proračunske porabe (Splošni cilj)</w:t>
      </w:r>
    </w:p>
    <w:p w14:paraId="0D679BCC" w14:textId="7B1E75FE" w:rsidR="00986AF4" w:rsidRDefault="00986AF4" w:rsidP="00986AF4">
      <w:r>
        <w:t>Dolgoročni cilji področje je nemoteno zagotavljanje tekočega izvrševanja proračuna, ter sredstev za intervencije  v primeru naravnih nesreč, kar omogoča hitrejšo odpravo posledic.</w:t>
      </w:r>
    </w:p>
    <w:p w14:paraId="434F91B3" w14:textId="3701E3F6" w:rsidR="00986AF4" w:rsidRDefault="00986AF4" w:rsidP="00986AF4">
      <w:pPr>
        <w:pStyle w:val="Heading11"/>
      </w:pPr>
      <w:r>
        <w:t>Oznaka in nazivi glavnih programov v pristojnosti občine</w:t>
      </w:r>
    </w:p>
    <w:p w14:paraId="78E9EE1D" w14:textId="2680DACA" w:rsidR="00986AF4" w:rsidRDefault="00986AF4" w:rsidP="00986AF4">
      <w:r>
        <w:t>2302 - Posebna proračunska rezerva in programi pomoči v primeru nesreč</w:t>
      </w:r>
      <w:r>
        <w:br/>
        <w:t>2303 - Splošna proračunska rezervacija</w:t>
      </w:r>
    </w:p>
    <w:p w14:paraId="03BB5169" w14:textId="7B1121F7" w:rsidR="00986AF4" w:rsidRDefault="00986AF4" w:rsidP="00986AF4">
      <w:pPr>
        <w:pStyle w:val="AHeading6"/>
      </w:pPr>
      <w:bookmarkStart w:id="382" w:name="_Toc184208612"/>
      <w:r>
        <w:t>2302 - Posebna proračunska rezerva in programi pomoči v primerih nesreč</w:t>
      </w:r>
      <w:bookmarkEnd w:id="382"/>
    </w:p>
    <w:p w14:paraId="00A045FC" w14:textId="58CF56A0" w:rsidR="00986AF4" w:rsidRDefault="00986AF4" w:rsidP="00986AF4">
      <w:pPr>
        <w:pStyle w:val="Vrednost"/>
      </w:pPr>
      <w:r>
        <w:t>Vrednost: 24.500 €</w:t>
      </w:r>
    </w:p>
    <w:p w14:paraId="391CF9C2" w14:textId="446C681A" w:rsidR="00986AF4" w:rsidRDefault="00986AF4" w:rsidP="00986AF4">
      <w:pPr>
        <w:pStyle w:val="Heading11"/>
      </w:pPr>
      <w:r>
        <w:t>Opis glavnega programa</w:t>
      </w:r>
    </w:p>
    <w:p w14:paraId="1E35B18F" w14:textId="14BD8A47" w:rsidR="00986AF4" w:rsidRDefault="00986AF4" w:rsidP="00986AF4">
      <w:r>
        <w:t>Glavni program vključuje sredstva za odpravo posledic naravnih nesreč, ki prizadenejo občino, kot so potres, poplave, zemeljski plaz, snežni plaz, visok sneg, močan veter, toča, pozeba, suša, množični pojav nalezljive človeške, živalske in rastlinske bolezni, druge nesreče, ki jih povzročijo naravne sile in ekološke nesreče.</w:t>
      </w:r>
    </w:p>
    <w:p w14:paraId="2625F207" w14:textId="781C3046" w:rsidR="00986AF4" w:rsidRDefault="00986AF4" w:rsidP="00986AF4">
      <w:pPr>
        <w:pStyle w:val="Heading11"/>
      </w:pPr>
      <w:r>
        <w:t>Dolgoročni cilji glavnega programa (Specifični cilj in kazalniki)</w:t>
      </w:r>
    </w:p>
    <w:p w14:paraId="5C669981" w14:textId="796B5A64" w:rsidR="00986AF4" w:rsidRDefault="00986AF4" w:rsidP="00986AF4">
      <w:r>
        <w:t>Dolgoročne cilj tega programa je intervenirati v primeru naravnih nesreč in omogočiti čim hitrejšo odpravo posledic.</w:t>
      </w:r>
    </w:p>
    <w:p w14:paraId="6EAA6313" w14:textId="0D7C70C1" w:rsidR="00986AF4" w:rsidRDefault="00986AF4" w:rsidP="00986AF4">
      <w:pPr>
        <w:pStyle w:val="Heading11"/>
      </w:pPr>
      <w:r>
        <w:t>Glavni letni izvedbeni cilji in kazalci, s katerimi se bo merilo doseganje zastavljenih ciljev</w:t>
      </w:r>
    </w:p>
    <w:p w14:paraId="34CFEAF4" w14:textId="31A510D8" w:rsidR="00986AF4" w:rsidRDefault="00986AF4" w:rsidP="00986AF4">
      <w:r>
        <w:t>Letni izvedbeni cilj je vsaj delno zagotoviti finančne pogoje za čim hitrejše posredovanje in čim večjo ublažitev posledic škod, ki bi nastala ob naravnih nesrečah. Kazalec, s katerim se meri doseganje zastavljenega cilja, je realizacija porabe sredstev glede na predložene programe za odpravo posledic po posamezni naravni nesreči. Pokazatelj doseganja ciljev je tudi dejstvo, koliko proračunskih sredstev, glede na potrebna sredstva, je bilo možno zagotoviti ob pojavu naravnih nesreč.</w:t>
      </w:r>
    </w:p>
    <w:p w14:paraId="11BE49B7" w14:textId="20C81E8D" w:rsidR="00986AF4" w:rsidRDefault="00986AF4" w:rsidP="00986AF4">
      <w:pPr>
        <w:pStyle w:val="Heading11"/>
      </w:pPr>
      <w:r>
        <w:t>Podprogrami in proračunski uporabniki znotraj glavnega programa</w:t>
      </w:r>
    </w:p>
    <w:p w14:paraId="275CBB26" w14:textId="04E4AAE3" w:rsidR="00986AF4" w:rsidRDefault="00986AF4" w:rsidP="00986AF4">
      <w:r>
        <w:t>23029001 - Rezerva občine</w:t>
      </w:r>
      <w:r>
        <w:br/>
        <w:t>           04 - Občinska uprava</w:t>
      </w:r>
    </w:p>
    <w:p w14:paraId="6A299253" w14:textId="4AF74BEE" w:rsidR="00986AF4" w:rsidRDefault="00986AF4" w:rsidP="00986AF4">
      <w:pPr>
        <w:pStyle w:val="AHeading7"/>
      </w:pPr>
      <w:bookmarkStart w:id="383" w:name="_Toc184208613"/>
      <w:r>
        <w:t>23029001 - Rezerva občine</w:t>
      </w:r>
      <w:bookmarkStart w:id="384" w:name="PPR_23029001_A_20261"/>
      <w:bookmarkEnd w:id="384"/>
      <w:bookmarkEnd w:id="383"/>
    </w:p>
    <w:p w14:paraId="46135D5D" w14:textId="686348EC" w:rsidR="00986AF4" w:rsidRDefault="00986AF4" w:rsidP="00986AF4">
      <w:pPr>
        <w:pStyle w:val="Vrednost"/>
      </w:pPr>
      <w:r>
        <w:t>Vrednost: 24.500 €</w:t>
      </w:r>
    </w:p>
    <w:p w14:paraId="5F8EFF4B" w14:textId="346B09C0" w:rsidR="00986AF4" w:rsidRDefault="00986AF4" w:rsidP="00986AF4">
      <w:pPr>
        <w:pStyle w:val="Heading11"/>
      </w:pPr>
      <w:r>
        <w:t>Opis podprograma</w:t>
      </w:r>
    </w:p>
    <w:p w14:paraId="4AF73D35" w14:textId="5E38190C" w:rsidR="00986AF4" w:rsidRDefault="00986AF4" w:rsidP="00986AF4">
      <w:r>
        <w:t>Vsebina podprograma je oblikovanje rezerve za odpravo posledic naravnih nesreč v skladu z 48. členom Zakona o javnih financah ter Zakona o odpravi posledic naravnih nesreč.</w:t>
      </w:r>
    </w:p>
    <w:p w14:paraId="7D7EBAF1" w14:textId="3ED38667" w:rsidR="00986AF4" w:rsidRDefault="00986AF4" w:rsidP="00986AF4">
      <w:pPr>
        <w:pStyle w:val="Heading11"/>
      </w:pPr>
      <w:r>
        <w:t>Zakonske in druge pravne podlage</w:t>
      </w:r>
    </w:p>
    <w:p w14:paraId="61EFBAFD" w14:textId="47A5A15C" w:rsidR="00986AF4" w:rsidRDefault="00986AF4" w:rsidP="00986AF4">
      <w:r>
        <w:t xml:space="preserve">" Zakon o javnih financah </w:t>
      </w:r>
      <w:r>
        <w:br/>
        <w:t>" Zakon o odpravi posledic naravnih nesreč</w:t>
      </w:r>
    </w:p>
    <w:p w14:paraId="5D3DE669" w14:textId="16F6A781" w:rsidR="00986AF4" w:rsidRDefault="00986AF4" w:rsidP="00986AF4">
      <w:pPr>
        <w:pStyle w:val="Heading11"/>
      </w:pPr>
      <w:r>
        <w:lastRenderedPageBreak/>
        <w:t>Dolgoročni cilji podprograma in kazalci, s katerimi se bo merilo doseganje zastavljenih ciljev (Rezultat in kazalniki)</w:t>
      </w:r>
    </w:p>
    <w:p w14:paraId="0850B6BA" w14:textId="5E44CDD1" w:rsidR="00986AF4" w:rsidRDefault="00986AF4" w:rsidP="00986AF4">
      <w:r>
        <w:t>Sredstva za odpravo posledic naravnih nesreč se v skladu z določilom Zakona o javnih financah oblikujejo največ do višine 1,5 % prejemkov proračuna. Dolgoročni cilj tega podprograma je intervencija v primeru naravnih nesreč in zagotavljanje čim prejšnje sanacije stanja. Proračunska rezerva deluje kot proračunski sklad, v katerega bo občina namenjala sredstva za odpravo posledic postopoma.</w:t>
      </w:r>
    </w:p>
    <w:p w14:paraId="52ED6ED1" w14:textId="797A404D" w:rsidR="00986AF4" w:rsidRDefault="00986AF4" w:rsidP="00986AF4">
      <w:pPr>
        <w:pStyle w:val="Heading11"/>
      </w:pPr>
      <w:r>
        <w:t>Letni izvedbeni cilji podprograma in kazalci, s katerimi se bo merilo doseganje zastavljenih ciljev (Neposredni učinek in kazalnik)</w:t>
      </w:r>
    </w:p>
    <w:p w14:paraId="317072BB" w14:textId="7B94885E" w:rsidR="00986AF4" w:rsidRDefault="00986AF4" w:rsidP="00986AF4">
      <w:r>
        <w:t>Letni izvedbeni cilj je vsaj delno zagotoviti finančne pogoje za čim hitrejše posredovanje in čim večjo ublažitev posledic škod, ki bi nastala ob naravnih nesrečah. Kazalec, s katerim se meri doseganje zastavljenega cilja, je realizacija porabe sredstev glede na predložene programe za odpravo posledic po posamezni naravni nesreči. Pokazatelj doseganja ciljev je tudi dejstvo, koliko proračunskih sredstev, glede na potrebna sredstva, je bilo možno zagotoviti ob pojavu naravnih nesreč.</w:t>
      </w:r>
    </w:p>
    <w:p w14:paraId="23565F93" w14:textId="19E82EBF" w:rsidR="00986AF4" w:rsidRDefault="00986AF4" w:rsidP="00986AF4">
      <w:pPr>
        <w:pStyle w:val="AHeading8"/>
      </w:pPr>
      <w:r>
        <w:t>0004 - Občinska uprava</w:t>
      </w:r>
      <w:bookmarkStart w:id="385" w:name="PU_0004_PPR_23029001_A_20261"/>
      <w:bookmarkEnd w:id="385"/>
    </w:p>
    <w:p w14:paraId="367C6C92" w14:textId="22AC455F" w:rsidR="00986AF4" w:rsidRDefault="00986AF4" w:rsidP="00986AF4">
      <w:pPr>
        <w:pStyle w:val="Vrednost"/>
      </w:pPr>
      <w:r>
        <w:t>Vrednost: 5.509.267 €</w:t>
      </w:r>
    </w:p>
    <w:p w14:paraId="50F8B576" w14:textId="51A94A98" w:rsidR="00323458" w:rsidRDefault="00986AF4" w:rsidP="006B307D">
      <w:r>
        <w:t>23003 - Proračunska rezerva</w:t>
      </w:r>
      <w:bookmarkStart w:id="386" w:name="PP_23003_A_20261"/>
      <w:bookmarkEnd w:id="386"/>
    </w:p>
    <w:p w14:paraId="24A7FE06" w14:textId="59D0773D" w:rsidR="00986AF4" w:rsidRDefault="00986AF4" w:rsidP="00986AF4">
      <w:pPr>
        <w:pStyle w:val="Vrednost"/>
      </w:pPr>
      <w:r>
        <w:t>Vrednost: 24.500 €</w:t>
      </w:r>
    </w:p>
    <w:p w14:paraId="590149B5" w14:textId="6950D81D" w:rsidR="00986AF4" w:rsidRDefault="00986AF4" w:rsidP="00986AF4">
      <w:pPr>
        <w:pStyle w:val="Heading11"/>
      </w:pPr>
      <w:r>
        <w:t>Obrazložitev dejavnosti v okviru proračunske postavke</w:t>
      </w:r>
    </w:p>
    <w:p w14:paraId="00A1891E" w14:textId="6DDB7781" w:rsidR="00986AF4" w:rsidRDefault="00986AF4" w:rsidP="00986AF4">
      <w:r>
        <w:t>Proračunska rezerva je po zakonu namenjena financiranju odprave posledic naravnih nesreč in izrednih razmer.</w:t>
      </w:r>
    </w:p>
    <w:p w14:paraId="2EF731EC" w14:textId="0C3FEF23" w:rsidR="00986AF4" w:rsidRDefault="00986AF4" w:rsidP="00986AF4">
      <w:pPr>
        <w:pStyle w:val="Heading11"/>
      </w:pPr>
      <w:r>
        <w:t>Navezava na projekte v okviru proračunske postavke</w:t>
      </w:r>
    </w:p>
    <w:p w14:paraId="5053368E" w14:textId="20695956" w:rsidR="00986AF4" w:rsidRDefault="00986AF4" w:rsidP="00986AF4">
      <w:pPr>
        <w:pStyle w:val="Heading11"/>
      </w:pPr>
      <w:r>
        <w:t>Izhodišča, na katerih temeljijo izračuni predlogov pravic porabe za del, ki se ne izvršuje preko NRP (Neposredni učinek in kazalnik)</w:t>
      </w:r>
    </w:p>
    <w:p w14:paraId="1D538CAC" w14:textId="5C435FCD" w:rsidR="00986AF4" w:rsidRDefault="00986AF4" w:rsidP="00986AF4">
      <w:r>
        <w:t>Podlaga za načrtovanje je višina sredstev za primerno porabo.</w:t>
      </w:r>
    </w:p>
    <w:p w14:paraId="5AD6A28F" w14:textId="77777777" w:rsidR="00986AF4" w:rsidRDefault="00986AF4" w:rsidP="00986AF4"/>
    <w:p w14:paraId="33D20DD9" w14:textId="1EF80B12" w:rsidR="00986AF4" w:rsidRDefault="00986AF4" w:rsidP="00986AF4">
      <w:pPr>
        <w:pStyle w:val="AHeading6"/>
      </w:pPr>
      <w:bookmarkStart w:id="387" w:name="_Toc184208614"/>
      <w:r>
        <w:t>2303 - Splošna proračunska rezervacija</w:t>
      </w:r>
      <w:bookmarkEnd w:id="387"/>
    </w:p>
    <w:p w14:paraId="59156234" w14:textId="6FE3F184" w:rsidR="00986AF4" w:rsidRDefault="00986AF4" w:rsidP="00986AF4">
      <w:pPr>
        <w:pStyle w:val="Vrednost"/>
      </w:pPr>
      <w:r>
        <w:t>Vrednost: 20.500 €</w:t>
      </w:r>
    </w:p>
    <w:p w14:paraId="068FCBA7" w14:textId="74E63B5A" w:rsidR="00986AF4" w:rsidRDefault="00986AF4" w:rsidP="00986AF4">
      <w:pPr>
        <w:pStyle w:val="Heading11"/>
      </w:pPr>
      <w:r>
        <w:t>Opis glavnega programa</w:t>
      </w:r>
    </w:p>
    <w:p w14:paraId="7B5595AE" w14:textId="3DD11012" w:rsidR="00986AF4" w:rsidRDefault="00986AF4" w:rsidP="00986AF4">
      <w:r>
        <w:t>Glavni program vključuje sredstva za naloge, ki niso bile predvidene v sprejetem proračunu in so nujne za izvajanje dogovorjenih nalog.</w:t>
      </w:r>
    </w:p>
    <w:p w14:paraId="78F31A3B" w14:textId="65A5CE6A" w:rsidR="00986AF4" w:rsidRDefault="00986AF4" w:rsidP="00986AF4">
      <w:pPr>
        <w:pStyle w:val="Heading11"/>
      </w:pPr>
      <w:r>
        <w:t>Dolgoročni cilji glavnega programa (Specifični cilj in kazalniki)</w:t>
      </w:r>
    </w:p>
    <w:p w14:paraId="0EAB11BE" w14:textId="5FB8A607" w:rsidR="00986AF4" w:rsidRDefault="00986AF4" w:rsidP="00986AF4">
      <w:pPr>
        <w:pStyle w:val="Heading11"/>
      </w:pPr>
      <w:r>
        <w:t>Glavni letni izvedbeni cilji in kazalci, s katerimi se bo merilo doseganje zastavljenih ciljev</w:t>
      </w:r>
    </w:p>
    <w:p w14:paraId="4ACB8123" w14:textId="09572D0A" w:rsidR="00986AF4" w:rsidRDefault="00986AF4" w:rsidP="00986AF4">
      <w:pPr>
        <w:pStyle w:val="Heading11"/>
      </w:pPr>
      <w:r>
        <w:t>Podprogrami in proračunski uporabniki znotraj glavnega programa</w:t>
      </w:r>
    </w:p>
    <w:p w14:paraId="7ABD8A96" w14:textId="0A5DC0F4" w:rsidR="00986AF4" w:rsidRDefault="00986AF4" w:rsidP="00986AF4">
      <w:r>
        <w:t>Podprogrami 23039001 Splošna proračunska rezervacija.</w:t>
      </w:r>
      <w:r>
        <w:br/>
        <w:t>            0001 - Župan</w:t>
      </w:r>
    </w:p>
    <w:p w14:paraId="5A0D44F6" w14:textId="323F9FDE" w:rsidR="00986AF4" w:rsidRDefault="00986AF4" w:rsidP="00986AF4">
      <w:pPr>
        <w:pStyle w:val="AHeading7"/>
      </w:pPr>
      <w:bookmarkStart w:id="388" w:name="_Toc184208615"/>
      <w:r>
        <w:t>23039001 - Splošna proračunska rezervacija</w:t>
      </w:r>
      <w:bookmarkStart w:id="389" w:name="PPR_23039001_A_20261"/>
      <w:bookmarkEnd w:id="389"/>
      <w:bookmarkEnd w:id="388"/>
    </w:p>
    <w:p w14:paraId="430E49C4" w14:textId="44A21BF0" w:rsidR="00986AF4" w:rsidRDefault="00986AF4" w:rsidP="00986AF4">
      <w:pPr>
        <w:pStyle w:val="Vrednost"/>
      </w:pPr>
      <w:r>
        <w:t>Vrednost: 20.500 €</w:t>
      </w:r>
    </w:p>
    <w:p w14:paraId="781C72AF" w14:textId="57D347FF" w:rsidR="00986AF4" w:rsidRDefault="00986AF4" w:rsidP="00986AF4">
      <w:pPr>
        <w:pStyle w:val="Heading11"/>
      </w:pPr>
      <w:r>
        <w:t>Opis podprograma</w:t>
      </w:r>
    </w:p>
    <w:p w14:paraId="22277A12" w14:textId="3A6C46D1" w:rsidR="00986AF4" w:rsidRDefault="00986AF4" w:rsidP="00986AF4">
      <w:r>
        <w:t>Vključuje  sredstva za naloge, ki niso bile predvidene v sprejetem proračunu in so nujne za izvajanje dogovorjenih nalog.</w:t>
      </w:r>
    </w:p>
    <w:p w14:paraId="37039CA9" w14:textId="6B38FF23" w:rsidR="00986AF4" w:rsidRDefault="00986AF4" w:rsidP="00986AF4">
      <w:pPr>
        <w:pStyle w:val="Heading11"/>
      </w:pPr>
      <w:r>
        <w:t>Zakonske in druge pravne podlage</w:t>
      </w:r>
    </w:p>
    <w:p w14:paraId="1507BBA3" w14:textId="3F937BB7" w:rsidR="00986AF4" w:rsidRDefault="00986AF4" w:rsidP="00986AF4">
      <w:r>
        <w:t>Zakon o javnih financah.</w:t>
      </w:r>
    </w:p>
    <w:p w14:paraId="03826146" w14:textId="507E6544" w:rsidR="00986AF4" w:rsidRDefault="00986AF4" w:rsidP="00986AF4">
      <w:pPr>
        <w:pStyle w:val="Heading11"/>
      </w:pPr>
      <w:r>
        <w:lastRenderedPageBreak/>
        <w:t>Dolgoročni cilji podprograma in kazalci, s katerimi se bo merilo doseganje zastavljenih ciljev (Rezultat in kazalniki)</w:t>
      </w:r>
    </w:p>
    <w:p w14:paraId="6D537D5A" w14:textId="2AE1F269" w:rsidR="00986AF4" w:rsidRDefault="00986AF4" w:rsidP="00986AF4">
      <w:pPr>
        <w:pStyle w:val="Heading11"/>
      </w:pPr>
      <w:r>
        <w:t>Letni izvedbeni cilji podprograma in kazalci, s katerimi se bo merilo doseganje zastavljenih ciljev (Neposredni učinek in kazalnik)</w:t>
      </w:r>
    </w:p>
    <w:p w14:paraId="6320B619" w14:textId="02D99864" w:rsidR="00986AF4" w:rsidRDefault="00986AF4" w:rsidP="00986AF4">
      <w:pPr>
        <w:pStyle w:val="AHeading8"/>
      </w:pPr>
      <w:r>
        <w:t>0001 - Župan</w:t>
      </w:r>
      <w:bookmarkStart w:id="390" w:name="PU_0001_PPR_23039001_A_20261"/>
      <w:bookmarkEnd w:id="390"/>
    </w:p>
    <w:p w14:paraId="66A618F1" w14:textId="7079248D" w:rsidR="00986AF4" w:rsidRDefault="00986AF4" w:rsidP="00986AF4">
      <w:pPr>
        <w:pStyle w:val="Vrednost"/>
      </w:pPr>
      <w:r>
        <w:t>Vrednost: 91.327 €</w:t>
      </w:r>
    </w:p>
    <w:p w14:paraId="6DDB7259" w14:textId="52D3B771" w:rsidR="00986AF4" w:rsidRDefault="00986AF4" w:rsidP="00986AF4">
      <w:pPr>
        <w:pStyle w:val="AHeading10"/>
      </w:pPr>
      <w:r>
        <w:t>23001 - Splošna proračunska rezervacija</w:t>
      </w:r>
      <w:bookmarkStart w:id="391" w:name="PP_23001_A_20261"/>
      <w:bookmarkEnd w:id="391"/>
    </w:p>
    <w:p w14:paraId="527DA12C" w14:textId="1DCD79CE" w:rsidR="00986AF4" w:rsidRDefault="00986AF4" w:rsidP="00986AF4">
      <w:pPr>
        <w:pStyle w:val="Vrednost"/>
      </w:pPr>
      <w:r>
        <w:t>Vrednost: 20.500 €</w:t>
      </w:r>
    </w:p>
    <w:p w14:paraId="501150AA" w14:textId="04686407" w:rsidR="00986AF4" w:rsidRDefault="00986AF4" w:rsidP="00986AF4">
      <w:pPr>
        <w:pStyle w:val="Heading11"/>
      </w:pPr>
      <w:r>
        <w:t>Obrazložitev dejavnosti v okviru proračunske postavke</w:t>
      </w:r>
    </w:p>
    <w:p w14:paraId="541A23A1" w14:textId="767C1576" w:rsidR="00986AF4" w:rsidRDefault="00986AF4" w:rsidP="00986AF4">
      <w:r>
        <w:t>Vključuje  sredstva za naloge, ki niso bile predvidene v sprejetem proračunu in so nujne za izvajanje dogovorjenih nalog. O porabi splošne proračunske rezervacije odloča župan.</w:t>
      </w:r>
    </w:p>
    <w:p w14:paraId="0A641D42" w14:textId="62D88991" w:rsidR="00986AF4" w:rsidRDefault="00986AF4" w:rsidP="00986AF4">
      <w:pPr>
        <w:pStyle w:val="Heading11"/>
      </w:pPr>
      <w:r>
        <w:t>Navezava na projekte v okviru proračunske postavke</w:t>
      </w:r>
    </w:p>
    <w:p w14:paraId="3799D703" w14:textId="78F8A105" w:rsidR="00986AF4" w:rsidRDefault="00986AF4" w:rsidP="00986AF4">
      <w:pPr>
        <w:pStyle w:val="Heading11"/>
      </w:pPr>
      <w:r>
        <w:t>Izhodišča, na katerih temeljijo izračuni predlogov pravic porabe za del, ki se ne izvršuje preko NRP (Neposredni učinek in kazalnik)</w:t>
      </w:r>
    </w:p>
    <w:p w14:paraId="098A80CD" w14:textId="217BE941" w:rsidR="00986AF4" w:rsidRDefault="00986AF4" w:rsidP="00986AF4">
      <w:r>
        <w:br w:type="page"/>
      </w:r>
    </w:p>
    <w:p w14:paraId="64B9519A" w14:textId="48BB3D05" w:rsidR="00986AF4" w:rsidRDefault="00986AF4" w:rsidP="00986AF4">
      <w:pPr>
        <w:pStyle w:val="AHeading3"/>
      </w:pPr>
      <w:bookmarkStart w:id="392" w:name="_Toc184208616"/>
      <w:r>
        <w:lastRenderedPageBreak/>
        <w:t>B - Račun finančnih terjatev in naložb</w:t>
      </w:r>
      <w:bookmarkEnd w:id="392"/>
    </w:p>
    <w:p w14:paraId="0750FB09" w14:textId="77777777" w:rsidR="00986AF4" w:rsidRDefault="00986AF4" w:rsidP="00986AF4">
      <w:pPr>
        <w:pStyle w:val="AHeading3"/>
      </w:pPr>
      <w:r>
        <w:br w:type="page"/>
      </w:r>
    </w:p>
    <w:p w14:paraId="4D2080FB" w14:textId="26117D05" w:rsidR="00986AF4" w:rsidRDefault="00986AF4" w:rsidP="00986AF4">
      <w:pPr>
        <w:pStyle w:val="AHeading3"/>
      </w:pPr>
      <w:bookmarkStart w:id="393" w:name="_Toc184208617"/>
      <w:r>
        <w:lastRenderedPageBreak/>
        <w:t>C - Račun financiranja</w:t>
      </w:r>
      <w:bookmarkEnd w:id="393"/>
    </w:p>
    <w:p w14:paraId="5BB24A0B" w14:textId="66D9147D" w:rsidR="00986AF4" w:rsidRDefault="00986AF4" w:rsidP="00986AF4">
      <w:pPr>
        <w:pStyle w:val="AHeading5"/>
      </w:pPr>
      <w:bookmarkStart w:id="394" w:name="_Toc184208618"/>
      <w:r>
        <w:t>22 - SERVISIRANJE JAVNEGA DOLGA</w:t>
      </w:r>
      <w:bookmarkEnd w:id="394"/>
    </w:p>
    <w:p w14:paraId="46976500" w14:textId="520550F0" w:rsidR="00986AF4" w:rsidRDefault="00986AF4" w:rsidP="00986AF4">
      <w:pPr>
        <w:pStyle w:val="Vrednost"/>
      </w:pPr>
      <w:r>
        <w:t>Vrednost: 188.940 €</w:t>
      </w:r>
    </w:p>
    <w:p w14:paraId="794E4DCB" w14:textId="55E7C98B" w:rsidR="00986AF4" w:rsidRDefault="00986AF4" w:rsidP="00986AF4">
      <w:pPr>
        <w:pStyle w:val="Heading11"/>
      </w:pPr>
      <w:r>
        <w:t>Opis področja proračunske porabe, poslanstva občine znotraj področja proračunske porabe</w:t>
      </w:r>
    </w:p>
    <w:p w14:paraId="6A9473C6" w14:textId="602147FB" w:rsidR="00986AF4" w:rsidRDefault="00986AF4" w:rsidP="00986AF4">
      <w:r>
        <w:t>Področje zajema program upravljanja z javnim dolgom na občinski ravni.</w:t>
      </w:r>
    </w:p>
    <w:p w14:paraId="71C72AF4" w14:textId="2E8FFC95" w:rsidR="00986AF4" w:rsidRDefault="00986AF4" w:rsidP="00986AF4">
      <w:pPr>
        <w:pStyle w:val="Heading11"/>
      </w:pPr>
      <w:r>
        <w:t>Dokumenti dolgoročnega razvojnega načrtovanja</w:t>
      </w:r>
    </w:p>
    <w:p w14:paraId="0B03ADD0" w14:textId="6EF128CF" w:rsidR="00986AF4" w:rsidRDefault="00986AF4" w:rsidP="00986AF4">
      <w:pPr>
        <w:pStyle w:val="Heading11"/>
      </w:pPr>
      <w:r>
        <w:t>Dolgoročni cilji področja proračunske porabe (Splošni cilj)</w:t>
      </w:r>
    </w:p>
    <w:p w14:paraId="5B6A314A" w14:textId="01BE439D" w:rsidR="00986AF4" w:rsidRDefault="00986AF4" w:rsidP="00986AF4">
      <w:r>
        <w:t>Zagotoviti pravočasno in zanesljivo odplačevanje in nadzor nad zadolževanjem.</w:t>
      </w:r>
    </w:p>
    <w:p w14:paraId="7AEB7458" w14:textId="5C49D793" w:rsidR="00986AF4" w:rsidRDefault="00986AF4" w:rsidP="00986AF4">
      <w:pPr>
        <w:pStyle w:val="Heading11"/>
      </w:pPr>
      <w:r>
        <w:t>Oznaka in nazivi glavnih programov v pristojnosti občine</w:t>
      </w:r>
    </w:p>
    <w:p w14:paraId="49B13B3C" w14:textId="52793107" w:rsidR="00986AF4" w:rsidRDefault="00986AF4" w:rsidP="00986AF4">
      <w:r>
        <w:t>2201-Servisiranje javnega dolga</w:t>
      </w:r>
    </w:p>
    <w:p w14:paraId="0DF00530" w14:textId="2B00678A" w:rsidR="00986AF4" w:rsidRDefault="00986AF4" w:rsidP="00986AF4">
      <w:pPr>
        <w:pStyle w:val="AHeading6"/>
      </w:pPr>
      <w:bookmarkStart w:id="395" w:name="_Toc184208619"/>
      <w:r>
        <w:t>2201 - Servisiranje javnega dolga</w:t>
      </w:r>
      <w:bookmarkEnd w:id="395"/>
    </w:p>
    <w:p w14:paraId="3CD705CB" w14:textId="40FF6DB1" w:rsidR="00986AF4" w:rsidRDefault="00986AF4" w:rsidP="00986AF4">
      <w:pPr>
        <w:pStyle w:val="Vrednost"/>
      </w:pPr>
      <w:r>
        <w:t>Vrednost: 188.940 €</w:t>
      </w:r>
    </w:p>
    <w:p w14:paraId="1DF229EB" w14:textId="5F9E154C" w:rsidR="00986AF4" w:rsidRDefault="00986AF4" w:rsidP="00986AF4">
      <w:pPr>
        <w:pStyle w:val="Heading11"/>
      </w:pPr>
      <w:r>
        <w:t>Opis glavnega programa</w:t>
      </w:r>
    </w:p>
    <w:p w14:paraId="50094F0B" w14:textId="5872F008" w:rsidR="00986AF4" w:rsidRDefault="00986AF4" w:rsidP="00986AF4">
      <w:r>
        <w:t>Glavni program 2201 - Servisiranje javnega dolga vključuje sredstva za odplačilo obveznosti</w:t>
      </w:r>
      <w:r>
        <w:br/>
        <w:t>iz naslova financiranja izvrševanja občinskega proračuna in sredstva za plačilo stroškov</w:t>
      </w:r>
      <w:r>
        <w:br/>
        <w:t>financiranja in upravljanja z javnim dolgom.</w:t>
      </w:r>
    </w:p>
    <w:p w14:paraId="2CA2FDEA" w14:textId="3DE99B7E" w:rsidR="00986AF4" w:rsidRDefault="00986AF4" w:rsidP="00986AF4">
      <w:pPr>
        <w:pStyle w:val="Heading11"/>
      </w:pPr>
      <w:r>
        <w:t>Dolgoročni cilji glavnega programa (Specifični cilj in kazalniki)</w:t>
      </w:r>
    </w:p>
    <w:p w14:paraId="1D106E27" w14:textId="42FEF67E" w:rsidR="00986AF4" w:rsidRDefault="00986AF4" w:rsidP="00986AF4">
      <w:r>
        <w:t>Zagotavljanje sredstev za odplačilo glavnic in obresti od najetih kreditov.</w:t>
      </w:r>
    </w:p>
    <w:p w14:paraId="4BAEADB0" w14:textId="640E4327" w:rsidR="00986AF4" w:rsidRDefault="00986AF4" w:rsidP="00986AF4">
      <w:pPr>
        <w:pStyle w:val="Heading11"/>
      </w:pPr>
      <w:r>
        <w:t>Glavni letni izvedbeni cilji in kazalci, s katerimi se bo merilo doseganje zastavljenih ciljev</w:t>
      </w:r>
    </w:p>
    <w:p w14:paraId="5CB64910" w14:textId="12A025AE" w:rsidR="00986AF4" w:rsidRDefault="00986AF4" w:rsidP="00986AF4">
      <w:r>
        <w:t>- Zagotavljanje sredstev za odplačilo glavnic in obresti od najetih kreditov.</w:t>
      </w:r>
      <w:r>
        <w:br/>
        <w:t>- Kazalniki: stanje odplačila dolga</w:t>
      </w:r>
    </w:p>
    <w:p w14:paraId="0F9F605D" w14:textId="6DC3800F" w:rsidR="00986AF4" w:rsidRDefault="00986AF4" w:rsidP="00986AF4">
      <w:pPr>
        <w:pStyle w:val="Heading11"/>
      </w:pPr>
      <w:r>
        <w:t>Podprogrami in proračunski uporabniki znotraj glavnega programa</w:t>
      </w:r>
    </w:p>
    <w:p w14:paraId="508CB7D5" w14:textId="0C24BBCD" w:rsidR="00986AF4" w:rsidRDefault="00986AF4" w:rsidP="00986AF4">
      <w:r>
        <w:t>Podprogrami:</w:t>
      </w:r>
      <w:r>
        <w:br/>
        <w:t>22019001 Odplačilo obveznosti iz naslova financiranja izvrševanja proračuna -</w:t>
      </w:r>
      <w:r>
        <w:br/>
        <w:t>domače zadolževanje,</w:t>
      </w:r>
      <w:r>
        <w:br/>
        <w:t>22019002 Stroški financiranja in upravljanja z dolgom.</w:t>
      </w:r>
      <w:r>
        <w:br/>
        <w:t>PU:</w:t>
      </w:r>
      <w:r>
        <w:br/>
        <w:t>0004 OBCINSKA UPRAVA</w:t>
      </w:r>
    </w:p>
    <w:p w14:paraId="08BBE824" w14:textId="499150DC" w:rsidR="00986AF4" w:rsidRDefault="00986AF4" w:rsidP="00986AF4">
      <w:pPr>
        <w:pStyle w:val="AHeading7"/>
      </w:pPr>
      <w:bookmarkStart w:id="396" w:name="_Toc184208620"/>
      <w:r>
        <w:t>22019001 - Obveznosti iz naslova financiranja izvrševanja proračuna - domače zadolževanje</w:t>
      </w:r>
      <w:bookmarkStart w:id="397" w:name="PPR_22019001_C_20261"/>
      <w:bookmarkEnd w:id="397"/>
      <w:bookmarkEnd w:id="396"/>
    </w:p>
    <w:p w14:paraId="7A66B565" w14:textId="40A8601C" w:rsidR="00986AF4" w:rsidRDefault="00986AF4" w:rsidP="00986AF4">
      <w:pPr>
        <w:pStyle w:val="Vrednost"/>
      </w:pPr>
      <w:r>
        <w:t>Vrednost: 188.940 €</w:t>
      </w:r>
    </w:p>
    <w:p w14:paraId="2AB7772F" w14:textId="36164583" w:rsidR="00986AF4" w:rsidRDefault="00986AF4" w:rsidP="00986AF4">
      <w:pPr>
        <w:pStyle w:val="Heading11"/>
      </w:pPr>
      <w:r>
        <w:t>Opis podprograma</w:t>
      </w:r>
    </w:p>
    <w:p w14:paraId="3BD78F27" w14:textId="77777777" w:rsidR="00986AF4" w:rsidRDefault="00986AF4" w:rsidP="00986AF4">
      <w:pPr>
        <w:rPr>
          <w:lang w:eastAsia="sl-SI"/>
        </w:rPr>
      </w:pPr>
      <w:r>
        <w:t>Podprogram zajema odplačilo glavnic za najete kredite.</w:t>
      </w:r>
    </w:p>
    <w:p w14:paraId="4F5A9174" w14:textId="77777777" w:rsidR="00986AF4" w:rsidRDefault="00986AF4" w:rsidP="00986AF4"/>
    <w:p w14:paraId="6FCFDEEB" w14:textId="3246D612" w:rsidR="00986AF4" w:rsidRDefault="00986AF4" w:rsidP="00986AF4">
      <w:pPr>
        <w:pStyle w:val="Heading11"/>
      </w:pPr>
      <w:r>
        <w:t>Zakonske in druge pravne podlage</w:t>
      </w:r>
    </w:p>
    <w:p w14:paraId="3E9D9EC6" w14:textId="396F3D96" w:rsidR="00986AF4" w:rsidRDefault="00986AF4" w:rsidP="00986AF4">
      <w:r>
        <w:t>Zakon o javnih financah, Zakon o financiranju občin.</w:t>
      </w:r>
    </w:p>
    <w:p w14:paraId="255F7E81" w14:textId="3C95F94F" w:rsidR="00986AF4" w:rsidRDefault="00986AF4" w:rsidP="00986AF4">
      <w:pPr>
        <w:pStyle w:val="Heading11"/>
      </w:pPr>
      <w:r>
        <w:t>Dolgoročni cilji podprograma in kazalci, s katerimi se bo merilo doseganje zastavljenih ciljev (Rezultat in kazalniki)</w:t>
      </w:r>
    </w:p>
    <w:p w14:paraId="18AA65CB" w14:textId="675DDF84" w:rsidR="00986AF4" w:rsidRDefault="00986AF4" w:rsidP="00986AF4">
      <w:r>
        <w:t>Zagotavljanje virov za financiranje obveznosti proračuna v skladu s sprejetimi usmeritvami.</w:t>
      </w:r>
    </w:p>
    <w:p w14:paraId="6F9A0C3B" w14:textId="25B2D68C" w:rsidR="00986AF4" w:rsidRDefault="00986AF4" w:rsidP="00986AF4">
      <w:pPr>
        <w:pStyle w:val="Heading11"/>
      </w:pPr>
      <w:r>
        <w:t>Letni izvedbeni cilji podprograma in kazalci, s katerimi se bo merilo doseganje zastavljenih ciljev (Neposredni učinek in kazalnik)</w:t>
      </w:r>
    </w:p>
    <w:p w14:paraId="19B082BD" w14:textId="1E6B1D28" w:rsidR="00986AF4" w:rsidRDefault="00986AF4" w:rsidP="00986AF4">
      <w:r>
        <w:t>Zagotoviti sredstva za najetje najugodnejšega kredita za kritje proračunskih obveznosti.</w:t>
      </w:r>
    </w:p>
    <w:p w14:paraId="6724C4DB" w14:textId="4CECD77B" w:rsidR="00986AF4" w:rsidRDefault="00986AF4" w:rsidP="00986AF4">
      <w:pPr>
        <w:pStyle w:val="AHeading8"/>
      </w:pPr>
      <w:r>
        <w:lastRenderedPageBreak/>
        <w:t>0004 - Občinska uprava</w:t>
      </w:r>
      <w:bookmarkStart w:id="398" w:name="PU_0004_PPR_22019001_C_20261"/>
      <w:bookmarkEnd w:id="398"/>
    </w:p>
    <w:p w14:paraId="62E75F9D" w14:textId="2CF16B8E" w:rsidR="00986AF4" w:rsidRDefault="00986AF4" w:rsidP="00986AF4">
      <w:pPr>
        <w:pStyle w:val="Vrednost"/>
      </w:pPr>
      <w:r>
        <w:t>Vrednost: 188.940 €</w:t>
      </w:r>
    </w:p>
    <w:p w14:paraId="0C5A6618" w14:textId="4608B462" w:rsidR="00986AF4" w:rsidRDefault="00986AF4" w:rsidP="00986AF4">
      <w:pPr>
        <w:pStyle w:val="AHeading10"/>
      </w:pPr>
      <w:r>
        <w:t>22005 - Odplačilo glavnice - krediti Stanovanjski sklad RS</w:t>
      </w:r>
      <w:bookmarkStart w:id="399" w:name="PP_22005_C_20261"/>
      <w:bookmarkEnd w:id="399"/>
    </w:p>
    <w:p w14:paraId="5EF8AF69" w14:textId="5E5790E9" w:rsidR="00986AF4" w:rsidRDefault="00986AF4" w:rsidP="00986AF4">
      <w:pPr>
        <w:pStyle w:val="Vrednost"/>
      </w:pPr>
      <w:r>
        <w:t>Vrednost: 4.384 €</w:t>
      </w:r>
    </w:p>
    <w:p w14:paraId="6AFC81DD" w14:textId="276EC59F" w:rsidR="00986AF4" w:rsidRDefault="00986AF4" w:rsidP="00986AF4">
      <w:pPr>
        <w:pStyle w:val="Heading11"/>
      </w:pPr>
      <w:r>
        <w:t>Obrazložitev dejavnosti v okviru proračunske postavke</w:t>
      </w:r>
    </w:p>
    <w:p w14:paraId="7E018764" w14:textId="429ED5BA" w:rsidR="00986AF4" w:rsidRDefault="00986AF4" w:rsidP="00986AF4">
      <w:r>
        <w:t>Sredstva so namenjena za odplačilo glavnic za kredite najete za nakupe občinskih stanovanj.</w:t>
      </w:r>
    </w:p>
    <w:p w14:paraId="6F7C80A4" w14:textId="7D33DA5E" w:rsidR="00986AF4" w:rsidRDefault="00986AF4" w:rsidP="00986AF4">
      <w:pPr>
        <w:pStyle w:val="Heading11"/>
      </w:pPr>
      <w:r>
        <w:t>Navezava na projekte v okviru proračunske postavke</w:t>
      </w:r>
    </w:p>
    <w:p w14:paraId="630607D9" w14:textId="0B7CD8CD" w:rsidR="00986AF4" w:rsidRDefault="00986AF4" w:rsidP="00986AF4">
      <w:pPr>
        <w:pStyle w:val="Heading11"/>
      </w:pPr>
      <w:r>
        <w:t>Izhodišča, na katerih temeljijo izračuni predlogov pravic porabe za del, ki se ne izvršuje preko NRP (Neposredni učinek in kazalnik)</w:t>
      </w:r>
    </w:p>
    <w:p w14:paraId="2E7A70E9" w14:textId="119E70EE" w:rsidR="00986AF4" w:rsidRDefault="00986AF4" w:rsidP="00986AF4">
      <w:r>
        <w:t>Podlaga za izračun so amortizacijski načrti  za posamezne kredite</w:t>
      </w:r>
    </w:p>
    <w:p w14:paraId="04F5B140" w14:textId="10FF8BAC" w:rsidR="00986AF4" w:rsidRDefault="00986AF4" w:rsidP="00986AF4">
      <w:pPr>
        <w:pStyle w:val="AHeading10"/>
      </w:pPr>
      <w:r>
        <w:t>22007 - Plačila obresti - krediti poslovnim bankam</w:t>
      </w:r>
      <w:bookmarkStart w:id="400" w:name="PP_22007_C_20261"/>
      <w:bookmarkEnd w:id="400"/>
    </w:p>
    <w:p w14:paraId="59949BF6" w14:textId="3DF48470" w:rsidR="00986AF4" w:rsidRDefault="00986AF4" w:rsidP="00986AF4">
      <w:pPr>
        <w:pStyle w:val="Vrednost"/>
      </w:pPr>
      <w:r>
        <w:t>Vrednost: 145.000 €</w:t>
      </w:r>
    </w:p>
    <w:p w14:paraId="53CB05DE" w14:textId="2D655856" w:rsidR="00986AF4" w:rsidRDefault="00986AF4" w:rsidP="00986AF4">
      <w:pPr>
        <w:pStyle w:val="Heading11"/>
      </w:pPr>
      <w:r>
        <w:t>Obrazložitev dejavnosti v okviru proračunske postavke</w:t>
      </w:r>
    </w:p>
    <w:p w14:paraId="79D33AF6" w14:textId="45F194E5" w:rsidR="00F82916" w:rsidRDefault="00F82916" w:rsidP="00F82916">
      <w:r>
        <w:t>Sredstva so namenjena za odplačilo glavnic</w:t>
      </w:r>
      <w:r>
        <w:t>e</w:t>
      </w:r>
      <w:r>
        <w:t xml:space="preserve"> za kredit, najet pri </w:t>
      </w:r>
      <w:r>
        <w:t xml:space="preserve">poslovni banki </w:t>
      </w:r>
      <w:r>
        <w:t xml:space="preserve">  za investicijo v </w:t>
      </w:r>
      <w:r>
        <w:t>vrtec in telovadnico.</w:t>
      </w:r>
    </w:p>
    <w:p w14:paraId="41CCA4F5" w14:textId="77777777" w:rsidR="00F82916" w:rsidRPr="00F82916" w:rsidRDefault="00F82916" w:rsidP="00F82916"/>
    <w:p w14:paraId="277567FC" w14:textId="60AEEC1D" w:rsidR="00986AF4" w:rsidRDefault="00986AF4" w:rsidP="00986AF4">
      <w:pPr>
        <w:pStyle w:val="Heading11"/>
      </w:pPr>
      <w:r>
        <w:t>Navezava na projekte v okviru proračunske postavke</w:t>
      </w:r>
    </w:p>
    <w:p w14:paraId="64D73C9B" w14:textId="234E667B" w:rsidR="00986AF4" w:rsidRDefault="00986AF4" w:rsidP="00986AF4">
      <w:pPr>
        <w:pStyle w:val="Heading11"/>
      </w:pPr>
      <w:r>
        <w:t>Izhodišča, na katerih temeljijo izračuni predlogov pravic porabe za del, ki se ne izvršuje preko NRP (Neposredni učinek in kazalnik)</w:t>
      </w:r>
    </w:p>
    <w:p w14:paraId="26061C97" w14:textId="1971F075" w:rsidR="00986AF4" w:rsidRDefault="00986AF4" w:rsidP="00986AF4">
      <w:pPr>
        <w:pStyle w:val="AHeading10"/>
      </w:pPr>
      <w:r>
        <w:t>22010 - Odplačilo dolga državnemu proračunu za investicije iz 23. čl. ZFO</w:t>
      </w:r>
      <w:bookmarkStart w:id="401" w:name="PP_22010_C_20261"/>
      <w:bookmarkEnd w:id="401"/>
    </w:p>
    <w:p w14:paraId="788154AE" w14:textId="027A3E0C" w:rsidR="00986AF4" w:rsidRDefault="00986AF4" w:rsidP="00986AF4">
      <w:pPr>
        <w:pStyle w:val="Vrednost"/>
      </w:pPr>
      <w:r>
        <w:t>Vrednost: 39.556 €</w:t>
      </w:r>
    </w:p>
    <w:p w14:paraId="56BB83DC" w14:textId="6BE09E92" w:rsidR="00986AF4" w:rsidRDefault="00986AF4" w:rsidP="00986AF4">
      <w:pPr>
        <w:pStyle w:val="Heading11"/>
      </w:pPr>
      <w:r>
        <w:t>Obrazložitev dejavnosti v okviru proračunske postavke</w:t>
      </w:r>
    </w:p>
    <w:p w14:paraId="3817EDA5" w14:textId="5270BDED" w:rsidR="00986AF4" w:rsidRDefault="00986AF4" w:rsidP="00986AF4">
      <w:r>
        <w:t>Sredstva so namenjena za odplačilo glavnic za kredite, najete pri državn</w:t>
      </w:r>
      <w:r w:rsidR="00F82916">
        <w:t>e</w:t>
      </w:r>
      <w:r>
        <w:t>m proračunu  za investicijo v čistilno napravo Kunšperk,  investicijo v obnovo kulturnega doma in knjižnice in investicijo v večnamenski objekt.</w:t>
      </w:r>
    </w:p>
    <w:p w14:paraId="56F8507A" w14:textId="04CA01F0" w:rsidR="00986AF4" w:rsidRDefault="00986AF4" w:rsidP="00986AF4">
      <w:pPr>
        <w:pStyle w:val="Heading11"/>
      </w:pPr>
      <w:r>
        <w:t>Navezava na projekte v okviru proračunske postavke</w:t>
      </w:r>
    </w:p>
    <w:p w14:paraId="272530A9" w14:textId="29C7B44E" w:rsidR="00986AF4" w:rsidRDefault="00986AF4" w:rsidP="00986AF4">
      <w:pPr>
        <w:pStyle w:val="Heading11"/>
      </w:pPr>
      <w:r>
        <w:t>Izhodišča, na katerih temeljijo izračuni predlogov pravic porabe za del, ki se ne izvršuje preko NRP (Neposredni učinek in kazalnik)</w:t>
      </w:r>
    </w:p>
    <w:p w14:paraId="473A1290" w14:textId="77777777" w:rsidR="00986AF4" w:rsidRDefault="00986AF4" w:rsidP="00986AF4">
      <w:pPr>
        <w:rPr>
          <w:lang w:eastAsia="sl-SI"/>
        </w:rPr>
      </w:pPr>
      <w:r>
        <w:t>Podlaga za izračun so amortizacijski načrti.</w:t>
      </w:r>
    </w:p>
    <w:p w14:paraId="7D7E1516" w14:textId="77777777" w:rsidR="00986AF4" w:rsidRDefault="00986AF4" w:rsidP="00986AF4"/>
    <w:p w14:paraId="26B30952" w14:textId="3D7957FF" w:rsidR="00986AF4" w:rsidRDefault="00986AF4" w:rsidP="00986AF4">
      <w:r>
        <w:br w:type="page"/>
      </w:r>
    </w:p>
    <w:p w14:paraId="5075BC8E" w14:textId="77777777" w:rsidR="00986AF4" w:rsidRDefault="00986AF4" w:rsidP="00986AF4"/>
    <w:p w14:paraId="66B39D17" w14:textId="77777777" w:rsidR="00986AF4" w:rsidRDefault="00986AF4" w:rsidP="00986AF4"/>
    <w:p w14:paraId="40A3BDE2" w14:textId="77777777" w:rsidR="00986AF4" w:rsidRDefault="00986AF4" w:rsidP="00986AF4"/>
    <w:p w14:paraId="7BAA71E6" w14:textId="77777777" w:rsidR="00986AF4" w:rsidRDefault="00986AF4" w:rsidP="00986AF4"/>
    <w:p w14:paraId="446BB6FC" w14:textId="77777777" w:rsidR="00986AF4" w:rsidRDefault="00986AF4" w:rsidP="00986AF4"/>
    <w:p w14:paraId="07DC3538" w14:textId="77777777" w:rsidR="00986AF4" w:rsidRDefault="00986AF4" w:rsidP="00986AF4"/>
    <w:p w14:paraId="5C2C8EA2" w14:textId="77777777" w:rsidR="00986AF4" w:rsidRDefault="00986AF4" w:rsidP="00986AF4"/>
    <w:p w14:paraId="332C53D5" w14:textId="77777777" w:rsidR="00986AF4" w:rsidRDefault="00986AF4" w:rsidP="00986AF4"/>
    <w:p w14:paraId="7188CA96" w14:textId="77777777" w:rsidR="00986AF4" w:rsidRDefault="00986AF4" w:rsidP="00986AF4"/>
    <w:p w14:paraId="0F3A123F" w14:textId="77777777" w:rsidR="00986AF4" w:rsidRDefault="00986AF4" w:rsidP="00986AF4"/>
    <w:p w14:paraId="7ED88683" w14:textId="77777777" w:rsidR="00986AF4" w:rsidRDefault="00986AF4" w:rsidP="00986AF4"/>
    <w:p w14:paraId="3A5F55FB" w14:textId="77777777" w:rsidR="00986AF4" w:rsidRDefault="00986AF4" w:rsidP="00986AF4"/>
    <w:p w14:paraId="1965E9D9" w14:textId="77777777" w:rsidR="00986AF4" w:rsidRDefault="00986AF4" w:rsidP="00986AF4"/>
    <w:p w14:paraId="39378AD5" w14:textId="77777777" w:rsidR="00986AF4" w:rsidRDefault="00986AF4" w:rsidP="00986AF4"/>
    <w:p w14:paraId="02F1A292" w14:textId="77777777" w:rsidR="00986AF4" w:rsidRDefault="00986AF4" w:rsidP="00986AF4"/>
    <w:p w14:paraId="2C92BD44" w14:textId="5F5D7443" w:rsidR="00986AF4" w:rsidRDefault="00986AF4" w:rsidP="00986AF4">
      <w:pPr>
        <w:pStyle w:val="ANaslov"/>
      </w:pPr>
      <w:r>
        <w:t>III.</w:t>
      </w:r>
    </w:p>
    <w:p w14:paraId="2B6333D1" w14:textId="3F23C5A1" w:rsidR="00986AF4" w:rsidRDefault="00986AF4" w:rsidP="00986AF4">
      <w:pPr>
        <w:pStyle w:val="ANaslov"/>
      </w:pPr>
      <w:r>
        <w:t>NAČRT RAZVOJNIH PROGRAMOV</w:t>
      </w:r>
    </w:p>
    <w:p w14:paraId="5153D3AC" w14:textId="77777777" w:rsidR="00986AF4" w:rsidRDefault="00986AF4" w:rsidP="00986AF4"/>
    <w:p w14:paraId="618409C6" w14:textId="7903EAE8" w:rsidR="00986AF4" w:rsidRDefault="00986AF4" w:rsidP="00986AF4">
      <w:pPr>
        <w:pStyle w:val="AHeading1"/>
      </w:pPr>
      <w:bookmarkStart w:id="402" w:name="_Toc184208621"/>
      <w:r>
        <w:t>3. NAČRT RAZVOJNIH PROGRAMOV</w:t>
      </w:r>
      <w:bookmarkEnd w:id="402"/>
    </w:p>
    <w:p w14:paraId="1775B19D" w14:textId="77777777" w:rsidR="000803C0" w:rsidRDefault="000803C0" w:rsidP="000803C0"/>
    <w:p w14:paraId="37B0DA8A" w14:textId="77777777" w:rsidR="000803C0" w:rsidRDefault="000803C0" w:rsidP="000803C0"/>
    <w:p w14:paraId="5A820C5D" w14:textId="77777777" w:rsidR="000803C0" w:rsidRDefault="000803C0" w:rsidP="000803C0"/>
    <w:p w14:paraId="76AFC5A5" w14:textId="77777777" w:rsidR="000803C0" w:rsidRDefault="000803C0" w:rsidP="000803C0"/>
    <w:p w14:paraId="7F740C04" w14:textId="77777777" w:rsidR="000803C0" w:rsidRDefault="000803C0" w:rsidP="000803C0"/>
    <w:p w14:paraId="27EE1289" w14:textId="77777777" w:rsidR="000803C0" w:rsidRDefault="000803C0" w:rsidP="000803C0"/>
    <w:p w14:paraId="71C7608C" w14:textId="77777777" w:rsidR="000803C0" w:rsidRDefault="000803C0" w:rsidP="000803C0"/>
    <w:p w14:paraId="24793B96" w14:textId="77777777" w:rsidR="000803C0" w:rsidRDefault="000803C0" w:rsidP="000803C0"/>
    <w:p w14:paraId="599EF9AB" w14:textId="77777777" w:rsidR="000803C0" w:rsidRDefault="000803C0" w:rsidP="000803C0"/>
    <w:p w14:paraId="3263328C" w14:textId="77777777" w:rsidR="000803C0" w:rsidRDefault="000803C0" w:rsidP="000803C0"/>
    <w:p w14:paraId="1390E367" w14:textId="77777777" w:rsidR="000803C0" w:rsidRDefault="000803C0" w:rsidP="000803C0"/>
    <w:p w14:paraId="55B5365E" w14:textId="77777777" w:rsidR="000803C0" w:rsidRDefault="000803C0" w:rsidP="000803C0"/>
    <w:p w14:paraId="528F4997" w14:textId="77777777" w:rsidR="000803C0" w:rsidRDefault="000803C0" w:rsidP="000803C0"/>
    <w:p w14:paraId="4CBA4AC7" w14:textId="77777777" w:rsidR="000803C0" w:rsidRDefault="000803C0" w:rsidP="000803C0"/>
    <w:p w14:paraId="4B066B46" w14:textId="77777777" w:rsidR="000803C0" w:rsidRDefault="000803C0" w:rsidP="000803C0"/>
    <w:p w14:paraId="6570509F" w14:textId="77777777" w:rsidR="000803C0" w:rsidRDefault="000803C0" w:rsidP="000803C0"/>
    <w:p w14:paraId="61D4000B" w14:textId="77777777" w:rsidR="000803C0" w:rsidRDefault="000803C0" w:rsidP="000803C0"/>
    <w:p w14:paraId="5D92EEDE" w14:textId="77777777" w:rsidR="000803C0" w:rsidRPr="00734367" w:rsidRDefault="000803C0" w:rsidP="000803C0">
      <w:pPr>
        <w:keepNext/>
        <w:keepLines/>
        <w:pBdr>
          <w:top w:val="single" w:sz="4" w:space="0" w:color="auto"/>
          <w:bottom w:val="single" w:sz="4" w:space="1" w:color="auto"/>
        </w:pBdr>
        <w:tabs>
          <w:tab w:val="decimal" w:pos="9200"/>
        </w:tabs>
        <w:spacing w:before="240"/>
        <w:ind w:left="0"/>
        <w:textAlignment w:val="auto"/>
        <w:outlineLvl w:val="6"/>
        <w:rPr>
          <w:b/>
          <w:bCs/>
          <w:sz w:val="22"/>
          <w:szCs w:val="22"/>
        </w:rPr>
      </w:pPr>
      <w:bookmarkStart w:id="403" w:name="_Toc288815615"/>
      <w:bookmarkStart w:id="404" w:name="_Toc499634781"/>
      <w:r w:rsidRPr="00734367">
        <w:rPr>
          <w:b/>
          <w:bCs/>
          <w:sz w:val="22"/>
          <w:szCs w:val="22"/>
        </w:rPr>
        <w:lastRenderedPageBreak/>
        <w:t>06039002 - Razpolaganje in upravljanje s premoženjem, potrebnim za delovanje občinske uprave</w:t>
      </w:r>
      <w:r w:rsidRPr="00734367">
        <w:rPr>
          <w:b/>
          <w:bCs/>
          <w:sz w:val="22"/>
          <w:szCs w:val="22"/>
        </w:rPr>
        <w:tab/>
      </w:r>
      <w:bookmarkEnd w:id="403"/>
      <w:r w:rsidRPr="00734367">
        <w:rPr>
          <w:b/>
          <w:bCs/>
          <w:sz w:val="22"/>
          <w:szCs w:val="22"/>
        </w:rPr>
        <w:t>8.500</w:t>
      </w:r>
    </w:p>
    <w:p w14:paraId="68E295D6" w14:textId="77777777"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0029 - NAKUP OPREME ZA DELOVANJE OBČINSKE UPRAVE</w:t>
      </w:r>
      <w:r w:rsidRPr="00734367">
        <w:rPr>
          <w:b/>
          <w:iCs/>
          <w:sz w:val="22"/>
          <w:szCs w:val="22"/>
        </w:rPr>
        <w:tab/>
        <w:t>8.500</w:t>
      </w:r>
    </w:p>
    <w:p w14:paraId="579B0EC1" w14:textId="77777777" w:rsidR="000803C0" w:rsidRPr="00734367" w:rsidRDefault="000803C0" w:rsidP="000803C0">
      <w:pPr>
        <w:ind w:left="0"/>
        <w:jc w:val="both"/>
        <w:textAlignment w:val="auto"/>
        <w:rPr>
          <w:iCs/>
          <w:color w:val="000000"/>
          <w:sz w:val="22"/>
          <w:szCs w:val="22"/>
        </w:rPr>
      </w:pPr>
    </w:p>
    <w:p w14:paraId="7291DE0C" w14:textId="77777777" w:rsidR="000803C0" w:rsidRPr="00734367" w:rsidRDefault="000803C0" w:rsidP="000803C0">
      <w:pPr>
        <w:keepNext/>
        <w:keepLines/>
        <w:spacing w:before="120"/>
        <w:ind w:left="0"/>
        <w:jc w:val="both"/>
        <w:textAlignment w:val="auto"/>
        <w:rPr>
          <w:b/>
          <w:i/>
          <w:sz w:val="22"/>
          <w:szCs w:val="22"/>
        </w:rPr>
      </w:pPr>
      <w:r w:rsidRPr="00734367">
        <w:rPr>
          <w:b/>
          <w:i/>
          <w:sz w:val="22"/>
          <w:szCs w:val="22"/>
        </w:rPr>
        <w:t>Namen in cilj</w:t>
      </w:r>
    </w:p>
    <w:p w14:paraId="61006DB1" w14:textId="77777777" w:rsidR="000803C0" w:rsidRPr="00734367" w:rsidRDefault="000803C0" w:rsidP="000803C0">
      <w:pPr>
        <w:ind w:left="0"/>
        <w:jc w:val="both"/>
        <w:textAlignment w:val="auto"/>
        <w:rPr>
          <w:noProof/>
          <w:color w:val="000000"/>
          <w:sz w:val="22"/>
          <w:szCs w:val="22"/>
        </w:rPr>
      </w:pPr>
      <w:r w:rsidRPr="00734367">
        <w:rPr>
          <w:iCs/>
          <w:color w:val="000000"/>
          <w:sz w:val="22"/>
          <w:szCs w:val="22"/>
        </w:rPr>
        <w:t xml:space="preserve">Namen investicije je nakup programske, strojne računalniške in druge opreme ter pisarniškega pohištva za delo občinske uprave. </w:t>
      </w:r>
      <w:r w:rsidRPr="00734367">
        <w:rPr>
          <w:noProof/>
          <w:color w:val="000000"/>
          <w:sz w:val="22"/>
          <w:szCs w:val="22"/>
        </w:rPr>
        <w:t xml:space="preserve">Cilj je v zagotovitvi normalnih pogojev za delo občinske uprave in za delo s strankami. </w:t>
      </w:r>
    </w:p>
    <w:p w14:paraId="687CF88A"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1D57ACC9"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Modernizacija poslovnih prostorov in opreme se izvaja po potrebi in je stalna naloga občinske uprave.</w:t>
      </w:r>
    </w:p>
    <w:p w14:paraId="478C6F04" w14:textId="77777777" w:rsidR="000803C0" w:rsidRPr="00734367" w:rsidRDefault="000803C0" w:rsidP="000803C0">
      <w:pPr>
        <w:ind w:left="0"/>
        <w:jc w:val="both"/>
        <w:textAlignment w:val="auto"/>
        <w:rPr>
          <w:noProof/>
          <w:color w:val="000000"/>
          <w:sz w:val="22"/>
          <w:szCs w:val="22"/>
        </w:rPr>
      </w:pPr>
    </w:p>
    <w:p w14:paraId="718BB7AE" w14:textId="2CF2C59F"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05" w:name="_Toc288815616"/>
      <w:r w:rsidRPr="00734367">
        <w:rPr>
          <w:b/>
          <w:bCs/>
          <w:sz w:val="22"/>
          <w:szCs w:val="22"/>
        </w:rPr>
        <w:t>07039001 - Usposabljanje in delovanje sistema za posredovanje ob izrednih dogodkih</w:t>
      </w:r>
      <w:r w:rsidRPr="00734367">
        <w:rPr>
          <w:b/>
          <w:bCs/>
          <w:sz w:val="22"/>
          <w:szCs w:val="22"/>
        </w:rPr>
        <w:tab/>
      </w:r>
      <w:bookmarkEnd w:id="405"/>
      <w:r w:rsidRPr="00734367">
        <w:rPr>
          <w:b/>
          <w:bCs/>
          <w:sz w:val="22"/>
          <w:szCs w:val="22"/>
        </w:rPr>
        <w:t xml:space="preserve"> </w:t>
      </w:r>
      <w:r>
        <w:rPr>
          <w:b/>
          <w:bCs/>
          <w:sz w:val="22"/>
          <w:szCs w:val="22"/>
        </w:rPr>
        <w:t>4</w:t>
      </w:r>
      <w:r w:rsidRPr="00734367">
        <w:rPr>
          <w:b/>
          <w:bCs/>
          <w:sz w:val="22"/>
          <w:szCs w:val="22"/>
        </w:rPr>
        <w:t>.000</w:t>
      </w:r>
    </w:p>
    <w:p w14:paraId="18127624" w14:textId="69D38FE2"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0028 - NAKUP OPREME ZA CIVILNO ZAŠČITO IN PGD</w:t>
      </w:r>
      <w:r w:rsidRPr="00734367">
        <w:rPr>
          <w:b/>
          <w:iCs/>
          <w:sz w:val="22"/>
          <w:szCs w:val="22"/>
        </w:rPr>
        <w:tab/>
      </w:r>
      <w:r>
        <w:rPr>
          <w:b/>
          <w:iCs/>
          <w:sz w:val="22"/>
          <w:szCs w:val="22"/>
        </w:rPr>
        <w:t>4</w:t>
      </w:r>
      <w:r w:rsidRPr="00734367">
        <w:rPr>
          <w:b/>
          <w:iCs/>
          <w:sz w:val="22"/>
          <w:szCs w:val="22"/>
        </w:rPr>
        <w:t>.000</w:t>
      </w:r>
    </w:p>
    <w:p w14:paraId="174AF429" w14:textId="77777777" w:rsidR="000803C0" w:rsidRPr="00734367" w:rsidRDefault="000803C0" w:rsidP="000803C0">
      <w:pPr>
        <w:ind w:left="0"/>
        <w:jc w:val="both"/>
        <w:textAlignment w:val="auto"/>
        <w:rPr>
          <w:sz w:val="22"/>
          <w:szCs w:val="22"/>
        </w:rPr>
      </w:pPr>
    </w:p>
    <w:p w14:paraId="31857B66" w14:textId="77777777" w:rsidR="000803C0" w:rsidRPr="00734367" w:rsidRDefault="000803C0" w:rsidP="000803C0">
      <w:pPr>
        <w:keepNext/>
        <w:keepLines/>
        <w:spacing w:before="120"/>
        <w:ind w:left="0"/>
        <w:jc w:val="both"/>
        <w:textAlignment w:val="auto"/>
        <w:rPr>
          <w:b/>
          <w:i/>
          <w:sz w:val="22"/>
          <w:szCs w:val="22"/>
        </w:rPr>
      </w:pPr>
      <w:r w:rsidRPr="00734367">
        <w:rPr>
          <w:b/>
          <w:i/>
          <w:sz w:val="22"/>
          <w:szCs w:val="22"/>
        </w:rPr>
        <w:t>Namen in cilj</w:t>
      </w:r>
    </w:p>
    <w:p w14:paraId="68DBBBDD" w14:textId="77777777" w:rsidR="000803C0" w:rsidRPr="00734367" w:rsidRDefault="000803C0" w:rsidP="000803C0">
      <w:pPr>
        <w:ind w:left="0"/>
        <w:jc w:val="both"/>
        <w:textAlignment w:val="auto"/>
        <w:rPr>
          <w:sz w:val="22"/>
          <w:szCs w:val="22"/>
        </w:rPr>
      </w:pPr>
    </w:p>
    <w:p w14:paraId="50C2F5E2"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 xml:space="preserve">Cilj je v zagotavljanju ustrezne opremljenosti PGD in civilne zaščite na območju občine z gasilsko reševalno in osebno zaščitno opremo. </w:t>
      </w:r>
    </w:p>
    <w:p w14:paraId="625FCED1"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108E2176" w14:textId="77777777" w:rsidR="000803C0" w:rsidRPr="00734367" w:rsidRDefault="000803C0" w:rsidP="000803C0">
      <w:pPr>
        <w:ind w:left="0"/>
        <w:textAlignment w:val="auto"/>
        <w:rPr>
          <w:noProof/>
          <w:sz w:val="22"/>
          <w:szCs w:val="22"/>
        </w:rPr>
      </w:pPr>
      <w:r w:rsidRPr="00734367">
        <w:rPr>
          <w:noProof/>
          <w:sz w:val="22"/>
          <w:szCs w:val="22"/>
        </w:rPr>
        <w:t>Gre za stalno nalogo občine.</w:t>
      </w:r>
    </w:p>
    <w:p w14:paraId="37A6772C" w14:textId="4C20578E"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07039002 – Protipožarna varnost</w:t>
      </w:r>
      <w:r w:rsidRPr="00734367">
        <w:rPr>
          <w:b/>
          <w:bCs/>
          <w:sz w:val="22"/>
          <w:szCs w:val="22"/>
        </w:rPr>
        <w:tab/>
      </w:r>
      <w:r>
        <w:rPr>
          <w:b/>
          <w:bCs/>
          <w:sz w:val="22"/>
          <w:szCs w:val="22"/>
        </w:rPr>
        <w:t>17</w:t>
      </w:r>
      <w:r w:rsidRPr="00734367">
        <w:rPr>
          <w:b/>
          <w:bCs/>
          <w:sz w:val="22"/>
          <w:szCs w:val="22"/>
        </w:rPr>
        <w:t>0.000</w:t>
      </w:r>
    </w:p>
    <w:p w14:paraId="08369B85" w14:textId="3803BE9D"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0217– NAKUP GASILSKEGA VOZILA</w:t>
      </w:r>
      <w:r w:rsidRPr="00734367">
        <w:rPr>
          <w:b/>
          <w:iCs/>
          <w:sz w:val="22"/>
          <w:szCs w:val="22"/>
        </w:rPr>
        <w:tab/>
      </w:r>
      <w:r>
        <w:rPr>
          <w:b/>
          <w:iCs/>
          <w:sz w:val="22"/>
          <w:szCs w:val="22"/>
        </w:rPr>
        <w:t>17</w:t>
      </w:r>
      <w:r w:rsidRPr="00734367">
        <w:rPr>
          <w:b/>
          <w:iCs/>
          <w:sz w:val="22"/>
          <w:szCs w:val="22"/>
        </w:rPr>
        <w:t>0.000</w:t>
      </w:r>
    </w:p>
    <w:p w14:paraId="31F8EA33" w14:textId="77777777" w:rsidR="000803C0" w:rsidRPr="00734367" w:rsidRDefault="000803C0" w:rsidP="000803C0">
      <w:pPr>
        <w:ind w:left="0"/>
        <w:jc w:val="both"/>
        <w:textAlignment w:val="auto"/>
        <w:rPr>
          <w:sz w:val="22"/>
          <w:szCs w:val="22"/>
        </w:rPr>
      </w:pPr>
    </w:p>
    <w:p w14:paraId="353D78CD" w14:textId="77777777" w:rsidR="000803C0" w:rsidRPr="00734367" w:rsidRDefault="000803C0" w:rsidP="000803C0">
      <w:pPr>
        <w:keepNext/>
        <w:keepLines/>
        <w:spacing w:before="120"/>
        <w:ind w:left="0"/>
        <w:jc w:val="both"/>
        <w:textAlignment w:val="auto"/>
        <w:rPr>
          <w:b/>
          <w:i/>
          <w:sz w:val="22"/>
          <w:szCs w:val="22"/>
        </w:rPr>
      </w:pPr>
      <w:r w:rsidRPr="00734367">
        <w:rPr>
          <w:b/>
          <w:i/>
          <w:sz w:val="22"/>
          <w:szCs w:val="22"/>
        </w:rPr>
        <w:t>Namen in cilj</w:t>
      </w:r>
    </w:p>
    <w:p w14:paraId="125014E3" w14:textId="77777777" w:rsidR="000803C0" w:rsidRPr="00734367" w:rsidRDefault="000803C0" w:rsidP="000803C0">
      <w:pPr>
        <w:ind w:left="0"/>
        <w:jc w:val="both"/>
        <w:textAlignment w:val="auto"/>
        <w:rPr>
          <w:sz w:val="22"/>
          <w:szCs w:val="22"/>
        </w:rPr>
      </w:pPr>
    </w:p>
    <w:p w14:paraId="253DF5B9"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Cilj je v zagotavljanju ustrezne opremljenosti PGD in civilne zaščite na območju občine z gasilsko reševalno in osebno zaščitno opremo ter vozili . Gasilsko vozilo  se bo financiralo iz sredstev občinskega proračuna, požarne takse in sredstev donatorjev.</w:t>
      </w:r>
    </w:p>
    <w:p w14:paraId="550888F5" w14:textId="77777777" w:rsidR="000803C0" w:rsidRPr="00734367" w:rsidRDefault="000803C0" w:rsidP="000803C0">
      <w:pPr>
        <w:ind w:left="0"/>
        <w:jc w:val="both"/>
        <w:textAlignment w:val="auto"/>
        <w:rPr>
          <w:noProof/>
          <w:color w:val="000000"/>
          <w:sz w:val="22"/>
          <w:szCs w:val="22"/>
        </w:rPr>
      </w:pPr>
    </w:p>
    <w:p w14:paraId="437AF52C" w14:textId="77777777" w:rsidR="000803C0" w:rsidRPr="00734367" w:rsidRDefault="000803C0" w:rsidP="000803C0">
      <w:pPr>
        <w:keepNext/>
        <w:keepLines/>
        <w:spacing w:before="120"/>
        <w:textAlignment w:val="auto"/>
        <w:rPr>
          <w:b/>
          <w:i/>
          <w:sz w:val="22"/>
          <w:szCs w:val="22"/>
        </w:rPr>
      </w:pPr>
      <w:r w:rsidRPr="00734367">
        <w:rPr>
          <w:b/>
          <w:i/>
          <w:sz w:val="22"/>
          <w:szCs w:val="22"/>
        </w:rPr>
        <w:t>Stanje projekta:</w:t>
      </w:r>
    </w:p>
    <w:p w14:paraId="5F1C6E7A" w14:textId="77777777" w:rsidR="000803C0" w:rsidRPr="00734367" w:rsidRDefault="000803C0" w:rsidP="000803C0">
      <w:pPr>
        <w:textAlignment w:val="auto"/>
        <w:rPr>
          <w:sz w:val="22"/>
          <w:szCs w:val="22"/>
        </w:rPr>
      </w:pPr>
      <w:r w:rsidRPr="00734367">
        <w:rPr>
          <w:sz w:val="22"/>
          <w:szCs w:val="22"/>
        </w:rPr>
        <w:t>Projekt je v pripravi.</w:t>
      </w:r>
    </w:p>
    <w:p w14:paraId="60C721D3" w14:textId="77777777" w:rsidR="000803C0" w:rsidRPr="00734367" w:rsidRDefault="000803C0" w:rsidP="000803C0">
      <w:pPr>
        <w:ind w:left="0"/>
        <w:textAlignment w:val="auto"/>
        <w:rPr>
          <w:noProof/>
          <w:color w:val="000000"/>
          <w:sz w:val="22"/>
          <w:szCs w:val="22"/>
        </w:rPr>
      </w:pPr>
    </w:p>
    <w:p w14:paraId="52697DE2" w14:textId="77777777"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06" w:name="_Toc288815618"/>
      <w:r w:rsidRPr="00734367">
        <w:rPr>
          <w:b/>
          <w:bCs/>
          <w:sz w:val="22"/>
          <w:szCs w:val="22"/>
        </w:rPr>
        <w:t>11029004 - Ukrepi za stabilizacijo trga</w:t>
      </w:r>
      <w:r w:rsidRPr="00734367">
        <w:rPr>
          <w:b/>
          <w:bCs/>
          <w:sz w:val="22"/>
          <w:szCs w:val="22"/>
        </w:rPr>
        <w:tab/>
      </w:r>
      <w:bookmarkEnd w:id="406"/>
      <w:r w:rsidRPr="00734367">
        <w:rPr>
          <w:b/>
          <w:bCs/>
          <w:sz w:val="22"/>
          <w:szCs w:val="22"/>
        </w:rPr>
        <w:t>20.000</w:t>
      </w:r>
    </w:p>
    <w:p w14:paraId="340F25F6" w14:textId="77777777"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0031 - SUBVENCIJE V KMETIJSTVU</w:t>
      </w:r>
      <w:r w:rsidRPr="00734367">
        <w:rPr>
          <w:b/>
          <w:iCs/>
          <w:sz w:val="22"/>
          <w:szCs w:val="22"/>
        </w:rPr>
        <w:tab/>
        <w:t>20.000</w:t>
      </w:r>
    </w:p>
    <w:p w14:paraId="4430268F" w14:textId="77777777" w:rsidR="000803C0" w:rsidRPr="00734367" w:rsidRDefault="000803C0" w:rsidP="000803C0">
      <w:pPr>
        <w:keepNext/>
        <w:keepLines/>
        <w:spacing w:before="12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06440DC6" w14:textId="77777777" w:rsidR="000803C0" w:rsidRPr="00734367" w:rsidRDefault="000803C0" w:rsidP="000803C0">
      <w:pPr>
        <w:keepNext/>
        <w:keepLines/>
        <w:spacing w:before="120"/>
        <w:jc w:val="both"/>
        <w:textAlignment w:val="auto"/>
        <w:rPr>
          <w:sz w:val="22"/>
          <w:szCs w:val="22"/>
        </w:rPr>
      </w:pPr>
      <w:r w:rsidRPr="00734367">
        <w:rPr>
          <w:iCs/>
          <w:color w:val="000000"/>
          <w:sz w:val="22"/>
          <w:szCs w:val="22"/>
        </w:rPr>
        <w:t>V proračunu planiramo sredstva za subvencije  raznih ukrepov v kmetijstvu v skladu s pravilnikom. Pogoji dodelitve subvencij se določijo v razpisu.</w:t>
      </w:r>
    </w:p>
    <w:p w14:paraId="7BD125E4" w14:textId="77777777" w:rsidR="000803C0" w:rsidRPr="00734367" w:rsidRDefault="000803C0" w:rsidP="000803C0">
      <w:pPr>
        <w:keepNext/>
        <w:keepLines/>
        <w:spacing w:before="120"/>
        <w:textAlignment w:val="auto"/>
        <w:rPr>
          <w:b/>
          <w:i/>
          <w:sz w:val="22"/>
          <w:szCs w:val="22"/>
        </w:rPr>
      </w:pPr>
      <w:r w:rsidRPr="00734367">
        <w:rPr>
          <w:b/>
          <w:i/>
          <w:sz w:val="22"/>
          <w:szCs w:val="22"/>
        </w:rPr>
        <w:t>Stanje projekta:</w:t>
      </w:r>
    </w:p>
    <w:p w14:paraId="21A7882D" w14:textId="77777777" w:rsidR="000803C0" w:rsidRPr="00734367" w:rsidRDefault="000803C0" w:rsidP="000803C0">
      <w:pPr>
        <w:ind w:left="0"/>
        <w:textAlignment w:val="auto"/>
        <w:rPr>
          <w:noProof/>
          <w:sz w:val="22"/>
          <w:szCs w:val="22"/>
        </w:rPr>
      </w:pPr>
      <w:r w:rsidRPr="00734367">
        <w:rPr>
          <w:noProof/>
          <w:sz w:val="22"/>
          <w:szCs w:val="22"/>
        </w:rPr>
        <w:t>Gre za stalno nalogo občine.</w:t>
      </w:r>
    </w:p>
    <w:p w14:paraId="331FF300" w14:textId="77777777" w:rsidR="000803C0" w:rsidRPr="00734367" w:rsidRDefault="000803C0" w:rsidP="000803C0">
      <w:pPr>
        <w:textAlignment w:val="auto"/>
        <w:rPr>
          <w:sz w:val="22"/>
          <w:szCs w:val="22"/>
        </w:rPr>
      </w:pPr>
    </w:p>
    <w:p w14:paraId="6BBA19DE" w14:textId="537D905F"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color w:val="000000"/>
          <w:sz w:val="22"/>
          <w:szCs w:val="22"/>
        </w:rPr>
      </w:pPr>
      <w:bookmarkStart w:id="407" w:name="_Toc288815620"/>
      <w:bookmarkStart w:id="408" w:name="_Hlk499721057"/>
      <w:r w:rsidRPr="00734367">
        <w:rPr>
          <w:b/>
          <w:bCs/>
          <w:color w:val="000000"/>
          <w:sz w:val="22"/>
          <w:szCs w:val="22"/>
        </w:rPr>
        <w:lastRenderedPageBreak/>
        <w:t>13029002 - Investicijsko vzdrževanje in gradnja občinskih cest</w:t>
      </w:r>
      <w:r w:rsidRPr="00734367">
        <w:rPr>
          <w:b/>
          <w:bCs/>
          <w:color w:val="000000"/>
          <w:sz w:val="22"/>
          <w:szCs w:val="22"/>
        </w:rPr>
        <w:tab/>
      </w:r>
      <w:bookmarkEnd w:id="407"/>
      <w:r>
        <w:rPr>
          <w:b/>
          <w:bCs/>
          <w:color w:val="000000"/>
          <w:sz w:val="22"/>
          <w:szCs w:val="22"/>
        </w:rPr>
        <w:t>274.176</w:t>
      </w:r>
    </w:p>
    <w:bookmarkEnd w:id="408"/>
    <w:p w14:paraId="5D7F55CE" w14:textId="77777777" w:rsidR="000803C0" w:rsidRPr="00734367" w:rsidRDefault="000803C0" w:rsidP="000803C0">
      <w:pPr>
        <w:keepNext/>
        <w:keepLines/>
        <w:tabs>
          <w:tab w:val="decimal" w:pos="9200"/>
        </w:tabs>
        <w:spacing w:before="160" w:after="0"/>
        <w:textAlignment w:val="auto"/>
        <w:outlineLvl w:val="8"/>
        <w:rPr>
          <w:b/>
          <w:iCs/>
          <w:color w:val="000000"/>
          <w:sz w:val="22"/>
          <w:szCs w:val="22"/>
        </w:rPr>
      </w:pPr>
    </w:p>
    <w:p w14:paraId="790B98EC" w14:textId="2D69AA9C" w:rsidR="000803C0" w:rsidRPr="00734367" w:rsidRDefault="000803C0" w:rsidP="000803C0">
      <w:pPr>
        <w:keepNext/>
        <w:keepLines/>
        <w:tabs>
          <w:tab w:val="decimal" w:pos="9200"/>
        </w:tabs>
        <w:spacing w:before="160" w:after="0"/>
        <w:textAlignment w:val="auto"/>
        <w:outlineLvl w:val="8"/>
        <w:rPr>
          <w:b/>
          <w:iCs/>
          <w:color w:val="000000"/>
          <w:sz w:val="22"/>
          <w:szCs w:val="22"/>
        </w:rPr>
      </w:pPr>
      <w:r w:rsidRPr="00734367">
        <w:rPr>
          <w:b/>
          <w:iCs/>
          <w:color w:val="000000"/>
          <w:sz w:val="22"/>
          <w:szCs w:val="22"/>
        </w:rPr>
        <w:t>0016 INVESTICIJSKO VZDRŽEVANJE LC IN JP                          1</w:t>
      </w:r>
      <w:r>
        <w:rPr>
          <w:b/>
          <w:iCs/>
          <w:color w:val="000000"/>
          <w:sz w:val="22"/>
          <w:szCs w:val="22"/>
        </w:rPr>
        <w:t>11</w:t>
      </w:r>
      <w:r w:rsidRPr="00734367">
        <w:rPr>
          <w:b/>
          <w:iCs/>
          <w:color w:val="000000"/>
          <w:sz w:val="22"/>
          <w:szCs w:val="22"/>
        </w:rPr>
        <w:t>.000</w:t>
      </w:r>
    </w:p>
    <w:p w14:paraId="4CF694D0" w14:textId="77777777" w:rsidR="000803C0" w:rsidRPr="00734367" w:rsidRDefault="000803C0" w:rsidP="000803C0">
      <w:pPr>
        <w:keepNext/>
        <w:keepLines/>
        <w:spacing w:before="120"/>
        <w:jc w:val="both"/>
        <w:textAlignment w:val="auto"/>
        <w:rPr>
          <w:b/>
          <w:i/>
          <w:iCs/>
          <w:color w:val="000000"/>
          <w:sz w:val="22"/>
          <w:szCs w:val="22"/>
        </w:rPr>
      </w:pPr>
      <w:bookmarkStart w:id="409" w:name="_Hlk499721115"/>
      <w:r w:rsidRPr="00734367">
        <w:rPr>
          <w:b/>
          <w:i/>
          <w:color w:val="000000"/>
          <w:sz w:val="22"/>
          <w:szCs w:val="22"/>
        </w:rPr>
        <w:t xml:space="preserve">Namen in cilj: </w:t>
      </w:r>
      <w:r w:rsidRPr="00734367">
        <w:rPr>
          <w:b/>
          <w:i/>
          <w:iCs/>
          <w:color w:val="000000"/>
          <w:sz w:val="22"/>
          <w:szCs w:val="22"/>
        </w:rPr>
        <w:t xml:space="preserve"> </w:t>
      </w:r>
    </w:p>
    <w:p w14:paraId="2AB7CBCD" w14:textId="77777777" w:rsidR="000803C0" w:rsidRPr="00734367" w:rsidRDefault="000803C0" w:rsidP="000803C0">
      <w:pPr>
        <w:keepNext/>
        <w:keepLines/>
        <w:tabs>
          <w:tab w:val="decimal" w:pos="9200"/>
        </w:tabs>
        <w:spacing w:before="160" w:after="0"/>
        <w:textAlignment w:val="auto"/>
        <w:outlineLvl w:val="8"/>
        <w:rPr>
          <w:iCs/>
          <w:color w:val="000000"/>
          <w:sz w:val="22"/>
          <w:szCs w:val="22"/>
        </w:rPr>
      </w:pPr>
      <w:r w:rsidRPr="00734367">
        <w:rPr>
          <w:iCs/>
          <w:color w:val="000000"/>
          <w:sz w:val="22"/>
          <w:szCs w:val="22"/>
        </w:rPr>
        <w:t xml:space="preserve">Namen investicije je redno investicijsko vzdrževanje  lokalnih cest in javnih poti, z namenom zagotavljati ustrezno prevoznost in varnost za uporabnike. </w:t>
      </w:r>
    </w:p>
    <w:p w14:paraId="681241F3"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 xml:space="preserve">  Stanje projekta</w:t>
      </w:r>
    </w:p>
    <w:p w14:paraId="1F78F640" w14:textId="77777777" w:rsidR="000803C0" w:rsidRPr="00734367" w:rsidRDefault="000803C0" w:rsidP="000803C0">
      <w:pPr>
        <w:ind w:left="0"/>
        <w:textAlignment w:val="auto"/>
        <w:rPr>
          <w:noProof/>
          <w:color w:val="000000"/>
          <w:sz w:val="22"/>
          <w:szCs w:val="22"/>
        </w:rPr>
      </w:pPr>
      <w:r w:rsidRPr="00734367">
        <w:rPr>
          <w:noProof/>
          <w:color w:val="000000"/>
          <w:sz w:val="22"/>
          <w:szCs w:val="22"/>
        </w:rPr>
        <w:t xml:space="preserve">   Investicijska vzdrževalna dela na občinskih cestah so stalna naloga občine. </w:t>
      </w:r>
    </w:p>
    <w:bookmarkEnd w:id="409"/>
    <w:p w14:paraId="7E8BA919" w14:textId="77777777" w:rsidR="000803C0" w:rsidRPr="00734367" w:rsidRDefault="000803C0" w:rsidP="000803C0">
      <w:pPr>
        <w:ind w:left="0"/>
        <w:textAlignment w:val="auto"/>
        <w:rPr>
          <w:noProof/>
          <w:color w:val="FF0000"/>
          <w:sz w:val="22"/>
          <w:szCs w:val="22"/>
        </w:rPr>
      </w:pPr>
    </w:p>
    <w:p w14:paraId="4EE31898" w14:textId="77777777" w:rsidR="000803C0" w:rsidRPr="00734367" w:rsidRDefault="000803C0" w:rsidP="000803C0">
      <w:pPr>
        <w:keepNext/>
        <w:keepLines/>
        <w:tabs>
          <w:tab w:val="decimal" w:pos="9200"/>
        </w:tabs>
        <w:spacing w:before="160" w:after="0"/>
        <w:textAlignment w:val="auto"/>
        <w:outlineLvl w:val="8"/>
        <w:rPr>
          <w:b/>
          <w:iCs/>
          <w:color w:val="FF0000"/>
          <w:sz w:val="22"/>
          <w:szCs w:val="22"/>
        </w:rPr>
      </w:pPr>
      <w:r w:rsidRPr="00734367">
        <w:rPr>
          <w:b/>
          <w:iCs/>
          <w:sz w:val="22"/>
          <w:szCs w:val="22"/>
        </w:rPr>
        <w:t xml:space="preserve">0181 UREDITEV KANALIZACIJE, PLOČNIKA IN JAVNE RAZSVETLJAVE V ČEHOVCU                123.176                                      </w:t>
      </w:r>
    </w:p>
    <w:p w14:paraId="79336A70" w14:textId="77777777" w:rsidR="000803C0" w:rsidRPr="00734367" w:rsidRDefault="000803C0" w:rsidP="000803C0">
      <w:pPr>
        <w:ind w:left="0"/>
        <w:textAlignment w:val="auto"/>
        <w:rPr>
          <w:noProof/>
          <w:color w:val="FF0000"/>
          <w:sz w:val="22"/>
          <w:szCs w:val="22"/>
        </w:rPr>
      </w:pPr>
    </w:p>
    <w:p w14:paraId="4487481E" w14:textId="77777777" w:rsidR="000803C0" w:rsidRPr="00734367" w:rsidRDefault="000803C0" w:rsidP="000803C0">
      <w:pPr>
        <w:keepNext/>
        <w:keepLines/>
        <w:spacing w:before="120"/>
        <w:jc w:val="both"/>
        <w:textAlignment w:val="auto"/>
        <w:rPr>
          <w:b/>
          <w:i/>
          <w:iCs/>
          <w:sz w:val="22"/>
          <w:szCs w:val="22"/>
        </w:rPr>
      </w:pPr>
      <w:r w:rsidRPr="00734367">
        <w:rPr>
          <w:b/>
          <w:i/>
          <w:sz w:val="22"/>
          <w:szCs w:val="22"/>
        </w:rPr>
        <w:t xml:space="preserve">Namen in cilj: </w:t>
      </w:r>
      <w:r w:rsidRPr="00734367">
        <w:rPr>
          <w:b/>
          <w:i/>
          <w:iCs/>
          <w:sz w:val="22"/>
          <w:szCs w:val="22"/>
        </w:rPr>
        <w:t xml:space="preserve"> </w:t>
      </w:r>
    </w:p>
    <w:p w14:paraId="14E68370" w14:textId="77777777" w:rsidR="000803C0" w:rsidRPr="00734367" w:rsidRDefault="000803C0" w:rsidP="000803C0">
      <w:pPr>
        <w:textAlignment w:val="auto"/>
        <w:rPr>
          <w:sz w:val="22"/>
          <w:szCs w:val="22"/>
        </w:rPr>
      </w:pPr>
      <w:r w:rsidRPr="00734367">
        <w:rPr>
          <w:sz w:val="22"/>
          <w:szCs w:val="22"/>
        </w:rPr>
        <w:t xml:space="preserve">Predvidena so izvedbena dela  za ureditev kanalizacije, javne razsvetljave in pločnika v </w:t>
      </w:r>
      <w:proofErr w:type="spellStart"/>
      <w:r w:rsidRPr="00734367">
        <w:rPr>
          <w:sz w:val="22"/>
          <w:szCs w:val="22"/>
        </w:rPr>
        <w:t>Čehovcu</w:t>
      </w:r>
      <w:proofErr w:type="spellEnd"/>
      <w:r w:rsidRPr="00734367">
        <w:rPr>
          <w:sz w:val="22"/>
          <w:szCs w:val="22"/>
        </w:rPr>
        <w:t xml:space="preserve">. </w:t>
      </w:r>
    </w:p>
    <w:p w14:paraId="6A4D1FAD" w14:textId="77777777" w:rsidR="000803C0" w:rsidRPr="00734367" w:rsidRDefault="000803C0" w:rsidP="000803C0">
      <w:pPr>
        <w:keepNext/>
        <w:keepLines/>
        <w:tabs>
          <w:tab w:val="decimal" w:pos="9200"/>
        </w:tabs>
        <w:spacing w:before="160" w:after="0"/>
        <w:textAlignment w:val="auto"/>
        <w:outlineLvl w:val="8"/>
        <w:rPr>
          <w:iCs/>
          <w:sz w:val="22"/>
          <w:szCs w:val="22"/>
        </w:rPr>
      </w:pPr>
    </w:p>
    <w:p w14:paraId="2BC50E55" w14:textId="77777777" w:rsidR="000803C0" w:rsidRPr="00734367" w:rsidRDefault="000803C0" w:rsidP="000803C0">
      <w:pPr>
        <w:keepNext/>
        <w:keepLines/>
        <w:spacing w:before="120"/>
        <w:ind w:left="0"/>
        <w:textAlignment w:val="auto"/>
        <w:rPr>
          <w:b/>
          <w:bCs/>
          <w:i/>
          <w:iCs/>
          <w:noProof/>
          <w:sz w:val="22"/>
          <w:szCs w:val="22"/>
        </w:rPr>
      </w:pPr>
      <w:r w:rsidRPr="00734367">
        <w:rPr>
          <w:b/>
          <w:bCs/>
          <w:i/>
          <w:iCs/>
          <w:noProof/>
          <w:sz w:val="22"/>
          <w:szCs w:val="22"/>
        </w:rPr>
        <w:t xml:space="preserve">  Stanje projekta</w:t>
      </w:r>
    </w:p>
    <w:p w14:paraId="41C3AE97" w14:textId="77777777" w:rsidR="000803C0" w:rsidRPr="00734367" w:rsidRDefault="000803C0" w:rsidP="000803C0">
      <w:pPr>
        <w:ind w:left="0"/>
        <w:textAlignment w:val="auto"/>
        <w:rPr>
          <w:noProof/>
          <w:sz w:val="22"/>
          <w:szCs w:val="22"/>
        </w:rPr>
      </w:pPr>
      <w:r w:rsidRPr="00734367">
        <w:rPr>
          <w:noProof/>
          <w:sz w:val="22"/>
          <w:szCs w:val="22"/>
        </w:rPr>
        <w:t xml:space="preserve">   </w:t>
      </w:r>
    </w:p>
    <w:p w14:paraId="0B0DBD49" w14:textId="77777777" w:rsidR="000803C0" w:rsidRPr="00734367" w:rsidRDefault="000803C0" w:rsidP="000803C0">
      <w:pPr>
        <w:ind w:left="0"/>
        <w:textAlignment w:val="auto"/>
        <w:rPr>
          <w:noProof/>
          <w:color w:val="FF0000"/>
          <w:sz w:val="22"/>
          <w:szCs w:val="22"/>
        </w:rPr>
      </w:pPr>
      <w:r w:rsidRPr="00734367">
        <w:rPr>
          <w:noProof/>
          <w:sz w:val="22"/>
          <w:szCs w:val="22"/>
        </w:rPr>
        <w:t>Projekt je bila pridobljena projektna dokumentacija.</w:t>
      </w:r>
    </w:p>
    <w:p w14:paraId="2923589C" w14:textId="77777777" w:rsidR="000803C0" w:rsidRPr="00734367" w:rsidRDefault="000803C0" w:rsidP="000803C0">
      <w:pPr>
        <w:ind w:left="0"/>
        <w:textAlignment w:val="auto"/>
        <w:rPr>
          <w:noProof/>
          <w:color w:val="FF0000"/>
          <w:sz w:val="22"/>
          <w:szCs w:val="22"/>
        </w:rPr>
      </w:pPr>
    </w:p>
    <w:p w14:paraId="4C0B3043" w14:textId="77777777" w:rsidR="000803C0" w:rsidRPr="00734367" w:rsidRDefault="000803C0" w:rsidP="000803C0">
      <w:pPr>
        <w:keepNext/>
        <w:keepLines/>
        <w:spacing w:before="160" w:after="60"/>
        <w:textAlignment w:val="auto"/>
        <w:outlineLvl w:val="8"/>
        <w:rPr>
          <w:b/>
          <w:iCs/>
          <w:sz w:val="22"/>
          <w:szCs w:val="22"/>
        </w:rPr>
      </w:pPr>
      <w:r w:rsidRPr="00734367">
        <w:rPr>
          <w:b/>
          <w:iCs/>
          <w:sz w:val="22"/>
          <w:szCs w:val="22"/>
        </w:rPr>
        <w:t xml:space="preserve">0189  Obnova obmejnih cest </w:t>
      </w:r>
    </w:p>
    <w:p w14:paraId="64476124" w14:textId="77777777" w:rsidR="000803C0" w:rsidRPr="00734367" w:rsidRDefault="000803C0" w:rsidP="000803C0">
      <w:pPr>
        <w:jc w:val="right"/>
        <w:textAlignment w:val="auto"/>
        <w:rPr>
          <w:b/>
          <w:sz w:val="22"/>
          <w:szCs w:val="22"/>
        </w:rPr>
      </w:pPr>
      <w:r w:rsidRPr="00734367">
        <w:rPr>
          <w:b/>
          <w:sz w:val="22"/>
          <w:szCs w:val="22"/>
        </w:rPr>
        <w:t>40.000</w:t>
      </w:r>
    </w:p>
    <w:p w14:paraId="21668403" w14:textId="77777777" w:rsidR="000803C0" w:rsidRPr="00734367" w:rsidRDefault="000803C0" w:rsidP="000803C0">
      <w:pPr>
        <w:keepNext/>
        <w:keepLines/>
        <w:spacing w:before="120"/>
        <w:ind w:left="0"/>
        <w:jc w:val="both"/>
        <w:textAlignment w:val="auto"/>
        <w:rPr>
          <w:b/>
          <w:i/>
          <w:sz w:val="22"/>
          <w:szCs w:val="22"/>
        </w:rPr>
      </w:pPr>
      <w:r w:rsidRPr="00734367">
        <w:rPr>
          <w:b/>
          <w:i/>
          <w:sz w:val="22"/>
          <w:szCs w:val="22"/>
        </w:rPr>
        <w:t xml:space="preserve">       Namen in cilj</w:t>
      </w:r>
    </w:p>
    <w:p w14:paraId="74E32A13" w14:textId="77777777" w:rsidR="000803C0" w:rsidRPr="00734367" w:rsidRDefault="000803C0" w:rsidP="000803C0">
      <w:pPr>
        <w:textAlignment w:val="auto"/>
        <w:rPr>
          <w:sz w:val="22"/>
          <w:szCs w:val="22"/>
          <w:lang w:eastAsia="sl-SI"/>
        </w:rPr>
      </w:pPr>
      <w:r w:rsidRPr="00734367">
        <w:rPr>
          <w:sz w:val="22"/>
          <w:szCs w:val="22"/>
        </w:rPr>
        <w:t xml:space="preserve">Namen investicije je  obnova lokalnih cest in javnih. Obnova se bo financirala s sredstvi Ministrstva za notranje zadeve za  iz naslova povečanih stroškov nadzora državne meje. </w:t>
      </w:r>
    </w:p>
    <w:p w14:paraId="49D20394" w14:textId="77777777" w:rsidR="000803C0" w:rsidRPr="00734367" w:rsidRDefault="000803C0" w:rsidP="000803C0">
      <w:pPr>
        <w:keepNext/>
        <w:keepLines/>
        <w:spacing w:before="120"/>
        <w:ind w:left="0"/>
        <w:textAlignment w:val="auto"/>
        <w:rPr>
          <w:b/>
          <w:bCs/>
          <w:i/>
          <w:iCs/>
          <w:noProof/>
          <w:color w:val="000000"/>
          <w:sz w:val="22"/>
          <w:szCs w:val="22"/>
        </w:rPr>
      </w:pPr>
    </w:p>
    <w:p w14:paraId="18E0152B"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 xml:space="preserve">    Stanje projekta</w:t>
      </w:r>
    </w:p>
    <w:p w14:paraId="6798C246" w14:textId="77777777" w:rsidR="000803C0" w:rsidRPr="00734367" w:rsidRDefault="000803C0" w:rsidP="000803C0">
      <w:pPr>
        <w:ind w:left="0"/>
        <w:textAlignment w:val="auto"/>
        <w:rPr>
          <w:noProof/>
          <w:sz w:val="22"/>
          <w:szCs w:val="22"/>
        </w:rPr>
      </w:pPr>
      <w:r w:rsidRPr="00734367">
        <w:rPr>
          <w:noProof/>
          <w:sz w:val="22"/>
          <w:szCs w:val="22"/>
        </w:rPr>
        <w:t xml:space="preserve">   Projekt je v pripravi.</w:t>
      </w:r>
    </w:p>
    <w:p w14:paraId="6A61E559" w14:textId="77777777" w:rsidR="000803C0" w:rsidRPr="00734367" w:rsidRDefault="000803C0" w:rsidP="000803C0">
      <w:pPr>
        <w:keepNext/>
        <w:keepLines/>
        <w:tabs>
          <w:tab w:val="decimal" w:pos="9200"/>
        </w:tabs>
        <w:spacing w:before="160" w:after="0"/>
        <w:textAlignment w:val="auto"/>
        <w:outlineLvl w:val="8"/>
        <w:rPr>
          <w:b/>
          <w:color w:val="000000"/>
          <w:sz w:val="22"/>
          <w:szCs w:val="22"/>
        </w:rPr>
      </w:pPr>
    </w:p>
    <w:p w14:paraId="48A87314" w14:textId="77777777" w:rsidR="000803C0" w:rsidRPr="00734367" w:rsidRDefault="000803C0" w:rsidP="000803C0">
      <w:pPr>
        <w:ind w:left="0"/>
        <w:textAlignment w:val="auto"/>
        <w:rPr>
          <w:noProof/>
          <w:color w:val="000000"/>
          <w:sz w:val="22"/>
          <w:szCs w:val="22"/>
        </w:rPr>
      </w:pPr>
    </w:p>
    <w:p w14:paraId="0153A7C0" w14:textId="77777777" w:rsidR="000803C0" w:rsidRPr="00734367" w:rsidRDefault="000803C0" w:rsidP="000803C0">
      <w:pPr>
        <w:pStyle w:val="AHeading10"/>
        <w:rPr>
          <w:sz w:val="22"/>
          <w:szCs w:val="22"/>
        </w:rPr>
      </w:pPr>
      <w:bookmarkStart w:id="410" w:name="_Hlk499723975"/>
    </w:p>
    <w:bookmarkEnd w:id="410"/>
    <w:p w14:paraId="7C8F71DF" w14:textId="77777777" w:rsidR="000803C0" w:rsidRPr="00734367" w:rsidRDefault="000803C0" w:rsidP="000803C0">
      <w:pPr>
        <w:ind w:left="0"/>
        <w:textAlignment w:val="auto"/>
        <w:rPr>
          <w:noProof/>
          <w:color w:val="000000"/>
          <w:sz w:val="22"/>
          <w:szCs w:val="22"/>
        </w:rPr>
      </w:pPr>
    </w:p>
    <w:p w14:paraId="26107F1C" w14:textId="77777777"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1" w:name="_Toc288815622"/>
    </w:p>
    <w:p w14:paraId="61E91BD4" w14:textId="77777777"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p>
    <w:p w14:paraId="46DD78DE" w14:textId="4D42A654"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14029001 - Spodbujanje razvoja malega gospodarstva</w:t>
      </w:r>
      <w:r w:rsidRPr="00734367">
        <w:rPr>
          <w:b/>
          <w:bCs/>
          <w:sz w:val="22"/>
          <w:szCs w:val="22"/>
        </w:rPr>
        <w:tab/>
      </w:r>
      <w:bookmarkEnd w:id="411"/>
      <w:r w:rsidRPr="00734367">
        <w:rPr>
          <w:b/>
          <w:bCs/>
          <w:sz w:val="22"/>
          <w:szCs w:val="22"/>
        </w:rPr>
        <w:t>6.</w:t>
      </w:r>
      <w:r w:rsidR="00C520ED">
        <w:rPr>
          <w:b/>
          <w:bCs/>
          <w:sz w:val="22"/>
          <w:szCs w:val="22"/>
        </w:rPr>
        <w:t>265</w:t>
      </w:r>
    </w:p>
    <w:p w14:paraId="3972C938" w14:textId="77777777"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0048 - SUBVENCIJE V GOSPODARSTVO</w:t>
      </w:r>
      <w:r w:rsidRPr="00734367">
        <w:rPr>
          <w:b/>
          <w:iCs/>
          <w:sz w:val="22"/>
          <w:szCs w:val="22"/>
        </w:rPr>
        <w:tab/>
        <w:t>5.000</w:t>
      </w:r>
    </w:p>
    <w:p w14:paraId="039E4AC1"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6AA686AF" w14:textId="77777777" w:rsidR="000803C0" w:rsidRPr="00734367" w:rsidRDefault="000803C0" w:rsidP="000803C0">
      <w:pPr>
        <w:keepNext/>
        <w:keepLines/>
        <w:spacing w:before="120"/>
        <w:jc w:val="both"/>
        <w:textAlignment w:val="auto"/>
        <w:rPr>
          <w:sz w:val="22"/>
          <w:szCs w:val="22"/>
        </w:rPr>
      </w:pPr>
      <w:r w:rsidRPr="00734367">
        <w:rPr>
          <w:iCs/>
          <w:color w:val="000000"/>
          <w:sz w:val="22"/>
          <w:szCs w:val="22"/>
        </w:rPr>
        <w:t>V proračunu planiramo sredstva za subvencije  raznih ukrepov v gospodarstvu in podjetništvu v skladu s pravilnikom. Pogoji dodelitve subvencij se določijo v razpisu.</w:t>
      </w:r>
    </w:p>
    <w:p w14:paraId="1189C6BC" w14:textId="77777777" w:rsidR="000803C0" w:rsidRPr="00734367" w:rsidRDefault="000803C0" w:rsidP="000803C0">
      <w:pPr>
        <w:keepNext/>
        <w:keepLines/>
        <w:spacing w:before="120"/>
        <w:jc w:val="both"/>
        <w:textAlignment w:val="auto"/>
        <w:rPr>
          <w:b/>
          <w:i/>
          <w:sz w:val="22"/>
          <w:szCs w:val="22"/>
        </w:rPr>
      </w:pPr>
    </w:p>
    <w:p w14:paraId="6D99E7FF" w14:textId="77777777" w:rsidR="000803C0" w:rsidRPr="00734367" w:rsidRDefault="000803C0" w:rsidP="000803C0">
      <w:pPr>
        <w:keepNext/>
        <w:keepLines/>
        <w:spacing w:before="120"/>
        <w:jc w:val="both"/>
        <w:textAlignment w:val="auto"/>
        <w:rPr>
          <w:b/>
          <w:i/>
          <w:sz w:val="22"/>
          <w:szCs w:val="22"/>
        </w:rPr>
      </w:pPr>
      <w:r w:rsidRPr="00734367">
        <w:rPr>
          <w:b/>
          <w:i/>
          <w:sz w:val="22"/>
          <w:szCs w:val="22"/>
        </w:rPr>
        <w:t>Stanje projekta: /</w:t>
      </w:r>
    </w:p>
    <w:p w14:paraId="44660956" w14:textId="59FB9EBA"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0172 – INVESTICIJSKI TRANSFERI ZA RRA POSAVJE</w:t>
      </w:r>
      <w:r w:rsidRPr="00734367">
        <w:rPr>
          <w:b/>
          <w:iCs/>
          <w:sz w:val="22"/>
          <w:szCs w:val="22"/>
        </w:rPr>
        <w:tab/>
      </w:r>
      <w:r w:rsidR="00C520ED">
        <w:rPr>
          <w:b/>
          <w:iCs/>
          <w:sz w:val="22"/>
          <w:szCs w:val="22"/>
        </w:rPr>
        <w:t>40</w:t>
      </w:r>
    </w:p>
    <w:p w14:paraId="19811112"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07789770" w14:textId="77777777" w:rsidR="000803C0" w:rsidRPr="00734367" w:rsidRDefault="000803C0" w:rsidP="000803C0">
      <w:pPr>
        <w:keepNext/>
        <w:keepLines/>
        <w:spacing w:before="120"/>
        <w:jc w:val="both"/>
        <w:textAlignment w:val="auto"/>
        <w:rPr>
          <w:sz w:val="22"/>
          <w:szCs w:val="22"/>
        </w:rPr>
      </w:pPr>
      <w:r w:rsidRPr="00734367">
        <w:rPr>
          <w:iCs/>
          <w:color w:val="000000"/>
          <w:sz w:val="22"/>
          <w:szCs w:val="22"/>
        </w:rPr>
        <w:t>V proračunu planiramo sredstva za sofinanciranje investicij na RRA Posavje.</w:t>
      </w:r>
    </w:p>
    <w:p w14:paraId="38566A7F" w14:textId="77777777" w:rsidR="000803C0" w:rsidRPr="00734367" w:rsidRDefault="000803C0" w:rsidP="000803C0">
      <w:pPr>
        <w:keepNext/>
        <w:keepLines/>
        <w:spacing w:before="120"/>
        <w:jc w:val="both"/>
        <w:textAlignment w:val="auto"/>
        <w:rPr>
          <w:b/>
          <w:i/>
          <w:sz w:val="22"/>
          <w:szCs w:val="22"/>
        </w:rPr>
      </w:pPr>
    </w:p>
    <w:p w14:paraId="66405690" w14:textId="77777777" w:rsidR="000803C0" w:rsidRPr="00734367" w:rsidRDefault="000803C0" w:rsidP="000803C0">
      <w:pPr>
        <w:keepNext/>
        <w:keepLines/>
        <w:spacing w:before="120"/>
        <w:jc w:val="both"/>
        <w:textAlignment w:val="auto"/>
        <w:rPr>
          <w:b/>
          <w:i/>
          <w:sz w:val="22"/>
          <w:szCs w:val="22"/>
        </w:rPr>
      </w:pPr>
      <w:r w:rsidRPr="00734367">
        <w:rPr>
          <w:b/>
          <w:i/>
          <w:sz w:val="22"/>
          <w:szCs w:val="22"/>
        </w:rPr>
        <w:t xml:space="preserve">Stanje projekta: </w:t>
      </w:r>
    </w:p>
    <w:p w14:paraId="4D45B6A4" w14:textId="77777777" w:rsidR="000803C0" w:rsidRPr="00734367" w:rsidRDefault="000803C0" w:rsidP="000803C0">
      <w:pPr>
        <w:keepNext/>
        <w:keepLines/>
        <w:spacing w:before="120"/>
        <w:jc w:val="both"/>
        <w:textAlignment w:val="auto"/>
        <w:rPr>
          <w:sz w:val="22"/>
          <w:szCs w:val="22"/>
        </w:rPr>
      </w:pPr>
      <w:r w:rsidRPr="00734367">
        <w:rPr>
          <w:sz w:val="22"/>
          <w:szCs w:val="22"/>
        </w:rPr>
        <w:t>Projekt izvaja RRA Posavje.</w:t>
      </w:r>
    </w:p>
    <w:p w14:paraId="067C93BD" w14:textId="77777777" w:rsidR="000803C0" w:rsidRPr="00734367" w:rsidRDefault="000803C0" w:rsidP="000803C0">
      <w:pPr>
        <w:keepNext/>
        <w:keepLines/>
        <w:spacing w:before="120"/>
        <w:jc w:val="both"/>
        <w:textAlignment w:val="auto"/>
        <w:rPr>
          <w:sz w:val="22"/>
          <w:szCs w:val="22"/>
        </w:rPr>
      </w:pPr>
    </w:p>
    <w:p w14:paraId="743C6B2F" w14:textId="71E5520D"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0203 – REGIONALNI PROSTORSKI PLAN</w:t>
      </w:r>
      <w:r w:rsidRPr="00734367">
        <w:rPr>
          <w:b/>
          <w:iCs/>
          <w:sz w:val="22"/>
          <w:szCs w:val="22"/>
        </w:rPr>
        <w:tab/>
        <w:t>1.</w:t>
      </w:r>
      <w:r w:rsidR="00C520ED">
        <w:rPr>
          <w:b/>
          <w:iCs/>
          <w:sz w:val="22"/>
          <w:szCs w:val="22"/>
        </w:rPr>
        <w:t>225</w:t>
      </w:r>
    </w:p>
    <w:p w14:paraId="4CE8ECC0"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1ECF5333" w14:textId="77777777" w:rsidR="000803C0" w:rsidRPr="00734367" w:rsidRDefault="000803C0" w:rsidP="000803C0">
      <w:pPr>
        <w:keepNext/>
        <w:keepLines/>
        <w:spacing w:before="120"/>
        <w:jc w:val="both"/>
        <w:textAlignment w:val="auto"/>
        <w:rPr>
          <w:sz w:val="22"/>
          <w:szCs w:val="22"/>
        </w:rPr>
      </w:pPr>
      <w:r w:rsidRPr="00734367">
        <w:rPr>
          <w:iCs/>
          <w:color w:val="000000"/>
          <w:sz w:val="22"/>
          <w:szCs w:val="22"/>
        </w:rPr>
        <w:t>V proračunu planiramo sredstva za sofinanciranje investicij na RRA Posavje. Predvidena je investicija v izdelavo regionalnih prostorskih planov.</w:t>
      </w:r>
    </w:p>
    <w:p w14:paraId="12B79004" w14:textId="77777777" w:rsidR="000803C0" w:rsidRPr="00734367" w:rsidRDefault="000803C0" w:rsidP="000803C0">
      <w:pPr>
        <w:keepNext/>
        <w:keepLines/>
        <w:spacing w:before="120"/>
        <w:jc w:val="both"/>
        <w:textAlignment w:val="auto"/>
        <w:rPr>
          <w:b/>
          <w:i/>
          <w:sz w:val="22"/>
          <w:szCs w:val="22"/>
        </w:rPr>
      </w:pPr>
    </w:p>
    <w:p w14:paraId="271C9DAE" w14:textId="77777777" w:rsidR="000803C0" w:rsidRPr="00734367" w:rsidRDefault="000803C0" w:rsidP="000803C0">
      <w:pPr>
        <w:keepNext/>
        <w:keepLines/>
        <w:spacing w:before="120"/>
        <w:jc w:val="both"/>
        <w:textAlignment w:val="auto"/>
        <w:rPr>
          <w:b/>
          <w:i/>
          <w:sz w:val="22"/>
          <w:szCs w:val="22"/>
        </w:rPr>
      </w:pPr>
      <w:r w:rsidRPr="00734367">
        <w:rPr>
          <w:b/>
          <w:i/>
          <w:sz w:val="22"/>
          <w:szCs w:val="22"/>
        </w:rPr>
        <w:t xml:space="preserve">Stanje projekta: </w:t>
      </w:r>
    </w:p>
    <w:p w14:paraId="0FD9E6D8" w14:textId="77777777" w:rsidR="000803C0" w:rsidRPr="00734367" w:rsidRDefault="000803C0" w:rsidP="000803C0">
      <w:pPr>
        <w:keepNext/>
        <w:keepLines/>
        <w:spacing w:before="120"/>
        <w:jc w:val="both"/>
        <w:textAlignment w:val="auto"/>
        <w:rPr>
          <w:sz w:val="22"/>
          <w:szCs w:val="22"/>
        </w:rPr>
      </w:pPr>
      <w:r w:rsidRPr="00734367">
        <w:rPr>
          <w:sz w:val="22"/>
          <w:szCs w:val="22"/>
        </w:rPr>
        <w:t>Projekt izvaja RRA Posavje.</w:t>
      </w:r>
    </w:p>
    <w:p w14:paraId="35799CA6" w14:textId="77777777" w:rsidR="000803C0" w:rsidRPr="00734367" w:rsidRDefault="000803C0" w:rsidP="000803C0">
      <w:pPr>
        <w:keepNext/>
        <w:keepLines/>
        <w:spacing w:before="120"/>
        <w:jc w:val="both"/>
        <w:textAlignment w:val="auto"/>
        <w:rPr>
          <w:sz w:val="22"/>
          <w:szCs w:val="22"/>
        </w:rPr>
      </w:pPr>
    </w:p>
    <w:p w14:paraId="157B5E47" w14:textId="725C79D6"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14039002 – Spodbujanje razvoja turizma in gostinstva</w:t>
      </w:r>
      <w:r w:rsidRPr="00734367">
        <w:rPr>
          <w:b/>
          <w:bCs/>
          <w:sz w:val="22"/>
          <w:szCs w:val="22"/>
        </w:rPr>
        <w:tab/>
      </w:r>
      <w:r w:rsidR="00C520ED">
        <w:rPr>
          <w:b/>
          <w:bCs/>
          <w:sz w:val="22"/>
          <w:szCs w:val="22"/>
        </w:rPr>
        <w:t>125.000</w:t>
      </w:r>
    </w:p>
    <w:p w14:paraId="38DC98B1" w14:textId="77777777" w:rsidR="000803C0" w:rsidRPr="00734367" w:rsidRDefault="000803C0" w:rsidP="000803C0">
      <w:pPr>
        <w:textAlignment w:val="auto"/>
        <w:rPr>
          <w:sz w:val="22"/>
          <w:szCs w:val="22"/>
        </w:rPr>
      </w:pPr>
    </w:p>
    <w:p w14:paraId="1D06B9F1" w14:textId="77777777" w:rsidR="000803C0" w:rsidRPr="00734367" w:rsidRDefault="000803C0" w:rsidP="000803C0">
      <w:pPr>
        <w:keepNext/>
        <w:keepLines/>
        <w:spacing w:before="120"/>
        <w:jc w:val="both"/>
        <w:textAlignment w:val="auto"/>
        <w:rPr>
          <w:b/>
          <w:i/>
          <w:sz w:val="22"/>
          <w:szCs w:val="22"/>
        </w:rPr>
      </w:pPr>
    </w:p>
    <w:p w14:paraId="585DFEFF" w14:textId="77777777" w:rsidR="000803C0" w:rsidRPr="00734367" w:rsidRDefault="000803C0" w:rsidP="000803C0">
      <w:pPr>
        <w:keepNext/>
        <w:keepLines/>
        <w:spacing w:before="120"/>
        <w:jc w:val="both"/>
        <w:textAlignment w:val="auto"/>
        <w:rPr>
          <w:sz w:val="22"/>
          <w:szCs w:val="22"/>
        </w:rPr>
      </w:pPr>
    </w:p>
    <w:p w14:paraId="290C59DA" w14:textId="1FAABB92" w:rsidR="000803C0" w:rsidRPr="00734367" w:rsidRDefault="000803C0" w:rsidP="000803C0">
      <w:pPr>
        <w:textAlignment w:val="auto"/>
        <w:rPr>
          <w:b/>
          <w:bCs/>
          <w:sz w:val="22"/>
          <w:szCs w:val="22"/>
        </w:rPr>
      </w:pPr>
      <w:r w:rsidRPr="00734367">
        <w:rPr>
          <w:b/>
          <w:bCs/>
          <w:sz w:val="22"/>
          <w:szCs w:val="22"/>
        </w:rPr>
        <w:t xml:space="preserve">0206 PROJEKT INTERREG – RAZVOJ TURIZMA                      </w:t>
      </w:r>
      <w:r w:rsidR="00C520ED">
        <w:rPr>
          <w:b/>
          <w:bCs/>
          <w:sz w:val="22"/>
          <w:szCs w:val="22"/>
        </w:rPr>
        <w:t xml:space="preserve">                                 </w:t>
      </w:r>
      <w:r w:rsidRPr="00734367">
        <w:rPr>
          <w:b/>
          <w:bCs/>
          <w:sz w:val="22"/>
          <w:szCs w:val="22"/>
        </w:rPr>
        <w:t>125.000</w:t>
      </w:r>
    </w:p>
    <w:p w14:paraId="59DFC92D"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9359A09" w14:textId="77777777" w:rsidR="000803C0" w:rsidRPr="00734367" w:rsidRDefault="000803C0" w:rsidP="000803C0">
      <w:pPr>
        <w:rPr>
          <w:sz w:val="22"/>
          <w:szCs w:val="22"/>
        </w:rPr>
      </w:pPr>
      <w:r w:rsidRPr="00734367">
        <w:rPr>
          <w:sz w:val="22"/>
          <w:szCs w:val="22"/>
        </w:rPr>
        <w:t xml:space="preserve">Prijavili se bomo na projekt čezmejnega sodelovanja z Občino Kumrovec v okviru programa </w:t>
      </w:r>
      <w:proofErr w:type="spellStart"/>
      <w:r w:rsidRPr="00734367">
        <w:rPr>
          <w:sz w:val="22"/>
          <w:szCs w:val="22"/>
        </w:rPr>
        <w:t>Interreg</w:t>
      </w:r>
      <w:proofErr w:type="spellEnd"/>
      <w:r w:rsidRPr="00734367">
        <w:rPr>
          <w:sz w:val="22"/>
          <w:szCs w:val="22"/>
        </w:rPr>
        <w:t xml:space="preserve"> na področju turizma in kulture.  Projekt se bo izvajal, v kolikor bo zagotovljeno sofinanciranje z evropskimi sredstvi.</w:t>
      </w:r>
    </w:p>
    <w:p w14:paraId="1863518B" w14:textId="77777777" w:rsidR="000803C0" w:rsidRPr="00734367" w:rsidRDefault="000803C0" w:rsidP="000803C0">
      <w:pPr>
        <w:textAlignment w:val="auto"/>
        <w:rPr>
          <w:b/>
          <w:bCs/>
          <w:sz w:val="22"/>
          <w:szCs w:val="22"/>
        </w:rPr>
      </w:pPr>
    </w:p>
    <w:p w14:paraId="353C0828" w14:textId="77777777" w:rsidR="000803C0" w:rsidRPr="00734367" w:rsidRDefault="000803C0" w:rsidP="000803C0">
      <w:pPr>
        <w:keepNext/>
        <w:keepLines/>
        <w:spacing w:before="120"/>
        <w:jc w:val="both"/>
        <w:textAlignment w:val="auto"/>
        <w:rPr>
          <w:b/>
          <w:i/>
          <w:sz w:val="22"/>
          <w:szCs w:val="22"/>
        </w:rPr>
      </w:pPr>
      <w:r w:rsidRPr="00734367">
        <w:rPr>
          <w:b/>
          <w:i/>
          <w:sz w:val="22"/>
          <w:szCs w:val="22"/>
        </w:rPr>
        <w:t xml:space="preserve">Stanje projekta: </w:t>
      </w:r>
    </w:p>
    <w:p w14:paraId="5B11A505" w14:textId="77777777" w:rsidR="000803C0" w:rsidRPr="00734367" w:rsidRDefault="000803C0" w:rsidP="000803C0">
      <w:pPr>
        <w:keepNext/>
        <w:keepLines/>
        <w:spacing w:before="120"/>
        <w:jc w:val="both"/>
        <w:textAlignment w:val="auto"/>
        <w:rPr>
          <w:sz w:val="22"/>
          <w:szCs w:val="22"/>
        </w:rPr>
      </w:pPr>
      <w:r w:rsidRPr="00734367">
        <w:rPr>
          <w:sz w:val="22"/>
          <w:szCs w:val="22"/>
        </w:rPr>
        <w:t>Projekt je v pripravi.</w:t>
      </w:r>
    </w:p>
    <w:p w14:paraId="4EF49D63" w14:textId="77777777" w:rsidR="000803C0" w:rsidRPr="00734367" w:rsidRDefault="000803C0" w:rsidP="000803C0">
      <w:pPr>
        <w:textAlignment w:val="auto"/>
        <w:rPr>
          <w:b/>
          <w:bCs/>
          <w:sz w:val="22"/>
          <w:szCs w:val="22"/>
        </w:rPr>
      </w:pPr>
    </w:p>
    <w:p w14:paraId="1946C060" w14:textId="77777777" w:rsidR="000803C0" w:rsidRPr="00734367" w:rsidRDefault="000803C0" w:rsidP="000803C0">
      <w:pPr>
        <w:keepNext/>
        <w:keepLines/>
        <w:spacing w:before="120"/>
        <w:jc w:val="both"/>
        <w:textAlignment w:val="auto"/>
        <w:rPr>
          <w:sz w:val="22"/>
          <w:szCs w:val="22"/>
        </w:rPr>
      </w:pPr>
    </w:p>
    <w:p w14:paraId="4A4EDB72" w14:textId="77777777" w:rsidR="000803C0" w:rsidRPr="00734367" w:rsidRDefault="000803C0" w:rsidP="000803C0">
      <w:pPr>
        <w:textAlignment w:val="auto"/>
        <w:rPr>
          <w:sz w:val="22"/>
          <w:szCs w:val="22"/>
        </w:rPr>
      </w:pPr>
    </w:p>
    <w:p w14:paraId="4E458393" w14:textId="77777777" w:rsidR="000803C0" w:rsidRPr="00734367" w:rsidRDefault="000803C0" w:rsidP="000803C0">
      <w:pPr>
        <w:ind w:left="0"/>
        <w:textAlignment w:val="auto"/>
        <w:rPr>
          <w:sz w:val="22"/>
          <w:szCs w:val="22"/>
        </w:rPr>
      </w:pPr>
    </w:p>
    <w:p w14:paraId="5BD56C1A" w14:textId="7034BDA8"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2" w:name="_Toc288815623"/>
      <w:r w:rsidRPr="00734367">
        <w:rPr>
          <w:b/>
          <w:bCs/>
          <w:sz w:val="22"/>
          <w:szCs w:val="22"/>
        </w:rPr>
        <w:t>15029001 - Zbiranje in ravnanje z odpadki</w:t>
      </w:r>
      <w:r w:rsidRPr="00734367">
        <w:rPr>
          <w:b/>
          <w:bCs/>
          <w:sz w:val="22"/>
          <w:szCs w:val="22"/>
        </w:rPr>
        <w:tab/>
      </w:r>
      <w:bookmarkEnd w:id="412"/>
      <w:r w:rsidRPr="00734367">
        <w:rPr>
          <w:b/>
          <w:bCs/>
          <w:sz w:val="22"/>
          <w:szCs w:val="22"/>
        </w:rPr>
        <w:t>9.</w:t>
      </w:r>
      <w:r w:rsidR="00C520ED">
        <w:rPr>
          <w:b/>
          <w:bCs/>
          <w:sz w:val="22"/>
          <w:szCs w:val="22"/>
        </w:rPr>
        <w:t>500</w:t>
      </w:r>
    </w:p>
    <w:p w14:paraId="25A10926" w14:textId="233E6BCF" w:rsidR="000803C0" w:rsidRPr="00734367" w:rsidRDefault="000803C0" w:rsidP="000803C0">
      <w:pPr>
        <w:keepNext/>
        <w:keepLines/>
        <w:tabs>
          <w:tab w:val="decimal" w:pos="9200"/>
        </w:tabs>
        <w:spacing w:before="160" w:after="0"/>
        <w:ind w:left="0"/>
        <w:textAlignment w:val="auto"/>
        <w:outlineLvl w:val="8"/>
        <w:rPr>
          <w:b/>
          <w:iCs/>
          <w:sz w:val="22"/>
          <w:szCs w:val="22"/>
        </w:rPr>
      </w:pPr>
      <w:r w:rsidRPr="00734367">
        <w:rPr>
          <w:b/>
          <w:iCs/>
          <w:sz w:val="22"/>
          <w:szCs w:val="22"/>
        </w:rPr>
        <w:t>0073 - INVESTICIJSKI TRANSFERI TUNCOVEC</w:t>
      </w:r>
      <w:r w:rsidRPr="00734367">
        <w:rPr>
          <w:b/>
          <w:iCs/>
          <w:sz w:val="22"/>
          <w:szCs w:val="22"/>
        </w:rPr>
        <w:tab/>
      </w:r>
      <w:r w:rsidR="00C520ED">
        <w:rPr>
          <w:b/>
          <w:iCs/>
          <w:sz w:val="22"/>
          <w:szCs w:val="22"/>
        </w:rPr>
        <w:t>5.000</w:t>
      </w:r>
    </w:p>
    <w:p w14:paraId="2DE8B944"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541843F6" w14:textId="77777777" w:rsidR="000803C0" w:rsidRPr="00734367" w:rsidRDefault="000803C0" w:rsidP="000803C0">
      <w:pPr>
        <w:jc w:val="both"/>
        <w:textAlignment w:val="auto"/>
        <w:rPr>
          <w:iCs/>
          <w:color w:val="000000"/>
          <w:sz w:val="22"/>
          <w:szCs w:val="22"/>
        </w:rPr>
      </w:pPr>
      <w:r w:rsidRPr="00734367">
        <w:rPr>
          <w:iCs/>
          <w:color w:val="000000"/>
          <w:sz w:val="22"/>
          <w:szCs w:val="22"/>
        </w:rPr>
        <w:t xml:space="preserve">Projekt v sodelovanju z občino izvaja javno podjetje OKP d.o.o. </w:t>
      </w:r>
    </w:p>
    <w:p w14:paraId="41F4218A" w14:textId="77777777" w:rsidR="000803C0" w:rsidRPr="00734367" w:rsidRDefault="000803C0" w:rsidP="000803C0">
      <w:pPr>
        <w:rPr>
          <w:sz w:val="22"/>
          <w:szCs w:val="22"/>
        </w:rPr>
      </w:pPr>
      <w:r w:rsidRPr="00734367">
        <w:rPr>
          <w:sz w:val="22"/>
          <w:szCs w:val="22"/>
        </w:rPr>
        <w:t>Sredstva so namenjena za nadaljevanje izgradnje zbirnega centra Tuncovec v Rogaški Slatini v deležu, ki odpade na občino Bistrica ob Sotli.</w:t>
      </w:r>
    </w:p>
    <w:p w14:paraId="12728D48" w14:textId="77777777" w:rsidR="000803C0" w:rsidRPr="00734367" w:rsidRDefault="000803C0" w:rsidP="000803C0">
      <w:pPr>
        <w:jc w:val="both"/>
        <w:textAlignment w:val="auto"/>
        <w:rPr>
          <w:iCs/>
          <w:color w:val="000000"/>
          <w:sz w:val="22"/>
          <w:szCs w:val="22"/>
        </w:rPr>
      </w:pPr>
    </w:p>
    <w:p w14:paraId="4FA2BEF3" w14:textId="77777777" w:rsidR="000803C0" w:rsidRPr="00734367" w:rsidRDefault="000803C0" w:rsidP="000803C0">
      <w:pPr>
        <w:jc w:val="both"/>
        <w:textAlignment w:val="auto"/>
        <w:rPr>
          <w:iCs/>
          <w:color w:val="000000"/>
          <w:sz w:val="22"/>
          <w:szCs w:val="22"/>
        </w:rPr>
      </w:pPr>
    </w:p>
    <w:p w14:paraId="3184482B"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3AD175EF"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Projekt je v izvajanju.</w:t>
      </w:r>
    </w:p>
    <w:p w14:paraId="10A62346" w14:textId="77777777" w:rsidR="000803C0" w:rsidRPr="00734367" w:rsidRDefault="000803C0" w:rsidP="000803C0">
      <w:pPr>
        <w:ind w:left="0"/>
        <w:jc w:val="both"/>
        <w:textAlignment w:val="auto"/>
        <w:rPr>
          <w:noProof/>
          <w:color w:val="000000"/>
          <w:sz w:val="22"/>
          <w:szCs w:val="22"/>
        </w:rPr>
      </w:pPr>
    </w:p>
    <w:p w14:paraId="50A3F8EA" w14:textId="571AC4F7"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0122 – INVESTICIJE V RCERO</w:t>
      </w:r>
      <w:r w:rsidRPr="00734367">
        <w:rPr>
          <w:b/>
          <w:iCs/>
          <w:sz w:val="22"/>
          <w:szCs w:val="22"/>
        </w:rPr>
        <w:tab/>
        <w:t>4.</w:t>
      </w:r>
      <w:r w:rsidR="00C520ED">
        <w:rPr>
          <w:b/>
          <w:iCs/>
          <w:sz w:val="22"/>
          <w:szCs w:val="22"/>
        </w:rPr>
        <w:t>500</w:t>
      </w:r>
    </w:p>
    <w:p w14:paraId="3D910399"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F43CF35" w14:textId="77777777" w:rsidR="000803C0" w:rsidRPr="00734367" w:rsidRDefault="000803C0" w:rsidP="000803C0">
      <w:pPr>
        <w:jc w:val="both"/>
        <w:textAlignment w:val="auto"/>
        <w:rPr>
          <w:iCs/>
          <w:color w:val="000000"/>
          <w:sz w:val="22"/>
          <w:szCs w:val="22"/>
        </w:rPr>
      </w:pPr>
      <w:r w:rsidRPr="00734367">
        <w:rPr>
          <w:iCs/>
          <w:color w:val="000000"/>
          <w:sz w:val="22"/>
          <w:szCs w:val="22"/>
        </w:rPr>
        <w:t xml:space="preserve">Projekt v sodelovanju z občino izvaja javno podjetje </w:t>
      </w:r>
      <w:proofErr w:type="spellStart"/>
      <w:r w:rsidRPr="00734367">
        <w:rPr>
          <w:iCs/>
          <w:color w:val="000000"/>
          <w:sz w:val="22"/>
          <w:szCs w:val="22"/>
        </w:rPr>
        <w:t>Simbio</w:t>
      </w:r>
      <w:proofErr w:type="spellEnd"/>
      <w:r w:rsidRPr="00734367">
        <w:rPr>
          <w:iCs/>
          <w:color w:val="000000"/>
          <w:sz w:val="22"/>
          <w:szCs w:val="22"/>
        </w:rPr>
        <w:t xml:space="preserve"> d.o.o. </w:t>
      </w:r>
    </w:p>
    <w:p w14:paraId="67712128" w14:textId="77777777" w:rsidR="000803C0" w:rsidRPr="00734367" w:rsidRDefault="000803C0" w:rsidP="000803C0">
      <w:pPr>
        <w:keepNext/>
        <w:keepLines/>
        <w:spacing w:before="120"/>
        <w:ind w:left="0"/>
        <w:jc w:val="both"/>
        <w:textAlignment w:val="auto"/>
        <w:rPr>
          <w:b/>
          <w:bCs/>
          <w:i/>
          <w:iCs/>
          <w:noProof/>
          <w:color w:val="000000"/>
          <w:sz w:val="22"/>
          <w:szCs w:val="22"/>
        </w:rPr>
      </w:pPr>
    </w:p>
    <w:p w14:paraId="7A11F3F0"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1DC83A6C"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Projekt je v izvajanju.</w:t>
      </w:r>
    </w:p>
    <w:p w14:paraId="2575FB02" w14:textId="77777777" w:rsidR="000803C0" w:rsidRPr="00734367" w:rsidRDefault="000803C0" w:rsidP="000803C0">
      <w:pPr>
        <w:ind w:left="0"/>
        <w:jc w:val="both"/>
        <w:textAlignment w:val="auto"/>
        <w:rPr>
          <w:noProof/>
          <w:color w:val="000000"/>
          <w:sz w:val="22"/>
          <w:szCs w:val="22"/>
        </w:rPr>
      </w:pPr>
    </w:p>
    <w:p w14:paraId="3A2B30ED" w14:textId="6EEC8E21"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3" w:name="_Toc288815624"/>
      <w:r w:rsidRPr="00734367">
        <w:rPr>
          <w:b/>
          <w:bCs/>
          <w:sz w:val="22"/>
          <w:szCs w:val="22"/>
        </w:rPr>
        <w:t>15029002 - Ravnanje z odpadno vodo</w:t>
      </w:r>
      <w:r w:rsidRPr="00734367">
        <w:rPr>
          <w:b/>
          <w:bCs/>
          <w:sz w:val="22"/>
          <w:szCs w:val="22"/>
        </w:rPr>
        <w:tab/>
      </w:r>
      <w:bookmarkEnd w:id="413"/>
      <w:r w:rsidR="00C520ED">
        <w:rPr>
          <w:b/>
          <w:bCs/>
          <w:sz w:val="22"/>
          <w:szCs w:val="22"/>
        </w:rPr>
        <w:t>94.000</w:t>
      </w:r>
    </w:p>
    <w:p w14:paraId="2600CC97" w14:textId="07A2B8C1"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0004 - IZGRADNJA KANALIZCIJSKEGA OMREŽJA</w:t>
      </w:r>
      <w:r w:rsidRPr="00734367">
        <w:rPr>
          <w:b/>
          <w:iCs/>
          <w:sz w:val="22"/>
          <w:szCs w:val="22"/>
        </w:rPr>
        <w:tab/>
      </w:r>
      <w:r w:rsidR="00C520ED">
        <w:rPr>
          <w:b/>
          <w:iCs/>
          <w:sz w:val="22"/>
          <w:szCs w:val="22"/>
        </w:rPr>
        <w:t>77.000</w:t>
      </w:r>
    </w:p>
    <w:p w14:paraId="07B58431"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599CFC47"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V ta program so vključene investicije v izgradnjo in obnovo fekalne kanalizacija, meteorne kanalizacija in investicijsko vzdrževanje obstoječih čistilnih naprav.. Namen je zagotoviti izgradnjo kanalizacijskega omrežja z odvajanjem na čistilno napravo.  Projekt  izvaja podjetje OKP d.o.o.</w:t>
      </w:r>
    </w:p>
    <w:p w14:paraId="1F7781C7" w14:textId="77777777" w:rsidR="000803C0" w:rsidRPr="00734367" w:rsidRDefault="000803C0" w:rsidP="000803C0">
      <w:pPr>
        <w:rPr>
          <w:noProof/>
          <w:color w:val="000000"/>
          <w:sz w:val="22"/>
          <w:szCs w:val="22"/>
        </w:rPr>
      </w:pPr>
    </w:p>
    <w:p w14:paraId="46BA635E"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7782F033" w14:textId="77777777" w:rsidR="000803C0" w:rsidRPr="00734367" w:rsidRDefault="000803C0" w:rsidP="000803C0">
      <w:pPr>
        <w:jc w:val="both"/>
        <w:textAlignment w:val="auto"/>
        <w:rPr>
          <w:iCs/>
          <w:color w:val="000000"/>
          <w:sz w:val="22"/>
          <w:szCs w:val="22"/>
        </w:rPr>
      </w:pPr>
      <w:r w:rsidRPr="00734367">
        <w:rPr>
          <w:iCs/>
          <w:color w:val="000000"/>
          <w:sz w:val="22"/>
          <w:szCs w:val="22"/>
        </w:rPr>
        <w:t>Projekt je stalna naloga občine.</w:t>
      </w:r>
    </w:p>
    <w:p w14:paraId="7545D9AC" w14:textId="77777777" w:rsidR="000803C0" w:rsidRPr="00734367" w:rsidRDefault="000803C0" w:rsidP="000803C0">
      <w:pPr>
        <w:keepNext/>
        <w:keepLines/>
        <w:spacing w:before="120"/>
        <w:textAlignment w:val="auto"/>
        <w:rPr>
          <w:b/>
          <w:i/>
          <w:sz w:val="22"/>
          <w:szCs w:val="22"/>
        </w:rPr>
      </w:pPr>
    </w:p>
    <w:p w14:paraId="13BC9326" w14:textId="77777777" w:rsidR="000803C0" w:rsidRPr="00734367" w:rsidRDefault="000803C0" w:rsidP="000803C0">
      <w:pPr>
        <w:jc w:val="both"/>
        <w:textAlignment w:val="auto"/>
        <w:rPr>
          <w:color w:val="000000"/>
          <w:sz w:val="22"/>
          <w:szCs w:val="22"/>
        </w:rPr>
      </w:pPr>
    </w:p>
    <w:p w14:paraId="4465CF6D" w14:textId="77777777" w:rsidR="000803C0" w:rsidRPr="00734367" w:rsidRDefault="000803C0" w:rsidP="000803C0">
      <w:pPr>
        <w:textAlignment w:val="auto"/>
        <w:rPr>
          <w:b/>
          <w:color w:val="000000"/>
          <w:sz w:val="22"/>
          <w:szCs w:val="22"/>
        </w:rPr>
      </w:pPr>
      <w:r w:rsidRPr="00734367">
        <w:rPr>
          <w:b/>
          <w:color w:val="000000"/>
          <w:sz w:val="22"/>
          <w:szCs w:val="22"/>
        </w:rPr>
        <w:t>0128 SOFINANCIRANJE IZGRADNJE MALIH ČISTILNIH NAPRAV  5.000</w:t>
      </w:r>
    </w:p>
    <w:p w14:paraId="10D37266" w14:textId="77777777" w:rsidR="000803C0" w:rsidRPr="00734367" w:rsidRDefault="000803C0" w:rsidP="000803C0">
      <w:pPr>
        <w:keepNext/>
        <w:keepLines/>
        <w:spacing w:before="120"/>
        <w:jc w:val="both"/>
        <w:textAlignment w:val="auto"/>
        <w:rPr>
          <w:b/>
          <w:i/>
          <w:iCs/>
          <w:color w:val="000000"/>
          <w:sz w:val="22"/>
          <w:szCs w:val="22"/>
        </w:rPr>
      </w:pPr>
      <w:r w:rsidRPr="00734367">
        <w:rPr>
          <w:b/>
          <w:i/>
          <w:color w:val="000000"/>
          <w:sz w:val="22"/>
          <w:szCs w:val="22"/>
        </w:rPr>
        <w:t xml:space="preserve">Namen in cilj: </w:t>
      </w:r>
      <w:r w:rsidRPr="00734367">
        <w:rPr>
          <w:b/>
          <w:i/>
          <w:iCs/>
          <w:color w:val="000000"/>
          <w:sz w:val="22"/>
          <w:szCs w:val="22"/>
        </w:rPr>
        <w:t xml:space="preserve"> </w:t>
      </w:r>
    </w:p>
    <w:p w14:paraId="1AD878D1" w14:textId="77777777" w:rsidR="000803C0" w:rsidRPr="00734367" w:rsidRDefault="000803C0" w:rsidP="000803C0">
      <w:pPr>
        <w:ind w:left="0"/>
        <w:textAlignment w:val="auto"/>
        <w:rPr>
          <w:color w:val="000000"/>
          <w:sz w:val="22"/>
          <w:szCs w:val="22"/>
        </w:rPr>
      </w:pPr>
      <w:r w:rsidRPr="00734367">
        <w:rPr>
          <w:color w:val="000000"/>
          <w:sz w:val="22"/>
          <w:szCs w:val="22"/>
        </w:rPr>
        <w:t>Predvideno je sofinanciranje izgradnje malih čistilnih naprav in priključkov na javno kanalizacijsko omrežje v gospodinjstvih preko razpisa.</w:t>
      </w:r>
    </w:p>
    <w:p w14:paraId="7D9FA185"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700462F9" w14:textId="77777777" w:rsidR="000803C0" w:rsidRPr="00734367" w:rsidRDefault="000803C0" w:rsidP="000803C0">
      <w:pPr>
        <w:keepNext/>
        <w:keepLines/>
        <w:spacing w:before="120"/>
        <w:jc w:val="both"/>
        <w:textAlignment w:val="auto"/>
        <w:rPr>
          <w:iCs/>
          <w:color w:val="000000"/>
          <w:sz w:val="22"/>
          <w:szCs w:val="22"/>
        </w:rPr>
      </w:pPr>
      <w:r w:rsidRPr="00734367">
        <w:rPr>
          <w:iCs/>
          <w:color w:val="000000"/>
          <w:sz w:val="22"/>
          <w:szCs w:val="22"/>
        </w:rPr>
        <w:t>Projekt je v izvajanju.</w:t>
      </w:r>
    </w:p>
    <w:p w14:paraId="7355EDCE" w14:textId="77777777" w:rsidR="000803C0" w:rsidRPr="00734367" w:rsidRDefault="000803C0" w:rsidP="000803C0">
      <w:pPr>
        <w:ind w:left="0"/>
        <w:jc w:val="both"/>
        <w:textAlignment w:val="auto"/>
        <w:rPr>
          <w:iCs/>
          <w:color w:val="000000"/>
          <w:sz w:val="22"/>
          <w:szCs w:val="22"/>
        </w:rPr>
      </w:pPr>
    </w:p>
    <w:p w14:paraId="4290E1B6" w14:textId="77777777" w:rsidR="000803C0" w:rsidRPr="00734367" w:rsidRDefault="000803C0" w:rsidP="000803C0">
      <w:pPr>
        <w:ind w:left="0"/>
        <w:jc w:val="both"/>
        <w:textAlignment w:val="auto"/>
        <w:rPr>
          <w:iCs/>
          <w:color w:val="000000"/>
          <w:sz w:val="22"/>
          <w:szCs w:val="22"/>
        </w:rPr>
      </w:pPr>
    </w:p>
    <w:p w14:paraId="4B2FCFEB" w14:textId="77777777" w:rsidR="000803C0" w:rsidRPr="00734367" w:rsidRDefault="000803C0" w:rsidP="000803C0">
      <w:pPr>
        <w:keepNext/>
        <w:keepLines/>
        <w:spacing w:before="120"/>
        <w:jc w:val="both"/>
        <w:textAlignment w:val="auto"/>
        <w:rPr>
          <w:iCs/>
          <w:color w:val="000000"/>
          <w:sz w:val="22"/>
          <w:szCs w:val="22"/>
        </w:rPr>
      </w:pPr>
      <w:r w:rsidRPr="00734367">
        <w:rPr>
          <w:iCs/>
          <w:color w:val="000000"/>
          <w:sz w:val="22"/>
          <w:szCs w:val="22"/>
        </w:rPr>
        <w:lastRenderedPageBreak/>
        <w:t>Projekt je v izvajanju.</w:t>
      </w:r>
    </w:p>
    <w:p w14:paraId="04484B2F" w14:textId="77777777" w:rsidR="000803C0" w:rsidRPr="00734367" w:rsidRDefault="000803C0" w:rsidP="000803C0">
      <w:pPr>
        <w:ind w:left="0"/>
        <w:jc w:val="both"/>
        <w:textAlignment w:val="auto"/>
        <w:rPr>
          <w:iCs/>
          <w:color w:val="000000"/>
          <w:sz w:val="22"/>
          <w:szCs w:val="22"/>
        </w:rPr>
      </w:pPr>
    </w:p>
    <w:p w14:paraId="6478F143" w14:textId="77777777" w:rsidR="000803C0" w:rsidRPr="00734367" w:rsidRDefault="000803C0" w:rsidP="000803C0">
      <w:pPr>
        <w:ind w:left="0"/>
        <w:jc w:val="both"/>
        <w:textAlignment w:val="auto"/>
        <w:rPr>
          <w:iCs/>
          <w:color w:val="000000"/>
          <w:sz w:val="22"/>
          <w:szCs w:val="22"/>
        </w:rPr>
      </w:pPr>
    </w:p>
    <w:p w14:paraId="0ECC711B" w14:textId="303F3A1A" w:rsidR="000803C0" w:rsidRPr="00734367" w:rsidRDefault="000803C0" w:rsidP="000803C0">
      <w:pPr>
        <w:textAlignment w:val="auto"/>
        <w:rPr>
          <w:b/>
          <w:color w:val="000000"/>
          <w:sz w:val="22"/>
          <w:szCs w:val="22"/>
        </w:rPr>
      </w:pPr>
      <w:bookmarkStart w:id="414" w:name="_Hlk499721555"/>
      <w:r w:rsidRPr="00734367">
        <w:rPr>
          <w:b/>
          <w:color w:val="000000"/>
          <w:sz w:val="22"/>
          <w:szCs w:val="22"/>
        </w:rPr>
        <w:t>0205 ČISTILNE NAPRAVE- INVESTICIJE IN INVESTICIJSKO VZDRŽEVANJE                                                                               1</w:t>
      </w:r>
      <w:r w:rsidR="00C520ED">
        <w:rPr>
          <w:b/>
          <w:color w:val="000000"/>
          <w:sz w:val="22"/>
          <w:szCs w:val="22"/>
        </w:rPr>
        <w:t>2</w:t>
      </w:r>
      <w:r w:rsidRPr="00734367">
        <w:rPr>
          <w:b/>
          <w:color w:val="000000"/>
          <w:sz w:val="22"/>
          <w:szCs w:val="22"/>
        </w:rPr>
        <w:t>.</w:t>
      </w:r>
      <w:r w:rsidR="00C520ED">
        <w:rPr>
          <w:b/>
          <w:color w:val="000000"/>
          <w:sz w:val="22"/>
          <w:szCs w:val="22"/>
        </w:rPr>
        <w:t>0</w:t>
      </w:r>
      <w:r w:rsidRPr="00734367">
        <w:rPr>
          <w:b/>
          <w:color w:val="000000"/>
          <w:sz w:val="22"/>
          <w:szCs w:val="22"/>
        </w:rPr>
        <w:t>00</w:t>
      </w:r>
    </w:p>
    <w:p w14:paraId="541BE383" w14:textId="77777777" w:rsidR="000803C0" w:rsidRPr="00734367" w:rsidRDefault="000803C0" w:rsidP="000803C0">
      <w:pPr>
        <w:textAlignment w:val="auto"/>
        <w:rPr>
          <w:b/>
          <w:color w:val="000000"/>
          <w:sz w:val="22"/>
          <w:szCs w:val="22"/>
        </w:rPr>
      </w:pPr>
    </w:p>
    <w:p w14:paraId="4CF3F61A"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4635114C"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V ta program so vključene investicije v izgradnjo in obnovo fekalne kanalizacija, meteorne kanalizacija in investicijsko vzdrževanje obstoječih čistilnih naprav.. Namen je zagotoviti izgradnjo kanalizacijskega omrežja z odvajanjem na čistilno napravo.  Projekt  izvaja podjetje OKP d.o.o.</w:t>
      </w:r>
    </w:p>
    <w:p w14:paraId="3390B5A9" w14:textId="77777777" w:rsidR="000803C0" w:rsidRPr="00734367" w:rsidRDefault="000803C0" w:rsidP="000803C0">
      <w:pPr>
        <w:rPr>
          <w:sz w:val="22"/>
          <w:szCs w:val="22"/>
        </w:rPr>
      </w:pPr>
    </w:p>
    <w:p w14:paraId="5195DB20" w14:textId="77777777" w:rsidR="000803C0" w:rsidRPr="00734367" w:rsidRDefault="000803C0" w:rsidP="000803C0">
      <w:pPr>
        <w:keepNext/>
        <w:keepLines/>
        <w:spacing w:before="120"/>
        <w:jc w:val="both"/>
        <w:textAlignment w:val="auto"/>
        <w:rPr>
          <w:b/>
          <w:i/>
          <w:iCs/>
          <w:color w:val="000000"/>
          <w:sz w:val="22"/>
          <w:szCs w:val="22"/>
        </w:rPr>
      </w:pPr>
    </w:p>
    <w:p w14:paraId="7D044672"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280F6BDE" w14:textId="77777777" w:rsidR="000803C0" w:rsidRPr="00734367" w:rsidRDefault="000803C0" w:rsidP="000803C0">
      <w:pPr>
        <w:jc w:val="both"/>
        <w:textAlignment w:val="auto"/>
        <w:rPr>
          <w:iCs/>
          <w:color w:val="000000"/>
          <w:sz w:val="22"/>
          <w:szCs w:val="22"/>
        </w:rPr>
      </w:pPr>
      <w:r w:rsidRPr="00734367">
        <w:rPr>
          <w:iCs/>
          <w:color w:val="000000"/>
          <w:sz w:val="22"/>
          <w:szCs w:val="22"/>
        </w:rPr>
        <w:t>Projekt je stalna naloga občine.</w:t>
      </w:r>
    </w:p>
    <w:p w14:paraId="72A9DF37" w14:textId="77777777" w:rsidR="000803C0" w:rsidRPr="00734367" w:rsidRDefault="000803C0" w:rsidP="000803C0">
      <w:pPr>
        <w:jc w:val="both"/>
        <w:textAlignment w:val="auto"/>
        <w:rPr>
          <w:iCs/>
          <w:color w:val="000000"/>
          <w:sz w:val="22"/>
          <w:szCs w:val="22"/>
        </w:rPr>
      </w:pPr>
    </w:p>
    <w:p w14:paraId="79E52A54" w14:textId="382AC1D9" w:rsidR="000803C0" w:rsidRPr="00734367" w:rsidRDefault="000803C0" w:rsidP="000803C0">
      <w:pPr>
        <w:pStyle w:val="AHeading7"/>
        <w:rPr>
          <w:sz w:val="22"/>
          <w:szCs w:val="22"/>
        </w:rPr>
      </w:pPr>
      <w:r w:rsidRPr="00734367">
        <w:rPr>
          <w:sz w:val="22"/>
          <w:szCs w:val="22"/>
        </w:rPr>
        <w:t>15059001 - Ohranjanje biotske raznovrstnosti in varstvo naravnih vrednot   2</w:t>
      </w:r>
      <w:r w:rsidR="00C520ED">
        <w:rPr>
          <w:sz w:val="22"/>
          <w:szCs w:val="22"/>
        </w:rPr>
        <w:t>10</w:t>
      </w:r>
      <w:r w:rsidRPr="00734367">
        <w:rPr>
          <w:sz w:val="22"/>
          <w:szCs w:val="22"/>
        </w:rPr>
        <w:t>.000</w:t>
      </w:r>
    </w:p>
    <w:p w14:paraId="6795C157" w14:textId="77777777" w:rsidR="000803C0" w:rsidRPr="00734367" w:rsidRDefault="000803C0" w:rsidP="000803C0">
      <w:pPr>
        <w:jc w:val="both"/>
        <w:textAlignment w:val="auto"/>
        <w:rPr>
          <w:iCs/>
          <w:color w:val="000000"/>
          <w:sz w:val="22"/>
          <w:szCs w:val="22"/>
        </w:rPr>
      </w:pPr>
    </w:p>
    <w:p w14:paraId="772704F0" w14:textId="77777777" w:rsidR="000803C0" w:rsidRPr="00734367" w:rsidRDefault="000803C0" w:rsidP="000803C0">
      <w:pPr>
        <w:pStyle w:val="AHeading10"/>
        <w:rPr>
          <w:sz w:val="22"/>
          <w:szCs w:val="22"/>
        </w:rPr>
      </w:pPr>
      <w:r w:rsidRPr="00734367">
        <w:rPr>
          <w:sz w:val="22"/>
          <w:szCs w:val="22"/>
        </w:rPr>
        <w:t>0212 - DRR- ZELENA INFRASTRUKTURA UREDITEV MOKRIŠČA</w:t>
      </w:r>
    </w:p>
    <w:p w14:paraId="2EF55F54" w14:textId="636C7A29" w:rsidR="000803C0" w:rsidRPr="00734367" w:rsidRDefault="000803C0" w:rsidP="000803C0">
      <w:pPr>
        <w:pStyle w:val="Vrednost"/>
        <w:rPr>
          <w:sz w:val="22"/>
          <w:szCs w:val="22"/>
        </w:rPr>
      </w:pPr>
      <w:r w:rsidRPr="00734367">
        <w:rPr>
          <w:sz w:val="22"/>
          <w:szCs w:val="22"/>
        </w:rPr>
        <w:t>Vrednost: 2</w:t>
      </w:r>
      <w:r w:rsidR="00C520ED">
        <w:rPr>
          <w:sz w:val="22"/>
          <w:szCs w:val="22"/>
        </w:rPr>
        <w:t>10</w:t>
      </w:r>
      <w:r w:rsidRPr="00734367">
        <w:rPr>
          <w:sz w:val="22"/>
          <w:szCs w:val="22"/>
        </w:rPr>
        <w:t>.000 €</w:t>
      </w:r>
    </w:p>
    <w:p w14:paraId="1656E1F9" w14:textId="77777777" w:rsidR="000803C0" w:rsidRPr="00734367" w:rsidRDefault="000803C0" w:rsidP="000803C0">
      <w:pPr>
        <w:keepNext/>
        <w:keepLines/>
        <w:spacing w:before="120"/>
        <w:jc w:val="both"/>
        <w:textAlignment w:val="auto"/>
        <w:rPr>
          <w:bCs/>
          <w:i/>
          <w:iCs/>
          <w:sz w:val="22"/>
          <w:szCs w:val="22"/>
        </w:rPr>
      </w:pPr>
      <w:r w:rsidRPr="00734367">
        <w:rPr>
          <w:bCs/>
          <w:i/>
          <w:sz w:val="22"/>
          <w:szCs w:val="22"/>
        </w:rPr>
        <w:t xml:space="preserve">Namen in cilj: </w:t>
      </w:r>
      <w:r w:rsidRPr="00734367">
        <w:rPr>
          <w:bCs/>
          <w:i/>
          <w:iCs/>
          <w:sz w:val="22"/>
          <w:szCs w:val="22"/>
        </w:rPr>
        <w:t xml:space="preserve"> </w:t>
      </w:r>
    </w:p>
    <w:p w14:paraId="1E27D9BD" w14:textId="77777777" w:rsidR="000803C0" w:rsidRPr="00734367" w:rsidRDefault="000803C0" w:rsidP="000803C0">
      <w:pPr>
        <w:rPr>
          <w:sz w:val="22"/>
          <w:szCs w:val="22"/>
          <w:lang w:eastAsia="sl-SI"/>
        </w:rPr>
      </w:pPr>
      <w:r w:rsidRPr="00734367">
        <w:rPr>
          <w:sz w:val="22"/>
          <w:szCs w:val="22"/>
        </w:rPr>
        <w:t>Občina Bistrica ob Sotli bo projekt Mokrišče Bistrica ob Sotli prijavila v okviru javnega poziva Ministrstva za kohezijo in regionalni razvoj, katerega namen je zagotavljanje sredstev za trajnostno urejanje urbanih površin in spodbujanje zelene preobrazbe v skladu s cilji podnebne nevtralnosti.</w:t>
      </w:r>
    </w:p>
    <w:p w14:paraId="79D8D7B0" w14:textId="77777777" w:rsidR="000803C0" w:rsidRPr="00734367" w:rsidRDefault="000803C0" w:rsidP="000803C0">
      <w:pPr>
        <w:rPr>
          <w:sz w:val="22"/>
          <w:szCs w:val="22"/>
        </w:rPr>
      </w:pPr>
      <w:r w:rsidRPr="00734367">
        <w:rPr>
          <w:sz w:val="22"/>
          <w:szCs w:val="22"/>
        </w:rPr>
        <w:br/>
        <w:t xml:space="preserve"> Projekt zajema ureditev Mokrišča Bistrica ob Sotli, na parcelnih številkah  992/2 in 995/3 k .o. Kunšperk, v skupni  površini 7.129 m2. </w:t>
      </w:r>
    </w:p>
    <w:p w14:paraId="0ED76557" w14:textId="77777777" w:rsidR="000803C0" w:rsidRPr="00734367" w:rsidRDefault="000803C0" w:rsidP="000803C0">
      <w:pPr>
        <w:rPr>
          <w:sz w:val="22"/>
          <w:szCs w:val="22"/>
        </w:rPr>
      </w:pPr>
    </w:p>
    <w:p w14:paraId="78576B61" w14:textId="77777777" w:rsidR="000803C0" w:rsidRPr="00734367" w:rsidRDefault="000803C0" w:rsidP="000803C0">
      <w:pPr>
        <w:keepNext/>
        <w:keepLines/>
        <w:spacing w:before="120"/>
        <w:ind w:left="0"/>
        <w:jc w:val="both"/>
        <w:textAlignment w:val="auto"/>
        <w:rPr>
          <w:b/>
          <w:bCs/>
          <w:i/>
          <w:iCs/>
          <w:noProof/>
          <w:sz w:val="22"/>
          <w:szCs w:val="22"/>
        </w:rPr>
      </w:pPr>
      <w:r w:rsidRPr="00734367">
        <w:rPr>
          <w:b/>
          <w:bCs/>
          <w:i/>
          <w:iCs/>
          <w:noProof/>
          <w:sz w:val="22"/>
          <w:szCs w:val="22"/>
        </w:rPr>
        <w:t>Stanje projekta</w:t>
      </w:r>
    </w:p>
    <w:p w14:paraId="4CBF71F5" w14:textId="77777777" w:rsidR="000803C0" w:rsidRPr="00734367" w:rsidRDefault="000803C0" w:rsidP="000803C0">
      <w:pPr>
        <w:keepNext/>
        <w:keepLines/>
        <w:spacing w:before="120"/>
        <w:ind w:left="0"/>
        <w:jc w:val="both"/>
        <w:textAlignment w:val="auto"/>
        <w:rPr>
          <w:bCs/>
          <w:iCs/>
          <w:noProof/>
          <w:sz w:val="22"/>
          <w:szCs w:val="22"/>
        </w:rPr>
      </w:pPr>
      <w:r w:rsidRPr="00734367">
        <w:rPr>
          <w:bCs/>
          <w:iCs/>
          <w:noProof/>
          <w:sz w:val="22"/>
          <w:szCs w:val="22"/>
        </w:rPr>
        <w:t>Projekt je v pripravi..</w:t>
      </w:r>
    </w:p>
    <w:p w14:paraId="67839872" w14:textId="77777777" w:rsidR="000803C0" w:rsidRPr="00734367" w:rsidRDefault="000803C0" w:rsidP="000803C0">
      <w:pPr>
        <w:jc w:val="both"/>
        <w:textAlignment w:val="auto"/>
        <w:rPr>
          <w:iCs/>
          <w:color w:val="000000"/>
          <w:sz w:val="22"/>
          <w:szCs w:val="22"/>
        </w:rPr>
      </w:pPr>
      <w:r w:rsidRPr="00734367">
        <w:rPr>
          <w:sz w:val="22"/>
          <w:szCs w:val="22"/>
        </w:rPr>
        <w:br/>
      </w:r>
    </w:p>
    <w:bookmarkEnd w:id="414"/>
    <w:p w14:paraId="7AA18237" w14:textId="77777777" w:rsidR="000803C0" w:rsidRPr="00734367" w:rsidRDefault="000803C0" w:rsidP="000803C0">
      <w:pPr>
        <w:keepNext/>
        <w:keepLines/>
        <w:tabs>
          <w:tab w:val="decimal" w:pos="9200"/>
        </w:tabs>
        <w:spacing w:before="160" w:after="0"/>
        <w:ind w:left="0"/>
        <w:textAlignment w:val="auto"/>
        <w:outlineLvl w:val="8"/>
        <w:rPr>
          <w:b/>
          <w:iCs/>
          <w:color w:val="000000"/>
          <w:sz w:val="22"/>
          <w:szCs w:val="22"/>
        </w:rPr>
      </w:pPr>
    </w:p>
    <w:p w14:paraId="210D817A" w14:textId="64D0FC0B" w:rsidR="000803C0" w:rsidRPr="00734367" w:rsidRDefault="000803C0" w:rsidP="000803C0">
      <w:pPr>
        <w:keepNext/>
        <w:keepLines/>
        <w:pBdr>
          <w:top w:val="single" w:sz="4" w:space="1" w:color="auto"/>
          <w:bottom w:val="single" w:sz="4" w:space="1" w:color="auto"/>
        </w:pBdr>
        <w:spacing w:before="240"/>
        <w:ind w:left="0"/>
        <w:textAlignment w:val="auto"/>
        <w:outlineLvl w:val="6"/>
        <w:rPr>
          <w:b/>
          <w:bCs/>
          <w:sz w:val="22"/>
          <w:szCs w:val="22"/>
        </w:rPr>
      </w:pPr>
      <w:r w:rsidRPr="00734367">
        <w:rPr>
          <w:b/>
          <w:bCs/>
          <w:sz w:val="22"/>
          <w:szCs w:val="22"/>
        </w:rPr>
        <w:t xml:space="preserve">16029003 - Prostorsko načrtovanje                                                                  </w:t>
      </w:r>
      <w:r w:rsidR="00C520ED">
        <w:rPr>
          <w:b/>
          <w:bCs/>
          <w:sz w:val="22"/>
          <w:szCs w:val="22"/>
        </w:rPr>
        <w:t>10.000</w:t>
      </w:r>
    </w:p>
    <w:p w14:paraId="1E2CE4C9" w14:textId="6F3E87C5" w:rsidR="000803C0" w:rsidRPr="00734367" w:rsidRDefault="000803C0" w:rsidP="000803C0">
      <w:pPr>
        <w:jc w:val="right"/>
        <w:textAlignment w:val="auto"/>
        <w:rPr>
          <w:b/>
          <w:sz w:val="22"/>
          <w:szCs w:val="22"/>
        </w:rPr>
      </w:pPr>
      <w:r w:rsidRPr="00734367">
        <w:rPr>
          <w:b/>
          <w:sz w:val="22"/>
          <w:szCs w:val="22"/>
        </w:rPr>
        <w:t>10</w:t>
      </w:r>
      <w:r w:rsidR="00C520ED">
        <w:rPr>
          <w:b/>
          <w:sz w:val="22"/>
          <w:szCs w:val="22"/>
        </w:rPr>
        <w:t>.000</w:t>
      </w:r>
    </w:p>
    <w:p w14:paraId="3B51C717" w14:textId="77777777" w:rsidR="000803C0" w:rsidRPr="00734367" w:rsidRDefault="000803C0" w:rsidP="000803C0">
      <w:pPr>
        <w:keepNext/>
        <w:keepLines/>
        <w:spacing w:before="160" w:after="60"/>
        <w:textAlignment w:val="auto"/>
        <w:outlineLvl w:val="8"/>
        <w:rPr>
          <w:b/>
          <w:iCs/>
          <w:sz w:val="22"/>
          <w:szCs w:val="22"/>
        </w:rPr>
      </w:pPr>
      <w:r w:rsidRPr="00734367">
        <w:rPr>
          <w:b/>
          <w:iCs/>
          <w:sz w:val="22"/>
          <w:szCs w:val="22"/>
        </w:rPr>
        <w:t>0103 - OBČINSKI PROSTORSKI NAČRT</w:t>
      </w:r>
    </w:p>
    <w:p w14:paraId="4B4F8F8D"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4642F807" w14:textId="77777777" w:rsidR="000803C0" w:rsidRPr="00734367" w:rsidRDefault="000803C0" w:rsidP="000803C0">
      <w:pPr>
        <w:overflowPunct/>
        <w:autoSpaceDE/>
        <w:autoSpaceDN/>
        <w:adjustRightInd/>
        <w:jc w:val="both"/>
        <w:textAlignment w:val="auto"/>
        <w:rPr>
          <w:sz w:val="22"/>
          <w:szCs w:val="22"/>
          <w:lang w:eastAsia="sl-SI"/>
        </w:rPr>
      </w:pPr>
      <w:r w:rsidRPr="00734367">
        <w:rPr>
          <w:sz w:val="22"/>
          <w:szCs w:val="22"/>
          <w:lang w:eastAsia="sl-SI"/>
        </w:rPr>
        <w:t xml:space="preserve">Izdelava Občinskega prostorskega načrta (OPN), ki je temeljni prostorski akt občine. V njem se, ob upoštevanju usmeritev iz državnih prostorskih aktov, razvojnih potreb občine in varstvenih zahtev, določijo cilji in izhodišča prostorskega razvoja občine, načrtujejo prostorske ureditve lokalnega pomena ter določijo pogoji umeščanja objektov v prostor. Občinski prostorski načrt je pomembna podlaga za racionalno in trajnostno načrtovanje vseh posegov v prostor v občini in za zagotavljanje kakovostnih pogojev za življenje in delo njenih prebivalcev. </w:t>
      </w:r>
    </w:p>
    <w:p w14:paraId="22A84AE6" w14:textId="77777777" w:rsidR="000803C0" w:rsidRPr="00734367" w:rsidRDefault="000803C0" w:rsidP="000803C0">
      <w:pPr>
        <w:keepNext/>
        <w:keepLines/>
        <w:spacing w:before="120"/>
        <w:ind w:left="0"/>
        <w:jc w:val="both"/>
        <w:textAlignment w:val="auto"/>
        <w:rPr>
          <w:b/>
          <w:bCs/>
          <w:i/>
          <w:iCs/>
          <w:noProof/>
          <w:color w:val="000000"/>
          <w:sz w:val="22"/>
          <w:szCs w:val="22"/>
        </w:rPr>
      </w:pPr>
    </w:p>
    <w:p w14:paraId="2D4E0CE2"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2650FDD7" w14:textId="77777777" w:rsidR="000803C0" w:rsidRPr="00734367" w:rsidRDefault="000803C0" w:rsidP="000803C0">
      <w:pPr>
        <w:keepNext/>
        <w:keepLines/>
        <w:spacing w:before="120"/>
        <w:ind w:left="0"/>
        <w:jc w:val="both"/>
        <w:textAlignment w:val="auto"/>
        <w:rPr>
          <w:bCs/>
          <w:iCs/>
          <w:noProof/>
          <w:color w:val="000000"/>
          <w:sz w:val="22"/>
          <w:szCs w:val="22"/>
        </w:rPr>
      </w:pPr>
      <w:r w:rsidRPr="00734367">
        <w:rPr>
          <w:bCs/>
          <w:iCs/>
          <w:noProof/>
          <w:color w:val="000000"/>
          <w:sz w:val="22"/>
          <w:szCs w:val="22"/>
        </w:rPr>
        <w:t>Projekt je v izvajanju.</w:t>
      </w:r>
    </w:p>
    <w:p w14:paraId="0C26DC61" w14:textId="77777777" w:rsidR="000803C0" w:rsidRPr="00734367" w:rsidRDefault="000803C0" w:rsidP="000803C0">
      <w:pPr>
        <w:ind w:left="0"/>
        <w:textAlignment w:val="auto"/>
        <w:rPr>
          <w:sz w:val="22"/>
          <w:szCs w:val="22"/>
        </w:rPr>
      </w:pPr>
    </w:p>
    <w:p w14:paraId="49E11C5A" w14:textId="1BD1C425"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5" w:name="_Toc288815625"/>
      <w:r w:rsidRPr="00734367">
        <w:rPr>
          <w:b/>
          <w:bCs/>
          <w:sz w:val="22"/>
          <w:szCs w:val="22"/>
        </w:rPr>
        <w:t>16039001 - Oskrba z vodo</w:t>
      </w:r>
      <w:r w:rsidRPr="00734367">
        <w:rPr>
          <w:b/>
          <w:bCs/>
          <w:sz w:val="22"/>
          <w:szCs w:val="22"/>
        </w:rPr>
        <w:tab/>
      </w:r>
      <w:bookmarkEnd w:id="415"/>
      <w:r w:rsidR="00C520ED">
        <w:rPr>
          <w:b/>
          <w:bCs/>
          <w:sz w:val="22"/>
          <w:szCs w:val="22"/>
        </w:rPr>
        <w:t>50.525</w:t>
      </w:r>
    </w:p>
    <w:p w14:paraId="5C097B7D" w14:textId="5FD463AF"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0080 - VZDRŽEVANJE VODOOSKRBNE INFRASTRUKTURE</w:t>
      </w:r>
      <w:r w:rsidRPr="00734367">
        <w:rPr>
          <w:b/>
          <w:iCs/>
          <w:sz w:val="22"/>
          <w:szCs w:val="22"/>
        </w:rPr>
        <w:tab/>
      </w:r>
      <w:r w:rsidR="00C520ED">
        <w:rPr>
          <w:b/>
          <w:iCs/>
          <w:sz w:val="22"/>
          <w:szCs w:val="22"/>
        </w:rPr>
        <w:t>50.000</w:t>
      </w:r>
    </w:p>
    <w:p w14:paraId="72D35F98" w14:textId="77777777" w:rsidR="000803C0" w:rsidRPr="00734367" w:rsidRDefault="000803C0" w:rsidP="000803C0">
      <w:pPr>
        <w:keepNext/>
        <w:keepLines/>
        <w:spacing w:before="12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32074DB8"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Cilj razvojnega programa je zagotovitev nemotene in zdravstevno neoporečne oskrbe z vodo po vsej občini. V ta namen se dograjuje, predvsem pa postopoma obnavlja posamezne odseke vodovodnega omrežja. Projekt  izvaja podjetje OKP d.o.o.</w:t>
      </w:r>
    </w:p>
    <w:p w14:paraId="68DE4285" w14:textId="77777777" w:rsidR="000803C0" w:rsidRPr="00734367" w:rsidRDefault="000803C0" w:rsidP="000803C0">
      <w:pPr>
        <w:rPr>
          <w:noProof/>
          <w:color w:val="000000"/>
          <w:sz w:val="22"/>
          <w:szCs w:val="22"/>
        </w:rPr>
      </w:pPr>
    </w:p>
    <w:p w14:paraId="31AAD94F"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025F823F" w14:textId="77777777" w:rsidR="000803C0" w:rsidRPr="00734367" w:rsidRDefault="000803C0" w:rsidP="000803C0">
      <w:pPr>
        <w:textAlignment w:val="auto"/>
        <w:rPr>
          <w:iCs/>
          <w:color w:val="000000"/>
          <w:sz w:val="22"/>
          <w:szCs w:val="22"/>
        </w:rPr>
      </w:pPr>
      <w:r w:rsidRPr="00734367">
        <w:rPr>
          <w:iCs/>
          <w:color w:val="000000"/>
          <w:sz w:val="22"/>
          <w:szCs w:val="22"/>
        </w:rPr>
        <w:t>Projekt je stalna naloga občine.</w:t>
      </w:r>
    </w:p>
    <w:p w14:paraId="2514567F" w14:textId="77777777" w:rsidR="000803C0" w:rsidRPr="00734367" w:rsidRDefault="000803C0" w:rsidP="000803C0">
      <w:pPr>
        <w:textAlignment w:val="auto"/>
        <w:rPr>
          <w:iCs/>
          <w:color w:val="000000"/>
          <w:sz w:val="22"/>
          <w:szCs w:val="22"/>
        </w:rPr>
      </w:pPr>
    </w:p>
    <w:p w14:paraId="1847150B" w14:textId="77777777" w:rsidR="000803C0" w:rsidRPr="00734367" w:rsidRDefault="000803C0" w:rsidP="000803C0">
      <w:pPr>
        <w:textAlignment w:val="auto"/>
        <w:rPr>
          <w:b/>
          <w:iCs/>
          <w:color w:val="000000"/>
          <w:sz w:val="22"/>
          <w:szCs w:val="22"/>
        </w:rPr>
      </w:pPr>
      <w:r w:rsidRPr="00734367">
        <w:rPr>
          <w:b/>
          <w:iCs/>
          <w:color w:val="000000"/>
          <w:sz w:val="22"/>
          <w:szCs w:val="22"/>
        </w:rPr>
        <w:t>0165  - HIDRAVLIČNA IZBOLJŠAVA VODOVODNEGA SISTEMA V OBČINAH BREŽICE IN  BISTRICA OB SOTLI              525</w:t>
      </w:r>
    </w:p>
    <w:p w14:paraId="79FEF560" w14:textId="77777777" w:rsidR="000803C0" w:rsidRPr="00734367" w:rsidRDefault="000803C0" w:rsidP="000803C0">
      <w:pPr>
        <w:textAlignment w:val="auto"/>
        <w:rPr>
          <w:b/>
          <w:iCs/>
          <w:color w:val="000000"/>
          <w:sz w:val="22"/>
          <w:szCs w:val="22"/>
        </w:rPr>
      </w:pPr>
    </w:p>
    <w:p w14:paraId="45184E6C" w14:textId="77777777" w:rsidR="000803C0" w:rsidRPr="00734367" w:rsidRDefault="000803C0" w:rsidP="000803C0">
      <w:pPr>
        <w:keepNext/>
        <w:keepLines/>
        <w:spacing w:before="12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50856A76" w14:textId="77777777" w:rsidR="000803C0" w:rsidRPr="00734367" w:rsidRDefault="000803C0" w:rsidP="000803C0">
      <w:pPr>
        <w:jc w:val="both"/>
        <w:textAlignment w:val="auto"/>
        <w:rPr>
          <w:sz w:val="22"/>
          <w:szCs w:val="22"/>
        </w:rPr>
      </w:pPr>
    </w:p>
    <w:p w14:paraId="295219EB" w14:textId="77777777" w:rsidR="000803C0" w:rsidRPr="00734367" w:rsidRDefault="000803C0" w:rsidP="000803C0">
      <w:pPr>
        <w:jc w:val="both"/>
        <w:textAlignment w:val="auto"/>
        <w:rPr>
          <w:sz w:val="22"/>
          <w:szCs w:val="22"/>
          <w:lang w:eastAsia="sl-SI"/>
        </w:rPr>
      </w:pPr>
      <w:r w:rsidRPr="00734367">
        <w:rPr>
          <w:sz w:val="22"/>
          <w:szCs w:val="22"/>
        </w:rPr>
        <w:t xml:space="preserve">Izdatki so namenjeni za spremljanje investicije. </w:t>
      </w:r>
    </w:p>
    <w:p w14:paraId="4DB9192C" w14:textId="77777777" w:rsidR="000803C0" w:rsidRPr="00734367" w:rsidRDefault="000803C0" w:rsidP="000803C0">
      <w:pPr>
        <w:ind w:left="0"/>
        <w:jc w:val="both"/>
        <w:textAlignment w:val="auto"/>
        <w:rPr>
          <w:noProof/>
          <w:color w:val="000000"/>
          <w:sz w:val="22"/>
          <w:szCs w:val="22"/>
        </w:rPr>
      </w:pPr>
    </w:p>
    <w:p w14:paraId="51078DCA"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29D7724C" w14:textId="77777777" w:rsidR="000803C0" w:rsidRPr="00734367" w:rsidRDefault="000803C0" w:rsidP="000803C0">
      <w:pPr>
        <w:textAlignment w:val="auto"/>
        <w:rPr>
          <w:iCs/>
          <w:color w:val="000000"/>
          <w:sz w:val="22"/>
          <w:szCs w:val="22"/>
        </w:rPr>
      </w:pPr>
      <w:r w:rsidRPr="00734367">
        <w:rPr>
          <w:iCs/>
          <w:color w:val="000000"/>
          <w:sz w:val="22"/>
          <w:szCs w:val="22"/>
        </w:rPr>
        <w:t>Projekt je zaključen.</w:t>
      </w:r>
    </w:p>
    <w:p w14:paraId="4948A760" w14:textId="7F7141CB" w:rsidR="000803C0" w:rsidRPr="00734367" w:rsidRDefault="000803C0" w:rsidP="000803C0">
      <w:pPr>
        <w:pStyle w:val="AHeading7"/>
        <w:tabs>
          <w:tab w:val="decimal" w:pos="9200"/>
        </w:tabs>
        <w:rPr>
          <w:sz w:val="22"/>
          <w:szCs w:val="22"/>
        </w:rPr>
      </w:pPr>
      <w:bookmarkStart w:id="416" w:name="_Toc288815627"/>
      <w:r w:rsidRPr="00734367">
        <w:rPr>
          <w:sz w:val="22"/>
          <w:szCs w:val="22"/>
        </w:rPr>
        <w:t>16039002 – Urejanje pokopališč in pogrebna dejavnost</w:t>
      </w:r>
      <w:r w:rsidRPr="00734367">
        <w:rPr>
          <w:sz w:val="22"/>
          <w:szCs w:val="22"/>
        </w:rPr>
        <w:tab/>
      </w:r>
      <w:bookmarkEnd w:id="416"/>
      <w:r w:rsidR="00C520ED">
        <w:rPr>
          <w:sz w:val="22"/>
          <w:szCs w:val="22"/>
        </w:rPr>
        <w:t>215.000</w:t>
      </w:r>
    </w:p>
    <w:p w14:paraId="0349D895" w14:textId="77777777" w:rsidR="000803C0" w:rsidRPr="00734367" w:rsidRDefault="000803C0" w:rsidP="000803C0">
      <w:pPr>
        <w:pStyle w:val="Heading11"/>
        <w:jc w:val="both"/>
        <w:rPr>
          <w:i w:val="0"/>
          <w:iCs/>
          <w:sz w:val="22"/>
          <w:szCs w:val="22"/>
        </w:rPr>
      </w:pPr>
    </w:p>
    <w:p w14:paraId="43068347" w14:textId="17F021F5" w:rsidR="000803C0" w:rsidRPr="00734367" w:rsidRDefault="000803C0" w:rsidP="000803C0">
      <w:pPr>
        <w:pStyle w:val="Heading11"/>
        <w:jc w:val="both"/>
        <w:rPr>
          <w:i w:val="0"/>
          <w:iCs/>
          <w:sz w:val="22"/>
          <w:szCs w:val="22"/>
        </w:rPr>
      </w:pPr>
      <w:r w:rsidRPr="00734367">
        <w:rPr>
          <w:i w:val="0"/>
          <w:iCs/>
          <w:sz w:val="22"/>
          <w:szCs w:val="22"/>
        </w:rPr>
        <w:t xml:space="preserve">0105 Ureditev mrliške vežice                                                                      </w:t>
      </w:r>
      <w:r w:rsidR="00C520ED">
        <w:rPr>
          <w:i w:val="0"/>
          <w:iCs/>
          <w:sz w:val="22"/>
          <w:szCs w:val="22"/>
        </w:rPr>
        <w:t>5</w:t>
      </w:r>
      <w:r w:rsidRPr="00734367">
        <w:rPr>
          <w:i w:val="0"/>
          <w:iCs/>
          <w:sz w:val="22"/>
          <w:szCs w:val="22"/>
        </w:rPr>
        <w:t>.000</w:t>
      </w:r>
    </w:p>
    <w:p w14:paraId="6BE708A5" w14:textId="77777777" w:rsidR="000803C0" w:rsidRPr="00734367" w:rsidRDefault="000803C0" w:rsidP="000803C0">
      <w:pPr>
        <w:pStyle w:val="Heading11"/>
        <w:jc w:val="both"/>
        <w:rPr>
          <w:iCs/>
          <w:color w:val="000000"/>
          <w:sz w:val="22"/>
          <w:szCs w:val="22"/>
        </w:rPr>
      </w:pPr>
      <w:r w:rsidRPr="00734367">
        <w:rPr>
          <w:sz w:val="22"/>
          <w:szCs w:val="22"/>
        </w:rPr>
        <w:t xml:space="preserve">Namen in cilj: </w:t>
      </w:r>
      <w:r w:rsidRPr="00734367">
        <w:rPr>
          <w:iCs/>
          <w:color w:val="000000"/>
          <w:sz w:val="22"/>
          <w:szCs w:val="22"/>
        </w:rPr>
        <w:t xml:space="preserve"> </w:t>
      </w:r>
    </w:p>
    <w:p w14:paraId="19438839" w14:textId="77777777" w:rsidR="000803C0" w:rsidRPr="00734367" w:rsidRDefault="000803C0" w:rsidP="000803C0">
      <w:pPr>
        <w:pStyle w:val="Heading11"/>
        <w:jc w:val="both"/>
        <w:rPr>
          <w:sz w:val="22"/>
          <w:szCs w:val="22"/>
        </w:rPr>
      </w:pPr>
    </w:p>
    <w:p w14:paraId="4ECDA3EF" w14:textId="77777777" w:rsidR="000803C0" w:rsidRPr="00734367" w:rsidRDefault="000803C0" w:rsidP="000803C0">
      <w:pPr>
        <w:rPr>
          <w:sz w:val="22"/>
          <w:szCs w:val="22"/>
        </w:rPr>
      </w:pPr>
      <w:r w:rsidRPr="00734367">
        <w:rPr>
          <w:sz w:val="22"/>
          <w:szCs w:val="22"/>
        </w:rPr>
        <w:t>Načrtovana je zamenjava posameznih dotrajanih klopi  in popravilo strehe v  mrliški vežici.</w:t>
      </w:r>
    </w:p>
    <w:p w14:paraId="4216EEA0" w14:textId="77777777" w:rsidR="000803C0" w:rsidRPr="00734367" w:rsidRDefault="000803C0" w:rsidP="000803C0">
      <w:pPr>
        <w:rPr>
          <w:sz w:val="22"/>
          <w:szCs w:val="22"/>
        </w:rPr>
      </w:pPr>
    </w:p>
    <w:p w14:paraId="04CD520F" w14:textId="77777777" w:rsidR="000803C0" w:rsidRPr="00734367" w:rsidRDefault="000803C0" w:rsidP="000803C0">
      <w:pPr>
        <w:pStyle w:val="Heading11"/>
        <w:ind w:left="0"/>
        <w:jc w:val="both"/>
        <w:rPr>
          <w:sz w:val="22"/>
          <w:szCs w:val="22"/>
        </w:rPr>
      </w:pPr>
      <w:r w:rsidRPr="00734367">
        <w:rPr>
          <w:sz w:val="22"/>
          <w:szCs w:val="22"/>
        </w:rPr>
        <w:t>Stanje projekta</w:t>
      </w:r>
    </w:p>
    <w:p w14:paraId="53D1CC6F" w14:textId="77777777" w:rsidR="000803C0" w:rsidRPr="00734367" w:rsidRDefault="000803C0" w:rsidP="000803C0">
      <w:pPr>
        <w:pStyle w:val="Navadensplet"/>
        <w:ind w:left="0"/>
        <w:rPr>
          <w:sz w:val="22"/>
          <w:szCs w:val="22"/>
        </w:rPr>
      </w:pPr>
      <w:r w:rsidRPr="00734367">
        <w:rPr>
          <w:sz w:val="22"/>
          <w:szCs w:val="22"/>
        </w:rPr>
        <w:t>Projekt je v pripravi.</w:t>
      </w:r>
    </w:p>
    <w:p w14:paraId="329CA700" w14:textId="77777777" w:rsidR="000803C0" w:rsidRPr="00734367" w:rsidRDefault="000803C0" w:rsidP="000803C0">
      <w:pPr>
        <w:textAlignment w:val="auto"/>
        <w:rPr>
          <w:iCs/>
          <w:color w:val="000000"/>
          <w:sz w:val="22"/>
          <w:szCs w:val="22"/>
        </w:rPr>
      </w:pPr>
    </w:p>
    <w:p w14:paraId="3EBF7B53" w14:textId="725378C9" w:rsidR="000803C0" w:rsidRPr="00734367" w:rsidRDefault="000803C0" w:rsidP="000803C0">
      <w:pPr>
        <w:pStyle w:val="AHeading10"/>
        <w:rPr>
          <w:sz w:val="22"/>
          <w:szCs w:val="22"/>
        </w:rPr>
      </w:pPr>
      <w:r w:rsidRPr="00734367">
        <w:rPr>
          <w:sz w:val="22"/>
          <w:szCs w:val="22"/>
        </w:rPr>
        <w:t xml:space="preserve">02129 - DRR ZELENA INFRASTRUKTURA - UREDITEV DELA POKOPALIŠČA </w:t>
      </w:r>
      <w:r w:rsidR="00C520ED">
        <w:rPr>
          <w:sz w:val="22"/>
          <w:szCs w:val="22"/>
        </w:rPr>
        <w:t>2</w:t>
      </w:r>
      <w:r w:rsidRPr="00734367">
        <w:rPr>
          <w:sz w:val="22"/>
          <w:szCs w:val="22"/>
        </w:rPr>
        <w:t>10.000</w:t>
      </w:r>
    </w:p>
    <w:p w14:paraId="52EAEE33" w14:textId="77777777" w:rsidR="000803C0" w:rsidRPr="00734367" w:rsidRDefault="000803C0" w:rsidP="000803C0">
      <w:pPr>
        <w:pStyle w:val="Heading11"/>
        <w:jc w:val="both"/>
        <w:rPr>
          <w:iCs/>
          <w:color w:val="000000"/>
          <w:sz w:val="22"/>
          <w:szCs w:val="22"/>
        </w:rPr>
      </w:pPr>
      <w:r w:rsidRPr="00734367">
        <w:rPr>
          <w:sz w:val="22"/>
          <w:szCs w:val="22"/>
        </w:rPr>
        <w:t xml:space="preserve">Namen in cilj: </w:t>
      </w:r>
      <w:r w:rsidRPr="00734367">
        <w:rPr>
          <w:iCs/>
          <w:color w:val="000000"/>
          <w:sz w:val="22"/>
          <w:szCs w:val="22"/>
        </w:rPr>
        <w:t xml:space="preserve"> </w:t>
      </w:r>
    </w:p>
    <w:p w14:paraId="19C10C92" w14:textId="77777777" w:rsidR="000803C0" w:rsidRPr="00734367" w:rsidRDefault="000803C0" w:rsidP="000803C0">
      <w:pPr>
        <w:rPr>
          <w:sz w:val="22"/>
          <w:szCs w:val="22"/>
          <w:lang w:eastAsia="sl-SI"/>
        </w:rPr>
      </w:pPr>
      <w:r w:rsidRPr="00734367">
        <w:rPr>
          <w:sz w:val="22"/>
          <w:szCs w:val="22"/>
        </w:rPr>
        <w:t>Občina Bistrica ob Sotli bo projekt Pokopališče Bistrica ob Sotli prijavila v okviru javnega poziva Ministrstva za kohezijo in regionalni razvoj, katerega namen je zagotavljanje sredstev za trajnostno urejanje urbanih površin in spodbujanje zelene preobrazbe v skladu s cilji podnebne nevtralnosti.</w:t>
      </w:r>
    </w:p>
    <w:p w14:paraId="1E0C020D" w14:textId="77777777" w:rsidR="000803C0" w:rsidRPr="00734367" w:rsidRDefault="000803C0" w:rsidP="000803C0">
      <w:pPr>
        <w:rPr>
          <w:sz w:val="22"/>
          <w:szCs w:val="22"/>
        </w:rPr>
      </w:pPr>
      <w:r w:rsidRPr="00734367">
        <w:rPr>
          <w:sz w:val="22"/>
          <w:szCs w:val="22"/>
        </w:rPr>
        <w:t xml:space="preserve">Občina Bistrica ob Sotli namerava izboljšati stanje zelene infrastrukture na območju obstoječega pokopališča ter povečati uporabne površine zelene infrastrukture. Tako se bo na območju obstoječega </w:t>
      </w:r>
      <w:r w:rsidRPr="00734367">
        <w:rPr>
          <w:sz w:val="22"/>
          <w:szCs w:val="22"/>
        </w:rPr>
        <w:lastRenderedPageBreak/>
        <w:t xml:space="preserve">pokopališča sanirala in zasadila nova zasaditev, preuredila gospodarska javna infrastruktura, oblikoval teren in uredile pohodne površine ter umestila urbana, parkovna oprema. Območje obravnave obsega površine na parcelnih št. 712, 713, 714 in 709/2, vse </w:t>
      </w:r>
      <w:proofErr w:type="spellStart"/>
      <w:r w:rsidRPr="00734367">
        <w:rPr>
          <w:sz w:val="22"/>
          <w:szCs w:val="22"/>
        </w:rPr>
        <w:t>k.o</w:t>
      </w:r>
      <w:proofErr w:type="spellEnd"/>
      <w:r w:rsidRPr="00734367">
        <w:rPr>
          <w:sz w:val="22"/>
          <w:szCs w:val="22"/>
        </w:rPr>
        <w:t xml:space="preserve">. Zagaj. Predmet ureditve obsega 0,55 ha. </w:t>
      </w:r>
    </w:p>
    <w:p w14:paraId="4DB76B5D" w14:textId="77777777" w:rsidR="000803C0" w:rsidRPr="00734367" w:rsidRDefault="000803C0" w:rsidP="000803C0">
      <w:pPr>
        <w:rPr>
          <w:sz w:val="22"/>
          <w:szCs w:val="22"/>
        </w:rPr>
      </w:pPr>
      <w:r w:rsidRPr="00734367">
        <w:rPr>
          <w:sz w:val="22"/>
          <w:szCs w:val="22"/>
        </w:rPr>
        <w:t> </w:t>
      </w:r>
    </w:p>
    <w:p w14:paraId="109EA2EF" w14:textId="77777777" w:rsidR="000803C0" w:rsidRPr="00734367" w:rsidRDefault="000803C0" w:rsidP="000803C0">
      <w:pPr>
        <w:pStyle w:val="Heading11"/>
        <w:ind w:left="0"/>
        <w:jc w:val="both"/>
        <w:rPr>
          <w:sz w:val="22"/>
          <w:szCs w:val="22"/>
        </w:rPr>
      </w:pPr>
      <w:r w:rsidRPr="00734367">
        <w:rPr>
          <w:sz w:val="22"/>
          <w:szCs w:val="22"/>
        </w:rPr>
        <w:t>Stanje projekta</w:t>
      </w:r>
    </w:p>
    <w:p w14:paraId="30DD5DA0" w14:textId="77777777" w:rsidR="000803C0" w:rsidRPr="00734367" w:rsidRDefault="000803C0" w:rsidP="000803C0">
      <w:pPr>
        <w:pStyle w:val="Navadensplet"/>
        <w:ind w:left="0"/>
        <w:rPr>
          <w:sz w:val="22"/>
          <w:szCs w:val="22"/>
        </w:rPr>
      </w:pPr>
      <w:r w:rsidRPr="00734367">
        <w:rPr>
          <w:sz w:val="22"/>
          <w:szCs w:val="22"/>
        </w:rPr>
        <w:t>Projekt je v pripravi.</w:t>
      </w:r>
    </w:p>
    <w:p w14:paraId="375DA2CF" w14:textId="77777777" w:rsidR="000803C0" w:rsidRPr="00734367" w:rsidRDefault="000803C0" w:rsidP="000803C0">
      <w:pPr>
        <w:textAlignment w:val="auto"/>
        <w:rPr>
          <w:iCs/>
          <w:color w:val="000000"/>
          <w:sz w:val="22"/>
          <w:szCs w:val="22"/>
        </w:rPr>
      </w:pPr>
    </w:p>
    <w:p w14:paraId="1E3BB751" w14:textId="77777777"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16039005 - Druge komunalne dejavnosti</w:t>
      </w:r>
      <w:r w:rsidRPr="00734367">
        <w:rPr>
          <w:b/>
          <w:bCs/>
          <w:sz w:val="22"/>
          <w:szCs w:val="22"/>
        </w:rPr>
        <w:tab/>
        <w:t>4.144</w:t>
      </w:r>
    </w:p>
    <w:p w14:paraId="73F46947" w14:textId="77777777" w:rsidR="000803C0" w:rsidRPr="00734367" w:rsidRDefault="000803C0" w:rsidP="000803C0">
      <w:pPr>
        <w:keepNext/>
        <w:keepLines/>
        <w:tabs>
          <w:tab w:val="decimal" w:pos="9200"/>
        </w:tabs>
        <w:spacing w:before="160" w:after="0"/>
        <w:textAlignment w:val="auto"/>
        <w:outlineLvl w:val="8"/>
        <w:rPr>
          <w:b/>
          <w:iCs/>
          <w:sz w:val="22"/>
          <w:szCs w:val="22"/>
        </w:rPr>
      </w:pPr>
    </w:p>
    <w:p w14:paraId="0277B43F" w14:textId="77777777"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0030 OPREMA ZA UREJANJE OKOLJA                                                3.000</w:t>
      </w:r>
    </w:p>
    <w:p w14:paraId="454A7448" w14:textId="77777777" w:rsidR="000803C0" w:rsidRPr="00734367" w:rsidRDefault="000803C0" w:rsidP="000803C0">
      <w:pPr>
        <w:keepNext/>
        <w:keepLines/>
        <w:tabs>
          <w:tab w:val="decimal" w:pos="9200"/>
        </w:tabs>
        <w:spacing w:before="160" w:after="0"/>
        <w:textAlignment w:val="auto"/>
        <w:outlineLvl w:val="8"/>
        <w:rPr>
          <w:b/>
          <w:iCs/>
          <w:sz w:val="22"/>
          <w:szCs w:val="22"/>
        </w:rPr>
      </w:pPr>
    </w:p>
    <w:p w14:paraId="545BCC1E" w14:textId="77777777" w:rsidR="000803C0" w:rsidRPr="00734367" w:rsidRDefault="000803C0" w:rsidP="000803C0">
      <w:pPr>
        <w:keepNext/>
        <w:keepLines/>
        <w:tabs>
          <w:tab w:val="decimal" w:pos="9200"/>
        </w:tabs>
        <w:spacing w:before="160" w:after="0"/>
        <w:textAlignment w:val="auto"/>
        <w:outlineLvl w:val="8"/>
        <w:rPr>
          <w:iCs/>
          <w:sz w:val="22"/>
          <w:szCs w:val="22"/>
        </w:rPr>
      </w:pPr>
      <w:r w:rsidRPr="00734367">
        <w:rPr>
          <w:iCs/>
          <w:sz w:val="22"/>
          <w:szCs w:val="22"/>
        </w:rPr>
        <w:t xml:space="preserve">Nabavila se bo manjkajoča oprema in orodje za urejanje javnih površin. </w:t>
      </w:r>
    </w:p>
    <w:p w14:paraId="60B28332" w14:textId="77777777" w:rsidR="000803C0" w:rsidRPr="00734367" w:rsidRDefault="000803C0" w:rsidP="000803C0">
      <w:pPr>
        <w:keepNext/>
        <w:keepLines/>
        <w:spacing w:before="120"/>
        <w:ind w:left="0"/>
        <w:jc w:val="both"/>
        <w:textAlignment w:val="auto"/>
        <w:rPr>
          <w:b/>
          <w:bCs/>
          <w:i/>
          <w:iCs/>
          <w:noProof/>
          <w:color w:val="000000"/>
          <w:sz w:val="22"/>
          <w:szCs w:val="22"/>
        </w:rPr>
      </w:pPr>
    </w:p>
    <w:p w14:paraId="3B600F5F"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Stanje projekta</w:t>
      </w:r>
    </w:p>
    <w:p w14:paraId="6F3A932A"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 xml:space="preserve">       Vzdržavanje javnih površin je stalna naloga občine.</w:t>
      </w:r>
    </w:p>
    <w:p w14:paraId="352CA26D" w14:textId="77777777" w:rsidR="000803C0" w:rsidRPr="00734367" w:rsidRDefault="000803C0" w:rsidP="000803C0">
      <w:pPr>
        <w:keepNext/>
        <w:keepLines/>
        <w:tabs>
          <w:tab w:val="decimal" w:pos="9200"/>
        </w:tabs>
        <w:spacing w:before="160" w:after="0"/>
        <w:textAlignment w:val="auto"/>
        <w:outlineLvl w:val="8"/>
        <w:rPr>
          <w:b/>
          <w:iCs/>
          <w:sz w:val="22"/>
          <w:szCs w:val="22"/>
        </w:rPr>
      </w:pPr>
    </w:p>
    <w:p w14:paraId="0C60064B" w14:textId="77777777" w:rsidR="000803C0" w:rsidRPr="00734367" w:rsidRDefault="000803C0" w:rsidP="000803C0">
      <w:pPr>
        <w:keepNext/>
        <w:keepLines/>
        <w:tabs>
          <w:tab w:val="decimal" w:pos="9200"/>
        </w:tabs>
        <w:spacing w:before="160" w:after="0"/>
        <w:textAlignment w:val="auto"/>
        <w:outlineLvl w:val="8"/>
        <w:rPr>
          <w:b/>
          <w:iCs/>
          <w:sz w:val="22"/>
          <w:szCs w:val="22"/>
        </w:rPr>
      </w:pPr>
    </w:p>
    <w:p w14:paraId="5ADE24CA" w14:textId="77777777" w:rsidR="000803C0" w:rsidRPr="00734367" w:rsidRDefault="000803C0" w:rsidP="000803C0">
      <w:pPr>
        <w:keepNext/>
        <w:keepLines/>
        <w:tabs>
          <w:tab w:val="decimal" w:pos="9200"/>
        </w:tabs>
        <w:spacing w:before="160" w:after="0"/>
        <w:textAlignment w:val="auto"/>
        <w:outlineLvl w:val="8"/>
        <w:rPr>
          <w:b/>
          <w:iCs/>
          <w:sz w:val="22"/>
          <w:szCs w:val="22"/>
        </w:rPr>
      </w:pPr>
      <w:r w:rsidRPr="00734367">
        <w:rPr>
          <w:b/>
          <w:iCs/>
          <w:sz w:val="22"/>
          <w:szCs w:val="22"/>
        </w:rPr>
        <w:t>0041 - KATASTER KOMUNALNIH NAPRAV</w:t>
      </w:r>
      <w:r w:rsidRPr="00734367">
        <w:rPr>
          <w:b/>
          <w:iCs/>
          <w:sz w:val="22"/>
          <w:szCs w:val="22"/>
        </w:rPr>
        <w:tab/>
        <w:t>1.144</w:t>
      </w:r>
    </w:p>
    <w:p w14:paraId="17364668" w14:textId="77777777" w:rsidR="000803C0" w:rsidRPr="00734367" w:rsidRDefault="000803C0" w:rsidP="000803C0">
      <w:pPr>
        <w:keepNext/>
        <w:keepLines/>
        <w:spacing w:before="12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1837C246" w14:textId="77777777" w:rsidR="000803C0" w:rsidRPr="00734367" w:rsidRDefault="000803C0" w:rsidP="000803C0">
      <w:pPr>
        <w:jc w:val="both"/>
        <w:textAlignment w:val="auto"/>
        <w:rPr>
          <w:iCs/>
          <w:color w:val="000000"/>
          <w:sz w:val="22"/>
          <w:szCs w:val="22"/>
        </w:rPr>
      </w:pPr>
      <w:r w:rsidRPr="00734367">
        <w:rPr>
          <w:iCs/>
          <w:color w:val="000000"/>
          <w:sz w:val="22"/>
          <w:szCs w:val="22"/>
        </w:rPr>
        <w:t>Projekt v sodelovanju z občino izvaja javno podjetje OKP d.o.o. Gre za redne investicije v opremo za delovanje katastra komunalnih naprav.</w:t>
      </w:r>
    </w:p>
    <w:p w14:paraId="528BF79F" w14:textId="77777777" w:rsidR="000803C0" w:rsidRPr="00734367" w:rsidRDefault="000803C0" w:rsidP="000803C0">
      <w:pPr>
        <w:rPr>
          <w:iCs/>
          <w:color w:val="000000"/>
          <w:sz w:val="22"/>
          <w:szCs w:val="22"/>
        </w:rPr>
      </w:pPr>
    </w:p>
    <w:p w14:paraId="5EA76DB2" w14:textId="77777777" w:rsidR="000803C0" w:rsidRPr="00734367" w:rsidRDefault="000803C0" w:rsidP="000803C0">
      <w:pPr>
        <w:jc w:val="both"/>
        <w:textAlignment w:val="auto"/>
        <w:rPr>
          <w:iCs/>
          <w:color w:val="000000"/>
          <w:sz w:val="22"/>
          <w:szCs w:val="22"/>
        </w:rPr>
      </w:pPr>
    </w:p>
    <w:p w14:paraId="582824D2"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Stanje projekta</w:t>
      </w:r>
    </w:p>
    <w:p w14:paraId="1719805B"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 xml:space="preserve">       Projekt je v izvajanju.</w:t>
      </w:r>
    </w:p>
    <w:p w14:paraId="485DE465" w14:textId="77777777" w:rsidR="000803C0" w:rsidRPr="00734367" w:rsidRDefault="000803C0" w:rsidP="000803C0">
      <w:pPr>
        <w:ind w:left="0"/>
        <w:jc w:val="both"/>
        <w:textAlignment w:val="auto"/>
        <w:rPr>
          <w:noProof/>
          <w:color w:val="000000"/>
          <w:sz w:val="22"/>
          <w:szCs w:val="22"/>
        </w:rPr>
      </w:pPr>
    </w:p>
    <w:p w14:paraId="550FDF84" w14:textId="77777777" w:rsidR="000803C0" w:rsidRPr="00734367" w:rsidRDefault="000803C0" w:rsidP="000803C0">
      <w:pPr>
        <w:ind w:left="0"/>
        <w:jc w:val="both"/>
        <w:textAlignment w:val="auto"/>
        <w:rPr>
          <w:noProof/>
          <w:color w:val="000000"/>
          <w:sz w:val="22"/>
          <w:szCs w:val="22"/>
        </w:rPr>
      </w:pPr>
    </w:p>
    <w:p w14:paraId="6657251D" w14:textId="1E37128E" w:rsidR="000803C0" w:rsidRPr="00C520ED" w:rsidRDefault="000803C0" w:rsidP="00C520ED">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w:t>
      </w:r>
    </w:p>
    <w:p w14:paraId="3837BECC" w14:textId="53558FC8"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7" w:name="_Toc288815628"/>
      <w:r w:rsidRPr="00734367">
        <w:rPr>
          <w:b/>
          <w:bCs/>
          <w:sz w:val="22"/>
          <w:szCs w:val="22"/>
        </w:rPr>
        <w:t>16059003 - Drugi programi na stanovanjskem področju</w:t>
      </w:r>
      <w:r w:rsidRPr="00734367">
        <w:rPr>
          <w:b/>
          <w:bCs/>
          <w:sz w:val="22"/>
          <w:szCs w:val="22"/>
        </w:rPr>
        <w:tab/>
      </w:r>
      <w:bookmarkEnd w:id="417"/>
      <w:r w:rsidRPr="00734367">
        <w:rPr>
          <w:b/>
          <w:bCs/>
          <w:sz w:val="22"/>
          <w:szCs w:val="22"/>
        </w:rPr>
        <w:t>1</w:t>
      </w:r>
      <w:r w:rsidR="00C520ED">
        <w:rPr>
          <w:b/>
          <w:bCs/>
          <w:sz w:val="22"/>
          <w:szCs w:val="22"/>
        </w:rPr>
        <w:t>0</w:t>
      </w:r>
      <w:r w:rsidRPr="00734367">
        <w:rPr>
          <w:b/>
          <w:bCs/>
          <w:sz w:val="22"/>
          <w:szCs w:val="22"/>
        </w:rPr>
        <w:t>.000</w:t>
      </w:r>
    </w:p>
    <w:p w14:paraId="4D9F7C37" w14:textId="77777777" w:rsidR="000803C0" w:rsidRPr="00734367" w:rsidRDefault="000803C0" w:rsidP="000803C0">
      <w:pPr>
        <w:ind w:left="0"/>
        <w:jc w:val="both"/>
        <w:textAlignment w:val="auto"/>
        <w:rPr>
          <w:noProof/>
          <w:color w:val="000000"/>
          <w:sz w:val="22"/>
          <w:szCs w:val="22"/>
        </w:rPr>
      </w:pPr>
    </w:p>
    <w:p w14:paraId="65E09052" w14:textId="77777777" w:rsidR="000803C0" w:rsidRPr="00734367" w:rsidRDefault="000803C0" w:rsidP="000803C0">
      <w:pPr>
        <w:ind w:left="0"/>
        <w:jc w:val="both"/>
        <w:textAlignment w:val="auto"/>
        <w:rPr>
          <w:noProof/>
          <w:color w:val="000000"/>
          <w:sz w:val="22"/>
          <w:szCs w:val="22"/>
        </w:rPr>
      </w:pPr>
    </w:p>
    <w:p w14:paraId="730D96C4" w14:textId="77777777" w:rsidR="000803C0" w:rsidRPr="00734367" w:rsidRDefault="000803C0" w:rsidP="000803C0">
      <w:pPr>
        <w:pStyle w:val="AHeading10"/>
        <w:ind w:left="0"/>
        <w:rPr>
          <w:sz w:val="22"/>
          <w:szCs w:val="22"/>
        </w:rPr>
      </w:pPr>
      <w:r w:rsidRPr="00734367">
        <w:rPr>
          <w:sz w:val="22"/>
          <w:szCs w:val="22"/>
        </w:rPr>
        <w:t>0200 Projekti za občinske investicije</w:t>
      </w:r>
    </w:p>
    <w:p w14:paraId="6B5DDC81" w14:textId="77777777" w:rsidR="000803C0" w:rsidRPr="00734367" w:rsidRDefault="000803C0" w:rsidP="000803C0">
      <w:pPr>
        <w:pStyle w:val="Vrednost"/>
        <w:rPr>
          <w:sz w:val="22"/>
          <w:szCs w:val="22"/>
        </w:rPr>
      </w:pPr>
      <w:r w:rsidRPr="00734367">
        <w:rPr>
          <w:sz w:val="22"/>
          <w:szCs w:val="22"/>
        </w:rPr>
        <w:t xml:space="preserve">10.000 </w:t>
      </w:r>
    </w:p>
    <w:p w14:paraId="0AE13215" w14:textId="77777777" w:rsidR="000803C0" w:rsidRPr="00734367" w:rsidRDefault="000803C0" w:rsidP="000803C0">
      <w:pPr>
        <w:keepNext/>
        <w:keepLines/>
        <w:spacing w:before="120"/>
        <w:ind w:left="0"/>
        <w:jc w:val="both"/>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7C4B14C9" w14:textId="1479D78E" w:rsidR="000803C0" w:rsidRPr="00734367" w:rsidRDefault="000803C0" w:rsidP="000803C0">
      <w:pPr>
        <w:rPr>
          <w:sz w:val="22"/>
          <w:szCs w:val="22"/>
        </w:rPr>
      </w:pPr>
      <w:r w:rsidRPr="00734367">
        <w:rPr>
          <w:sz w:val="22"/>
          <w:szCs w:val="22"/>
        </w:rPr>
        <w:t xml:space="preserve">Načrtovan so sredstva za projektiranje občinskih investicij. </w:t>
      </w:r>
    </w:p>
    <w:p w14:paraId="676955F5" w14:textId="77777777" w:rsidR="000803C0" w:rsidRPr="00734367" w:rsidRDefault="000803C0" w:rsidP="000803C0">
      <w:pPr>
        <w:keepNext/>
        <w:keepLines/>
        <w:spacing w:before="120"/>
        <w:ind w:left="0"/>
        <w:jc w:val="both"/>
        <w:textAlignment w:val="auto"/>
        <w:rPr>
          <w:b/>
          <w:bCs/>
          <w:i/>
          <w:iCs/>
          <w:noProof/>
          <w:color w:val="000000"/>
          <w:sz w:val="22"/>
          <w:szCs w:val="22"/>
        </w:rPr>
      </w:pPr>
      <w:bookmarkStart w:id="418" w:name="_Hlk152831011"/>
      <w:r w:rsidRPr="00734367">
        <w:rPr>
          <w:b/>
          <w:bCs/>
          <w:i/>
          <w:iCs/>
          <w:noProof/>
          <w:color w:val="000000"/>
          <w:sz w:val="22"/>
          <w:szCs w:val="22"/>
        </w:rPr>
        <w:t>Stanje projekta</w:t>
      </w:r>
    </w:p>
    <w:p w14:paraId="4F138A6B" w14:textId="77777777" w:rsidR="000803C0" w:rsidRPr="00734367" w:rsidRDefault="000803C0" w:rsidP="000803C0">
      <w:pPr>
        <w:ind w:left="0"/>
        <w:jc w:val="both"/>
        <w:textAlignment w:val="auto"/>
        <w:rPr>
          <w:noProof/>
          <w:color w:val="000000"/>
          <w:sz w:val="22"/>
          <w:szCs w:val="22"/>
        </w:rPr>
      </w:pPr>
      <w:r w:rsidRPr="00734367">
        <w:rPr>
          <w:noProof/>
          <w:color w:val="000000"/>
          <w:sz w:val="22"/>
          <w:szCs w:val="22"/>
        </w:rPr>
        <w:t xml:space="preserve">       Projekt je v pripravi.</w:t>
      </w:r>
    </w:p>
    <w:bookmarkEnd w:id="418"/>
    <w:p w14:paraId="3BB212B9" w14:textId="77777777" w:rsidR="000803C0" w:rsidRPr="00734367" w:rsidRDefault="000803C0" w:rsidP="000803C0">
      <w:pPr>
        <w:ind w:left="0"/>
        <w:jc w:val="both"/>
        <w:textAlignment w:val="auto"/>
        <w:rPr>
          <w:sz w:val="22"/>
          <w:szCs w:val="22"/>
        </w:rPr>
      </w:pPr>
    </w:p>
    <w:p w14:paraId="3985139B" w14:textId="754A103C" w:rsidR="000803C0" w:rsidRPr="00734367" w:rsidRDefault="000803C0" w:rsidP="000803C0">
      <w:pPr>
        <w:pStyle w:val="AHeading7"/>
        <w:rPr>
          <w:sz w:val="22"/>
          <w:szCs w:val="22"/>
        </w:rPr>
      </w:pPr>
      <w:r w:rsidRPr="00734367">
        <w:rPr>
          <w:sz w:val="22"/>
          <w:szCs w:val="22"/>
        </w:rPr>
        <w:lastRenderedPageBreak/>
        <w:t xml:space="preserve">16069002 - Nakup zemljišč                                                                                 </w:t>
      </w:r>
      <w:r w:rsidR="00C520ED">
        <w:rPr>
          <w:sz w:val="22"/>
          <w:szCs w:val="22"/>
        </w:rPr>
        <w:t>2</w:t>
      </w:r>
      <w:r w:rsidRPr="00734367">
        <w:rPr>
          <w:sz w:val="22"/>
          <w:szCs w:val="22"/>
        </w:rPr>
        <w:t>0.000</w:t>
      </w:r>
    </w:p>
    <w:p w14:paraId="414DF754" w14:textId="6AFF6462" w:rsidR="000803C0" w:rsidRPr="00734367" w:rsidRDefault="000803C0" w:rsidP="000803C0">
      <w:pPr>
        <w:pStyle w:val="AHeading10a"/>
        <w:tabs>
          <w:tab w:val="decimal" w:pos="9200"/>
        </w:tabs>
        <w:rPr>
          <w:sz w:val="22"/>
          <w:szCs w:val="22"/>
        </w:rPr>
      </w:pPr>
      <w:r w:rsidRPr="00734367">
        <w:rPr>
          <w:sz w:val="22"/>
          <w:szCs w:val="22"/>
        </w:rPr>
        <w:t>0025 - NAKUP ZEMLJIŠČ</w:t>
      </w:r>
      <w:r w:rsidRPr="00734367">
        <w:rPr>
          <w:sz w:val="22"/>
          <w:szCs w:val="22"/>
        </w:rPr>
        <w:tab/>
      </w:r>
      <w:r w:rsidR="00C520ED">
        <w:rPr>
          <w:sz w:val="22"/>
          <w:szCs w:val="22"/>
        </w:rPr>
        <w:t>2</w:t>
      </w:r>
      <w:r w:rsidRPr="00734367">
        <w:rPr>
          <w:sz w:val="22"/>
          <w:szCs w:val="22"/>
        </w:rPr>
        <w:t>0.000</w:t>
      </w:r>
    </w:p>
    <w:p w14:paraId="67161912" w14:textId="77777777" w:rsidR="000803C0" w:rsidRPr="00734367" w:rsidRDefault="000803C0" w:rsidP="000803C0">
      <w:pPr>
        <w:pStyle w:val="Heading11"/>
        <w:jc w:val="both"/>
        <w:rPr>
          <w:iCs/>
          <w:color w:val="000000"/>
          <w:sz w:val="22"/>
          <w:szCs w:val="22"/>
        </w:rPr>
      </w:pPr>
      <w:r w:rsidRPr="00734367">
        <w:rPr>
          <w:sz w:val="22"/>
          <w:szCs w:val="22"/>
        </w:rPr>
        <w:t xml:space="preserve">Namen in cilj: </w:t>
      </w:r>
      <w:r w:rsidRPr="00734367">
        <w:rPr>
          <w:iCs/>
          <w:color w:val="000000"/>
          <w:sz w:val="22"/>
          <w:szCs w:val="22"/>
        </w:rPr>
        <w:t xml:space="preserve"> </w:t>
      </w:r>
    </w:p>
    <w:p w14:paraId="55CCB349" w14:textId="77777777" w:rsidR="000803C0" w:rsidRPr="00734367" w:rsidRDefault="000803C0" w:rsidP="000803C0">
      <w:pPr>
        <w:rPr>
          <w:sz w:val="22"/>
          <w:szCs w:val="22"/>
        </w:rPr>
      </w:pPr>
      <w:r w:rsidRPr="00734367">
        <w:rPr>
          <w:sz w:val="22"/>
          <w:szCs w:val="22"/>
        </w:rPr>
        <w:t>Nakup zemljišč: nakupi kmetijskih in gozdnih zemljišč ter stavbnih zemljišč v primerih, ko nakupi še niso povezani s konkretnim projektom. </w:t>
      </w:r>
    </w:p>
    <w:p w14:paraId="2906D901" w14:textId="77777777" w:rsidR="000803C0" w:rsidRPr="00734367" w:rsidRDefault="000803C0" w:rsidP="000803C0">
      <w:pPr>
        <w:pStyle w:val="Heading11"/>
        <w:jc w:val="both"/>
        <w:rPr>
          <w:sz w:val="22"/>
          <w:szCs w:val="22"/>
        </w:rPr>
      </w:pPr>
    </w:p>
    <w:p w14:paraId="06BFBAE8" w14:textId="77777777" w:rsidR="000803C0" w:rsidRPr="00734367" w:rsidRDefault="000803C0" w:rsidP="000803C0">
      <w:pPr>
        <w:pStyle w:val="Heading11"/>
        <w:jc w:val="both"/>
        <w:rPr>
          <w:sz w:val="22"/>
          <w:szCs w:val="22"/>
        </w:rPr>
      </w:pPr>
      <w:r w:rsidRPr="00734367">
        <w:rPr>
          <w:sz w:val="22"/>
          <w:szCs w:val="22"/>
        </w:rPr>
        <w:t>Stanje projekta</w:t>
      </w:r>
    </w:p>
    <w:p w14:paraId="04720AF6" w14:textId="77777777" w:rsidR="000803C0" w:rsidRPr="00734367" w:rsidRDefault="000803C0" w:rsidP="000803C0">
      <w:pPr>
        <w:pStyle w:val="ANormal"/>
        <w:ind w:left="0"/>
        <w:jc w:val="both"/>
        <w:rPr>
          <w:noProof/>
          <w:color w:val="000000"/>
          <w:sz w:val="22"/>
          <w:szCs w:val="22"/>
        </w:rPr>
      </w:pPr>
      <w:r w:rsidRPr="00734367">
        <w:rPr>
          <w:noProof/>
          <w:color w:val="000000"/>
          <w:sz w:val="22"/>
          <w:szCs w:val="22"/>
        </w:rPr>
        <w:t xml:space="preserve">        Projekt je v pripravi.</w:t>
      </w:r>
    </w:p>
    <w:p w14:paraId="261B2715" w14:textId="77777777" w:rsidR="000803C0" w:rsidRPr="00734367" w:rsidRDefault="000803C0" w:rsidP="000803C0">
      <w:pPr>
        <w:jc w:val="both"/>
        <w:textAlignment w:val="auto"/>
        <w:rPr>
          <w:sz w:val="22"/>
          <w:szCs w:val="22"/>
        </w:rPr>
      </w:pPr>
    </w:p>
    <w:p w14:paraId="2E78FAAC" w14:textId="77777777" w:rsidR="000803C0" w:rsidRPr="00734367" w:rsidRDefault="000803C0" w:rsidP="00C520ED">
      <w:pPr>
        <w:ind w:left="0"/>
        <w:jc w:val="both"/>
        <w:textAlignment w:val="auto"/>
        <w:rPr>
          <w:sz w:val="22"/>
          <w:szCs w:val="22"/>
        </w:rPr>
      </w:pPr>
    </w:p>
    <w:p w14:paraId="723551BA" w14:textId="5F6DAC7E" w:rsidR="000803C0" w:rsidRPr="00734367" w:rsidRDefault="000803C0" w:rsidP="000803C0">
      <w:pPr>
        <w:keepNext/>
        <w:keepLines/>
        <w:pBdr>
          <w:top w:val="single" w:sz="4" w:space="1" w:color="auto"/>
          <w:bottom w:val="single" w:sz="4" w:space="1" w:color="auto"/>
        </w:pBdr>
        <w:spacing w:before="240"/>
        <w:ind w:left="0"/>
        <w:textAlignment w:val="auto"/>
        <w:outlineLvl w:val="6"/>
        <w:rPr>
          <w:b/>
          <w:bCs/>
          <w:sz w:val="22"/>
          <w:szCs w:val="22"/>
        </w:rPr>
      </w:pPr>
      <w:r w:rsidRPr="00734367">
        <w:rPr>
          <w:b/>
          <w:bCs/>
          <w:sz w:val="22"/>
          <w:szCs w:val="22"/>
        </w:rPr>
        <w:t xml:space="preserve">18049002 - Podpora duhovnikom in verskim skupnostim                              </w:t>
      </w:r>
      <w:r w:rsidR="00C520ED">
        <w:rPr>
          <w:b/>
          <w:bCs/>
          <w:sz w:val="22"/>
          <w:szCs w:val="22"/>
        </w:rPr>
        <w:t>5</w:t>
      </w:r>
      <w:r w:rsidRPr="00734367">
        <w:rPr>
          <w:b/>
          <w:bCs/>
          <w:sz w:val="22"/>
          <w:szCs w:val="22"/>
        </w:rPr>
        <w:t>.000</w:t>
      </w:r>
    </w:p>
    <w:p w14:paraId="028D4416" w14:textId="67DDED2A" w:rsidR="000803C0" w:rsidRPr="00734367" w:rsidRDefault="00C520ED" w:rsidP="000803C0">
      <w:pPr>
        <w:jc w:val="right"/>
        <w:textAlignment w:val="auto"/>
        <w:rPr>
          <w:b/>
          <w:sz w:val="22"/>
          <w:szCs w:val="22"/>
        </w:rPr>
      </w:pPr>
      <w:r>
        <w:rPr>
          <w:b/>
          <w:sz w:val="22"/>
          <w:szCs w:val="22"/>
        </w:rPr>
        <w:t>5</w:t>
      </w:r>
      <w:r w:rsidR="000803C0" w:rsidRPr="00734367">
        <w:rPr>
          <w:b/>
          <w:sz w:val="22"/>
          <w:szCs w:val="22"/>
        </w:rPr>
        <w:t xml:space="preserve">.000 </w:t>
      </w:r>
    </w:p>
    <w:p w14:paraId="0079A8AF" w14:textId="77777777" w:rsidR="000803C0" w:rsidRPr="00734367" w:rsidRDefault="000803C0" w:rsidP="000803C0">
      <w:pPr>
        <w:keepNext/>
        <w:keepLines/>
        <w:spacing w:before="160" w:after="60"/>
        <w:textAlignment w:val="auto"/>
        <w:outlineLvl w:val="8"/>
        <w:rPr>
          <w:b/>
          <w:iCs/>
          <w:sz w:val="22"/>
          <w:szCs w:val="22"/>
        </w:rPr>
      </w:pPr>
      <w:r w:rsidRPr="00734367">
        <w:rPr>
          <w:b/>
          <w:iCs/>
          <w:sz w:val="22"/>
          <w:szCs w:val="22"/>
        </w:rPr>
        <w:t>0167 - Obnova sakralne in kulturne dediščine</w:t>
      </w:r>
    </w:p>
    <w:p w14:paraId="5648E6E4" w14:textId="77777777" w:rsidR="000803C0" w:rsidRPr="00734367" w:rsidRDefault="000803C0" w:rsidP="000803C0">
      <w:pPr>
        <w:ind w:left="0" w:right="400"/>
        <w:textAlignment w:val="auto"/>
        <w:rPr>
          <w:b/>
          <w:iCs/>
          <w:color w:val="000000"/>
          <w:sz w:val="22"/>
          <w:szCs w:val="22"/>
        </w:rPr>
      </w:pPr>
      <w:r w:rsidRPr="00734367">
        <w:rPr>
          <w:b/>
          <w:sz w:val="22"/>
          <w:szCs w:val="22"/>
        </w:rPr>
        <w:t xml:space="preserve">       Namen in cilj: </w:t>
      </w:r>
      <w:r w:rsidRPr="00734367">
        <w:rPr>
          <w:b/>
          <w:iCs/>
          <w:color w:val="000000"/>
          <w:sz w:val="22"/>
          <w:szCs w:val="22"/>
        </w:rPr>
        <w:t xml:space="preserve"> </w:t>
      </w:r>
    </w:p>
    <w:p w14:paraId="45CE94D6" w14:textId="77777777" w:rsidR="000803C0" w:rsidRPr="00734367" w:rsidRDefault="000803C0" w:rsidP="000803C0">
      <w:pPr>
        <w:textAlignment w:val="auto"/>
        <w:rPr>
          <w:sz w:val="22"/>
          <w:szCs w:val="22"/>
        </w:rPr>
      </w:pPr>
      <w:r w:rsidRPr="00734367">
        <w:rPr>
          <w:sz w:val="22"/>
          <w:szCs w:val="22"/>
        </w:rPr>
        <w:t>Predvideni so izdatki za obnovo kulturne in sakralne dediščine (sanacija poškodb po potresu na Sv. Gorah).</w:t>
      </w:r>
    </w:p>
    <w:p w14:paraId="21309E93" w14:textId="77777777" w:rsidR="000803C0" w:rsidRPr="00734367" w:rsidRDefault="000803C0" w:rsidP="000803C0">
      <w:pPr>
        <w:ind w:left="0"/>
        <w:textAlignment w:val="auto"/>
        <w:rPr>
          <w:sz w:val="22"/>
          <w:szCs w:val="22"/>
        </w:rPr>
      </w:pPr>
    </w:p>
    <w:p w14:paraId="61403628" w14:textId="77777777" w:rsidR="000803C0" w:rsidRPr="00734367" w:rsidRDefault="000803C0" w:rsidP="000803C0">
      <w:pPr>
        <w:keepNext/>
        <w:keepLines/>
        <w:spacing w:before="120"/>
        <w:ind w:left="0"/>
        <w:jc w:val="both"/>
        <w:textAlignment w:val="auto"/>
        <w:rPr>
          <w:b/>
          <w:bCs/>
          <w:i/>
          <w:iCs/>
          <w:noProof/>
          <w:color w:val="000000"/>
          <w:sz w:val="22"/>
          <w:szCs w:val="22"/>
        </w:rPr>
      </w:pPr>
      <w:r w:rsidRPr="00734367">
        <w:rPr>
          <w:b/>
          <w:bCs/>
          <w:i/>
          <w:iCs/>
          <w:noProof/>
          <w:color w:val="000000"/>
          <w:sz w:val="22"/>
          <w:szCs w:val="22"/>
        </w:rPr>
        <w:t xml:space="preserve">     Stanje projekta</w:t>
      </w:r>
    </w:p>
    <w:p w14:paraId="776A84AE" w14:textId="77777777" w:rsidR="000803C0" w:rsidRPr="00734367" w:rsidRDefault="000803C0" w:rsidP="000803C0">
      <w:pPr>
        <w:jc w:val="both"/>
        <w:textAlignment w:val="auto"/>
        <w:rPr>
          <w:sz w:val="22"/>
          <w:szCs w:val="22"/>
        </w:rPr>
      </w:pPr>
      <w:r w:rsidRPr="00734367">
        <w:rPr>
          <w:sz w:val="22"/>
          <w:szCs w:val="22"/>
        </w:rPr>
        <w:t xml:space="preserve"> Projekt je v izvajanju.</w:t>
      </w:r>
    </w:p>
    <w:p w14:paraId="4C70F37B" w14:textId="77777777" w:rsidR="000803C0" w:rsidRPr="00734367" w:rsidRDefault="000803C0" w:rsidP="000803C0">
      <w:pPr>
        <w:jc w:val="both"/>
        <w:textAlignment w:val="auto"/>
        <w:rPr>
          <w:sz w:val="22"/>
          <w:szCs w:val="22"/>
        </w:rPr>
      </w:pPr>
    </w:p>
    <w:p w14:paraId="2439A1A8" w14:textId="77777777" w:rsidR="000803C0" w:rsidRPr="00734367" w:rsidRDefault="000803C0" w:rsidP="000803C0">
      <w:pPr>
        <w:ind w:left="0"/>
        <w:textAlignment w:val="auto"/>
        <w:rPr>
          <w:sz w:val="22"/>
          <w:szCs w:val="22"/>
        </w:rPr>
      </w:pPr>
    </w:p>
    <w:p w14:paraId="51FB7A0E" w14:textId="77777777"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r w:rsidRPr="00734367">
        <w:rPr>
          <w:b/>
          <w:bCs/>
          <w:sz w:val="22"/>
          <w:szCs w:val="22"/>
        </w:rPr>
        <w:t>19029001 - Vrtci</w:t>
      </w:r>
      <w:r w:rsidRPr="00734367">
        <w:rPr>
          <w:b/>
          <w:bCs/>
          <w:sz w:val="22"/>
          <w:szCs w:val="22"/>
        </w:rPr>
        <w:tab/>
        <w:t>10.000</w:t>
      </w:r>
    </w:p>
    <w:p w14:paraId="378644A0" w14:textId="77777777" w:rsidR="000803C0" w:rsidRPr="00734367" w:rsidRDefault="000803C0" w:rsidP="000803C0">
      <w:pPr>
        <w:keepNext/>
        <w:keepLines/>
        <w:tabs>
          <w:tab w:val="decimal" w:pos="9200"/>
        </w:tabs>
        <w:spacing w:before="160" w:after="0"/>
        <w:ind w:left="0"/>
        <w:textAlignment w:val="auto"/>
        <w:outlineLvl w:val="8"/>
        <w:rPr>
          <w:b/>
          <w:iCs/>
          <w:sz w:val="22"/>
          <w:szCs w:val="22"/>
        </w:rPr>
      </w:pPr>
      <w:r w:rsidRPr="00734367">
        <w:rPr>
          <w:b/>
          <w:iCs/>
          <w:sz w:val="22"/>
          <w:szCs w:val="22"/>
        </w:rPr>
        <w:t>0171 – INVESTICIJE IN INVESTICIJSKO VZDRŽEVANJE IZ AMORTIZACIJE V VRTCU PIKAPOLONICA</w:t>
      </w:r>
      <w:r w:rsidRPr="00734367">
        <w:rPr>
          <w:b/>
          <w:iCs/>
          <w:sz w:val="22"/>
          <w:szCs w:val="22"/>
        </w:rPr>
        <w:tab/>
      </w:r>
    </w:p>
    <w:p w14:paraId="35038A4A" w14:textId="77777777" w:rsidR="000803C0" w:rsidRPr="00734367" w:rsidRDefault="000803C0" w:rsidP="000803C0">
      <w:pPr>
        <w:keepNext/>
        <w:keepLines/>
        <w:tabs>
          <w:tab w:val="decimal" w:pos="9200"/>
        </w:tabs>
        <w:spacing w:before="160" w:after="0"/>
        <w:ind w:left="0"/>
        <w:textAlignment w:val="auto"/>
        <w:outlineLvl w:val="8"/>
        <w:rPr>
          <w:b/>
          <w:iCs/>
          <w:sz w:val="22"/>
          <w:szCs w:val="22"/>
        </w:rPr>
      </w:pPr>
      <w:r w:rsidRPr="00734367">
        <w:rPr>
          <w:b/>
          <w:iCs/>
          <w:sz w:val="22"/>
          <w:szCs w:val="22"/>
        </w:rPr>
        <w:t xml:space="preserve">                                                                                                                                                                                 10.000</w:t>
      </w:r>
    </w:p>
    <w:p w14:paraId="63DCFC64" w14:textId="77777777" w:rsidR="000803C0" w:rsidRPr="00734367" w:rsidRDefault="000803C0" w:rsidP="000803C0">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2FCB7B6B" w14:textId="77777777" w:rsidR="000803C0" w:rsidRPr="00734367" w:rsidRDefault="000803C0" w:rsidP="000803C0">
      <w:pPr>
        <w:textAlignment w:val="auto"/>
        <w:rPr>
          <w:sz w:val="22"/>
          <w:szCs w:val="22"/>
        </w:rPr>
      </w:pPr>
      <w:r w:rsidRPr="00734367">
        <w:rPr>
          <w:noProof/>
          <w:color w:val="000000"/>
          <w:sz w:val="22"/>
          <w:szCs w:val="22"/>
        </w:rPr>
        <w:t>Namen investicije je izvedba vzdrževalnih del v prostorih vrtca ter zamenjava dotrajane opreme.</w:t>
      </w:r>
    </w:p>
    <w:p w14:paraId="2C4A91B6" w14:textId="77777777" w:rsidR="000803C0" w:rsidRPr="00734367" w:rsidRDefault="000803C0" w:rsidP="000803C0">
      <w:pPr>
        <w:ind w:left="0"/>
        <w:textAlignment w:val="auto"/>
        <w:rPr>
          <w:noProof/>
          <w:color w:val="000000"/>
          <w:sz w:val="22"/>
          <w:szCs w:val="22"/>
        </w:rPr>
      </w:pPr>
    </w:p>
    <w:p w14:paraId="43C4C4CA"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6EBE52C5" w14:textId="77777777" w:rsidR="000803C0" w:rsidRPr="00734367" w:rsidRDefault="000803C0" w:rsidP="000803C0">
      <w:pPr>
        <w:ind w:left="0"/>
        <w:textAlignment w:val="auto"/>
        <w:rPr>
          <w:noProof/>
          <w:color w:val="000000"/>
          <w:sz w:val="22"/>
          <w:szCs w:val="22"/>
        </w:rPr>
      </w:pPr>
      <w:r w:rsidRPr="00734367">
        <w:rPr>
          <w:noProof/>
          <w:color w:val="000000"/>
          <w:sz w:val="22"/>
          <w:szCs w:val="22"/>
        </w:rPr>
        <w:t>Investicijska vzdrževalna dela  ter zagotavljanje primerne opreme v prostorih, kjer se izvaja predšolska vzgoja je stalna naloga občine.</w:t>
      </w:r>
    </w:p>
    <w:p w14:paraId="167A4428" w14:textId="77777777" w:rsidR="000803C0" w:rsidRPr="00734367" w:rsidRDefault="000803C0" w:rsidP="000803C0">
      <w:pPr>
        <w:ind w:left="0"/>
        <w:jc w:val="both"/>
        <w:textAlignment w:val="auto"/>
        <w:rPr>
          <w:sz w:val="22"/>
          <w:szCs w:val="22"/>
        </w:rPr>
      </w:pPr>
    </w:p>
    <w:p w14:paraId="6B957E48" w14:textId="1A9CBA03" w:rsidR="000803C0" w:rsidRPr="00734367" w:rsidRDefault="000803C0" w:rsidP="000803C0">
      <w:pPr>
        <w:keepNext/>
        <w:keepLines/>
        <w:pBdr>
          <w:top w:val="single" w:sz="4" w:space="1" w:color="auto"/>
          <w:bottom w:val="single" w:sz="4" w:space="1" w:color="auto"/>
        </w:pBdr>
        <w:tabs>
          <w:tab w:val="decimal" w:pos="9200"/>
        </w:tabs>
        <w:spacing w:before="240"/>
        <w:ind w:left="0"/>
        <w:textAlignment w:val="auto"/>
        <w:outlineLvl w:val="6"/>
        <w:rPr>
          <w:b/>
          <w:bCs/>
          <w:sz w:val="22"/>
          <w:szCs w:val="22"/>
        </w:rPr>
      </w:pPr>
      <w:bookmarkStart w:id="419" w:name="_Toc288815635"/>
      <w:bookmarkEnd w:id="404"/>
      <w:r w:rsidRPr="00734367">
        <w:rPr>
          <w:b/>
          <w:bCs/>
          <w:sz w:val="22"/>
          <w:szCs w:val="22"/>
        </w:rPr>
        <w:t>19039001 - Osnovno šolstvo</w:t>
      </w:r>
      <w:r w:rsidRPr="00734367">
        <w:rPr>
          <w:b/>
          <w:bCs/>
          <w:sz w:val="22"/>
          <w:szCs w:val="22"/>
        </w:rPr>
        <w:tab/>
      </w:r>
      <w:bookmarkEnd w:id="419"/>
      <w:r w:rsidRPr="00734367">
        <w:rPr>
          <w:b/>
          <w:bCs/>
          <w:sz w:val="22"/>
          <w:szCs w:val="22"/>
        </w:rPr>
        <w:t>2.</w:t>
      </w:r>
      <w:r w:rsidR="00C520ED">
        <w:rPr>
          <w:b/>
          <w:bCs/>
          <w:sz w:val="22"/>
          <w:szCs w:val="22"/>
        </w:rPr>
        <w:t>842.913</w:t>
      </w:r>
    </w:p>
    <w:p w14:paraId="611A827F" w14:textId="77777777" w:rsidR="000803C0" w:rsidRPr="00734367" w:rsidRDefault="000803C0" w:rsidP="000803C0">
      <w:pPr>
        <w:keepNext/>
        <w:keepLines/>
        <w:tabs>
          <w:tab w:val="decimal" w:pos="9200"/>
        </w:tabs>
        <w:spacing w:before="160" w:after="0"/>
        <w:ind w:left="0"/>
        <w:textAlignment w:val="auto"/>
        <w:outlineLvl w:val="8"/>
        <w:rPr>
          <w:b/>
          <w:iCs/>
          <w:sz w:val="22"/>
          <w:szCs w:val="22"/>
        </w:rPr>
      </w:pPr>
      <w:r w:rsidRPr="00734367">
        <w:rPr>
          <w:b/>
          <w:iCs/>
          <w:sz w:val="22"/>
          <w:szCs w:val="22"/>
        </w:rPr>
        <w:t>0083 – INVESTICIJSKO VZDRŽEVANJE NA OSNOVNI ŠOLI</w:t>
      </w:r>
      <w:r w:rsidRPr="00734367">
        <w:rPr>
          <w:b/>
          <w:iCs/>
          <w:sz w:val="22"/>
          <w:szCs w:val="22"/>
        </w:rPr>
        <w:tab/>
        <w:t>5.850</w:t>
      </w:r>
    </w:p>
    <w:p w14:paraId="510D232B" w14:textId="77777777" w:rsidR="000803C0" w:rsidRPr="00734367" w:rsidRDefault="000803C0" w:rsidP="000803C0">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000B0B15" w14:textId="77777777" w:rsidR="000803C0" w:rsidRPr="00734367" w:rsidRDefault="000803C0" w:rsidP="000803C0">
      <w:pPr>
        <w:textAlignment w:val="auto"/>
        <w:rPr>
          <w:sz w:val="22"/>
          <w:szCs w:val="22"/>
        </w:rPr>
      </w:pPr>
      <w:r w:rsidRPr="00734367">
        <w:rPr>
          <w:noProof/>
          <w:color w:val="000000"/>
          <w:sz w:val="22"/>
          <w:szCs w:val="22"/>
        </w:rPr>
        <w:t xml:space="preserve">Namen investicije je izvedba nujnih  vzdrževalnih del v objektu šole in telovadnice. </w:t>
      </w:r>
      <w:r w:rsidRPr="00734367">
        <w:rPr>
          <w:sz w:val="22"/>
          <w:szCs w:val="22"/>
        </w:rPr>
        <w:t>Slikopleskarska dela v OŠ in telovadnici.</w:t>
      </w:r>
    </w:p>
    <w:p w14:paraId="42B4CBAB" w14:textId="77777777" w:rsidR="000803C0" w:rsidRPr="00734367" w:rsidRDefault="000803C0" w:rsidP="000803C0">
      <w:pPr>
        <w:ind w:left="0"/>
        <w:textAlignment w:val="auto"/>
        <w:rPr>
          <w:noProof/>
          <w:color w:val="000000"/>
          <w:sz w:val="22"/>
          <w:szCs w:val="22"/>
        </w:rPr>
      </w:pPr>
    </w:p>
    <w:p w14:paraId="2CF62AF4"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lastRenderedPageBreak/>
        <w:t>Stanje projekta</w:t>
      </w:r>
    </w:p>
    <w:p w14:paraId="7ADA8CDB" w14:textId="77777777" w:rsidR="000803C0" w:rsidRPr="00734367" w:rsidRDefault="000803C0" w:rsidP="000803C0">
      <w:pPr>
        <w:ind w:left="0"/>
        <w:textAlignment w:val="auto"/>
        <w:rPr>
          <w:noProof/>
          <w:color w:val="000000"/>
          <w:sz w:val="22"/>
          <w:szCs w:val="22"/>
        </w:rPr>
      </w:pPr>
      <w:r w:rsidRPr="00734367">
        <w:rPr>
          <w:noProof/>
          <w:color w:val="000000"/>
          <w:sz w:val="22"/>
          <w:szCs w:val="22"/>
        </w:rPr>
        <w:t>Investicijska vzdrževalna dela na objektu osnovne šole so stalna naloga občine.</w:t>
      </w:r>
    </w:p>
    <w:p w14:paraId="2D5AB2EF" w14:textId="77777777" w:rsidR="000803C0" w:rsidRPr="00734367" w:rsidRDefault="000803C0" w:rsidP="000803C0">
      <w:pPr>
        <w:textAlignment w:val="auto"/>
        <w:rPr>
          <w:sz w:val="22"/>
          <w:szCs w:val="22"/>
        </w:rPr>
      </w:pPr>
    </w:p>
    <w:p w14:paraId="0B8F3A97" w14:textId="77777777" w:rsidR="000803C0" w:rsidRPr="00734367" w:rsidRDefault="000803C0" w:rsidP="000803C0">
      <w:pPr>
        <w:keepNext/>
        <w:keepLines/>
        <w:tabs>
          <w:tab w:val="decimal" w:pos="9200"/>
        </w:tabs>
        <w:spacing w:before="160" w:after="0"/>
        <w:ind w:left="0"/>
        <w:textAlignment w:val="auto"/>
        <w:outlineLvl w:val="8"/>
        <w:rPr>
          <w:b/>
          <w:iCs/>
          <w:sz w:val="22"/>
          <w:szCs w:val="22"/>
        </w:rPr>
      </w:pPr>
      <w:r w:rsidRPr="00734367">
        <w:rPr>
          <w:b/>
          <w:iCs/>
          <w:sz w:val="22"/>
          <w:szCs w:val="22"/>
        </w:rPr>
        <w:t>0170 – INVESTICIJE IN INVESTICIJSKO VZDRŽEVANJE IZ AMORTIZACIJE NA OSNOVNI ŠOLI</w:t>
      </w:r>
      <w:r w:rsidRPr="00734367">
        <w:rPr>
          <w:b/>
          <w:iCs/>
          <w:sz w:val="22"/>
          <w:szCs w:val="22"/>
        </w:rPr>
        <w:tab/>
      </w:r>
    </w:p>
    <w:p w14:paraId="10C77C70" w14:textId="07BFEA9A" w:rsidR="000803C0" w:rsidRPr="00734367" w:rsidRDefault="000803C0" w:rsidP="000803C0">
      <w:pPr>
        <w:keepNext/>
        <w:keepLines/>
        <w:tabs>
          <w:tab w:val="decimal" w:pos="9200"/>
        </w:tabs>
        <w:spacing w:before="160" w:after="0"/>
        <w:ind w:left="0"/>
        <w:textAlignment w:val="auto"/>
        <w:outlineLvl w:val="8"/>
        <w:rPr>
          <w:b/>
          <w:iCs/>
          <w:sz w:val="22"/>
          <w:szCs w:val="22"/>
        </w:rPr>
      </w:pPr>
      <w:r w:rsidRPr="00734367">
        <w:rPr>
          <w:b/>
          <w:iCs/>
          <w:sz w:val="22"/>
          <w:szCs w:val="22"/>
        </w:rPr>
        <w:t xml:space="preserve">                                                                                                                                                                                1</w:t>
      </w:r>
      <w:r w:rsidR="00C520ED">
        <w:rPr>
          <w:b/>
          <w:iCs/>
          <w:sz w:val="22"/>
          <w:szCs w:val="22"/>
        </w:rPr>
        <w:t>0</w:t>
      </w:r>
      <w:r w:rsidRPr="00734367">
        <w:rPr>
          <w:b/>
          <w:iCs/>
          <w:sz w:val="22"/>
          <w:szCs w:val="22"/>
        </w:rPr>
        <w:t>.</w:t>
      </w:r>
      <w:r w:rsidR="00C520ED">
        <w:rPr>
          <w:b/>
          <w:iCs/>
          <w:sz w:val="22"/>
          <w:szCs w:val="22"/>
        </w:rPr>
        <w:t>0</w:t>
      </w:r>
      <w:r w:rsidRPr="00734367">
        <w:rPr>
          <w:b/>
          <w:iCs/>
          <w:sz w:val="22"/>
          <w:szCs w:val="22"/>
        </w:rPr>
        <w:t>00</w:t>
      </w:r>
    </w:p>
    <w:p w14:paraId="4FFD9666" w14:textId="77777777" w:rsidR="000803C0" w:rsidRPr="00734367" w:rsidRDefault="000803C0" w:rsidP="000803C0">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4E7FAC5B" w14:textId="77777777" w:rsidR="000803C0" w:rsidRPr="00734367" w:rsidRDefault="000803C0" w:rsidP="000803C0">
      <w:pPr>
        <w:textAlignment w:val="auto"/>
        <w:rPr>
          <w:sz w:val="22"/>
          <w:szCs w:val="22"/>
        </w:rPr>
      </w:pPr>
      <w:r w:rsidRPr="00734367">
        <w:rPr>
          <w:noProof/>
          <w:color w:val="000000"/>
          <w:sz w:val="22"/>
          <w:szCs w:val="22"/>
        </w:rPr>
        <w:t xml:space="preserve">Namen investicije je izvedba vzdrževalnih del v objektu šole in telovadnice, zamenjava dotrajane opreme (pohištva, IKT opreme), nabava učnih gradiv ipd. </w:t>
      </w:r>
    </w:p>
    <w:p w14:paraId="13040F14" w14:textId="77777777" w:rsidR="000803C0" w:rsidRPr="00734367" w:rsidRDefault="000803C0" w:rsidP="000803C0">
      <w:pPr>
        <w:ind w:left="0"/>
        <w:textAlignment w:val="auto"/>
        <w:rPr>
          <w:noProof/>
          <w:color w:val="000000"/>
          <w:sz w:val="22"/>
          <w:szCs w:val="22"/>
        </w:rPr>
      </w:pPr>
    </w:p>
    <w:p w14:paraId="1DC33AF3" w14:textId="77777777" w:rsidR="000803C0" w:rsidRPr="00734367" w:rsidRDefault="000803C0" w:rsidP="000803C0">
      <w:pPr>
        <w:keepNext/>
        <w:keepLines/>
        <w:spacing w:before="120"/>
        <w:ind w:left="0"/>
        <w:textAlignment w:val="auto"/>
        <w:rPr>
          <w:b/>
          <w:bCs/>
          <w:i/>
          <w:iCs/>
          <w:noProof/>
          <w:color w:val="000000"/>
          <w:sz w:val="22"/>
          <w:szCs w:val="22"/>
        </w:rPr>
      </w:pPr>
      <w:bookmarkStart w:id="420" w:name="_Hlk184197061"/>
      <w:r w:rsidRPr="00734367">
        <w:rPr>
          <w:b/>
          <w:bCs/>
          <w:i/>
          <w:iCs/>
          <w:noProof/>
          <w:color w:val="000000"/>
          <w:sz w:val="22"/>
          <w:szCs w:val="22"/>
        </w:rPr>
        <w:t>Stanje projekta</w:t>
      </w:r>
    </w:p>
    <w:bookmarkEnd w:id="420"/>
    <w:p w14:paraId="65B93718" w14:textId="77777777" w:rsidR="000803C0" w:rsidRPr="00734367" w:rsidRDefault="000803C0" w:rsidP="000803C0">
      <w:pPr>
        <w:ind w:left="0"/>
        <w:textAlignment w:val="auto"/>
        <w:rPr>
          <w:noProof/>
          <w:color w:val="000000"/>
          <w:sz w:val="22"/>
          <w:szCs w:val="22"/>
        </w:rPr>
      </w:pPr>
      <w:r w:rsidRPr="00734367">
        <w:rPr>
          <w:noProof/>
          <w:color w:val="000000"/>
          <w:sz w:val="22"/>
          <w:szCs w:val="22"/>
        </w:rPr>
        <w:t>Investicijska vzdrževalna dela  ter zagotavljanje primerne opreme v osnovni šoli je stalna naloga občine.</w:t>
      </w:r>
    </w:p>
    <w:p w14:paraId="0D83841D" w14:textId="77777777" w:rsidR="000803C0" w:rsidRPr="00734367" w:rsidRDefault="000803C0" w:rsidP="000803C0">
      <w:pPr>
        <w:keepNext/>
        <w:keepLines/>
        <w:tabs>
          <w:tab w:val="decimal" w:pos="9200"/>
        </w:tabs>
        <w:spacing w:before="160" w:after="0"/>
        <w:ind w:left="0"/>
        <w:textAlignment w:val="auto"/>
        <w:outlineLvl w:val="8"/>
        <w:rPr>
          <w:b/>
          <w:iCs/>
          <w:sz w:val="22"/>
          <w:szCs w:val="22"/>
        </w:rPr>
      </w:pPr>
    </w:p>
    <w:p w14:paraId="097011B3" w14:textId="25C812B2" w:rsidR="000803C0" w:rsidRPr="00734367" w:rsidRDefault="000803C0" w:rsidP="000803C0">
      <w:pPr>
        <w:ind w:left="0"/>
        <w:rPr>
          <w:b/>
          <w:bCs/>
          <w:sz w:val="22"/>
          <w:szCs w:val="22"/>
        </w:rPr>
      </w:pPr>
      <w:r w:rsidRPr="00734367">
        <w:rPr>
          <w:b/>
          <w:bCs/>
          <w:sz w:val="22"/>
          <w:szCs w:val="22"/>
        </w:rPr>
        <w:t>0183 VRTEC IN TELOVADNICA S PODZEMNO GARAŽO OŠ BISTRICA OB SOTLI  2.</w:t>
      </w:r>
      <w:r w:rsidR="00C520ED">
        <w:rPr>
          <w:b/>
          <w:bCs/>
          <w:sz w:val="22"/>
          <w:szCs w:val="22"/>
        </w:rPr>
        <w:t>827.063</w:t>
      </w:r>
    </w:p>
    <w:p w14:paraId="2B63A63E" w14:textId="77777777" w:rsidR="000803C0" w:rsidRPr="00734367" w:rsidRDefault="000803C0" w:rsidP="000803C0">
      <w:pPr>
        <w:rPr>
          <w:sz w:val="22"/>
          <w:szCs w:val="22"/>
        </w:rPr>
      </w:pPr>
    </w:p>
    <w:p w14:paraId="28ED646D" w14:textId="77777777" w:rsidR="000803C0" w:rsidRPr="00734367" w:rsidRDefault="000803C0" w:rsidP="000803C0">
      <w:pPr>
        <w:keepNext/>
        <w:keepLines/>
        <w:spacing w:before="120"/>
        <w:ind w:left="0"/>
        <w:textAlignment w:val="auto"/>
        <w:rPr>
          <w:b/>
          <w:i/>
          <w:iCs/>
          <w:color w:val="000000"/>
          <w:sz w:val="22"/>
          <w:szCs w:val="22"/>
        </w:rPr>
      </w:pPr>
      <w:r w:rsidRPr="00734367">
        <w:rPr>
          <w:b/>
          <w:i/>
          <w:sz w:val="22"/>
          <w:szCs w:val="22"/>
        </w:rPr>
        <w:t xml:space="preserve">Namen in cilj: </w:t>
      </w:r>
      <w:r w:rsidRPr="00734367">
        <w:rPr>
          <w:b/>
          <w:i/>
          <w:iCs/>
          <w:color w:val="000000"/>
          <w:sz w:val="22"/>
          <w:szCs w:val="22"/>
        </w:rPr>
        <w:t xml:space="preserve"> </w:t>
      </w:r>
    </w:p>
    <w:p w14:paraId="36328383" w14:textId="77777777" w:rsidR="000803C0" w:rsidRPr="00734367" w:rsidRDefault="000803C0" w:rsidP="000803C0">
      <w:pPr>
        <w:rPr>
          <w:sz w:val="22"/>
          <w:szCs w:val="22"/>
        </w:rPr>
      </w:pPr>
      <w:r w:rsidRPr="00734367">
        <w:rPr>
          <w:sz w:val="22"/>
          <w:szCs w:val="22"/>
        </w:rPr>
        <w:t xml:space="preserve">Z realizacijo projekta bodo zagotovljeni osnovni pogoji za nemoteno izvedbo predšolsko vzgojo in osnovnošolskega pouka na področju športne vzgoje, kakor tudi zagotovili pogoji za večnamensko uporabo ostalim prebivalcem. Zagotovilo se bo urejeno, varno in zdravo okolje za bivanje in izobraževanje otrok in učencev. Prav tako se bodo dolgoročno z obravnavano investicijo zagotovili boljši pogoji kakovosti bivanja občanov, ki je ključna za ohranitev poseljenosti na obmejnem problemskem območju. Na območju se bodo  zadržale mlade družine z majhnimi otroki, kar se v prvi vrsti doseže s kvalitetno infrastrukturo za bivanje, oskrbo in izobraževanje otrok. Investicija je nujna z dolgoročno strateško vrednostjo in bo bistveno vplivala na razvoj podeželja, ohranjenost poseljenosti in izboljšanje kakovosti bivanja tudi na obmejnem, zavarovanem območju.  </w:t>
      </w:r>
    </w:p>
    <w:p w14:paraId="4AEC113B" w14:textId="77777777" w:rsidR="000803C0" w:rsidRPr="00734367" w:rsidRDefault="000803C0" w:rsidP="000803C0">
      <w:pPr>
        <w:rPr>
          <w:sz w:val="22"/>
          <w:szCs w:val="22"/>
        </w:rPr>
      </w:pPr>
      <w:r w:rsidRPr="00734367">
        <w:rPr>
          <w:sz w:val="22"/>
          <w:szCs w:val="22"/>
        </w:rPr>
        <w:t xml:space="preserve">Investitor Občina Bistrica ob Sotli želi na </w:t>
      </w:r>
      <w:proofErr w:type="spellStart"/>
      <w:r w:rsidRPr="00734367">
        <w:rPr>
          <w:sz w:val="22"/>
          <w:szCs w:val="22"/>
        </w:rPr>
        <w:t>parc</w:t>
      </w:r>
      <w:proofErr w:type="spellEnd"/>
      <w:r w:rsidRPr="00734367">
        <w:rPr>
          <w:sz w:val="22"/>
          <w:szCs w:val="22"/>
        </w:rPr>
        <w:t xml:space="preserve">. št. 1020/8, 1019/3, 1020/13, 1146/2 in 1146/1 vse </w:t>
      </w:r>
      <w:proofErr w:type="spellStart"/>
      <w:r w:rsidRPr="00734367">
        <w:rPr>
          <w:sz w:val="22"/>
          <w:szCs w:val="22"/>
        </w:rPr>
        <w:t>k.o</w:t>
      </w:r>
      <w:proofErr w:type="spellEnd"/>
      <w:r w:rsidRPr="00734367">
        <w:rPr>
          <w:sz w:val="22"/>
          <w:szCs w:val="22"/>
        </w:rPr>
        <w:t>. Kunšperk zgraditi vrtec in telovadnico s podzemno garažo z pripadajočo zunanjo ureditvijo; predhodno pa se odstrani obstoječ objekt telovadnice in gasilskega doma s pripadajočo zunanjo komunalno ureditvijo.</w:t>
      </w:r>
    </w:p>
    <w:p w14:paraId="5D5DD9B3" w14:textId="77777777" w:rsidR="000803C0" w:rsidRPr="00734367" w:rsidRDefault="000803C0" w:rsidP="000803C0">
      <w:pPr>
        <w:rPr>
          <w:sz w:val="22"/>
          <w:szCs w:val="22"/>
        </w:rPr>
      </w:pPr>
      <w:r w:rsidRPr="00734367">
        <w:rPr>
          <w:sz w:val="22"/>
          <w:szCs w:val="22"/>
        </w:rPr>
        <w:t>Predvidena je izgradnja vrtca in telovadnice s podzemno garažo pri OŠ, na robu trškega jedra Bistrice ob Sotli; objekt bo kot prizidava funkcionalno povezan z obstoječem objektom osnovne šole. Za namen gradnje se obstoječa telovadnica in gasilski dom v neposredni bližini šole predhodno odstranita, vključno vsa njuna pripadajoča zunanja ureditev.</w:t>
      </w:r>
    </w:p>
    <w:p w14:paraId="74759CFD" w14:textId="77777777" w:rsidR="000803C0" w:rsidRPr="00734367" w:rsidRDefault="000803C0" w:rsidP="000803C0">
      <w:pPr>
        <w:rPr>
          <w:sz w:val="22"/>
          <w:szCs w:val="22"/>
        </w:rPr>
      </w:pPr>
      <w:r w:rsidRPr="00734367">
        <w:rPr>
          <w:sz w:val="22"/>
          <w:szCs w:val="22"/>
        </w:rPr>
        <w:t xml:space="preserve">Objekt bo na južni in zahodni strani delno oz. v celoti vkopan. Objekt bo z glavno fasado orientiran proti zahodu. Neposredna okolica samega objekta bo urejena tako, da bo omogočeno normalno funkcioniranje le tega. Objekt bo preko OŠ priključen na vso potrebno javno infrastrukturo. Dostop do objekta se vrši preko zemljišča s </w:t>
      </w:r>
      <w:proofErr w:type="spellStart"/>
      <w:r w:rsidRPr="00734367">
        <w:rPr>
          <w:sz w:val="22"/>
          <w:szCs w:val="22"/>
        </w:rPr>
        <w:t>parc</w:t>
      </w:r>
      <w:proofErr w:type="spellEnd"/>
      <w:r w:rsidRPr="00734367">
        <w:rPr>
          <w:sz w:val="22"/>
          <w:szCs w:val="22"/>
        </w:rPr>
        <w:t xml:space="preserve">. št. 1146/1, </w:t>
      </w:r>
      <w:proofErr w:type="spellStart"/>
      <w:r w:rsidRPr="00734367">
        <w:rPr>
          <w:sz w:val="22"/>
          <w:szCs w:val="22"/>
        </w:rPr>
        <w:t>k.o</w:t>
      </w:r>
      <w:proofErr w:type="spellEnd"/>
      <w:r w:rsidRPr="00734367">
        <w:rPr>
          <w:sz w:val="22"/>
          <w:szCs w:val="22"/>
        </w:rPr>
        <w:t>. Kunšperk; dostop je obstoječ, se pa kompletno preuredi obstoječe manipulativne površine.</w:t>
      </w:r>
    </w:p>
    <w:p w14:paraId="5F148481" w14:textId="77777777" w:rsidR="000803C0" w:rsidRPr="00734367" w:rsidRDefault="000803C0" w:rsidP="000803C0">
      <w:pPr>
        <w:rPr>
          <w:sz w:val="22"/>
          <w:szCs w:val="22"/>
        </w:rPr>
      </w:pPr>
      <w:r w:rsidRPr="00734367">
        <w:rPr>
          <w:sz w:val="22"/>
          <w:szCs w:val="22"/>
        </w:rPr>
        <w:t>Cilj je zagotavljanje dolgoročnih in dolgotrajnih boljših pogojev za izvajanje športne vzgoje osnovnošolskih otrok, prestavitev dislociranih skupin vrtca na eno lokacijo in s tem zvišanje kakovosti in obsega otroškega varstva oziroma predšolske vzgoje v občini in širše, kar pomeni tudi omogočanje vzpostavitve dobre prakse energetsko ustreznega in učinkovitega sistema in okolja, dolgoročna skrb za ožjo in širšo okolico oziroma regijo, spodbujanje in spoštovanje okolja in vzgoja že od najmlajših generacij, ozaveščanje in zavedanje pomena skrbi za energetsko učinkovitost in okolje.</w:t>
      </w:r>
    </w:p>
    <w:p w14:paraId="312C269A" w14:textId="77777777" w:rsidR="000803C0" w:rsidRPr="00734367" w:rsidRDefault="000803C0" w:rsidP="000803C0">
      <w:pPr>
        <w:rPr>
          <w:sz w:val="22"/>
          <w:szCs w:val="22"/>
        </w:rPr>
      </w:pPr>
      <w:r w:rsidRPr="00734367">
        <w:rPr>
          <w:sz w:val="22"/>
          <w:szCs w:val="22"/>
        </w:rPr>
        <w:t xml:space="preserve">Pomemben cilj investicije je, da se z izvedbo večnamenske telovadnice zagotovi tudi kakovostne športno rekreacijske, večnamenske površine, za vse občane in prebivalce širše regije. </w:t>
      </w:r>
    </w:p>
    <w:p w14:paraId="05D19E57" w14:textId="3299B417" w:rsidR="000803C0" w:rsidRPr="00734367" w:rsidRDefault="000803C0" w:rsidP="000803C0">
      <w:pPr>
        <w:rPr>
          <w:sz w:val="22"/>
          <w:szCs w:val="22"/>
        </w:rPr>
      </w:pPr>
      <w:r w:rsidRPr="00734367">
        <w:rPr>
          <w:sz w:val="22"/>
          <w:szCs w:val="22"/>
        </w:rPr>
        <w:lastRenderedPageBreak/>
        <w:t>Za leto 202</w:t>
      </w:r>
      <w:r w:rsidR="001E5056">
        <w:rPr>
          <w:sz w:val="22"/>
          <w:szCs w:val="22"/>
        </w:rPr>
        <w:t>6</w:t>
      </w:r>
      <w:r w:rsidRPr="00734367">
        <w:rPr>
          <w:sz w:val="22"/>
          <w:szCs w:val="22"/>
        </w:rPr>
        <w:t xml:space="preserve"> je zagotovljeno sofinanciranje Ministrstva za vzgojo in izobraževanje v višini </w:t>
      </w:r>
      <w:r w:rsidR="001E5056">
        <w:rPr>
          <w:sz w:val="22"/>
          <w:szCs w:val="22"/>
        </w:rPr>
        <w:t>700.000</w:t>
      </w:r>
      <w:r w:rsidRPr="00734367">
        <w:rPr>
          <w:sz w:val="22"/>
          <w:szCs w:val="22"/>
        </w:rPr>
        <w:t xml:space="preserve"> EUR in </w:t>
      </w:r>
      <w:proofErr w:type="spellStart"/>
      <w:r w:rsidR="001E5056">
        <w:rPr>
          <w:sz w:val="22"/>
          <w:szCs w:val="22"/>
        </w:rPr>
        <w:t>Eko</w:t>
      </w:r>
      <w:proofErr w:type="spellEnd"/>
      <w:r w:rsidR="001E5056">
        <w:rPr>
          <w:sz w:val="22"/>
          <w:szCs w:val="22"/>
        </w:rPr>
        <w:t xml:space="preserve"> sklada</w:t>
      </w:r>
      <w:r w:rsidRPr="00734367">
        <w:rPr>
          <w:sz w:val="22"/>
          <w:szCs w:val="22"/>
        </w:rPr>
        <w:t xml:space="preserve"> v višini </w:t>
      </w:r>
      <w:r w:rsidR="001E5056">
        <w:rPr>
          <w:sz w:val="22"/>
          <w:szCs w:val="22"/>
        </w:rPr>
        <w:t>746.821</w:t>
      </w:r>
      <w:r w:rsidRPr="00734367">
        <w:rPr>
          <w:sz w:val="22"/>
          <w:szCs w:val="22"/>
        </w:rPr>
        <w:t xml:space="preserve"> EUR. </w:t>
      </w:r>
    </w:p>
    <w:p w14:paraId="55B43284" w14:textId="77777777" w:rsidR="000803C0" w:rsidRPr="00734367" w:rsidRDefault="000803C0" w:rsidP="000803C0">
      <w:pPr>
        <w:rPr>
          <w:sz w:val="22"/>
          <w:szCs w:val="22"/>
        </w:rPr>
      </w:pPr>
    </w:p>
    <w:p w14:paraId="7D02D3A8" w14:textId="77777777" w:rsidR="000803C0" w:rsidRPr="00734367" w:rsidRDefault="000803C0" w:rsidP="000803C0">
      <w:pPr>
        <w:rPr>
          <w:sz w:val="22"/>
          <w:szCs w:val="22"/>
        </w:rPr>
      </w:pPr>
    </w:p>
    <w:p w14:paraId="707ECED6" w14:textId="77777777" w:rsidR="000803C0" w:rsidRPr="00734367" w:rsidRDefault="000803C0" w:rsidP="000803C0">
      <w:pPr>
        <w:keepNext/>
        <w:keepLines/>
        <w:spacing w:before="120"/>
        <w:ind w:left="0"/>
        <w:textAlignment w:val="auto"/>
        <w:rPr>
          <w:b/>
          <w:bCs/>
          <w:i/>
          <w:iCs/>
          <w:noProof/>
          <w:color w:val="000000"/>
          <w:sz w:val="22"/>
          <w:szCs w:val="22"/>
        </w:rPr>
      </w:pPr>
      <w:r w:rsidRPr="00734367">
        <w:rPr>
          <w:b/>
          <w:bCs/>
          <w:i/>
          <w:iCs/>
          <w:noProof/>
          <w:color w:val="000000"/>
          <w:sz w:val="22"/>
          <w:szCs w:val="22"/>
        </w:rPr>
        <w:t>Stanje projekta</w:t>
      </w:r>
    </w:p>
    <w:p w14:paraId="4BD1DCDB" w14:textId="77777777" w:rsidR="000803C0" w:rsidRPr="00734367" w:rsidRDefault="000803C0" w:rsidP="000803C0">
      <w:pPr>
        <w:rPr>
          <w:sz w:val="22"/>
          <w:szCs w:val="22"/>
        </w:rPr>
      </w:pPr>
    </w:p>
    <w:p w14:paraId="4D1293CD" w14:textId="77777777" w:rsidR="000803C0" w:rsidRPr="00734367" w:rsidRDefault="000803C0" w:rsidP="000803C0">
      <w:pPr>
        <w:rPr>
          <w:sz w:val="22"/>
          <w:szCs w:val="22"/>
          <w:lang w:eastAsia="sl-SI"/>
        </w:rPr>
      </w:pPr>
      <w:r w:rsidRPr="00734367">
        <w:rPr>
          <w:sz w:val="22"/>
          <w:szCs w:val="22"/>
        </w:rPr>
        <w:t>V letu 2021 in 2022 se je izvajala   investicija v pridobitev projektne dokumentacije za pridobitev gradbenega dovoljenja za dozidavo vrtca. V letu 2025 in 2026 so predvidena gradbena dela in nabava opreme  v okviru investicije dozidava vrtca in telovadnice s podzemno garažo.</w:t>
      </w:r>
    </w:p>
    <w:p w14:paraId="5CBCFBEF" w14:textId="77777777" w:rsidR="000803C0" w:rsidRPr="00734367" w:rsidRDefault="000803C0" w:rsidP="000803C0">
      <w:pPr>
        <w:rPr>
          <w:sz w:val="22"/>
          <w:szCs w:val="22"/>
        </w:rPr>
      </w:pPr>
    </w:p>
    <w:p w14:paraId="69FE4391" w14:textId="77777777" w:rsidR="000803C0" w:rsidRPr="000803C0" w:rsidRDefault="000803C0" w:rsidP="000803C0"/>
    <w:sectPr w:rsidR="000803C0" w:rsidRPr="000803C0" w:rsidSect="0088600C">
      <w:headerReference w:type="even" r:id="rId7"/>
      <w:headerReference w:type="default" r:id="rId8"/>
      <w:footerReference w:type="even" r:id="rId9"/>
      <w:footerReference w:type="default" r:id="rId10"/>
      <w:headerReference w:type="first" r:id="rId11"/>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B2362" w14:textId="77777777" w:rsidR="00986AF4" w:rsidRDefault="00986AF4">
      <w:r>
        <w:separator/>
      </w:r>
    </w:p>
  </w:endnote>
  <w:endnote w:type="continuationSeparator" w:id="0">
    <w:p w14:paraId="1E921DCF" w14:textId="77777777" w:rsidR="00986AF4" w:rsidRDefault="0098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420CF" w14:textId="77777777" w:rsidR="00D94CDE" w:rsidRDefault="00D94CDE" w:rsidP="0088600C">
    <w:pPr>
      <w:pStyle w:val="Noga"/>
      <w:pBdr>
        <w:top w:val="single" w:sz="4" w:space="1" w:color="auto"/>
      </w:pBdr>
      <w:jc w:val="center"/>
    </w:pPr>
    <w:r>
      <w:t xml:space="preserve">Stran </w:t>
    </w:r>
    <w:r>
      <w:fldChar w:fldCharType="begin"/>
    </w:r>
    <w:r>
      <w:instrText xml:space="preserve"> PAGE </w:instrText>
    </w:r>
    <w:r>
      <w:fldChar w:fldCharType="separate"/>
    </w:r>
    <w:r>
      <w:rPr>
        <w:noProof/>
      </w:rPr>
      <w:t>14</w:t>
    </w:r>
    <w:r>
      <w:fldChar w:fldCharType="end"/>
    </w:r>
    <w:r>
      <w:t xml:space="preserve"> od </w:t>
    </w:r>
    <w:fldSimple w:instr=" NUMPAGES ">
      <w:r>
        <w:rPr>
          <w:noProof/>
        </w:rPr>
        <w:t>78</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36395" w14:textId="77777777" w:rsidR="00D94CDE" w:rsidRPr="001F22D2" w:rsidRDefault="00D94CDE" w:rsidP="001F22D2">
    <w:pPr>
      <w:pStyle w:val="Noga"/>
      <w:pBdr>
        <w:top w:val="single" w:sz="4" w:space="1" w:color="auto"/>
      </w:pBdr>
      <w:jc w:val="center"/>
    </w:pPr>
    <w:r>
      <w:t xml:space="preserve">Stran </w:t>
    </w:r>
    <w:r>
      <w:fldChar w:fldCharType="begin"/>
    </w:r>
    <w:r>
      <w:instrText xml:space="preserve"> PAGE </w:instrText>
    </w:r>
    <w:r>
      <w:fldChar w:fldCharType="separate"/>
    </w:r>
    <w:r>
      <w:rPr>
        <w:noProof/>
      </w:rPr>
      <w:t>15</w:t>
    </w:r>
    <w:r>
      <w:fldChar w:fldCharType="end"/>
    </w:r>
    <w:r>
      <w:t xml:space="preserve"> od </w:t>
    </w:r>
    <w:fldSimple w:instr=" NUMPAGES ">
      <w:r>
        <w:rPr>
          <w:noProof/>
        </w:rPr>
        <w:t>78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9F9B0" w14:textId="77777777" w:rsidR="00986AF4" w:rsidRDefault="00986AF4">
      <w:r>
        <w:separator/>
      </w:r>
    </w:p>
  </w:footnote>
  <w:footnote w:type="continuationSeparator" w:id="0">
    <w:p w14:paraId="4586D4BC" w14:textId="77777777" w:rsidR="00986AF4" w:rsidRDefault="00986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35C8D" w14:textId="77777777" w:rsidR="00D94CDE" w:rsidRPr="00747EBA" w:rsidRDefault="00D94CDE" w:rsidP="00747EBA">
    <w:pPr>
      <w:pStyle w:val="Glav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82A6F" w14:textId="77777777" w:rsidR="00D94CDE" w:rsidRDefault="00D94CDE" w:rsidP="00747EBA">
    <w:pPr>
      <w:pStyle w:val="Glav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AF2CC" w14:textId="77777777" w:rsidR="00D94CDE" w:rsidRDefault="00D94CDE" w:rsidP="00747EBA">
    <w:pPr>
      <w:pStyle w:val="Glav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58CB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101B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1ADD0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D466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60493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6AF4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CE84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AAD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F271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B0BC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9315A3"/>
    <w:multiLevelType w:val="multilevel"/>
    <w:tmpl w:val="901AB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AA4DAC"/>
    <w:multiLevelType w:val="multilevel"/>
    <w:tmpl w:val="21226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3745A6"/>
    <w:multiLevelType w:val="multilevel"/>
    <w:tmpl w:val="670A6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832958"/>
    <w:multiLevelType w:val="multilevel"/>
    <w:tmpl w:val="8126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8E057F"/>
    <w:multiLevelType w:val="multilevel"/>
    <w:tmpl w:val="258CB716"/>
    <w:styleLink w:val="ListStyleNumber"/>
    <w:lvl w:ilvl="0">
      <w:start w:val="1"/>
      <w:numFmt w:val="decimal"/>
      <w:lvlText w:val="%1."/>
      <w:lvlJc w:val="left"/>
      <w:pPr>
        <w:tabs>
          <w:tab w:val="num" w:pos="1492"/>
        </w:tabs>
        <w:ind w:left="149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BF754D"/>
    <w:multiLevelType w:val="multilevel"/>
    <w:tmpl w:val="A2C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806353"/>
    <w:multiLevelType w:val="multilevel"/>
    <w:tmpl w:val="8334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19185B"/>
    <w:multiLevelType w:val="multilevel"/>
    <w:tmpl w:val="2AE87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B2F13CC"/>
    <w:multiLevelType w:val="multilevel"/>
    <w:tmpl w:val="47E2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967071">
    <w:abstractNumId w:val="12"/>
  </w:num>
  <w:num w:numId="2" w16cid:durableId="137918442">
    <w:abstractNumId w:val="15"/>
  </w:num>
  <w:num w:numId="3" w16cid:durableId="533929046">
    <w:abstractNumId w:val="10"/>
  </w:num>
  <w:num w:numId="4" w16cid:durableId="1128665393">
    <w:abstractNumId w:val="13"/>
  </w:num>
  <w:num w:numId="5" w16cid:durableId="843976696">
    <w:abstractNumId w:val="17"/>
  </w:num>
  <w:num w:numId="6" w16cid:durableId="1385983232">
    <w:abstractNumId w:val="16"/>
  </w:num>
  <w:num w:numId="7" w16cid:durableId="1421829410">
    <w:abstractNumId w:val="11"/>
  </w:num>
  <w:num w:numId="8" w16cid:durableId="609163777">
    <w:abstractNumId w:val="18"/>
  </w:num>
  <w:num w:numId="9" w16cid:durableId="1212183254">
    <w:abstractNumId w:val="9"/>
  </w:num>
  <w:num w:numId="10" w16cid:durableId="977611779">
    <w:abstractNumId w:val="7"/>
  </w:num>
  <w:num w:numId="11" w16cid:durableId="784080629">
    <w:abstractNumId w:val="6"/>
  </w:num>
  <w:num w:numId="12" w16cid:durableId="1649286875">
    <w:abstractNumId w:val="5"/>
  </w:num>
  <w:num w:numId="13" w16cid:durableId="1731490120">
    <w:abstractNumId w:val="4"/>
  </w:num>
  <w:num w:numId="14" w16cid:durableId="628048690">
    <w:abstractNumId w:val="8"/>
  </w:num>
  <w:num w:numId="15" w16cid:durableId="602962033">
    <w:abstractNumId w:val="3"/>
  </w:num>
  <w:num w:numId="16" w16cid:durableId="1672635512">
    <w:abstractNumId w:val="2"/>
  </w:num>
  <w:num w:numId="17" w16cid:durableId="205410111">
    <w:abstractNumId w:val="1"/>
  </w:num>
  <w:num w:numId="18" w16cid:durableId="1916277380">
    <w:abstractNumId w:val="0"/>
  </w:num>
  <w:num w:numId="19" w16cid:durableId="2003310012">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AF4"/>
    <w:rsid w:val="000027D9"/>
    <w:rsid w:val="00015351"/>
    <w:rsid w:val="00073018"/>
    <w:rsid w:val="000803C0"/>
    <w:rsid w:val="00090FE0"/>
    <w:rsid w:val="000937D9"/>
    <w:rsid w:val="00095E99"/>
    <w:rsid w:val="000A2E9C"/>
    <w:rsid w:val="000C71FC"/>
    <w:rsid w:val="000D45CB"/>
    <w:rsid w:val="000D47D8"/>
    <w:rsid w:val="000E5A45"/>
    <w:rsid w:val="000E7580"/>
    <w:rsid w:val="000F071A"/>
    <w:rsid w:val="000F64CE"/>
    <w:rsid w:val="0012453B"/>
    <w:rsid w:val="00124A2E"/>
    <w:rsid w:val="0012625C"/>
    <w:rsid w:val="00142A93"/>
    <w:rsid w:val="00144ACF"/>
    <w:rsid w:val="001475B6"/>
    <w:rsid w:val="00150AA5"/>
    <w:rsid w:val="00164CCA"/>
    <w:rsid w:val="00170EE3"/>
    <w:rsid w:val="00172FC0"/>
    <w:rsid w:val="0017566D"/>
    <w:rsid w:val="0018292C"/>
    <w:rsid w:val="0018304D"/>
    <w:rsid w:val="001A5A22"/>
    <w:rsid w:val="001B16BD"/>
    <w:rsid w:val="001B3E68"/>
    <w:rsid w:val="001E00C7"/>
    <w:rsid w:val="001E1A73"/>
    <w:rsid w:val="001E5056"/>
    <w:rsid w:val="001F22D2"/>
    <w:rsid w:val="00240052"/>
    <w:rsid w:val="00245B69"/>
    <w:rsid w:val="00246DF4"/>
    <w:rsid w:val="00252208"/>
    <w:rsid w:val="002548B1"/>
    <w:rsid w:val="002617A4"/>
    <w:rsid w:val="00266642"/>
    <w:rsid w:val="002704DA"/>
    <w:rsid w:val="002851F1"/>
    <w:rsid w:val="0028644C"/>
    <w:rsid w:val="00286E95"/>
    <w:rsid w:val="00297D1D"/>
    <w:rsid w:val="002A2084"/>
    <w:rsid w:val="002B6615"/>
    <w:rsid w:val="002C6CC0"/>
    <w:rsid w:val="002E1E7A"/>
    <w:rsid w:val="002E5462"/>
    <w:rsid w:val="002E6BD6"/>
    <w:rsid w:val="002F60F6"/>
    <w:rsid w:val="002F6C89"/>
    <w:rsid w:val="0030228D"/>
    <w:rsid w:val="00314637"/>
    <w:rsid w:val="00317931"/>
    <w:rsid w:val="00317A76"/>
    <w:rsid w:val="00321C0C"/>
    <w:rsid w:val="00323458"/>
    <w:rsid w:val="00352988"/>
    <w:rsid w:val="00363569"/>
    <w:rsid w:val="00367B2D"/>
    <w:rsid w:val="00376503"/>
    <w:rsid w:val="0037715D"/>
    <w:rsid w:val="003B0C7A"/>
    <w:rsid w:val="003B3821"/>
    <w:rsid w:val="003D14A0"/>
    <w:rsid w:val="003D54FB"/>
    <w:rsid w:val="003E0E47"/>
    <w:rsid w:val="003E2347"/>
    <w:rsid w:val="003F3DE7"/>
    <w:rsid w:val="003F3E68"/>
    <w:rsid w:val="00406432"/>
    <w:rsid w:val="00422FC8"/>
    <w:rsid w:val="00445DC7"/>
    <w:rsid w:val="004741D2"/>
    <w:rsid w:val="004803B3"/>
    <w:rsid w:val="00487589"/>
    <w:rsid w:val="004A4444"/>
    <w:rsid w:val="004B094D"/>
    <w:rsid w:val="004B16A0"/>
    <w:rsid w:val="004D0D0F"/>
    <w:rsid w:val="004D111D"/>
    <w:rsid w:val="004D21AC"/>
    <w:rsid w:val="004D2B9E"/>
    <w:rsid w:val="004E5FCB"/>
    <w:rsid w:val="004F3F7D"/>
    <w:rsid w:val="004F7851"/>
    <w:rsid w:val="00507EC7"/>
    <w:rsid w:val="00515058"/>
    <w:rsid w:val="00517D4A"/>
    <w:rsid w:val="005433AF"/>
    <w:rsid w:val="005453BB"/>
    <w:rsid w:val="005527E1"/>
    <w:rsid w:val="00554784"/>
    <w:rsid w:val="00575BF0"/>
    <w:rsid w:val="00586421"/>
    <w:rsid w:val="00590813"/>
    <w:rsid w:val="005B0D76"/>
    <w:rsid w:val="005C0096"/>
    <w:rsid w:val="005C72FC"/>
    <w:rsid w:val="005D097C"/>
    <w:rsid w:val="005D108A"/>
    <w:rsid w:val="005E68E2"/>
    <w:rsid w:val="005F1048"/>
    <w:rsid w:val="006123B8"/>
    <w:rsid w:val="00634976"/>
    <w:rsid w:val="00640668"/>
    <w:rsid w:val="00651436"/>
    <w:rsid w:val="006605D4"/>
    <w:rsid w:val="00667225"/>
    <w:rsid w:val="0067346B"/>
    <w:rsid w:val="00676FDF"/>
    <w:rsid w:val="006800A0"/>
    <w:rsid w:val="006819FF"/>
    <w:rsid w:val="00690F0E"/>
    <w:rsid w:val="00695A61"/>
    <w:rsid w:val="006A471A"/>
    <w:rsid w:val="006A59FA"/>
    <w:rsid w:val="006B2135"/>
    <w:rsid w:val="006B307D"/>
    <w:rsid w:val="006B7C6E"/>
    <w:rsid w:val="006C1013"/>
    <w:rsid w:val="006D4158"/>
    <w:rsid w:val="006E1E41"/>
    <w:rsid w:val="006E4792"/>
    <w:rsid w:val="006E7203"/>
    <w:rsid w:val="0070196B"/>
    <w:rsid w:val="00710E68"/>
    <w:rsid w:val="0071665A"/>
    <w:rsid w:val="007303D2"/>
    <w:rsid w:val="00734291"/>
    <w:rsid w:val="007439D3"/>
    <w:rsid w:val="00744187"/>
    <w:rsid w:val="00747EBA"/>
    <w:rsid w:val="0076091F"/>
    <w:rsid w:val="007730C7"/>
    <w:rsid w:val="00775175"/>
    <w:rsid w:val="00782FA6"/>
    <w:rsid w:val="007859D2"/>
    <w:rsid w:val="007904B1"/>
    <w:rsid w:val="007B13F3"/>
    <w:rsid w:val="007B3CCD"/>
    <w:rsid w:val="007B63D2"/>
    <w:rsid w:val="007B77E6"/>
    <w:rsid w:val="007C4946"/>
    <w:rsid w:val="007C62F2"/>
    <w:rsid w:val="007C7F7F"/>
    <w:rsid w:val="007D05ED"/>
    <w:rsid w:val="007D0B71"/>
    <w:rsid w:val="007E0FB9"/>
    <w:rsid w:val="007E642D"/>
    <w:rsid w:val="007F7CE9"/>
    <w:rsid w:val="00805F8D"/>
    <w:rsid w:val="008164EA"/>
    <w:rsid w:val="008217C9"/>
    <w:rsid w:val="00835B22"/>
    <w:rsid w:val="008400DD"/>
    <w:rsid w:val="008516C5"/>
    <w:rsid w:val="00860E93"/>
    <w:rsid w:val="008626A6"/>
    <w:rsid w:val="00863013"/>
    <w:rsid w:val="00872629"/>
    <w:rsid w:val="00872E07"/>
    <w:rsid w:val="00876A71"/>
    <w:rsid w:val="0088076E"/>
    <w:rsid w:val="00881EDF"/>
    <w:rsid w:val="0088600C"/>
    <w:rsid w:val="00886374"/>
    <w:rsid w:val="00890638"/>
    <w:rsid w:val="00892CC6"/>
    <w:rsid w:val="008A60E0"/>
    <w:rsid w:val="008C1C44"/>
    <w:rsid w:val="008F2893"/>
    <w:rsid w:val="009144A2"/>
    <w:rsid w:val="00916409"/>
    <w:rsid w:val="00927DB5"/>
    <w:rsid w:val="00945394"/>
    <w:rsid w:val="00953844"/>
    <w:rsid w:val="00957DCA"/>
    <w:rsid w:val="00962430"/>
    <w:rsid w:val="009666A8"/>
    <w:rsid w:val="00967D06"/>
    <w:rsid w:val="00970279"/>
    <w:rsid w:val="009868C9"/>
    <w:rsid w:val="00986AF4"/>
    <w:rsid w:val="00997F12"/>
    <w:rsid w:val="009A2197"/>
    <w:rsid w:val="009A6540"/>
    <w:rsid w:val="009B4935"/>
    <w:rsid w:val="009D2255"/>
    <w:rsid w:val="009E3B92"/>
    <w:rsid w:val="009F7CBD"/>
    <w:rsid w:val="00A01C5E"/>
    <w:rsid w:val="00A03692"/>
    <w:rsid w:val="00A137F5"/>
    <w:rsid w:val="00A144DE"/>
    <w:rsid w:val="00A156F9"/>
    <w:rsid w:val="00A3311E"/>
    <w:rsid w:val="00A53A42"/>
    <w:rsid w:val="00A55F04"/>
    <w:rsid w:val="00A645D3"/>
    <w:rsid w:val="00A8598A"/>
    <w:rsid w:val="00AA0E5F"/>
    <w:rsid w:val="00AA47EA"/>
    <w:rsid w:val="00AA5ABF"/>
    <w:rsid w:val="00AB065E"/>
    <w:rsid w:val="00AB7E5D"/>
    <w:rsid w:val="00AC003E"/>
    <w:rsid w:val="00AC7E92"/>
    <w:rsid w:val="00B06BC9"/>
    <w:rsid w:val="00B074C7"/>
    <w:rsid w:val="00B107D3"/>
    <w:rsid w:val="00B1208A"/>
    <w:rsid w:val="00B243AB"/>
    <w:rsid w:val="00B33359"/>
    <w:rsid w:val="00B37AB4"/>
    <w:rsid w:val="00B529EF"/>
    <w:rsid w:val="00B64F9C"/>
    <w:rsid w:val="00B96A65"/>
    <w:rsid w:val="00BA78D2"/>
    <w:rsid w:val="00BB2976"/>
    <w:rsid w:val="00BB4B6C"/>
    <w:rsid w:val="00BC6526"/>
    <w:rsid w:val="00C10748"/>
    <w:rsid w:val="00C11918"/>
    <w:rsid w:val="00C11C67"/>
    <w:rsid w:val="00C21E3A"/>
    <w:rsid w:val="00C23C6B"/>
    <w:rsid w:val="00C302CA"/>
    <w:rsid w:val="00C30A46"/>
    <w:rsid w:val="00C337E5"/>
    <w:rsid w:val="00C520ED"/>
    <w:rsid w:val="00C54968"/>
    <w:rsid w:val="00C553F5"/>
    <w:rsid w:val="00C5548C"/>
    <w:rsid w:val="00C7108D"/>
    <w:rsid w:val="00C8673D"/>
    <w:rsid w:val="00C913E0"/>
    <w:rsid w:val="00CD1AA9"/>
    <w:rsid w:val="00CD69E7"/>
    <w:rsid w:val="00CD7271"/>
    <w:rsid w:val="00CD732D"/>
    <w:rsid w:val="00CE2067"/>
    <w:rsid w:val="00CF337A"/>
    <w:rsid w:val="00CF4A1F"/>
    <w:rsid w:val="00D01262"/>
    <w:rsid w:val="00D01E2E"/>
    <w:rsid w:val="00D03F40"/>
    <w:rsid w:val="00D10577"/>
    <w:rsid w:val="00D21B75"/>
    <w:rsid w:val="00D2597B"/>
    <w:rsid w:val="00D3335D"/>
    <w:rsid w:val="00D35549"/>
    <w:rsid w:val="00D44873"/>
    <w:rsid w:val="00D45A8B"/>
    <w:rsid w:val="00D54DE4"/>
    <w:rsid w:val="00D55EA9"/>
    <w:rsid w:val="00D7306D"/>
    <w:rsid w:val="00D7591B"/>
    <w:rsid w:val="00D778F8"/>
    <w:rsid w:val="00D82B9D"/>
    <w:rsid w:val="00D94CDE"/>
    <w:rsid w:val="00DA0CFA"/>
    <w:rsid w:val="00DA7815"/>
    <w:rsid w:val="00DB064B"/>
    <w:rsid w:val="00DC4EB1"/>
    <w:rsid w:val="00DC625C"/>
    <w:rsid w:val="00DE0B6C"/>
    <w:rsid w:val="00DE5C37"/>
    <w:rsid w:val="00DF0EDE"/>
    <w:rsid w:val="00DF0F30"/>
    <w:rsid w:val="00DF5E7A"/>
    <w:rsid w:val="00E11746"/>
    <w:rsid w:val="00E16088"/>
    <w:rsid w:val="00E16EFF"/>
    <w:rsid w:val="00E33B9C"/>
    <w:rsid w:val="00E40403"/>
    <w:rsid w:val="00E43B05"/>
    <w:rsid w:val="00E45149"/>
    <w:rsid w:val="00E51867"/>
    <w:rsid w:val="00E55A77"/>
    <w:rsid w:val="00E55DF2"/>
    <w:rsid w:val="00E57B55"/>
    <w:rsid w:val="00E770AB"/>
    <w:rsid w:val="00E95CF9"/>
    <w:rsid w:val="00EA02D9"/>
    <w:rsid w:val="00EA483B"/>
    <w:rsid w:val="00EA4898"/>
    <w:rsid w:val="00EB096C"/>
    <w:rsid w:val="00EB1339"/>
    <w:rsid w:val="00EB56B4"/>
    <w:rsid w:val="00EB57D8"/>
    <w:rsid w:val="00EC6E0D"/>
    <w:rsid w:val="00ED79F6"/>
    <w:rsid w:val="00EF1718"/>
    <w:rsid w:val="00EF2016"/>
    <w:rsid w:val="00F00051"/>
    <w:rsid w:val="00F02BA3"/>
    <w:rsid w:val="00F044E6"/>
    <w:rsid w:val="00F053A8"/>
    <w:rsid w:val="00F13860"/>
    <w:rsid w:val="00F16296"/>
    <w:rsid w:val="00F2773E"/>
    <w:rsid w:val="00F36CB9"/>
    <w:rsid w:val="00F40DA2"/>
    <w:rsid w:val="00F42177"/>
    <w:rsid w:val="00F53962"/>
    <w:rsid w:val="00F60CD9"/>
    <w:rsid w:val="00F6131B"/>
    <w:rsid w:val="00F7523C"/>
    <w:rsid w:val="00F76FA0"/>
    <w:rsid w:val="00F80858"/>
    <w:rsid w:val="00F82916"/>
    <w:rsid w:val="00F866E5"/>
    <w:rsid w:val="00F9653E"/>
    <w:rsid w:val="00FA0D81"/>
    <w:rsid w:val="00FA5F86"/>
    <w:rsid w:val="00FB499D"/>
    <w:rsid w:val="00FC3E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FED9A4"/>
  <w15:chartTrackingRefBased/>
  <w15:docId w15:val="{D916F0F8-5A61-4834-AF92-E9A39491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D54FB"/>
    <w:pPr>
      <w:overflowPunct w:val="0"/>
      <w:autoSpaceDE w:val="0"/>
      <w:autoSpaceDN w:val="0"/>
      <w:adjustRightInd w:val="0"/>
      <w:spacing w:before="60" w:after="120"/>
      <w:ind w:left="284"/>
      <w:textAlignment w:val="baseline"/>
    </w:pPr>
    <w:rPr>
      <w:lang w:eastAsia="en-US"/>
    </w:rPr>
  </w:style>
  <w:style w:type="paragraph" w:styleId="Naslov1">
    <w:name w:val="heading 1"/>
    <w:basedOn w:val="Navaden"/>
    <w:next w:val="Navaden"/>
    <w:qFormat/>
    <w:rsid w:val="00805F8D"/>
    <w:pPr>
      <w:keepNext/>
      <w:keepLines/>
      <w:spacing w:after="240"/>
      <w:ind w:left="0"/>
      <w:jc w:val="center"/>
      <w:outlineLvl w:val="0"/>
    </w:pPr>
    <w:rPr>
      <w:b/>
      <w:bCs/>
      <w:iCs/>
      <w:spacing w:val="60"/>
      <w:kern w:val="32"/>
      <w:sz w:val="44"/>
    </w:rPr>
  </w:style>
  <w:style w:type="paragraph" w:styleId="Naslov2">
    <w:name w:val="heading 2"/>
    <w:basedOn w:val="Navaden"/>
    <w:next w:val="Navaden"/>
    <w:qFormat/>
    <w:rsid w:val="00CE2067"/>
    <w:pPr>
      <w:keepNext/>
      <w:spacing w:before="240"/>
      <w:ind w:left="0"/>
      <w:outlineLvl w:val="1"/>
    </w:pPr>
    <w:rPr>
      <w:b/>
      <w:spacing w:val="30"/>
      <w:sz w:val="40"/>
    </w:rPr>
  </w:style>
  <w:style w:type="paragraph" w:styleId="Naslov3">
    <w:name w:val="heading 3"/>
    <w:basedOn w:val="Navaden"/>
    <w:next w:val="Navaden"/>
    <w:qFormat/>
    <w:rsid w:val="00805F8D"/>
    <w:pPr>
      <w:keepNext/>
      <w:keepLines/>
      <w:overflowPunct/>
      <w:autoSpaceDE/>
      <w:autoSpaceDN/>
      <w:adjustRightInd/>
      <w:spacing w:before="120" w:after="240"/>
      <w:ind w:left="0"/>
      <w:textAlignment w:val="auto"/>
      <w:outlineLvl w:val="2"/>
    </w:pPr>
    <w:rPr>
      <w:rFonts w:cs="Arial"/>
      <w:b/>
      <w:iCs/>
      <w:spacing w:val="30"/>
      <w:sz w:val="40"/>
      <w:szCs w:val="26"/>
    </w:rPr>
  </w:style>
  <w:style w:type="paragraph" w:styleId="Naslov4">
    <w:name w:val="heading 4"/>
    <w:basedOn w:val="Navaden"/>
    <w:next w:val="Navaden"/>
    <w:qFormat/>
    <w:rsid w:val="006D4158"/>
    <w:pPr>
      <w:keepNext/>
      <w:keepLines/>
      <w:overflowPunct/>
      <w:autoSpaceDE/>
      <w:autoSpaceDN/>
      <w:adjustRightInd/>
      <w:spacing w:after="240"/>
      <w:ind w:left="0"/>
      <w:textAlignment w:val="auto"/>
      <w:outlineLvl w:val="3"/>
    </w:pPr>
    <w:rPr>
      <w:b/>
      <w:bCs/>
      <w:spacing w:val="20"/>
      <w:sz w:val="36"/>
      <w:szCs w:val="28"/>
    </w:rPr>
  </w:style>
  <w:style w:type="paragraph" w:styleId="Naslov5">
    <w:name w:val="heading 5"/>
    <w:basedOn w:val="Navaden"/>
    <w:next w:val="Navaden"/>
    <w:qFormat/>
    <w:rsid w:val="00C7108D"/>
    <w:pPr>
      <w:keepNext/>
      <w:keepLines/>
      <w:pBdr>
        <w:top w:val="single" w:sz="4" w:space="1" w:color="auto"/>
        <w:bottom w:val="single" w:sz="4" w:space="1" w:color="auto"/>
      </w:pBdr>
      <w:ind w:left="0"/>
      <w:outlineLvl w:val="4"/>
    </w:pPr>
    <w:rPr>
      <w:b/>
      <w:sz w:val="32"/>
    </w:rPr>
  </w:style>
  <w:style w:type="paragraph" w:styleId="Naslov6">
    <w:name w:val="heading 6"/>
    <w:basedOn w:val="Navaden"/>
    <w:next w:val="Navaden"/>
    <w:qFormat/>
    <w:rsid w:val="00C7108D"/>
    <w:pPr>
      <w:keepNext/>
      <w:keepLines/>
      <w:pBdr>
        <w:top w:val="single" w:sz="4" w:space="1" w:color="auto"/>
        <w:bottom w:val="single" w:sz="4" w:space="1" w:color="auto"/>
      </w:pBdr>
      <w:spacing w:before="240"/>
      <w:ind w:left="0"/>
      <w:outlineLvl w:val="5"/>
    </w:pPr>
    <w:rPr>
      <w:b/>
      <w:iCs/>
      <w:sz w:val="32"/>
    </w:rPr>
  </w:style>
  <w:style w:type="paragraph" w:styleId="Naslov7">
    <w:name w:val="heading 7"/>
    <w:basedOn w:val="Navaden"/>
    <w:next w:val="Navaden"/>
    <w:qFormat/>
    <w:rsid w:val="00AC7E92"/>
    <w:pPr>
      <w:keepNext/>
      <w:keepLines/>
      <w:pBdr>
        <w:top w:val="single" w:sz="4" w:space="1" w:color="auto"/>
        <w:bottom w:val="single" w:sz="4" w:space="1" w:color="auto"/>
      </w:pBdr>
      <w:spacing w:before="120"/>
      <w:ind w:left="0"/>
      <w:outlineLvl w:val="6"/>
    </w:pPr>
    <w:rPr>
      <w:b/>
      <w:bCs/>
      <w:sz w:val="28"/>
    </w:rPr>
  </w:style>
  <w:style w:type="paragraph" w:styleId="Naslov8">
    <w:name w:val="heading 8"/>
    <w:basedOn w:val="Navaden"/>
    <w:next w:val="Navaden"/>
    <w:qFormat/>
    <w:rsid w:val="00C7108D"/>
    <w:pPr>
      <w:keepNext/>
      <w:keepLines/>
      <w:spacing w:before="240"/>
      <w:ind w:left="0"/>
      <w:outlineLvl w:val="7"/>
    </w:pPr>
    <w:rPr>
      <w:b/>
      <w:sz w:val="28"/>
    </w:rPr>
  </w:style>
  <w:style w:type="paragraph" w:styleId="Naslov9">
    <w:name w:val="heading 9"/>
    <w:basedOn w:val="Naslov6"/>
    <w:next w:val="Navaden"/>
    <w:qFormat/>
    <w:rsid w:val="00805F8D"/>
    <w:pPr>
      <w:pBdr>
        <w:top w:val="none" w:sz="0" w:space="0" w:color="auto"/>
        <w:bottom w:val="none" w:sz="0" w:space="0" w:color="auto"/>
      </w:pBdr>
      <w:ind w:left="284"/>
      <w:outlineLvl w:val="8"/>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SPU">
    <w:name w:val="Heading SPU"/>
    <w:basedOn w:val="Navaden"/>
    <w:next w:val="Navaden"/>
    <w:pPr>
      <w:keepNext/>
      <w:pBdr>
        <w:top w:val="single" w:sz="4" w:space="1" w:color="auto"/>
        <w:bottom w:val="single" w:sz="4" w:space="1" w:color="auto"/>
      </w:pBdr>
      <w:shd w:val="clear" w:color="auto" w:fill="E0E0E0"/>
    </w:pPr>
    <w:rPr>
      <w:b/>
      <w:bCs/>
      <w:sz w:val="32"/>
    </w:rPr>
  </w:style>
  <w:style w:type="paragraph" w:customStyle="1" w:styleId="Bullet">
    <w:name w:val="Bullet"/>
    <w:basedOn w:val="Bullet1"/>
    <w:rsid w:val="008516C5"/>
    <w:pPr>
      <w:tabs>
        <w:tab w:val="clear" w:pos="900"/>
        <w:tab w:val="left" w:pos="540"/>
      </w:tabs>
      <w:ind w:left="556" w:hanging="278"/>
    </w:pPr>
  </w:style>
  <w:style w:type="paragraph" w:customStyle="1" w:styleId="Bullet1">
    <w:name w:val="Bullet 1"/>
    <w:basedOn w:val="Navaden"/>
    <w:pPr>
      <w:tabs>
        <w:tab w:val="left" w:pos="900"/>
      </w:tabs>
      <w:spacing w:before="0"/>
      <w:ind w:left="900" w:hanging="294"/>
    </w:pPr>
  </w:style>
  <w:style w:type="paragraph" w:customStyle="1" w:styleId="KAZALO">
    <w:name w:val="KAZALO"/>
    <w:basedOn w:val="Navaden"/>
    <w:next w:val="Navaden"/>
    <w:pPr>
      <w:keepNext/>
      <w:spacing w:after="240"/>
      <w:jc w:val="center"/>
    </w:pPr>
    <w:rPr>
      <w:b/>
      <w:bCs/>
      <w:sz w:val="28"/>
    </w:rPr>
  </w:style>
  <w:style w:type="paragraph" w:customStyle="1" w:styleId="Bullet2">
    <w:name w:val="Bullet 2"/>
    <w:basedOn w:val="Navaden"/>
    <w:pPr>
      <w:tabs>
        <w:tab w:val="left" w:pos="1148"/>
      </w:tabs>
      <w:spacing w:before="0"/>
      <w:ind w:left="1162" w:hanging="262"/>
    </w:pPr>
  </w:style>
  <w:style w:type="paragraph" w:styleId="Glava">
    <w:name w:val="header"/>
    <w:basedOn w:val="Navaden"/>
    <w:pPr>
      <w:pBdr>
        <w:bottom w:val="single" w:sz="4" w:space="1" w:color="auto"/>
      </w:pBdr>
      <w:tabs>
        <w:tab w:val="center" w:pos="4536"/>
        <w:tab w:val="right" w:pos="9072"/>
      </w:tabs>
    </w:pPr>
    <w:rPr>
      <w:sz w:val="16"/>
    </w:rPr>
  </w:style>
  <w:style w:type="paragraph" w:styleId="Noga">
    <w:name w:val="footer"/>
    <w:basedOn w:val="Navaden"/>
    <w:pPr>
      <w:tabs>
        <w:tab w:val="center" w:pos="4536"/>
        <w:tab w:val="right" w:pos="9072"/>
      </w:tabs>
    </w:pPr>
  </w:style>
  <w:style w:type="paragraph" w:styleId="Kazalovsebine1">
    <w:name w:val="toc 1"/>
    <w:basedOn w:val="Navaden"/>
    <w:next w:val="Navaden"/>
    <w:autoRedefine/>
    <w:uiPriority w:val="39"/>
    <w:rsid w:val="00863013"/>
    <w:pPr>
      <w:spacing w:before="120"/>
      <w:ind w:left="0"/>
    </w:pPr>
    <w:rPr>
      <w:b/>
      <w:bCs/>
      <w:caps/>
    </w:rPr>
  </w:style>
  <w:style w:type="paragraph" w:styleId="Kazalovsebine3">
    <w:name w:val="toc 3"/>
    <w:basedOn w:val="Navaden"/>
    <w:next w:val="Navaden"/>
    <w:autoRedefine/>
    <w:uiPriority w:val="39"/>
    <w:rsid w:val="00DE5C37"/>
    <w:pPr>
      <w:ind w:left="400"/>
    </w:pPr>
    <w:rPr>
      <w:i/>
      <w:iCs/>
    </w:rPr>
  </w:style>
  <w:style w:type="paragraph" w:styleId="Kazalovsebine4">
    <w:name w:val="toc 4"/>
    <w:basedOn w:val="Navaden"/>
    <w:next w:val="Navaden"/>
    <w:autoRedefine/>
    <w:uiPriority w:val="39"/>
    <w:pPr>
      <w:ind w:left="600"/>
    </w:pPr>
    <w:rPr>
      <w:sz w:val="18"/>
      <w:szCs w:val="18"/>
    </w:rPr>
  </w:style>
  <w:style w:type="paragraph" w:styleId="Kazalovsebine2">
    <w:name w:val="toc 2"/>
    <w:basedOn w:val="Navaden"/>
    <w:next w:val="Navaden"/>
    <w:uiPriority w:val="39"/>
    <w:pPr>
      <w:ind w:left="200"/>
    </w:pPr>
    <w:rPr>
      <w:smallCaps/>
    </w:rPr>
  </w:style>
  <w:style w:type="paragraph" w:styleId="Kazalovsebine5">
    <w:name w:val="toc 5"/>
    <w:basedOn w:val="Navaden"/>
    <w:next w:val="Navaden"/>
    <w:uiPriority w:val="39"/>
    <w:pPr>
      <w:ind w:left="800"/>
    </w:pPr>
    <w:rPr>
      <w:sz w:val="18"/>
      <w:szCs w:val="18"/>
    </w:rPr>
  </w:style>
  <w:style w:type="paragraph" w:styleId="Kazalovsebine6">
    <w:name w:val="toc 6"/>
    <w:basedOn w:val="Navaden"/>
    <w:next w:val="Navaden"/>
    <w:uiPriority w:val="39"/>
    <w:pPr>
      <w:ind w:left="1000"/>
    </w:pPr>
    <w:rPr>
      <w:sz w:val="18"/>
      <w:szCs w:val="18"/>
    </w:rPr>
  </w:style>
  <w:style w:type="paragraph" w:styleId="Kazalovsebine7">
    <w:name w:val="toc 7"/>
    <w:basedOn w:val="Navaden"/>
    <w:next w:val="Navaden"/>
    <w:uiPriority w:val="39"/>
    <w:pPr>
      <w:ind w:left="1200"/>
    </w:pPr>
    <w:rPr>
      <w:sz w:val="18"/>
      <w:szCs w:val="18"/>
    </w:rPr>
  </w:style>
  <w:style w:type="paragraph" w:styleId="Kazalovsebine8">
    <w:name w:val="toc 8"/>
    <w:basedOn w:val="Navaden"/>
    <w:next w:val="Navaden"/>
    <w:autoRedefine/>
    <w:uiPriority w:val="39"/>
    <w:pPr>
      <w:ind w:left="1400"/>
    </w:pPr>
    <w:rPr>
      <w:sz w:val="18"/>
      <w:szCs w:val="18"/>
    </w:rPr>
  </w:style>
  <w:style w:type="paragraph" w:styleId="Kazalovsebine9">
    <w:name w:val="toc 9"/>
    <w:basedOn w:val="Navaden"/>
    <w:next w:val="Navaden"/>
    <w:autoRedefine/>
    <w:uiPriority w:val="39"/>
    <w:pPr>
      <w:ind w:left="1600"/>
    </w:pPr>
    <w:rPr>
      <w:sz w:val="18"/>
      <w:szCs w:val="18"/>
    </w:rPr>
  </w:style>
  <w:style w:type="paragraph" w:customStyle="1" w:styleId="HeadingPRJ">
    <w:name w:val="Heading PRJ"/>
    <w:basedOn w:val="Navaden"/>
    <w:next w:val="Navaden"/>
    <w:rsid w:val="00E57B55"/>
    <w:pPr>
      <w:keepNext/>
      <w:tabs>
        <w:tab w:val="left" w:pos="1620"/>
      </w:tabs>
      <w:spacing w:before="360" w:after="60"/>
      <w:ind w:left="1620" w:hanging="1620"/>
    </w:pPr>
    <w:rPr>
      <w:b/>
      <w:bCs/>
      <w:sz w:val="24"/>
    </w:rPr>
  </w:style>
  <w:style w:type="paragraph" w:styleId="z-vrhobrazca">
    <w:name w:val="HTML Top of Form"/>
    <w:basedOn w:val="Navaden"/>
    <w:next w:val="Navaden"/>
    <w:hidden/>
    <w:pPr>
      <w:pBdr>
        <w:bottom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paragraph" w:styleId="z-dnoobrazca">
    <w:name w:val="HTML Bottom of Form"/>
    <w:basedOn w:val="Navaden"/>
    <w:next w:val="Navaden"/>
    <w:hidden/>
    <w:pPr>
      <w:pBdr>
        <w:top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character" w:styleId="Hiperpovezava">
    <w:name w:val="Hyperlink"/>
    <w:basedOn w:val="Privzetapisavaodstavka"/>
    <w:uiPriority w:val="99"/>
    <w:rPr>
      <w:color w:val="0000FF"/>
      <w:u w:val="single"/>
    </w:rPr>
  </w:style>
  <w:style w:type="paragraph" w:customStyle="1" w:styleId="Default">
    <w:name w:val="Default"/>
    <w:rsid w:val="00CF4A1F"/>
    <w:pPr>
      <w:autoSpaceDE w:val="0"/>
      <w:autoSpaceDN w:val="0"/>
      <w:adjustRightInd w:val="0"/>
    </w:pPr>
    <w:rPr>
      <w:color w:val="000000"/>
      <w:sz w:val="24"/>
      <w:szCs w:val="24"/>
    </w:rPr>
  </w:style>
  <w:style w:type="paragraph" w:customStyle="1" w:styleId="Naslov10">
    <w:name w:val="Naslov1"/>
    <w:basedOn w:val="Navaden"/>
    <w:next w:val="Navaden"/>
    <w:rsid w:val="00805F8D"/>
    <w:pPr>
      <w:jc w:val="center"/>
    </w:pPr>
    <w:rPr>
      <w:b/>
      <w:bCs/>
      <w:caps/>
      <w:spacing w:val="60"/>
      <w:sz w:val="48"/>
      <w:szCs w:val="48"/>
    </w:rPr>
  </w:style>
  <w:style w:type="paragraph" w:customStyle="1" w:styleId="Heading10">
    <w:name w:val="Heading 10"/>
    <w:basedOn w:val="Naslov9"/>
    <w:next w:val="Navaden"/>
    <w:rsid w:val="00C7108D"/>
  </w:style>
  <w:style w:type="paragraph" w:customStyle="1" w:styleId="Heading11">
    <w:name w:val="Heading 11"/>
    <w:basedOn w:val="Navaden"/>
    <w:next w:val="Navaden"/>
    <w:rsid w:val="00C7108D"/>
    <w:pPr>
      <w:keepNext/>
      <w:keepLines/>
      <w:spacing w:before="120"/>
    </w:pPr>
    <w:rPr>
      <w:b/>
      <w:i/>
    </w:rPr>
  </w:style>
  <w:style w:type="paragraph" w:styleId="Navadensplet">
    <w:name w:val="Normal (Web)"/>
    <w:basedOn w:val="Navaden"/>
    <w:uiPriority w:val="99"/>
    <w:rsid w:val="00D01E2E"/>
    <w:pPr>
      <w:overflowPunct/>
      <w:autoSpaceDE/>
      <w:autoSpaceDN/>
      <w:adjustRightInd/>
      <w:textAlignment w:val="auto"/>
    </w:pPr>
    <w:rPr>
      <w:szCs w:val="24"/>
      <w:lang w:eastAsia="sl-SI"/>
    </w:rPr>
  </w:style>
  <w:style w:type="paragraph" w:customStyle="1" w:styleId="AHeading10">
    <w:name w:val="A_Heading_10"/>
    <w:basedOn w:val="Navaden"/>
    <w:rsid w:val="00170EE3"/>
    <w:pPr>
      <w:keepNext/>
      <w:keepLines/>
      <w:spacing w:before="160" w:after="60"/>
      <w:outlineLvl w:val="8"/>
    </w:pPr>
    <w:rPr>
      <w:b/>
      <w:iCs/>
      <w:sz w:val="28"/>
    </w:rPr>
  </w:style>
  <w:style w:type="paragraph" w:customStyle="1" w:styleId="AHeading11">
    <w:name w:val="A_Heading_11"/>
    <w:basedOn w:val="Navaden"/>
    <w:next w:val="Navaden"/>
    <w:rsid w:val="00710E68"/>
    <w:pPr>
      <w:keepNext/>
      <w:keepLines/>
      <w:spacing w:before="180" w:after="60"/>
    </w:pPr>
    <w:rPr>
      <w:b/>
      <w:i/>
    </w:rPr>
  </w:style>
  <w:style w:type="paragraph" w:customStyle="1" w:styleId="AHeading3">
    <w:name w:val="A_Heading_3"/>
    <w:basedOn w:val="Naslov3"/>
    <w:next w:val="Navaden"/>
    <w:rsid w:val="0076091F"/>
  </w:style>
  <w:style w:type="paragraph" w:customStyle="1" w:styleId="AHeading4">
    <w:name w:val="A_Heading_4"/>
    <w:basedOn w:val="Naslov4"/>
    <w:next w:val="Navaden"/>
    <w:rsid w:val="0076091F"/>
  </w:style>
  <w:style w:type="paragraph" w:customStyle="1" w:styleId="AHeading5">
    <w:name w:val="A_Heading_5"/>
    <w:basedOn w:val="Naslov5"/>
    <w:next w:val="Navaden"/>
    <w:rsid w:val="0076091F"/>
  </w:style>
  <w:style w:type="paragraph" w:customStyle="1" w:styleId="AHeading6">
    <w:name w:val="A_Heading_6"/>
    <w:basedOn w:val="Naslov6"/>
    <w:next w:val="Navaden"/>
    <w:rsid w:val="0076091F"/>
  </w:style>
  <w:style w:type="paragraph" w:customStyle="1" w:styleId="AHeading9">
    <w:name w:val="A_Heading_9"/>
    <w:basedOn w:val="Naslov9"/>
    <w:next w:val="Navaden"/>
    <w:rsid w:val="0076091F"/>
  </w:style>
  <w:style w:type="paragraph" w:customStyle="1" w:styleId="AKAZALO">
    <w:name w:val="A_KAZALO"/>
    <w:basedOn w:val="Navaden"/>
    <w:rsid w:val="0076091F"/>
    <w:pPr>
      <w:keepNext/>
      <w:spacing w:after="240"/>
      <w:jc w:val="center"/>
    </w:pPr>
    <w:rPr>
      <w:b/>
      <w:bCs/>
      <w:sz w:val="28"/>
    </w:rPr>
  </w:style>
  <w:style w:type="paragraph" w:customStyle="1" w:styleId="ANaslov">
    <w:name w:val="A_Naslov"/>
    <w:basedOn w:val="Naslov"/>
    <w:next w:val="Navaden"/>
    <w:rsid w:val="00E11746"/>
    <w:pPr>
      <w:spacing w:before="0" w:after="0"/>
      <w:ind w:left="0"/>
    </w:pPr>
    <w:rPr>
      <w:rFonts w:ascii="Times New Roman" w:hAnsi="Times New Roman"/>
      <w:spacing w:val="60"/>
      <w:sz w:val="48"/>
    </w:rPr>
  </w:style>
  <w:style w:type="paragraph" w:styleId="Naslov">
    <w:name w:val="Title"/>
    <w:basedOn w:val="Navaden"/>
    <w:qFormat/>
    <w:rsid w:val="0076091F"/>
    <w:pPr>
      <w:spacing w:before="240" w:after="60"/>
      <w:jc w:val="center"/>
      <w:outlineLvl w:val="0"/>
    </w:pPr>
    <w:rPr>
      <w:rFonts w:ascii="Arial" w:hAnsi="Arial" w:cs="Arial"/>
      <w:b/>
      <w:bCs/>
      <w:kern w:val="28"/>
      <w:sz w:val="32"/>
      <w:szCs w:val="32"/>
    </w:rPr>
  </w:style>
  <w:style w:type="paragraph" w:customStyle="1" w:styleId="ANaslov1">
    <w:name w:val="A_Naslov_1"/>
    <w:basedOn w:val="Naslov1"/>
    <w:next w:val="Navaden"/>
    <w:rsid w:val="0076091F"/>
  </w:style>
  <w:style w:type="paragraph" w:customStyle="1" w:styleId="bodytext2">
    <w:name w:val="bodytext2"/>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styleId="Telobesedila">
    <w:name w:val="Body Text"/>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1">
    <w:name w:val="A_Heading_1"/>
    <w:basedOn w:val="Naslov2"/>
    <w:next w:val="Navaden"/>
    <w:rsid w:val="009A6540"/>
    <w:pPr>
      <w:jc w:val="center"/>
    </w:pPr>
    <w:rPr>
      <w:sz w:val="48"/>
    </w:rPr>
  </w:style>
  <w:style w:type="paragraph" w:customStyle="1" w:styleId="AHeading2">
    <w:name w:val="A_Heading_2"/>
    <w:basedOn w:val="Naslov2"/>
    <w:next w:val="Navaden"/>
    <w:rsid w:val="0076091F"/>
  </w:style>
  <w:style w:type="paragraph" w:customStyle="1" w:styleId="AHeading7">
    <w:name w:val="A_Heading_7"/>
    <w:basedOn w:val="Naslov7"/>
    <w:next w:val="Navaden"/>
    <w:rsid w:val="007B13F3"/>
    <w:pPr>
      <w:spacing w:before="240"/>
    </w:pPr>
  </w:style>
  <w:style w:type="paragraph" w:customStyle="1" w:styleId="AHeading8">
    <w:name w:val="A_Heading_8"/>
    <w:basedOn w:val="Naslov8"/>
    <w:next w:val="Navaden"/>
    <w:rsid w:val="008217C9"/>
    <w:pPr>
      <w:spacing w:after="0"/>
    </w:pPr>
  </w:style>
  <w:style w:type="paragraph" w:customStyle="1" w:styleId="navadenpostrani">
    <w:name w:val="navadenpostrani"/>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2a">
    <w:name w:val="A_Heading_2a"/>
    <w:basedOn w:val="AHeading2"/>
    <w:rsid w:val="007B13F3"/>
    <w:rPr>
      <w:spacing w:val="0"/>
      <w:sz w:val="28"/>
      <w:szCs w:val="28"/>
    </w:rPr>
  </w:style>
  <w:style w:type="paragraph" w:customStyle="1" w:styleId="AHeading10a">
    <w:name w:val="A_Heading_10a"/>
    <w:basedOn w:val="AHeading10"/>
    <w:rsid w:val="00AA0E5F"/>
    <w:pPr>
      <w:spacing w:after="0"/>
    </w:pPr>
  </w:style>
  <w:style w:type="numbering" w:customStyle="1" w:styleId="ListStyleNumber">
    <w:name w:val="ListStyleNumber"/>
    <w:rsid w:val="003E0E47"/>
    <w:pPr>
      <w:numPr>
        <w:numId w:val="19"/>
      </w:numPr>
    </w:pPr>
  </w:style>
  <w:style w:type="paragraph" w:customStyle="1" w:styleId="Vrednost">
    <w:name w:val="Vrednost"/>
    <w:basedOn w:val="Navaden"/>
    <w:next w:val="Navaden"/>
    <w:rsid w:val="008C1C44"/>
    <w:pPr>
      <w:jc w:val="right"/>
    </w:pPr>
    <w:rPr>
      <w:b/>
    </w:rPr>
  </w:style>
  <w:style w:type="character" w:styleId="Nerazreenaomemba">
    <w:name w:val="Unresolved Mention"/>
    <w:uiPriority w:val="99"/>
    <w:semiHidden/>
    <w:unhideWhenUsed/>
    <w:rsid w:val="00986AF4"/>
    <w:rPr>
      <w:color w:val="605E5C"/>
      <w:shd w:val="clear" w:color="auto" w:fill="E1DFDD"/>
    </w:rPr>
  </w:style>
  <w:style w:type="paragraph" w:customStyle="1" w:styleId="ANormal">
    <w:name w:val="A_Normal"/>
    <w:basedOn w:val="Navaden"/>
    <w:qFormat/>
    <w:rsid w:val="00080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259">
      <w:bodyDiv w:val="1"/>
      <w:marLeft w:val="0"/>
      <w:marRight w:val="0"/>
      <w:marTop w:val="0"/>
      <w:marBottom w:val="0"/>
      <w:divBdr>
        <w:top w:val="none" w:sz="0" w:space="0" w:color="auto"/>
        <w:left w:val="none" w:sz="0" w:space="0" w:color="auto"/>
        <w:bottom w:val="none" w:sz="0" w:space="0" w:color="auto"/>
        <w:right w:val="none" w:sz="0" w:space="0" w:color="auto"/>
      </w:divBdr>
      <w:divsChild>
        <w:div w:id="728767276">
          <w:marLeft w:val="0"/>
          <w:marRight w:val="0"/>
          <w:marTop w:val="0"/>
          <w:marBottom w:val="0"/>
          <w:divBdr>
            <w:top w:val="none" w:sz="0" w:space="0" w:color="auto"/>
            <w:left w:val="none" w:sz="0" w:space="0" w:color="auto"/>
            <w:bottom w:val="none" w:sz="0" w:space="0" w:color="auto"/>
            <w:right w:val="none" w:sz="0" w:space="0" w:color="auto"/>
          </w:divBdr>
        </w:div>
      </w:divsChild>
    </w:div>
    <w:div w:id="4406214">
      <w:bodyDiv w:val="1"/>
      <w:marLeft w:val="0"/>
      <w:marRight w:val="0"/>
      <w:marTop w:val="0"/>
      <w:marBottom w:val="0"/>
      <w:divBdr>
        <w:top w:val="none" w:sz="0" w:space="0" w:color="auto"/>
        <w:left w:val="none" w:sz="0" w:space="0" w:color="auto"/>
        <w:bottom w:val="none" w:sz="0" w:space="0" w:color="auto"/>
        <w:right w:val="none" w:sz="0" w:space="0" w:color="auto"/>
      </w:divBdr>
    </w:div>
    <w:div w:id="4864644">
      <w:bodyDiv w:val="1"/>
      <w:marLeft w:val="0"/>
      <w:marRight w:val="0"/>
      <w:marTop w:val="0"/>
      <w:marBottom w:val="0"/>
      <w:divBdr>
        <w:top w:val="none" w:sz="0" w:space="0" w:color="auto"/>
        <w:left w:val="none" w:sz="0" w:space="0" w:color="auto"/>
        <w:bottom w:val="none" w:sz="0" w:space="0" w:color="auto"/>
        <w:right w:val="none" w:sz="0" w:space="0" w:color="auto"/>
      </w:divBdr>
    </w:div>
    <w:div w:id="8143080">
      <w:bodyDiv w:val="1"/>
      <w:marLeft w:val="0"/>
      <w:marRight w:val="0"/>
      <w:marTop w:val="0"/>
      <w:marBottom w:val="0"/>
      <w:divBdr>
        <w:top w:val="none" w:sz="0" w:space="0" w:color="auto"/>
        <w:left w:val="none" w:sz="0" w:space="0" w:color="auto"/>
        <w:bottom w:val="none" w:sz="0" w:space="0" w:color="auto"/>
        <w:right w:val="none" w:sz="0" w:space="0" w:color="auto"/>
      </w:divBdr>
      <w:divsChild>
        <w:div w:id="1923559180">
          <w:marLeft w:val="0"/>
          <w:marRight w:val="0"/>
          <w:marTop w:val="0"/>
          <w:marBottom w:val="0"/>
          <w:divBdr>
            <w:top w:val="none" w:sz="0" w:space="0" w:color="auto"/>
            <w:left w:val="none" w:sz="0" w:space="0" w:color="auto"/>
            <w:bottom w:val="none" w:sz="0" w:space="0" w:color="auto"/>
            <w:right w:val="none" w:sz="0" w:space="0" w:color="auto"/>
          </w:divBdr>
        </w:div>
      </w:divsChild>
    </w:div>
    <w:div w:id="15011795">
      <w:bodyDiv w:val="1"/>
      <w:marLeft w:val="0"/>
      <w:marRight w:val="0"/>
      <w:marTop w:val="0"/>
      <w:marBottom w:val="0"/>
      <w:divBdr>
        <w:top w:val="none" w:sz="0" w:space="0" w:color="auto"/>
        <w:left w:val="none" w:sz="0" w:space="0" w:color="auto"/>
        <w:bottom w:val="none" w:sz="0" w:space="0" w:color="auto"/>
        <w:right w:val="none" w:sz="0" w:space="0" w:color="auto"/>
      </w:divBdr>
      <w:divsChild>
        <w:div w:id="273708277">
          <w:marLeft w:val="0"/>
          <w:marRight w:val="0"/>
          <w:marTop w:val="0"/>
          <w:marBottom w:val="0"/>
          <w:divBdr>
            <w:top w:val="none" w:sz="0" w:space="0" w:color="auto"/>
            <w:left w:val="none" w:sz="0" w:space="0" w:color="auto"/>
            <w:bottom w:val="none" w:sz="0" w:space="0" w:color="auto"/>
            <w:right w:val="none" w:sz="0" w:space="0" w:color="auto"/>
          </w:divBdr>
        </w:div>
      </w:divsChild>
    </w:div>
    <w:div w:id="25370316">
      <w:bodyDiv w:val="1"/>
      <w:marLeft w:val="0"/>
      <w:marRight w:val="0"/>
      <w:marTop w:val="0"/>
      <w:marBottom w:val="0"/>
      <w:divBdr>
        <w:top w:val="none" w:sz="0" w:space="0" w:color="auto"/>
        <w:left w:val="none" w:sz="0" w:space="0" w:color="auto"/>
        <w:bottom w:val="none" w:sz="0" w:space="0" w:color="auto"/>
        <w:right w:val="none" w:sz="0" w:space="0" w:color="auto"/>
      </w:divBdr>
      <w:divsChild>
        <w:div w:id="1241019610">
          <w:marLeft w:val="0"/>
          <w:marRight w:val="0"/>
          <w:marTop w:val="0"/>
          <w:marBottom w:val="0"/>
          <w:divBdr>
            <w:top w:val="none" w:sz="0" w:space="0" w:color="auto"/>
            <w:left w:val="none" w:sz="0" w:space="0" w:color="auto"/>
            <w:bottom w:val="none" w:sz="0" w:space="0" w:color="auto"/>
            <w:right w:val="none" w:sz="0" w:space="0" w:color="auto"/>
          </w:divBdr>
        </w:div>
      </w:divsChild>
    </w:div>
    <w:div w:id="27143315">
      <w:bodyDiv w:val="1"/>
      <w:marLeft w:val="0"/>
      <w:marRight w:val="0"/>
      <w:marTop w:val="0"/>
      <w:marBottom w:val="0"/>
      <w:divBdr>
        <w:top w:val="none" w:sz="0" w:space="0" w:color="auto"/>
        <w:left w:val="none" w:sz="0" w:space="0" w:color="auto"/>
        <w:bottom w:val="none" w:sz="0" w:space="0" w:color="auto"/>
        <w:right w:val="none" w:sz="0" w:space="0" w:color="auto"/>
      </w:divBdr>
      <w:divsChild>
        <w:div w:id="1723401787">
          <w:marLeft w:val="0"/>
          <w:marRight w:val="0"/>
          <w:marTop w:val="0"/>
          <w:marBottom w:val="0"/>
          <w:divBdr>
            <w:top w:val="none" w:sz="0" w:space="0" w:color="auto"/>
            <w:left w:val="none" w:sz="0" w:space="0" w:color="auto"/>
            <w:bottom w:val="none" w:sz="0" w:space="0" w:color="auto"/>
            <w:right w:val="none" w:sz="0" w:space="0" w:color="auto"/>
          </w:divBdr>
        </w:div>
      </w:divsChild>
    </w:div>
    <w:div w:id="29965398">
      <w:bodyDiv w:val="1"/>
      <w:marLeft w:val="0"/>
      <w:marRight w:val="0"/>
      <w:marTop w:val="0"/>
      <w:marBottom w:val="0"/>
      <w:divBdr>
        <w:top w:val="none" w:sz="0" w:space="0" w:color="auto"/>
        <w:left w:val="none" w:sz="0" w:space="0" w:color="auto"/>
        <w:bottom w:val="none" w:sz="0" w:space="0" w:color="auto"/>
        <w:right w:val="none" w:sz="0" w:space="0" w:color="auto"/>
      </w:divBdr>
      <w:divsChild>
        <w:div w:id="1820537292">
          <w:marLeft w:val="0"/>
          <w:marRight w:val="0"/>
          <w:marTop w:val="0"/>
          <w:marBottom w:val="0"/>
          <w:divBdr>
            <w:top w:val="none" w:sz="0" w:space="0" w:color="auto"/>
            <w:left w:val="none" w:sz="0" w:space="0" w:color="auto"/>
            <w:bottom w:val="none" w:sz="0" w:space="0" w:color="auto"/>
            <w:right w:val="none" w:sz="0" w:space="0" w:color="auto"/>
          </w:divBdr>
        </w:div>
      </w:divsChild>
    </w:div>
    <w:div w:id="30345288">
      <w:bodyDiv w:val="1"/>
      <w:marLeft w:val="0"/>
      <w:marRight w:val="0"/>
      <w:marTop w:val="0"/>
      <w:marBottom w:val="0"/>
      <w:divBdr>
        <w:top w:val="none" w:sz="0" w:space="0" w:color="auto"/>
        <w:left w:val="none" w:sz="0" w:space="0" w:color="auto"/>
        <w:bottom w:val="none" w:sz="0" w:space="0" w:color="auto"/>
        <w:right w:val="none" w:sz="0" w:space="0" w:color="auto"/>
      </w:divBdr>
    </w:div>
    <w:div w:id="30423022">
      <w:bodyDiv w:val="1"/>
      <w:marLeft w:val="0"/>
      <w:marRight w:val="0"/>
      <w:marTop w:val="0"/>
      <w:marBottom w:val="0"/>
      <w:divBdr>
        <w:top w:val="none" w:sz="0" w:space="0" w:color="auto"/>
        <w:left w:val="none" w:sz="0" w:space="0" w:color="auto"/>
        <w:bottom w:val="none" w:sz="0" w:space="0" w:color="auto"/>
        <w:right w:val="none" w:sz="0" w:space="0" w:color="auto"/>
      </w:divBdr>
      <w:divsChild>
        <w:div w:id="2029286144">
          <w:marLeft w:val="0"/>
          <w:marRight w:val="0"/>
          <w:marTop w:val="0"/>
          <w:marBottom w:val="0"/>
          <w:divBdr>
            <w:top w:val="none" w:sz="0" w:space="0" w:color="auto"/>
            <w:left w:val="none" w:sz="0" w:space="0" w:color="auto"/>
            <w:bottom w:val="none" w:sz="0" w:space="0" w:color="auto"/>
            <w:right w:val="none" w:sz="0" w:space="0" w:color="auto"/>
          </w:divBdr>
        </w:div>
      </w:divsChild>
    </w:div>
    <w:div w:id="30619973">
      <w:bodyDiv w:val="1"/>
      <w:marLeft w:val="0"/>
      <w:marRight w:val="0"/>
      <w:marTop w:val="0"/>
      <w:marBottom w:val="0"/>
      <w:divBdr>
        <w:top w:val="none" w:sz="0" w:space="0" w:color="auto"/>
        <w:left w:val="none" w:sz="0" w:space="0" w:color="auto"/>
        <w:bottom w:val="none" w:sz="0" w:space="0" w:color="auto"/>
        <w:right w:val="none" w:sz="0" w:space="0" w:color="auto"/>
      </w:divBdr>
      <w:divsChild>
        <w:div w:id="2073455904">
          <w:marLeft w:val="0"/>
          <w:marRight w:val="0"/>
          <w:marTop w:val="0"/>
          <w:marBottom w:val="0"/>
          <w:divBdr>
            <w:top w:val="none" w:sz="0" w:space="0" w:color="auto"/>
            <w:left w:val="none" w:sz="0" w:space="0" w:color="auto"/>
            <w:bottom w:val="none" w:sz="0" w:space="0" w:color="auto"/>
            <w:right w:val="none" w:sz="0" w:space="0" w:color="auto"/>
          </w:divBdr>
        </w:div>
      </w:divsChild>
    </w:div>
    <w:div w:id="32001326">
      <w:bodyDiv w:val="1"/>
      <w:marLeft w:val="0"/>
      <w:marRight w:val="0"/>
      <w:marTop w:val="0"/>
      <w:marBottom w:val="0"/>
      <w:divBdr>
        <w:top w:val="none" w:sz="0" w:space="0" w:color="auto"/>
        <w:left w:val="none" w:sz="0" w:space="0" w:color="auto"/>
        <w:bottom w:val="none" w:sz="0" w:space="0" w:color="auto"/>
        <w:right w:val="none" w:sz="0" w:space="0" w:color="auto"/>
      </w:divBdr>
      <w:divsChild>
        <w:div w:id="1082531412">
          <w:marLeft w:val="0"/>
          <w:marRight w:val="0"/>
          <w:marTop w:val="0"/>
          <w:marBottom w:val="0"/>
          <w:divBdr>
            <w:top w:val="none" w:sz="0" w:space="0" w:color="auto"/>
            <w:left w:val="none" w:sz="0" w:space="0" w:color="auto"/>
            <w:bottom w:val="none" w:sz="0" w:space="0" w:color="auto"/>
            <w:right w:val="none" w:sz="0" w:space="0" w:color="auto"/>
          </w:divBdr>
        </w:div>
      </w:divsChild>
    </w:div>
    <w:div w:id="32123571">
      <w:bodyDiv w:val="1"/>
      <w:marLeft w:val="0"/>
      <w:marRight w:val="0"/>
      <w:marTop w:val="0"/>
      <w:marBottom w:val="0"/>
      <w:divBdr>
        <w:top w:val="none" w:sz="0" w:space="0" w:color="auto"/>
        <w:left w:val="none" w:sz="0" w:space="0" w:color="auto"/>
        <w:bottom w:val="none" w:sz="0" w:space="0" w:color="auto"/>
        <w:right w:val="none" w:sz="0" w:space="0" w:color="auto"/>
      </w:divBdr>
      <w:divsChild>
        <w:div w:id="463697675">
          <w:marLeft w:val="0"/>
          <w:marRight w:val="0"/>
          <w:marTop w:val="0"/>
          <w:marBottom w:val="0"/>
          <w:divBdr>
            <w:top w:val="none" w:sz="0" w:space="0" w:color="auto"/>
            <w:left w:val="none" w:sz="0" w:space="0" w:color="auto"/>
            <w:bottom w:val="none" w:sz="0" w:space="0" w:color="auto"/>
            <w:right w:val="none" w:sz="0" w:space="0" w:color="auto"/>
          </w:divBdr>
        </w:div>
      </w:divsChild>
    </w:div>
    <w:div w:id="38090348">
      <w:bodyDiv w:val="1"/>
      <w:marLeft w:val="0"/>
      <w:marRight w:val="0"/>
      <w:marTop w:val="0"/>
      <w:marBottom w:val="0"/>
      <w:divBdr>
        <w:top w:val="none" w:sz="0" w:space="0" w:color="auto"/>
        <w:left w:val="none" w:sz="0" w:space="0" w:color="auto"/>
        <w:bottom w:val="none" w:sz="0" w:space="0" w:color="auto"/>
        <w:right w:val="none" w:sz="0" w:space="0" w:color="auto"/>
      </w:divBdr>
      <w:divsChild>
        <w:div w:id="229578083">
          <w:marLeft w:val="0"/>
          <w:marRight w:val="0"/>
          <w:marTop w:val="0"/>
          <w:marBottom w:val="0"/>
          <w:divBdr>
            <w:top w:val="none" w:sz="0" w:space="0" w:color="auto"/>
            <w:left w:val="none" w:sz="0" w:space="0" w:color="auto"/>
            <w:bottom w:val="none" w:sz="0" w:space="0" w:color="auto"/>
            <w:right w:val="none" w:sz="0" w:space="0" w:color="auto"/>
          </w:divBdr>
        </w:div>
      </w:divsChild>
    </w:div>
    <w:div w:id="38671357">
      <w:bodyDiv w:val="1"/>
      <w:marLeft w:val="0"/>
      <w:marRight w:val="0"/>
      <w:marTop w:val="0"/>
      <w:marBottom w:val="0"/>
      <w:divBdr>
        <w:top w:val="none" w:sz="0" w:space="0" w:color="auto"/>
        <w:left w:val="none" w:sz="0" w:space="0" w:color="auto"/>
        <w:bottom w:val="none" w:sz="0" w:space="0" w:color="auto"/>
        <w:right w:val="none" w:sz="0" w:space="0" w:color="auto"/>
      </w:divBdr>
      <w:divsChild>
        <w:div w:id="1593664562">
          <w:marLeft w:val="0"/>
          <w:marRight w:val="0"/>
          <w:marTop w:val="0"/>
          <w:marBottom w:val="0"/>
          <w:divBdr>
            <w:top w:val="none" w:sz="0" w:space="0" w:color="auto"/>
            <w:left w:val="none" w:sz="0" w:space="0" w:color="auto"/>
            <w:bottom w:val="none" w:sz="0" w:space="0" w:color="auto"/>
            <w:right w:val="none" w:sz="0" w:space="0" w:color="auto"/>
          </w:divBdr>
        </w:div>
      </w:divsChild>
    </w:div>
    <w:div w:id="48001914">
      <w:bodyDiv w:val="1"/>
      <w:marLeft w:val="0"/>
      <w:marRight w:val="0"/>
      <w:marTop w:val="0"/>
      <w:marBottom w:val="0"/>
      <w:divBdr>
        <w:top w:val="none" w:sz="0" w:space="0" w:color="auto"/>
        <w:left w:val="none" w:sz="0" w:space="0" w:color="auto"/>
        <w:bottom w:val="none" w:sz="0" w:space="0" w:color="auto"/>
        <w:right w:val="none" w:sz="0" w:space="0" w:color="auto"/>
      </w:divBdr>
      <w:divsChild>
        <w:div w:id="1940091769">
          <w:marLeft w:val="0"/>
          <w:marRight w:val="0"/>
          <w:marTop w:val="0"/>
          <w:marBottom w:val="0"/>
          <w:divBdr>
            <w:top w:val="none" w:sz="0" w:space="0" w:color="auto"/>
            <w:left w:val="none" w:sz="0" w:space="0" w:color="auto"/>
            <w:bottom w:val="none" w:sz="0" w:space="0" w:color="auto"/>
            <w:right w:val="none" w:sz="0" w:space="0" w:color="auto"/>
          </w:divBdr>
        </w:div>
      </w:divsChild>
    </w:div>
    <w:div w:id="53285428">
      <w:bodyDiv w:val="1"/>
      <w:marLeft w:val="0"/>
      <w:marRight w:val="0"/>
      <w:marTop w:val="0"/>
      <w:marBottom w:val="0"/>
      <w:divBdr>
        <w:top w:val="none" w:sz="0" w:space="0" w:color="auto"/>
        <w:left w:val="none" w:sz="0" w:space="0" w:color="auto"/>
        <w:bottom w:val="none" w:sz="0" w:space="0" w:color="auto"/>
        <w:right w:val="none" w:sz="0" w:space="0" w:color="auto"/>
      </w:divBdr>
      <w:divsChild>
        <w:div w:id="289671562">
          <w:marLeft w:val="0"/>
          <w:marRight w:val="0"/>
          <w:marTop w:val="0"/>
          <w:marBottom w:val="0"/>
          <w:divBdr>
            <w:top w:val="none" w:sz="0" w:space="0" w:color="auto"/>
            <w:left w:val="none" w:sz="0" w:space="0" w:color="auto"/>
            <w:bottom w:val="none" w:sz="0" w:space="0" w:color="auto"/>
            <w:right w:val="none" w:sz="0" w:space="0" w:color="auto"/>
          </w:divBdr>
        </w:div>
      </w:divsChild>
    </w:div>
    <w:div w:id="60372706">
      <w:bodyDiv w:val="1"/>
      <w:marLeft w:val="0"/>
      <w:marRight w:val="0"/>
      <w:marTop w:val="0"/>
      <w:marBottom w:val="0"/>
      <w:divBdr>
        <w:top w:val="none" w:sz="0" w:space="0" w:color="auto"/>
        <w:left w:val="none" w:sz="0" w:space="0" w:color="auto"/>
        <w:bottom w:val="none" w:sz="0" w:space="0" w:color="auto"/>
        <w:right w:val="none" w:sz="0" w:space="0" w:color="auto"/>
      </w:divBdr>
      <w:divsChild>
        <w:div w:id="1728412390">
          <w:marLeft w:val="0"/>
          <w:marRight w:val="0"/>
          <w:marTop w:val="0"/>
          <w:marBottom w:val="0"/>
          <w:divBdr>
            <w:top w:val="none" w:sz="0" w:space="0" w:color="auto"/>
            <w:left w:val="none" w:sz="0" w:space="0" w:color="auto"/>
            <w:bottom w:val="none" w:sz="0" w:space="0" w:color="auto"/>
            <w:right w:val="none" w:sz="0" w:space="0" w:color="auto"/>
          </w:divBdr>
        </w:div>
      </w:divsChild>
    </w:div>
    <w:div w:id="68581441">
      <w:bodyDiv w:val="1"/>
      <w:marLeft w:val="0"/>
      <w:marRight w:val="0"/>
      <w:marTop w:val="0"/>
      <w:marBottom w:val="0"/>
      <w:divBdr>
        <w:top w:val="none" w:sz="0" w:space="0" w:color="auto"/>
        <w:left w:val="none" w:sz="0" w:space="0" w:color="auto"/>
        <w:bottom w:val="none" w:sz="0" w:space="0" w:color="auto"/>
        <w:right w:val="none" w:sz="0" w:space="0" w:color="auto"/>
      </w:divBdr>
    </w:div>
    <w:div w:id="70005177">
      <w:bodyDiv w:val="1"/>
      <w:marLeft w:val="0"/>
      <w:marRight w:val="0"/>
      <w:marTop w:val="0"/>
      <w:marBottom w:val="0"/>
      <w:divBdr>
        <w:top w:val="none" w:sz="0" w:space="0" w:color="auto"/>
        <w:left w:val="none" w:sz="0" w:space="0" w:color="auto"/>
        <w:bottom w:val="none" w:sz="0" w:space="0" w:color="auto"/>
        <w:right w:val="none" w:sz="0" w:space="0" w:color="auto"/>
      </w:divBdr>
      <w:divsChild>
        <w:div w:id="1412893083">
          <w:marLeft w:val="0"/>
          <w:marRight w:val="0"/>
          <w:marTop w:val="0"/>
          <w:marBottom w:val="0"/>
          <w:divBdr>
            <w:top w:val="none" w:sz="0" w:space="0" w:color="auto"/>
            <w:left w:val="none" w:sz="0" w:space="0" w:color="auto"/>
            <w:bottom w:val="none" w:sz="0" w:space="0" w:color="auto"/>
            <w:right w:val="none" w:sz="0" w:space="0" w:color="auto"/>
          </w:divBdr>
        </w:div>
      </w:divsChild>
    </w:div>
    <w:div w:id="70859206">
      <w:bodyDiv w:val="1"/>
      <w:marLeft w:val="0"/>
      <w:marRight w:val="0"/>
      <w:marTop w:val="0"/>
      <w:marBottom w:val="0"/>
      <w:divBdr>
        <w:top w:val="none" w:sz="0" w:space="0" w:color="auto"/>
        <w:left w:val="none" w:sz="0" w:space="0" w:color="auto"/>
        <w:bottom w:val="none" w:sz="0" w:space="0" w:color="auto"/>
        <w:right w:val="none" w:sz="0" w:space="0" w:color="auto"/>
      </w:divBdr>
    </w:div>
    <w:div w:id="73017561">
      <w:bodyDiv w:val="1"/>
      <w:marLeft w:val="0"/>
      <w:marRight w:val="0"/>
      <w:marTop w:val="0"/>
      <w:marBottom w:val="0"/>
      <w:divBdr>
        <w:top w:val="none" w:sz="0" w:space="0" w:color="auto"/>
        <w:left w:val="none" w:sz="0" w:space="0" w:color="auto"/>
        <w:bottom w:val="none" w:sz="0" w:space="0" w:color="auto"/>
        <w:right w:val="none" w:sz="0" w:space="0" w:color="auto"/>
      </w:divBdr>
      <w:divsChild>
        <w:div w:id="59450564">
          <w:marLeft w:val="0"/>
          <w:marRight w:val="0"/>
          <w:marTop w:val="0"/>
          <w:marBottom w:val="0"/>
          <w:divBdr>
            <w:top w:val="none" w:sz="0" w:space="0" w:color="auto"/>
            <w:left w:val="none" w:sz="0" w:space="0" w:color="auto"/>
            <w:bottom w:val="none" w:sz="0" w:space="0" w:color="auto"/>
            <w:right w:val="none" w:sz="0" w:space="0" w:color="auto"/>
          </w:divBdr>
        </w:div>
      </w:divsChild>
    </w:div>
    <w:div w:id="76101336">
      <w:bodyDiv w:val="1"/>
      <w:marLeft w:val="0"/>
      <w:marRight w:val="0"/>
      <w:marTop w:val="0"/>
      <w:marBottom w:val="0"/>
      <w:divBdr>
        <w:top w:val="none" w:sz="0" w:space="0" w:color="auto"/>
        <w:left w:val="none" w:sz="0" w:space="0" w:color="auto"/>
        <w:bottom w:val="none" w:sz="0" w:space="0" w:color="auto"/>
        <w:right w:val="none" w:sz="0" w:space="0" w:color="auto"/>
      </w:divBdr>
      <w:divsChild>
        <w:div w:id="991956112">
          <w:marLeft w:val="0"/>
          <w:marRight w:val="0"/>
          <w:marTop w:val="0"/>
          <w:marBottom w:val="0"/>
          <w:divBdr>
            <w:top w:val="none" w:sz="0" w:space="0" w:color="auto"/>
            <w:left w:val="none" w:sz="0" w:space="0" w:color="auto"/>
            <w:bottom w:val="none" w:sz="0" w:space="0" w:color="auto"/>
            <w:right w:val="none" w:sz="0" w:space="0" w:color="auto"/>
          </w:divBdr>
        </w:div>
      </w:divsChild>
    </w:div>
    <w:div w:id="79984650">
      <w:bodyDiv w:val="1"/>
      <w:marLeft w:val="0"/>
      <w:marRight w:val="0"/>
      <w:marTop w:val="0"/>
      <w:marBottom w:val="0"/>
      <w:divBdr>
        <w:top w:val="none" w:sz="0" w:space="0" w:color="auto"/>
        <w:left w:val="none" w:sz="0" w:space="0" w:color="auto"/>
        <w:bottom w:val="none" w:sz="0" w:space="0" w:color="auto"/>
        <w:right w:val="none" w:sz="0" w:space="0" w:color="auto"/>
      </w:divBdr>
      <w:divsChild>
        <w:div w:id="1151560852">
          <w:marLeft w:val="0"/>
          <w:marRight w:val="0"/>
          <w:marTop w:val="0"/>
          <w:marBottom w:val="0"/>
          <w:divBdr>
            <w:top w:val="none" w:sz="0" w:space="0" w:color="auto"/>
            <w:left w:val="none" w:sz="0" w:space="0" w:color="auto"/>
            <w:bottom w:val="none" w:sz="0" w:space="0" w:color="auto"/>
            <w:right w:val="none" w:sz="0" w:space="0" w:color="auto"/>
          </w:divBdr>
        </w:div>
      </w:divsChild>
    </w:div>
    <w:div w:id="82380560">
      <w:bodyDiv w:val="1"/>
      <w:marLeft w:val="0"/>
      <w:marRight w:val="0"/>
      <w:marTop w:val="0"/>
      <w:marBottom w:val="0"/>
      <w:divBdr>
        <w:top w:val="none" w:sz="0" w:space="0" w:color="auto"/>
        <w:left w:val="none" w:sz="0" w:space="0" w:color="auto"/>
        <w:bottom w:val="none" w:sz="0" w:space="0" w:color="auto"/>
        <w:right w:val="none" w:sz="0" w:space="0" w:color="auto"/>
      </w:divBdr>
      <w:divsChild>
        <w:div w:id="1871915855">
          <w:marLeft w:val="0"/>
          <w:marRight w:val="0"/>
          <w:marTop w:val="0"/>
          <w:marBottom w:val="0"/>
          <w:divBdr>
            <w:top w:val="none" w:sz="0" w:space="0" w:color="auto"/>
            <w:left w:val="none" w:sz="0" w:space="0" w:color="auto"/>
            <w:bottom w:val="none" w:sz="0" w:space="0" w:color="auto"/>
            <w:right w:val="none" w:sz="0" w:space="0" w:color="auto"/>
          </w:divBdr>
        </w:div>
      </w:divsChild>
    </w:div>
    <w:div w:id="84813733">
      <w:bodyDiv w:val="1"/>
      <w:marLeft w:val="0"/>
      <w:marRight w:val="0"/>
      <w:marTop w:val="0"/>
      <w:marBottom w:val="0"/>
      <w:divBdr>
        <w:top w:val="none" w:sz="0" w:space="0" w:color="auto"/>
        <w:left w:val="none" w:sz="0" w:space="0" w:color="auto"/>
        <w:bottom w:val="none" w:sz="0" w:space="0" w:color="auto"/>
        <w:right w:val="none" w:sz="0" w:space="0" w:color="auto"/>
      </w:divBdr>
      <w:divsChild>
        <w:div w:id="1376737590">
          <w:marLeft w:val="0"/>
          <w:marRight w:val="0"/>
          <w:marTop w:val="0"/>
          <w:marBottom w:val="0"/>
          <w:divBdr>
            <w:top w:val="none" w:sz="0" w:space="0" w:color="auto"/>
            <w:left w:val="none" w:sz="0" w:space="0" w:color="auto"/>
            <w:bottom w:val="none" w:sz="0" w:space="0" w:color="auto"/>
            <w:right w:val="none" w:sz="0" w:space="0" w:color="auto"/>
          </w:divBdr>
        </w:div>
      </w:divsChild>
    </w:div>
    <w:div w:id="87392163">
      <w:bodyDiv w:val="1"/>
      <w:marLeft w:val="0"/>
      <w:marRight w:val="0"/>
      <w:marTop w:val="0"/>
      <w:marBottom w:val="0"/>
      <w:divBdr>
        <w:top w:val="none" w:sz="0" w:space="0" w:color="auto"/>
        <w:left w:val="none" w:sz="0" w:space="0" w:color="auto"/>
        <w:bottom w:val="none" w:sz="0" w:space="0" w:color="auto"/>
        <w:right w:val="none" w:sz="0" w:space="0" w:color="auto"/>
      </w:divBdr>
      <w:divsChild>
        <w:div w:id="2140108398">
          <w:marLeft w:val="0"/>
          <w:marRight w:val="0"/>
          <w:marTop w:val="0"/>
          <w:marBottom w:val="0"/>
          <w:divBdr>
            <w:top w:val="none" w:sz="0" w:space="0" w:color="auto"/>
            <w:left w:val="none" w:sz="0" w:space="0" w:color="auto"/>
            <w:bottom w:val="none" w:sz="0" w:space="0" w:color="auto"/>
            <w:right w:val="none" w:sz="0" w:space="0" w:color="auto"/>
          </w:divBdr>
        </w:div>
      </w:divsChild>
    </w:div>
    <w:div w:id="90250291">
      <w:bodyDiv w:val="1"/>
      <w:marLeft w:val="0"/>
      <w:marRight w:val="0"/>
      <w:marTop w:val="0"/>
      <w:marBottom w:val="0"/>
      <w:divBdr>
        <w:top w:val="none" w:sz="0" w:space="0" w:color="auto"/>
        <w:left w:val="none" w:sz="0" w:space="0" w:color="auto"/>
        <w:bottom w:val="none" w:sz="0" w:space="0" w:color="auto"/>
        <w:right w:val="none" w:sz="0" w:space="0" w:color="auto"/>
      </w:divBdr>
      <w:divsChild>
        <w:div w:id="1938244606">
          <w:marLeft w:val="0"/>
          <w:marRight w:val="0"/>
          <w:marTop w:val="0"/>
          <w:marBottom w:val="0"/>
          <w:divBdr>
            <w:top w:val="none" w:sz="0" w:space="0" w:color="auto"/>
            <w:left w:val="none" w:sz="0" w:space="0" w:color="auto"/>
            <w:bottom w:val="none" w:sz="0" w:space="0" w:color="auto"/>
            <w:right w:val="none" w:sz="0" w:space="0" w:color="auto"/>
          </w:divBdr>
        </w:div>
      </w:divsChild>
    </w:div>
    <w:div w:id="93206979">
      <w:bodyDiv w:val="1"/>
      <w:marLeft w:val="0"/>
      <w:marRight w:val="0"/>
      <w:marTop w:val="0"/>
      <w:marBottom w:val="0"/>
      <w:divBdr>
        <w:top w:val="none" w:sz="0" w:space="0" w:color="auto"/>
        <w:left w:val="none" w:sz="0" w:space="0" w:color="auto"/>
        <w:bottom w:val="none" w:sz="0" w:space="0" w:color="auto"/>
        <w:right w:val="none" w:sz="0" w:space="0" w:color="auto"/>
      </w:divBdr>
      <w:divsChild>
        <w:div w:id="66657535">
          <w:marLeft w:val="0"/>
          <w:marRight w:val="0"/>
          <w:marTop w:val="0"/>
          <w:marBottom w:val="0"/>
          <w:divBdr>
            <w:top w:val="none" w:sz="0" w:space="0" w:color="auto"/>
            <w:left w:val="none" w:sz="0" w:space="0" w:color="auto"/>
            <w:bottom w:val="none" w:sz="0" w:space="0" w:color="auto"/>
            <w:right w:val="none" w:sz="0" w:space="0" w:color="auto"/>
          </w:divBdr>
        </w:div>
      </w:divsChild>
    </w:div>
    <w:div w:id="94329859">
      <w:bodyDiv w:val="1"/>
      <w:marLeft w:val="0"/>
      <w:marRight w:val="0"/>
      <w:marTop w:val="0"/>
      <w:marBottom w:val="0"/>
      <w:divBdr>
        <w:top w:val="none" w:sz="0" w:space="0" w:color="auto"/>
        <w:left w:val="none" w:sz="0" w:space="0" w:color="auto"/>
        <w:bottom w:val="none" w:sz="0" w:space="0" w:color="auto"/>
        <w:right w:val="none" w:sz="0" w:space="0" w:color="auto"/>
      </w:divBdr>
      <w:divsChild>
        <w:div w:id="470485803">
          <w:marLeft w:val="0"/>
          <w:marRight w:val="0"/>
          <w:marTop w:val="0"/>
          <w:marBottom w:val="0"/>
          <w:divBdr>
            <w:top w:val="none" w:sz="0" w:space="0" w:color="auto"/>
            <w:left w:val="none" w:sz="0" w:space="0" w:color="auto"/>
            <w:bottom w:val="none" w:sz="0" w:space="0" w:color="auto"/>
            <w:right w:val="none" w:sz="0" w:space="0" w:color="auto"/>
          </w:divBdr>
        </w:div>
      </w:divsChild>
    </w:div>
    <w:div w:id="102265385">
      <w:bodyDiv w:val="1"/>
      <w:marLeft w:val="0"/>
      <w:marRight w:val="0"/>
      <w:marTop w:val="0"/>
      <w:marBottom w:val="0"/>
      <w:divBdr>
        <w:top w:val="none" w:sz="0" w:space="0" w:color="auto"/>
        <w:left w:val="none" w:sz="0" w:space="0" w:color="auto"/>
        <w:bottom w:val="none" w:sz="0" w:space="0" w:color="auto"/>
        <w:right w:val="none" w:sz="0" w:space="0" w:color="auto"/>
      </w:divBdr>
      <w:divsChild>
        <w:div w:id="1440220631">
          <w:marLeft w:val="0"/>
          <w:marRight w:val="0"/>
          <w:marTop w:val="0"/>
          <w:marBottom w:val="0"/>
          <w:divBdr>
            <w:top w:val="none" w:sz="0" w:space="0" w:color="auto"/>
            <w:left w:val="none" w:sz="0" w:space="0" w:color="auto"/>
            <w:bottom w:val="none" w:sz="0" w:space="0" w:color="auto"/>
            <w:right w:val="none" w:sz="0" w:space="0" w:color="auto"/>
          </w:divBdr>
        </w:div>
      </w:divsChild>
    </w:div>
    <w:div w:id="103158394">
      <w:bodyDiv w:val="1"/>
      <w:marLeft w:val="0"/>
      <w:marRight w:val="0"/>
      <w:marTop w:val="0"/>
      <w:marBottom w:val="0"/>
      <w:divBdr>
        <w:top w:val="none" w:sz="0" w:space="0" w:color="auto"/>
        <w:left w:val="none" w:sz="0" w:space="0" w:color="auto"/>
        <w:bottom w:val="none" w:sz="0" w:space="0" w:color="auto"/>
        <w:right w:val="none" w:sz="0" w:space="0" w:color="auto"/>
      </w:divBdr>
      <w:divsChild>
        <w:div w:id="186522779">
          <w:marLeft w:val="0"/>
          <w:marRight w:val="0"/>
          <w:marTop w:val="0"/>
          <w:marBottom w:val="0"/>
          <w:divBdr>
            <w:top w:val="none" w:sz="0" w:space="0" w:color="auto"/>
            <w:left w:val="none" w:sz="0" w:space="0" w:color="auto"/>
            <w:bottom w:val="none" w:sz="0" w:space="0" w:color="auto"/>
            <w:right w:val="none" w:sz="0" w:space="0" w:color="auto"/>
          </w:divBdr>
        </w:div>
      </w:divsChild>
    </w:div>
    <w:div w:id="104161767">
      <w:bodyDiv w:val="1"/>
      <w:marLeft w:val="0"/>
      <w:marRight w:val="0"/>
      <w:marTop w:val="0"/>
      <w:marBottom w:val="0"/>
      <w:divBdr>
        <w:top w:val="none" w:sz="0" w:space="0" w:color="auto"/>
        <w:left w:val="none" w:sz="0" w:space="0" w:color="auto"/>
        <w:bottom w:val="none" w:sz="0" w:space="0" w:color="auto"/>
        <w:right w:val="none" w:sz="0" w:space="0" w:color="auto"/>
      </w:divBdr>
      <w:divsChild>
        <w:div w:id="2113015726">
          <w:marLeft w:val="0"/>
          <w:marRight w:val="0"/>
          <w:marTop w:val="0"/>
          <w:marBottom w:val="0"/>
          <w:divBdr>
            <w:top w:val="none" w:sz="0" w:space="0" w:color="auto"/>
            <w:left w:val="none" w:sz="0" w:space="0" w:color="auto"/>
            <w:bottom w:val="none" w:sz="0" w:space="0" w:color="auto"/>
            <w:right w:val="none" w:sz="0" w:space="0" w:color="auto"/>
          </w:divBdr>
        </w:div>
      </w:divsChild>
    </w:div>
    <w:div w:id="104933561">
      <w:bodyDiv w:val="1"/>
      <w:marLeft w:val="0"/>
      <w:marRight w:val="0"/>
      <w:marTop w:val="0"/>
      <w:marBottom w:val="0"/>
      <w:divBdr>
        <w:top w:val="none" w:sz="0" w:space="0" w:color="auto"/>
        <w:left w:val="none" w:sz="0" w:space="0" w:color="auto"/>
        <w:bottom w:val="none" w:sz="0" w:space="0" w:color="auto"/>
        <w:right w:val="none" w:sz="0" w:space="0" w:color="auto"/>
      </w:divBdr>
      <w:divsChild>
        <w:div w:id="618029810">
          <w:marLeft w:val="0"/>
          <w:marRight w:val="0"/>
          <w:marTop w:val="0"/>
          <w:marBottom w:val="0"/>
          <w:divBdr>
            <w:top w:val="none" w:sz="0" w:space="0" w:color="auto"/>
            <w:left w:val="none" w:sz="0" w:space="0" w:color="auto"/>
            <w:bottom w:val="none" w:sz="0" w:space="0" w:color="auto"/>
            <w:right w:val="none" w:sz="0" w:space="0" w:color="auto"/>
          </w:divBdr>
        </w:div>
      </w:divsChild>
    </w:div>
    <w:div w:id="110638790">
      <w:bodyDiv w:val="1"/>
      <w:marLeft w:val="0"/>
      <w:marRight w:val="0"/>
      <w:marTop w:val="0"/>
      <w:marBottom w:val="0"/>
      <w:divBdr>
        <w:top w:val="none" w:sz="0" w:space="0" w:color="auto"/>
        <w:left w:val="none" w:sz="0" w:space="0" w:color="auto"/>
        <w:bottom w:val="none" w:sz="0" w:space="0" w:color="auto"/>
        <w:right w:val="none" w:sz="0" w:space="0" w:color="auto"/>
      </w:divBdr>
      <w:divsChild>
        <w:div w:id="54474105">
          <w:marLeft w:val="0"/>
          <w:marRight w:val="0"/>
          <w:marTop w:val="0"/>
          <w:marBottom w:val="0"/>
          <w:divBdr>
            <w:top w:val="none" w:sz="0" w:space="0" w:color="auto"/>
            <w:left w:val="none" w:sz="0" w:space="0" w:color="auto"/>
            <w:bottom w:val="none" w:sz="0" w:space="0" w:color="auto"/>
            <w:right w:val="none" w:sz="0" w:space="0" w:color="auto"/>
          </w:divBdr>
        </w:div>
      </w:divsChild>
    </w:div>
    <w:div w:id="112215740">
      <w:bodyDiv w:val="1"/>
      <w:marLeft w:val="0"/>
      <w:marRight w:val="0"/>
      <w:marTop w:val="0"/>
      <w:marBottom w:val="0"/>
      <w:divBdr>
        <w:top w:val="none" w:sz="0" w:space="0" w:color="auto"/>
        <w:left w:val="none" w:sz="0" w:space="0" w:color="auto"/>
        <w:bottom w:val="none" w:sz="0" w:space="0" w:color="auto"/>
        <w:right w:val="none" w:sz="0" w:space="0" w:color="auto"/>
      </w:divBdr>
      <w:divsChild>
        <w:div w:id="2060350369">
          <w:marLeft w:val="0"/>
          <w:marRight w:val="0"/>
          <w:marTop w:val="0"/>
          <w:marBottom w:val="0"/>
          <w:divBdr>
            <w:top w:val="none" w:sz="0" w:space="0" w:color="auto"/>
            <w:left w:val="none" w:sz="0" w:space="0" w:color="auto"/>
            <w:bottom w:val="none" w:sz="0" w:space="0" w:color="auto"/>
            <w:right w:val="none" w:sz="0" w:space="0" w:color="auto"/>
          </w:divBdr>
        </w:div>
      </w:divsChild>
    </w:div>
    <w:div w:id="120269079">
      <w:bodyDiv w:val="1"/>
      <w:marLeft w:val="0"/>
      <w:marRight w:val="0"/>
      <w:marTop w:val="0"/>
      <w:marBottom w:val="0"/>
      <w:divBdr>
        <w:top w:val="none" w:sz="0" w:space="0" w:color="auto"/>
        <w:left w:val="none" w:sz="0" w:space="0" w:color="auto"/>
        <w:bottom w:val="none" w:sz="0" w:space="0" w:color="auto"/>
        <w:right w:val="none" w:sz="0" w:space="0" w:color="auto"/>
      </w:divBdr>
    </w:div>
    <w:div w:id="122306711">
      <w:bodyDiv w:val="1"/>
      <w:marLeft w:val="0"/>
      <w:marRight w:val="0"/>
      <w:marTop w:val="0"/>
      <w:marBottom w:val="0"/>
      <w:divBdr>
        <w:top w:val="none" w:sz="0" w:space="0" w:color="auto"/>
        <w:left w:val="none" w:sz="0" w:space="0" w:color="auto"/>
        <w:bottom w:val="none" w:sz="0" w:space="0" w:color="auto"/>
        <w:right w:val="none" w:sz="0" w:space="0" w:color="auto"/>
      </w:divBdr>
    </w:div>
    <w:div w:id="123933320">
      <w:bodyDiv w:val="1"/>
      <w:marLeft w:val="0"/>
      <w:marRight w:val="0"/>
      <w:marTop w:val="0"/>
      <w:marBottom w:val="0"/>
      <w:divBdr>
        <w:top w:val="none" w:sz="0" w:space="0" w:color="auto"/>
        <w:left w:val="none" w:sz="0" w:space="0" w:color="auto"/>
        <w:bottom w:val="none" w:sz="0" w:space="0" w:color="auto"/>
        <w:right w:val="none" w:sz="0" w:space="0" w:color="auto"/>
      </w:divBdr>
      <w:divsChild>
        <w:div w:id="984161692">
          <w:marLeft w:val="0"/>
          <w:marRight w:val="0"/>
          <w:marTop w:val="0"/>
          <w:marBottom w:val="0"/>
          <w:divBdr>
            <w:top w:val="none" w:sz="0" w:space="0" w:color="auto"/>
            <w:left w:val="none" w:sz="0" w:space="0" w:color="auto"/>
            <w:bottom w:val="none" w:sz="0" w:space="0" w:color="auto"/>
            <w:right w:val="none" w:sz="0" w:space="0" w:color="auto"/>
          </w:divBdr>
          <w:divsChild>
            <w:div w:id="80243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4803">
      <w:bodyDiv w:val="1"/>
      <w:marLeft w:val="0"/>
      <w:marRight w:val="0"/>
      <w:marTop w:val="0"/>
      <w:marBottom w:val="0"/>
      <w:divBdr>
        <w:top w:val="none" w:sz="0" w:space="0" w:color="auto"/>
        <w:left w:val="none" w:sz="0" w:space="0" w:color="auto"/>
        <w:bottom w:val="none" w:sz="0" w:space="0" w:color="auto"/>
        <w:right w:val="none" w:sz="0" w:space="0" w:color="auto"/>
      </w:divBdr>
      <w:divsChild>
        <w:div w:id="522323905">
          <w:marLeft w:val="0"/>
          <w:marRight w:val="0"/>
          <w:marTop w:val="0"/>
          <w:marBottom w:val="0"/>
          <w:divBdr>
            <w:top w:val="none" w:sz="0" w:space="0" w:color="auto"/>
            <w:left w:val="none" w:sz="0" w:space="0" w:color="auto"/>
            <w:bottom w:val="none" w:sz="0" w:space="0" w:color="auto"/>
            <w:right w:val="none" w:sz="0" w:space="0" w:color="auto"/>
          </w:divBdr>
        </w:div>
      </w:divsChild>
    </w:div>
    <w:div w:id="134959034">
      <w:bodyDiv w:val="1"/>
      <w:marLeft w:val="0"/>
      <w:marRight w:val="0"/>
      <w:marTop w:val="0"/>
      <w:marBottom w:val="0"/>
      <w:divBdr>
        <w:top w:val="none" w:sz="0" w:space="0" w:color="auto"/>
        <w:left w:val="none" w:sz="0" w:space="0" w:color="auto"/>
        <w:bottom w:val="none" w:sz="0" w:space="0" w:color="auto"/>
        <w:right w:val="none" w:sz="0" w:space="0" w:color="auto"/>
      </w:divBdr>
      <w:divsChild>
        <w:div w:id="1030567720">
          <w:marLeft w:val="0"/>
          <w:marRight w:val="0"/>
          <w:marTop w:val="0"/>
          <w:marBottom w:val="0"/>
          <w:divBdr>
            <w:top w:val="none" w:sz="0" w:space="0" w:color="auto"/>
            <w:left w:val="none" w:sz="0" w:space="0" w:color="auto"/>
            <w:bottom w:val="none" w:sz="0" w:space="0" w:color="auto"/>
            <w:right w:val="none" w:sz="0" w:space="0" w:color="auto"/>
          </w:divBdr>
        </w:div>
      </w:divsChild>
    </w:div>
    <w:div w:id="137115863">
      <w:bodyDiv w:val="1"/>
      <w:marLeft w:val="0"/>
      <w:marRight w:val="0"/>
      <w:marTop w:val="0"/>
      <w:marBottom w:val="0"/>
      <w:divBdr>
        <w:top w:val="none" w:sz="0" w:space="0" w:color="auto"/>
        <w:left w:val="none" w:sz="0" w:space="0" w:color="auto"/>
        <w:bottom w:val="none" w:sz="0" w:space="0" w:color="auto"/>
        <w:right w:val="none" w:sz="0" w:space="0" w:color="auto"/>
      </w:divBdr>
      <w:divsChild>
        <w:div w:id="355815466">
          <w:marLeft w:val="0"/>
          <w:marRight w:val="0"/>
          <w:marTop w:val="0"/>
          <w:marBottom w:val="0"/>
          <w:divBdr>
            <w:top w:val="none" w:sz="0" w:space="0" w:color="auto"/>
            <w:left w:val="none" w:sz="0" w:space="0" w:color="auto"/>
            <w:bottom w:val="none" w:sz="0" w:space="0" w:color="auto"/>
            <w:right w:val="none" w:sz="0" w:space="0" w:color="auto"/>
          </w:divBdr>
        </w:div>
      </w:divsChild>
    </w:div>
    <w:div w:id="138768956">
      <w:bodyDiv w:val="1"/>
      <w:marLeft w:val="0"/>
      <w:marRight w:val="0"/>
      <w:marTop w:val="0"/>
      <w:marBottom w:val="0"/>
      <w:divBdr>
        <w:top w:val="none" w:sz="0" w:space="0" w:color="auto"/>
        <w:left w:val="none" w:sz="0" w:space="0" w:color="auto"/>
        <w:bottom w:val="none" w:sz="0" w:space="0" w:color="auto"/>
        <w:right w:val="none" w:sz="0" w:space="0" w:color="auto"/>
      </w:divBdr>
      <w:divsChild>
        <w:div w:id="45690677">
          <w:marLeft w:val="0"/>
          <w:marRight w:val="0"/>
          <w:marTop w:val="0"/>
          <w:marBottom w:val="0"/>
          <w:divBdr>
            <w:top w:val="none" w:sz="0" w:space="0" w:color="auto"/>
            <w:left w:val="none" w:sz="0" w:space="0" w:color="auto"/>
            <w:bottom w:val="none" w:sz="0" w:space="0" w:color="auto"/>
            <w:right w:val="none" w:sz="0" w:space="0" w:color="auto"/>
          </w:divBdr>
        </w:div>
      </w:divsChild>
    </w:div>
    <w:div w:id="138965621">
      <w:bodyDiv w:val="1"/>
      <w:marLeft w:val="0"/>
      <w:marRight w:val="0"/>
      <w:marTop w:val="0"/>
      <w:marBottom w:val="0"/>
      <w:divBdr>
        <w:top w:val="none" w:sz="0" w:space="0" w:color="auto"/>
        <w:left w:val="none" w:sz="0" w:space="0" w:color="auto"/>
        <w:bottom w:val="none" w:sz="0" w:space="0" w:color="auto"/>
        <w:right w:val="none" w:sz="0" w:space="0" w:color="auto"/>
      </w:divBdr>
      <w:divsChild>
        <w:div w:id="600379590">
          <w:marLeft w:val="0"/>
          <w:marRight w:val="0"/>
          <w:marTop w:val="0"/>
          <w:marBottom w:val="0"/>
          <w:divBdr>
            <w:top w:val="none" w:sz="0" w:space="0" w:color="auto"/>
            <w:left w:val="none" w:sz="0" w:space="0" w:color="auto"/>
            <w:bottom w:val="none" w:sz="0" w:space="0" w:color="auto"/>
            <w:right w:val="none" w:sz="0" w:space="0" w:color="auto"/>
          </w:divBdr>
        </w:div>
      </w:divsChild>
    </w:div>
    <w:div w:id="146939572">
      <w:bodyDiv w:val="1"/>
      <w:marLeft w:val="0"/>
      <w:marRight w:val="0"/>
      <w:marTop w:val="0"/>
      <w:marBottom w:val="0"/>
      <w:divBdr>
        <w:top w:val="none" w:sz="0" w:space="0" w:color="auto"/>
        <w:left w:val="none" w:sz="0" w:space="0" w:color="auto"/>
        <w:bottom w:val="none" w:sz="0" w:space="0" w:color="auto"/>
        <w:right w:val="none" w:sz="0" w:space="0" w:color="auto"/>
      </w:divBdr>
      <w:divsChild>
        <w:div w:id="1870871583">
          <w:marLeft w:val="0"/>
          <w:marRight w:val="0"/>
          <w:marTop w:val="0"/>
          <w:marBottom w:val="0"/>
          <w:divBdr>
            <w:top w:val="none" w:sz="0" w:space="0" w:color="auto"/>
            <w:left w:val="none" w:sz="0" w:space="0" w:color="auto"/>
            <w:bottom w:val="none" w:sz="0" w:space="0" w:color="auto"/>
            <w:right w:val="none" w:sz="0" w:space="0" w:color="auto"/>
          </w:divBdr>
        </w:div>
      </w:divsChild>
    </w:div>
    <w:div w:id="159859175">
      <w:bodyDiv w:val="1"/>
      <w:marLeft w:val="0"/>
      <w:marRight w:val="0"/>
      <w:marTop w:val="0"/>
      <w:marBottom w:val="0"/>
      <w:divBdr>
        <w:top w:val="none" w:sz="0" w:space="0" w:color="auto"/>
        <w:left w:val="none" w:sz="0" w:space="0" w:color="auto"/>
        <w:bottom w:val="none" w:sz="0" w:space="0" w:color="auto"/>
        <w:right w:val="none" w:sz="0" w:space="0" w:color="auto"/>
      </w:divBdr>
      <w:divsChild>
        <w:div w:id="1899245762">
          <w:marLeft w:val="0"/>
          <w:marRight w:val="0"/>
          <w:marTop w:val="0"/>
          <w:marBottom w:val="0"/>
          <w:divBdr>
            <w:top w:val="none" w:sz="0" w:space="0" w:color="auto"/>
            <w:left w:val="none" w:sz="0" w:space="0" w:color="auto"/>
            <w:bottom w:val="none" w:sz="0" w:space="0" w:color="auto"/>
            <w:right w:val="none" w:sz="0" w:space="0" w:color="auto"/>
          </w:divBdr>
        </w:div>
      </w:divsChild>
    </w:div>
    <w:div w:id="161623089">
      <w:bodyDiv w:val="1"/>
      <w:marLeft w:val="0"/>
      <w:marRight w:val="0"/>
      <w:marTop w:val="0"/>
      <w:marBottom w:val="0"/>
      <w:divBdr>
        <w:top w:val="none" w:sz="0" w:space="0" w:color="auto"/>
        <w:left w:val="none" w:sz="0" w:space="0" w:color="auto"/>
        <w:bottom w:val="none" w:sz="0" w:space="0" w:color="auto"/>
        <w:right w:val="none" w:sz="0" w:space="0" w:color="auto"/>
      </w:divBdr>
      <w:divsChild>
        <w:div w:id="53503420">
          <w:marLeft w:val="0"/>
          <w:marRight w:val="0"/>
          <w:marTop w:val="0"/>
          <w:marBottom w:val="0"/>
          <w:divBdr>
            <w:top w:val="none" w:sz="0" w:space="0" w:color="auto"/>
            <w:left w:val="none" w:sz="0" w:space="0" w:color="auto"/>
            <w:bottom w:val="none" w:sz="0" w:space="0" w:color="auto"/>
            <w:right w:val="none" w:sz="0" w:space="0" w:color="auto"/>
          </w:divBdr>
        </w:div>
      </w:divsChild>
    </w:div>
    <w:div w:id="161748371">
      <w:bodyDiv w:val="1"/>
      <w:marLeft w:val="0"/>
      <w:marRight w:val="0"/>
      <w:marTop w:val="0"/>
      <w:marBottom w:val="0"/>
      <w:divBdr>
        <w:top w:val="none" w:sz="0" w:space="0" w:color="auto"/>
        <w:left w:val="none" w:sz="0" w:space="0" w:color="auto"/>
        <w:bottom w:val="none" w:sz="0" w:space="0" w:color="auto"/>
        <w:right w:val="none" w:sz="0" w:space="0" w:color="auto"/>
      </w:divBdr>
    </w:div>
    <w:div w:id="163934895">
      <w:bodyDiv w:val="1"/>
      <w:marLeft w:val="0"/>
      <w:marRight w:val="0"/>
      <w:marTop w:val="0"/>
      <w:marBottom w:val="0"/>
      <w:divBdr>
        <w:top w:val="none" w:sz="0" w:space="0" w:color="auto"/>
        <w:left w:val="none" w:sz="0" w:space="0" w:color="auto"/>
        <w:bottom w:val="none" w:sz="0" w:space="0" w:color="auto"/>
        <w:right w:val="none" w:sz="0" w:space="0" w:color="auto"/>
      </w:divBdr>
    </w:div>
    <w:div w:id="165486125">
      <w:bodyDiv w:val="1"/>
      <w:marLeft w:val="0"/>
      <w:marRight w:val="0"/>
      <w:marTop w:val="0"/>
      <w:marBottom w:val="0"/>
      <w:divBdr>
        <w:top w:val="none" w:sz="0" w:space="0" w:color="auto"/>
        <w:left w:val="none" w:sz="0" w:space="0" w:color="auto"/>
        <w:bottom w:val="none" w:sz="0" w:space="0" w:color="auto"/>
        <w:right w:val="none" w:sz="0" w:space="0" w:color="auto"/>
      </w:divBdr>
      <w:divsChild>
        <w:div w:id="300186206">
          <w:marLeft w:val="0"/>
          <w:marRight w:val="0"/>
          <w:marTop w:val="0"/>
          <w:marBottom w:val="0"/>
          <w:divBdr>
            <w:top w:val="none" w:sz="0" w:space="0" w:color="auto"/>
            <w:left w:val="none" w:sz="0" w:space="0" w:color="auto"/>
            <w:bottom w:val="none" w:sz="0" w:space="0" w:color="auto"/>
            <w:right w:val="none" w:sz="0" w:space="0" w:color="auto"/>
          </w:divBdr>
        </w:div>
      </w:divsChild>
    </w:div>
    <w:div w:id="166097423">
      <w:bodyDiv w:val="1"/>
      <w:marLeft w:val="0"/>
      <w:marRight w:val="0"/>
      <w:marTop w:val="0"/>
      <w:marBottom w:val="0"/>
      <w:divBdr>
        <w:top w:val="none" w:sz="0" w:space="0" w:color="auto"/>
        <w:left w:val="none" w:sz="0" w:space="0" w:color="auto"/>
        <w:bottom w:val="none" w:sz="0" w:space="0" w:color="auto"/>
        <w:right w:val="none" w:sz="0" w:space="0" w:color="auto"/>
      </w:divBdr>
      <w:divsChild>
        <w:div w:id="1554610134">
          <w:marLeft w:val="0"/>
          <w:marRight w:val="0"/>
          <w:marTop w:val="0"/>
          <w:marBottom w:val="0"/>
          <w:divBdr>
            <w:top w:val="none" w:sz="0" w:space="0" w:color="auto"/>
            <w:left w:val="none" w:sz="0" w:space="0" w:color="auto"/>
            <w:bottom w:val="none" w:sz="0" w:space="0" w:color="auto"/>
            <w:right w:val="none" w:sz="0" w:space="0" w:color="auto"/>
          </w:divBdr>
        </w:div>
      </w:divsChild>
    </w:div>
    <w:div w:id="169031592">
      <w:bodyDiv w:val="1"/>
      <w:marLeft w:val="0"/>
      <w:marRight w:val="0"/>
      <w:marTop w:val="0"/>
      <w:marBottom w:val="0"/>
      <w:divBdr>
        <w:top w:val="none" w:sz="0" w:space="0" w:color="auto"/>
        <w:left w:val="none" w:sz="0" w:space="0" w:color="auto"/>
        <w:bottom w:val="none" w:sz="0" w:space="0" w:color="auto"/>
        <w:right w:val="none" w:sz="0" w:space="0" w:color="auto"/>
      </w:divBdr>
      <w:divsChild>
        <w:div w:id="1419474799">
          <w:marLeft w:val="0"/>
          <w:marRight w:val="0"/>
          <w:marTop w:val="0"/>
          <w:marBottom w:val="0"/>
          <w:divBdr>
            <w:top w:val="none" w:sz="0" w:space="0" w:color="auto"/>
            <w:left w:val="none" w:sz="0" w:space="0" w:color="auto"/>
            <w:bottom w:val="none" w:sz="0" w:space="0" w:color="auto"/>
            <w:right w:val="none" w:sz="0" w:space="0" w:color="auto"/>
          </w:divBdr>
        </w:div>
      </w:divsChild>
    </w:div>
    <w:div w:id="184710158">
      <w:bodyDiv w:val="1"/>
      <w:marLeft w:val="0"/>
      <w:marRight w:val="0"/>
      <w:marTop w:val="0"/>
      <w:marBottom w:val="0"/>
      <w:divBdr>
        <w:top w:val="none" w:sz="0" w:space="0" w:color="auto"/>
        <w:left w:val="none" w:sz="0" w:space="0" w:color="auto"/>
        <w:bottom w:val="none" w:sz="0" w:space="0" w:color="auto"/>
        <w:right w:val="none" w:sz="0" w:space="0" w:color="auto"/>
      </w:divBdr>
      <w:divsChild>
        <w:div w:id="1455324966">
          <w:marLeft w:val="0"/>
          <w:marRight w:val="0"/>
          <w:marTop w:val="0"/>
          <w:marBottom w:val="0"/>
          <w:divBdr>
            <w:top w:val="none" w:sz="0" w:space="0" w:color="auto"/>
            <w:left w:val="none" w:sz="0" w:space="0" w:color="auto"/>
            <w:bottom w:val="none" w:sz="0" w:space="0" w:color="auto"/>
            <w:right w:val="none" w:sz="0" w:space="0" w:color="auto"/>
          </w:divBdr>
        </w:div>
      </w:divsChild>
    </w:div>
    <w:div w:id="185141642">
      <w:bodyDiv w:val="1"/>
      <w:marLeft w:val="0"/>
      <w:marRight w:val="0"/>
      <w:marTop w:val="0"/>
      <w:marBottom w:val="0"/>
      <w:divBdr>
        <w:top w:val="none" w:sz="0" w:space="0" w:color="auto"/>
        <w:left w:val="none" w:sz="0" w:space="0" w:color="auto"/>
        <w:bottom w:val="none" w:sz="0" w:space="0" w:color="auto"/>
        <w:right w:val="none" w:sz="0" w:space="0" w:color="auto"/>
      </w:divBdr>
      <w:divsChild>
        <w:div w:id="314456452">
          <w:marLeft w:val="0"/>
          <w:marRight w:val="0"/>
          <w:marTop w:val="0"/>
          <w:marBottom w:val="0"/>
          <w:divBdr>
            <w:top w:val="none" w:sz="0" w:space="0" w:color="auto"/>
            <w:left w:val="none" w:sz="0" w:space="0" w:color="auto"/>
            <w:bottom w:val="none" w:sz="0" w:space="0" w:color="auto"/>
            <w:right w:val="none" w:sz="0" w:space="0" w:color="auto"/>
          </w:divBdr>
        </w:div>
      </w:divsChild>
    </w:div>
    <w:div w:id="189413911">
      <w:bodyDiv w:val="1"/>
      <w:marLeft w:val="0"/>
      <w:marRight w:val="0"/>
      <w:marTop w:val="0"/>
      <w:marBottom w:val="0"/>
      <w:divBdr>
        <w:top w:val="none" w:sz="0" w:space="0" w:color="auto"/>
        <w:left w:val="none" w:sz="0" w:space="0" w:color="auto"/>
        <w:bottom w:val="none" w:sz="0" w:space="0" w:color="auto"/>
        <w:right w:val="none" w:sz="0" w:space="0" w:color="auto"/>
      </w:divBdr>
      <w:divsChild>
        <w:div w:id="1366901815">
          <w:marLeft w:val="0"/>
          <w:marRight w:val="0"/>
          <w:marTop w:val="0"/>
          <w:marBottom w:val="0"/>
          <w:divBdr>
            <w:top w:val="none" w:sz="0" w:space="0" w:color="auto"/>
            <w:left w:val="none" w:sz="0" w:space="0" w:color="auto"/>
            <w:bottom w:val="none" w:sz="0" w:space="0" w:color="auto"/>
            <w:right w:val="none" w:sz="0" w:space="0" w:color="auto"/>
          </w:divBdr>
        </w:div>
      </w:divsChild>
    </w:div>
    <w:div w:id="195630773">
      <w:bodyDiv w:val="1"/>
      <w:marLeft w:val="0"/>
      <w:marRight w:val="0"/>
      <w:marTop w:val="0"/>
      <w:marBottom w:val="0"/>
      <w:divBdr>
        <w:top w:val="none" w:sz="0" w:space="0" w:color="auto"/>
        <w:left w:val="none" w:sz="0" w:space="0" w:color="auto"/>
        <w:bottom w:val="none" w:sz="0" w:space="0" w:color="auto"/>
        <w:right w:val="none" w:sz="0" w:space="0" w:color="auto"/>
      </w:divBdr>
      <w:divsChild>
        <w:div w:id="1622954036">
          <w:marLeft w:val="0"/>
          <w:marRight w:val="0"/>
          <w:marTop w:val="0"/>
          <w:marBottom w:val="0"/>
          <w:divBdr>
            <w:top w:val="none" w:sz="0" w:space="0" w:color="auto"/>
            <w:left w:val="none" w:sz="0" w:space="0" w:color="auto"/>
            <w:bottom w:val="none" w:sz="0" w:space="0" w:color="auto"/>
            <w:right w:val="none" w:sz="0" w:space="0" w:color="auto"/>
          </w:divBdr>
        </w:div>
      </w:divsChild>
    </w:div>
    <w:div w:id="202597545">
      <w:bodyDiv w:val="1"/>
      <w:marLeft w:val="0"/>
      <w:marRight w:val="0"/>
      <w:marTop w:val="0"/>
      <w:marBottom w:val="0"/>
      <w:divBdr>
        <w:top w:val="none" w:sz="0" w:space="0" w:color="auto"/>
        <w:left w:val="none" w:sz="0" w:space="0" w:color="auto"/>
        <w:bottom w:val="none" w:sz="0" w:space="0" w:color="auto"/>
        <w:right w:val="none" w:sz="0" w:space="0" w:color="auto"/>
      </w:divBdr>
      <w:divsChild>
        <w:div w:id="1840581806">
          <w:marLeft w:val="0"/>
          <w:marRight w:val="0"/>
          <w:marTop w:val="0"/>
          <w:marBottom w:val="0"/>
          <w:divBdr>
            <w:top w:val="none" w:sz="0" w:space="0" w:color="auto"/>
            <w:left w:val="none" w:sz="0" w:space="0" w:color="auto"/>
            <w:bottom w:val="none" w:sz="0" w:space="0" w:color="auto"/>
            <w:right w:val="none" w:sz="0" w:space="0" w:color="auto"/>
          </w:divBdr>
        </w:div>
      </w:divsChild>
    </w:div>
    <w:div w:id="202980492">
      <w:bodyDiv w:val="1"/>
      <w:marLeft w:val="0"/>
      <w:marRight w:val="0"/>
      <w:marTop w:val="0"/>
      <w:marBottom w:val="0"/>
      <w:divBdr>
        <w:top w:val="none" w:sz="0" w:space="0" w:color="auto"/>
        <w:left w:val="none" w:sz="0" w:space="0" w:color="auto"/>
        <w:bottom w:val="none" w:sz="0" w:space="0" w:color="auto"/>
        <w:right w:val="none" w:sz="0" w:space="0" w:color="auto"/>
      </w:divBdr>
      <w:divsChild>
        <w:div w:id="1491019896">
          <w:marLeft w:val="0"/>
          <w:marRight w:val="0"/>
          <w:marTop w:val="0"/>
          <w:marBottom w:val="0"/>
          <w:divBdr>
            <w:top w:val="none" w:sz="0" w:space="0" w:color="auto"/>
            <w:left w:val="none" w:sz="0" w:space="0" w:color="auto"/>
            <w:bottom w:val="none" w:sz="0" w:space="0" w:color="auto"/>
            <w:right w:val="none" w:sz="0" w:space="0" w:color="auto"/>
          </w:divBdr>
        </w:div>
      </w:divsChild>
    </w:div>
    <w:div w:id="205265516">
      <w:bodyDiv w:val="1"/>
      <w:marLeft w:val="0"/>
      <w:marRight w:val="0"/>
      <w:marTop w:val="0"/>
      <w:marBottom w:val="0"/>
      <w:divBdr>
        <w:top w:val="none" w:sz="0" w:space="0" w:color="auto"/>
        <w:left w:val="none" w:sz="0" w:space="0" w:color="auto"/>
        <w:bottom w:val="none" w:sz="0" w:space="0" w:color="auto"/>
        <w:right w:val="none" w:sz="0" w:space="0" w:color="auto"/>
      </w:divBdr>
      <w:divsChild>
        <w:div w:id="218057157">
          <w:marLeft w:val="0"/>
          <w:marRight w:val="0"/>
          <w:marTop w:val="0"/>
          <w:marBottom w:val="0"/>
          <w:divBdr>
            <w:top w:val="none" w:sz="0" w:space="0" w:color="auto"/>
            <w:left w:val="none" w:sz="0" w:space="0" w:color="auto"/>
            <w:bottom w:val="none" w:sz="0" w:space="0" w:color="auto"/>
            <w:right w:val="none" w:sz="0" w:space="0" w:color="auto"/>
          </w:divBdr>
        </w:div>
        <w:div w:id="507065971">
          <w:marLeft w:val="0"/>
          <w:marRight w:val="0"/>
          <w:marTop w:val="0"/>
          <w:marBottom w:val="0"/>
          <w:divBdr>
            <w:top w:val="none" w:sz="0" w:space="0" w:color="auto"/>
            <w:left w:val="none" w:sz="0" w:space="0" w:color="auto"/>
            <w:bottom w:val="none" w:sz="0" w:space="0" w:color="auto"/>
            <w:right w:val="none" w:sz="0" w:space="0" w:color="auto"/>
          </w:divBdr>
        </w:div>
        <w:div w:id="597062722">
          <w:marLeft w:val="0"/>
          <w:marRight w:val="0"/>
          <w:marTop w:val="0"/>
          <w:marBottom w:val="0"/>
          <w:divBdr>
            <w:top w:val="none" w:sz="0" w:space="0" w:color="auto"/>
            <w:left w:val="none" w:sz="0" w:space="0" w:color="auto"/>
            <w:bottom w:val="none" w:sz="0" w:space="0" w:color="auto"/>
            <w:right w:val="none" w:sz="0" w:space="0" w:color="auto"/>
          </w:divBdr>
        </w:div>
        <w:div w:id="630398749">
          <w:marLeft w:val="0"/>
          <w:marRight w:val="0"/>
          <w:marTop w:val="0"/>
          <w:marBottom w:val="0"/>
          <w:divBdr>
            <w:top w:val="none" w:sz="0" w:space="0" w:color="auto"/>
            <w:left w:val="none" w:sz="0" w:space="0" w:color="auto"/>
            <w:bottom w:val="none" w:sz="0" w:space="0" w:color="auto"/>
            <w:right w:val="none" w:sz="0" w:space="0" w:color="auto"/>
          </w:divBdr>
        </w:div>
        <w:div w:id="722565264">
          <w:marLeft w:val="0"/>
          <w:marRight w:val="0"/>
          <w:marTop w:val="0"/>
          <w:marBottom w:val="0"/>
          <w:divBdr>
            <w:top w:val="none" w:sz="0" w:space="0" w:color="auto"/>
            <w:left w:val="none" w:sz="0" w:space="0" w:color="auto"/>
            <w:bottom w:val="none" w:sz="0" w:space="0" w:color="auto"/>
            <w:right w:val="none" w:sz="0" w:space="0" w:color="auto"/>
          </w:divBdr>
        </w:div>
        <w:div w:id="1863400492">
          <w:marLeft w:val="0"/>
          <w:marRight w:val="0"/>
          <w:marTop w:val="0"/>
          <w:marBottom w:val="0"/>
          <w:divBdr>
            <w:top w:val="none" w:sz="0" w:space="0" w:color="auto"/>
            <w:left w:val="none" w:sz="0" w:space="0" w:color="auto"/>
            <w:bottom w:val="none" w:sz="0" w:space="0" w:color="auto"/>
            <w:right w:val="none" w:sz="0" w:space="0" w:color="auto"/>
          </w:divBdr>
        </w:div>
        <w:div w:id="2016181297">
          <w:marLeft w:val="0"/>
          <w:marRight w:val="0"/>
          <w:marTop w:val="0"/>
          <w:marBottom w:val="0"/>
          <w:divBdr>
            <w:top w:val="none" w:sz="0" w:space="0" w:color="auto"/>
            <w:left w:val="none" w:sz="0" w:space="0" w:color="auto"/>
            <w:bottom w:val="none" w:sz="0" w:space="0" w:color="auto"/>
            <w:right w:val="none" w:sz="0" w:space="0" w:color="auto"/>
          </w:divBdr>
        </w:div>
      </w:divsChild>
    </w:div>
    <w:div w:id="209146041">
      <w:bodyDiv w:val="1"/>
      <w:marLeft w:val="0"/>
      <w:marRight w:val="0"/>
      <w:marTop w:val="0"/>
      <w:marBottom w:val="0"/>
      <w:divBdr>
        <w:top w:val="none" w:sz="0" w:space="0" w:color="auto"/>
        <w:left w:val="none" w:sz="0" w:space="0" w:color="auto"/>
        <w:bottom w:val="none" w:sz="0" w:space="0" w:color="auto"/>
        <w:right w:val="none" w:sz="0" w:space="0" w:color="auto"/>
      </w:divBdr>
      <w:divsChild>
        <w:div w:id="1181431422">
          <w:marLeft w:val="0"/>
          <w:marRight w:val="0"/>
          <w:marTop w:val="0"/>
          <w:marBottom w:val="0"/>
          <w:divBdr>
            <w:top w:val="none" w:sz="0" w:space="0" w:color="auto"/>
            <w:left w:val="none" w:sz="0" w:space="0" w:color="auto"/>
            <w:bottom w:val="none" w:sz="0" w:space="0" w:color="auto"/>
            <w:right w:val="none" w:sz="0" w:space="0" w:color="auto"/>
          </w:divBdr>
        </w:div>
      </w:divsChild>
    </w:div>
    <w:div w:id="211618764">
      <w:bodyDiv w:val="1"/>
      <w:marLeft w:val="0"/>
      <w:marRight w:val="0"/>
      <w:marTop w:val="0"/>
      <w:marBottom w:val="0"/>
      <w:divBdr>
        <w:top w:val="none" w:sz="0" w:space="0" w:color="auto"/>
        <w:left w:val="none" w:sz="0" w:space="0" w:color="auto"/>
        <w:bottom w:val="none" w:sz="0" w:space="0" w:color="auto"/>
        <w:right w:val="none" w:sz="0" w:space="0" w:color="auto"/>
      </w:divBdr>
      <w:divsChild>
        <w:div w:id="1938905485">
          <w:marLeft w:val="0"/>
          <w:marRight w:val="0"/>
          <w:marTop w:val="0"/>
          <w:marBottom w:val="0"/>
          <w:divBdr>
            <w:top w:val="none" w:sz="0" w:space="0" w:color="auto"/>
            <w:left w:val="none" w:sz="0" w:space="0" w:color="auto"/>
            <w:bottom w:val="none" w:sz="0" w:space="0" w:color="auto"/>
            <w:right w:val="none" w:sz="0" w:space="0" w:color="auto"/>
          </w:divBdr>
        </w:div>
      </w:divsChild>
    </w:div>
    <w:div w:id="212082507">
      <w:bodyDiv w:val="1"/>
      <w:marLeft w:val="0"/>
      <w:marRight w:val="0"/>
      <w:marTop w:val="0"/>
      <w:marBottom w:val="0"/>
      <w:divBdr>
        <w:top w:val="none" w:sz="0" w:space="0" w:color="auto"/>
        <w:left w:val="none" w:sz="0" w:space="0" w:color="auto"/>
        <w:bottom w:val="none" w:sz="0" w:space="0" w:color="auto"/>
        <w:right w:val="none" w:sz="0" w:space="0" w:color="auto"/>
      </w:divBdr>
      <w:divsChild>
        <w:div w:id="306010866">
          <w:marLeft w:val="0"/>
          <w:marRight w:val="0"/>
          <w:marTop w:val="0"/>
          <w:marBottom w:val="0"/>
          <w:divBdr>
            <w:top w:val="none" w:sz="0" w:space="0" w:color="auto"/>
            <w:left w:val="none" w:sz="0" w:space="0" w:color="auto"/>
            <w:bottom w:val="none" w:sz="0" w:space="0" w:color="auto"/>
            <w:right w:val="none" w:sz="0" w:space="0" w:color="auto"/>
          </w:divBdr>
        </w:div>
      </w:divsChild>
    </w:div>
    <w:div w:id="217598592">
      <w:bodyDiv w:val="1"/>
      <w:marLeft w:val="0"/>
      <w:marRight w:val="0"/>
      <w:marTop w:val="0"/>
      <w:marBottom w:val="0"/>
      <w:divBdr>
        <w:top w:val="none" w:sz="0" w:space="0" w:color="auto"/>
        <w:left w:val="none" w:sz="0" w:space="0" w:color="auto"/>
        <w:bottom w:val="none" w:sz="0" w:space="0" w:color="auto"/>
        <w:right w:val="none" w:sz="0" w:space="0" w:color="auto"/>
      </w:divBdr>
      <w:divsChild>
        <w:div w:id="114953239">
          <w:marLeft w:val="0"/>
          <w:marRight w:val="0"/>
          <w:marTop w:val="0"/>
          <w:marBottom w:val="0"/>
          <w:divBdr>
            <w:top w:val="none" w:sz="0" w:space="0" w:color="auto"/>
            <w:left w:val="none" w:sz="0" w:space="0" w:color="auto"/>
            <w:bottom w:val="none" w:sz="0" w:space="0" w:color="auto"/>
            <w:right w:val="none" w:sz="0" w:space="0" w:color="auto"/>
          </w:divBdr>
        </w:div>
        <w:div w:id="414667251">
          <w:marLeft w:val="0"/>
          <w:marRight w:val="0"/>
          <w:marTop w:val="0"/>
          <w:marBottom w:val="0"/>
          <w:divBdr>
            <w:top w:val="none" w:sz="0" w:space="0" w:color="auto"/>
            <w:left w:val="none" w:sz="0" w:space="0" w:color="auto"/>
            <w:bottom w:val="none" w:sz="0" w:space="0" w:color="auto"/>
            <w:right w:val="none" w:sz="0" w:space="0" w:color="auto"/>
          </w:divBdr>
        </w:div>
        <w:div w:id="647057692">
          <w:marLeft w:val="0"/>
          <w:marRight w:val="0"/>
          <w:marTop w:val="0"/>
          <w:marBottom w:val="0"/>
          <w:divBdr>
            <w:top w:val="none" w:sz="0" w:space="0" w:color="auto"/>
            <w:left w:val="none" w:sz="0" w:space="0" w:color="auto"/>
            <w:bottom w:val="none" w:sz="0" w:space="0" w:color="auto"/>
            <w:right w:val="none" w:sz="0" w:space="0" w:color="auto"/>
          </w:divBdr>
        </w:div>
        <w:div w:id="912282236">
          <w:marLeft w:val="0"/>
          <w:marRight w:val="0"/>
          <w:marTop w:val="0"/>
          <w:marBottom w:val="0"/>
          <w:divBdr>
            <w:top w:val="none" w:sz="0" w:space="0" w:color="auto"/>
            <w:left w:val="none" w:sz="0" w:space="0" w:color="auto"/>
            <w:bottom w:val="none" w:sz="0" w:space="0" w:color="auto"/>
            <w:right w:val="none" w:sz="0" w:space="0" w:color="auto"/>
          </w:divBdr>
        </w:div>
        <w:div w:id="1394037596">
          <w:marLeft w:val="0"/>
          <w:marRight w:val="0"/>
          <w:marTop w:val="0"/>
          <w:marBottom w:val="0"/>
          <w:divBdr>
            <w:top w:val="none" w:sz="0" w:space="0" w:color="auto"/>
            <w:left w:val="none" w:sz="0" w:space="0" w:color="auto"/>
            <w:bottom w:val="none" w:sz="0" w:space="0" w:color="auto"/>
            <w:right w:val="none" w:sz="0" w:space="0" w:color="auto"/>
          </w:divBdr>
        </w:div>
        <w:div w:id="1630475099">
          <w:marLeft w:val="0"/>
          <w:marRight w:val="0"/>
          <w:marTop w:val="0"/>
          <w:marBottom w:val="0"/>
          <w:divBdr>
            <w:top w:val="none" w:sz="0" w:space="0" w:color="auto"/>
            <w:left w:val="none" w:sz="0" w:space="0" w:color="auto"/>
            <w:bottom w:val="none" w:sz="0" w:space="0" w:color="auto"/>
            <w:right w:val="none" w:sz="0" w:space="0" w:color="auto"/>
          </w:divBdr>
        </w:div>
        <w:div w:id="2137599947">
          <w:marLeft w:val="0"/>
          <w:marRight w:val="0"/>
          <w:marTop w:val="0"/>
          <w:marBottom w:val="0"/>
          <w:divBdr>
            <w:top w:val="none" w:sz="0" w:space="0" w:color="auto"/>
            <w:left w:val="none" w:sz="0" w:space="0" w:color="auto"/>
            <w:bottom w:val="none" w:sz="0" w:space="0" w:color="auto"/>
            <w:right w:val="none" w:sz="0" w:space="0" w:color="auto"/>
          </w:divBdr>
        </w:div>
      </w:divsChild>
    </w:div>
    <w:div w:id="221600939">
      <w:bodyDiv w:val="1"/>
      <w:marLeft w:val="0"/>
      <w:marRight w:val="0"/>
      <w:marTop w:val="0"/>
      <w:marBottom w:val="0"/>
      <w:divBdr>
        <w:top w:val="none" w:sz="0" w:space="0" w:color="auto"/>
        <w:left w:val="none" w:sz="0" w:space="0" w:color="auto"/>
        <w:bottom w:val="none" w:sz="0" w:space="0" w:color="auto"/>
        <w:right w:val="none" w:sz="0" w:space="0" w:color="auto"/>
      </w:divBdr>
      <w:divsChild>
        <w:div w:id="1757706659">
          <w:marLeft w:val="0"/>
          <w:marRight w:val="0"/>
          <w:marTop w:val="0"/>
          <w:marBottom w:val="0"/>
          <w:divBdr>
            <w:top w:val="none" w:sz="0" w:space="0" w:color="auto"/>
            <w:left w:val="none" w:sz="0" w:space="0" w:color="auto"/>
            <w:bottom w:val="none" w:sz="0" w:space="0" w:color="auto"/>
            <w:right w:val="none" w:sz="0" w:space="0" w:color="auto"/>
          </w:divBdr>
        </w:div>
      </w:divsChild>
    </w:div>
    <w:div w:id="223875978">
      <w:bodyDiv w:val="1"/>
      <w:marLeft w:val="0"/>
      <w:marRight w:val="0"/>
      <w:marTop w:val="0"/>
      <w:marBottom w:val="0"/>
      <w:divBdr>
        <w:top w:val="none" w:sz="0" w:space="0" w:color="auto"/>
        <w:left w:val="none" w:sz="0" w:space="0" w:color="auto"/>
        <w:bottom w:val="none" w:sz="0" w:space="0" w:color="auto"/>
        <w:right w:val="none" w:sz="0" w:space="0" w:color="auto"/>
      </w:divBdr>
    </w:div>
    <w:div w:id="229776219">
      <w:bodyDiv w:val="1"/>
      <w:marLeft w:val="0"/>
      <w:marRight w:val="0"/>
      <w:marTop w:val="0"/>
      <w:marBottom w:val="0"/>
      <w:divBdr>
        <w:top w:val="none" w:sz="0" w:space="0" w:color="auto"/>
        <w:left w:val="none" w:sz="0" w:space="0" w:color="auto"/>
        <w:bottom w:val="none" w:sz="0" w:space="0" w:color="auto"/>
        <w:right w:val="none" w:sz="0" w:space="0" w:color="auto"/>
      </w:divBdr>
      <w:divsChild>
        <w:div w:id="1557084141">
          <w:marLeft w:val="0"/>
          <w:marRight w:val="0"/>
          <w:marTop w:val="0"/>
          <w:marBottom w:val="0"/>
          <w:divBdr>
            <w:top w:val="none" w:sz="0" w:space="0" w:color="auto"/>
            <w:left w:val="none" w:sz="0" w:space="0" w:color="auto"/>
            <w:bottom w:val="none" w:sz="0" w:space="0" w:color="auto"/>
            <w:right w:val="none" w:sz="0" w:space="0" w:color="auto"/>
          </w:divBdr>
        </w:div>
      </w:divsChild>
    </w:div>
    <w:div w:id="230162654">
      <w:bodyDiv w:val="1"/>
      <w:marLeft w:val="0"/>
      <w:marRight w:val="0"/>
      <w:marTop w:val="0"/>
      <w:marBottom w:val="0"/>
      <w:divBdr>
        <w:top w:val="none" w:sz="0" w:space="0" w:color="auto"/>
        <w:left w:val="none" w:sz="0" w:space="0" w:color="auto"/>
        <w:bottom w:val="none" w:sz="0" w:space="0" w:color="auto"/>
        <w:right w:val="none" w:sz="0" w:space="0" w:color="auto"/>
      </w:divBdr>
      <w:divsChild>
        <w:div w:id="717434176">
          <w:marLeft w:val="0"/>
          <w:marRight w:val="0"/>
          <w:marTop w:val="0"/>
          <w:marBottom w:val="0"/>
          <w:divBdr>
            <w:top w:val="none" w:sz="0" w:space="0" w:color="auto"/>
            <w:left w:val="none" w:sz="0" w:space="0" w:color="auto"/>
            <w:bottom w:val="none" w:sz="0" w:space="0" w:color="auto"/>
            <w:right w:val="none" w:sz="0" w:space="0" w:color="auto"/>
          </w:divBdr>
        </w:div>
      </w:divsChild>
    </w:div>
    <w:div w:id="230234153">
      <w:bodyDiv w:val="1"/>
      <w:marLeft w:val="0"/>
      <w:marRight w:val="0"/>
      <w:marTop w:val="0"/>
      <w:marBottom w:val="0"/>
      <w:divBdr>
        <w:top w:val="none" w:sz="0" w:space="0" w:color="auto"/>
        <w:left w:val="none" w:sz="0" w:space="0" w:color="auto"/>
        <w:bottom w:val="none" w:sz="0" w:space="0" w:color="auto"/>
        <w:right w:val="none" w:sz="0" w:space="0" w:color="auto"/>
      </w:divBdr>
    </w:div>
    <w:div w:id="232203958">
      <w:bodyDiv w:val="1"/>
      <w:marLeft w:val="0"/>
      <w:marRight w:val="0"/>
      <w:marTop w:val="0"/>
      <w:marBottom w:val="0"/>
      <w:divBdr>
        <w:top w:val="none" w:sz="0" w:space="0" w:color="auto"/>
        <w:left w:val="none" w:sz="0" w:space="0" w:color="auto"/>
        <w:bottom w:val="none" w:sz="0" w:space="0" w:color="auto"/>
        <w:right w:val="none" w:sz="0" w:space="0" w:color="auto"/>
      </w:divBdr>
      <w:divsChild>
        <w:div w:id="323289876">
          <w:marLeft w:val="0"/>
          <w:marRight w:val="0"/>
          <w:marTop w:val="0"/>
          <w:marBottom w:val="0"/>
          <w:divBdr>
            <w:top w:val="none" w:sz="0" w:space="0" w:color="auto"/>
            <w:left w:val="none" w:sz="0" w:space="0" w:color="auto"/>
            <w:bottom w:val="none" w:sz="0" w:space="0" w:color="auto"/>
            <w:right w:val="none" w:sz="0" w:space="0" w:color="auto"/>
          </w:divBdr>
        </w:div>
      </w:divsChild>
    </w:div>
    <w:div w:id="235944105">
      <w:bodyDiv w:val="1"/>
      <w:marLeft w:val="0"/>
      <w:marRight w:val="0"/>
      <w:marTop w:val="0"/>
      <w:marBottom w:val="0"/>
      <w:divBdr>
        <w:top w:val="none" w:sz="0" w:space="0" w:color="auto"/>
        <w:left w:val="none" w:sz="0" w:space="0" w:color="auto"/>
        <w:bottom w:val="none" w:sz="0" w:space="0" w:color="auto"/>
        <w:right w:val="none" w:sz="0" w:space="0" w:color="auto"/>
      </w:divBdr>
      <w:divsChild>
        <w:div w:id="202599892">
          <w:marLeft w:val="0"/>
          <w:marRight w:val="0"/>
          <w:marTop w:val="0"/>
          <w:marBottom w:val="0"/>
          <w:divBdr>
            <w:top w:val="none" w:sz="0" w:space="0" w:color="auto"/>
            <w:left w:val="none" w:sz="0" w:space="0" w:color="auto"/>
            <w:bottom w:val="none" w:sz="0" w:space="0" w:color="auto"/>
            <w:right w:val="none" w:sz="0" w:space="0" w:color="auto"/>
          </w:divBdr>
        </w:div>
      </w:divsChild>
    </w:div>
    <w:div w:id="238566766">
      <w:bodyDiv w:val="1"/>
      <w:marLeft w:val="0"/>
      <w:marRight w:val="0"/>
      <w:marTop w:val="0"/>
      <w:marBottom w:val="0"/>
      <w:divBdr>
        <w:top w:val="none" w:sz="0" w:space="0" w:color="auto"/>
        <w:left w:val="none" w:sz="0" w:space="0" w:color="auto"/>
        <w:bottom w:val="none" w:sz="0" w:space="0" w:color="auto"/>
        <w:right w:val="none" w:sz="0" w:space="0" w:color="auto"/>
      </w:divBdr>
      <w:divsChild>
        <w:div w:id="1294556033">
          <w:marLeft w:val="0"/>
          <w:marRight w:val="0"/>
          <w:marTop w:val="0"/>
          <w:marBottom w:val="0"/>
          <w:divBdr>
            <w:top w:val="none" w:sz="0" w:space="0" w:color="auto"/>
            <w:left w:val="none" w:sz="0" w:space="0" w:color="auto"/>
            <w:bottom w:val="none" w:sz="0" w:space="0" w:color="auto"/>
            <w:right w:val="none" w:sz="0" w:space="0" w:color="auto"/>
          </w:divBdr>
        </w:div>
      </w:divsChild>
    </w:div>
    <w:div w:id="239565862">
      <w:bodyDiv w:val="1"/>
      <w:marLeft w:val="0"/>
      <w:marRight w:val="0"/>
      <w:marTop w:val="0"/>
      <w:marBottom w:val="0"/>
      <w:divBdr>
        <w:top w:val="none" w:sz="0" w:space="0" w:color="auto"/>
        <w:left w:val="none" w:sz="0" w:space="0" w:color="auto"/>
        <w:bottom w:val="none" w:sz="0" w:space="0" w:color="auto"/>
        <w:right w:val="none" w:sz="0" w:space="0" w:color="auto"/>
      </w:divBdr>
      <w:divsChild>
        <w:div w:id="299531640">
          <w:marLeft w:val="0"/>
          <w:marRight w:val="0"/>
          <w:marTop w:val="0"/>
          <w:marBottom w:val="0"/>
          <w:divBdr>
            <w:top w:val="none" w:sz="0" w:space="0" w:color="auto"/>
            <w:left w:val="none" w:sz="0" w:space="0" w:color="auto"/>
            <w:bottom w:val="none" w:sz="0" w:space="0" w:color="auto"/>
            <w:right w:val="none" w:sz="0" w:space="0" w:color="auto"/>
          </w:divBdr>
          <w:divsChild>
            <w:div w:id="8318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28844">
      <w:bodyDiv w:val="1"/>
      <w:marLeft w:val="0"/>
      <w:marRight w:val="0"/>
      <w:marTop w:val="0"/>
      <w:marBottom w:val="0"/>
      <w:divBdr>
        <w:top w:val="none" w:sz="0" w:space="0" w:color="auto"/>
        <w:left w:val="none" w:sz="0" w:space="0" w:color="auto"/>
        <w:bottom w:val="none" w:sz="0" w:space="0" w:color="auto"/>
        <w:right w:val="none" w:sz="0" w:space="0" w:color="auto"/>
      </w:divBdr>
      <w:divsChild>
        <w:div w:id="2130929842">
          <w:marLeft w:val="0"/>
          <w:marRight w:val="0"/>
          <w:marTop w:val="0"/>
          <w:marBottom w:val="0"/>
          <w:divBdr>
            <w:top w:val="none" w:sz="0" w:space="0" w:color="auto"/>
            <w:left w:val="none" w:sz="0" w:space="0" w:color="auto"/>
            <w:bottom w:val="none" w:sz="0" w:space="0" w:color="auto"/>
            <w:right w:val="none" w:sz="0" w:space="0" w:color="auto"/>
          </w:divBdr>
        </w:div>
      </w:divsChild>
    </w:div>
    <w:div w:id="240336147">
      <w:bodyDiv w:val="1"/>
      <w:marLeft w:val="0"/>
      <w:marRight w:val="0"/>
      <w:marTop w:val="0"/>
      <w:marBottom w:val="0"/>
      <w:divBdr>
        <w:top w:val="none" w:sz="0" w:space="0" w:color="auto"/>
        <w:left w:val="none" w:sz="0" w:space="0" w:color="auto"/>
        <w:bottom w:val="none" w:sz="0" w:space="0" w:color="auto"/>
        <w:right w:val="none" w:sz="0" w:space="0" w:color="auto"/>
      </w:divBdr>
      <w:divsChild>
        <w:div w:id="1851791892">
          <w:marLeft w:val="0"/>
          <w:marRight w:val="0"/>
          <w:marTop w:val="0"/>
          <w:marBottom w:val="0"/>
          <w:divBdr>
            <w:top w:val="none" w:sz="0" w:space="0" w:color="auto"/>
            <w:left w:val="none" w:sz="0" w:space="0" w:color="auto"/>
            <w:bottom w:val="none" w:sz="0" w:space="0" w:color="auto"/>
            <w:right w:val="none" w:sz="0" w:space="0" w:color="auto"/>
          </w:divBdr>
        </w:div>
      </w:divsChild>
    </w:div>
    <w:div w:id="242301738">
      <w:bodyDiv w:val="1"/>
      <w:marLeft w:val="0"/>
      <w:marRight w:val="0"/>
      <w:marTop w:val="0"/>
      <w:marBottom w:val="0"/>
      <w:divBdr>
        <w:top w:val="none" w:sz="0" w:space="0" w:color="auto"/>
        <w:left w:val="none" w:sz="0" w:space="0" w:color="auto"/>
        <w:bottom w:val="none" w:sz="0" w:space="0" w:color="auto"/>
        <w:right w:val="none" w:sz="0" w:space="0" w:color="auto"/>
      </w:divBdr>
      <w:divsChild>
        <w:div w:id="1199782022">
          <w:marLeft w:val="0"/>
          <w:marRight w:val="0"/>
          <w:marTop w:val="0"/>
          <w:marBottom w:val="0"/>
          <w:divBdr>
            <w:top w:val="none" w:sz="0" w:space="0" w:color="auto"/>
            <w:left w:val="none" w:sz="0" w:space="0" w:color="auto"/>
            <w:bottom w:val="none" w:sz="0" w:space="0" w:color="auto"/>
            <w:right w:val="none" w:sz="0" w:space="0" w:color="auto"/>
          </w:divBdr>
        </w:div>
      </w:divsChild>
    </w:div>
    <w:div w:id="245068528">
      <w:bodyDiv w:val="1"/>
      <w:marLeft w:val="0"/>
      <w:marRight w:val="0"/>
      <w:marTop w:val="0"/>
      <w:marBottom w:val="0"/>
      <w:divBdr>
        <w:top w:val="none" w:sz="0" w:space="0" w:color="auto"/>
        <w:left w:val="none" w:sz="0" w:space="0" w:color="auto"/>
        <w:bottom w:val="none" w:sz="0" w:space="0" w:color="auto"/>
        <w:right w:val="none" w:sz="0" w:space="0" w:color="auto"/>
      </w:divBdr>
      <w:divsChild>
        <w:div w:id="1524437324">
          <w:marLeft w:val="0"/>
          <w:marRight w:val="0"/>
          <w:marTop w:val="0"/>
          <w:marBottom w:val="0"/>
          <w:divBdr>
            <w:top w:val="none" w:sz="0" w:space="0" w:color="auto"/>
            <w:left w:val="none" w:sz="0" w:space="0" w:color="auto"/>
            <w:bottom w:val="none" w:sz="0" w:space="0" w:color="auto"/>
            <w:right w:val="none" w:sz="0" w:space="0" w:color="auto"/>
          </w:divBdr>
        </w:div>
      </w:divsChild>
    </w:div>
    <w:div w:id="248009104">
      <w:bodyDiv w:val="1"/>
      <w:marLeft w:val="0"/>
      <w:marRight w:val="0"/>
      <w:marTop w:val="0"/>
      <w:marBottom w:val="0"/>
      <w:divBdr>
        <w:top w:val="none" w:sz="0" w:space="0" w:color="auto"/>
        <w:left w:val="none" w:sz="0" w:space="0" w:color="auto"/>
        <w:bottom w:val="none" w:sz="0" w:space="0" w:color="auto"/>
        <w:right w:val="none" w:sz="0" w:space="0" w:color="auto"/>
      </w:divBdr>
      <w:divsChild>
        <w:div w:id="204175415">
          <w:marLeft w:val="0"/>
          <w:marRight w:val="0"/>
          <w:marTop w:val="0"/>
          <w:marBottom w:val="0"/>
          <w:divBdr>
            <w:top w:val="none" w:sz="0" w:space="0" w:color="auto"/>
            <w:left w:val="none" w:sz="0" w:space="0" w:color="auto"/>
            <w:bottom w:val="none" w:sz="0" w:space="0" w:color="auto"/>
            <w:right w:val="none" w:sz="0" w:space="0" w:color="auto"/>
          </w:divBdr>
        </w:div>
      </w:divsChild>
    </w:div>
    <w:div w:id="252856068">
      <w:bodyDiv w:val="1"/>
      <w:marLeft w:val="0"/>
      <w:marRight w:val="0"/>
      <w:marTop w:val="0"/>
      <w:marBottom w:val="0"/>
      <w:divBdr>
        <w:top w:val="none" w:sz="0" w:space="0" w:color="auto"/>
        <w:left w:val="none" w:sz="0" w:space="0" w:color="auto"/>
        <w:bottom w:val="none" w:sz="0" w:space="0" w:color="auto"/>
        <w:right w:val="none" w:sz="0" w:space="0" w:color="auto"/>
      </w:divBdr>
      <w:divsChild>
        <w:div w:id="220756403">
          <w:marLeft w:val="0"/>
          <w:marRight w:val="0"/>
          <w:marTop w:val="0"/>
          <w:marBottom w:val="0"/>
          <w:divBdr>
            <w:top w:val="none" w:sz="0" w:space="0" w:color="auto"/>
            <w:left w:val="none" w:sz="0" w:space="0" w:color="auto"/>
            <w:bottom w:val="none" w:sz="0" w:space="0" w:color="auto"/>
            <w:right w:val="none" w:sz="0" w:space="0" w:color="auto"/>
          </w:divBdr>
        </w:div>
        <w:div w:id="1771777348">
          <w:marLeft w:val="0"/>
          <w:marRight w:val="0"/>
          <w:marTop w:val="0"/>
          <w:marBottom w:val="0"/>
          <w:divBdr>
            <w:top w:val="none" w:sz="0" w:space="0" w:color="auto"/>
            <w:left w:val="none" w:sz="0" w:space="0" w:color="auto"/>
            <w:bottom w:val="none" w:sz="0" w:space="0" w:color="auto"/>
            <w:right w:val="none" w:sz="0" w:space="0" w:color="auto"/>
          </w:divBdr>
        </w:div>
      </w:divsChild>
    </w:div>
    <w:div w:id="254830492">
      <w:bodyDiv w:val="1"/>
      <w:marLeft w:val="0"/>
      <w:marRight w:val="0"/>
      <w:marTop w:val="0"/>
      <w:marBottom w:val="0"/>
      <w:divBdr>
        <w:top w:val="none" w:sz="0" w:space="0" w:color="auto"/>
        <w:left w:val="none" w:sz="0" w:space="0" w:color="auto"/>
        <w:bottom w:val="none" w:sz="0" w:space="0" w:color="auto"/>
        <w:right w:val="none" w:sz="0" w:space="0" w:color="auto"/>
      </w:divBdr>
      <w:divsChild>
        <w:div w:id="590161162">
          <w:marLeft w:val="0"/>
          <w:marRight w:val="0"/>
          <w:marTop w:val="0"/>
          <w:marBottom w:val="0"/>
          <w:divBdr>
            <w:top w:val="none" w:sz="0" w:space="0" w:color="auto"/>
            <w:left w:val="none" w:sz="0" w:space="0" w:color="auto"/>
            <w:bottom w:val="none" w:sz="0" w:space="0" w:color="auto"/>
            <w:right w:val="none" w:sz="0" w:space="0" w:color="auto"/>
          </w:divBdr>
        </w:div>
      </w:divsChild>
    </w:div>
    <w:div w:id="261493447">
      <w:bodyDiv w:val="1"/>
      <w:marLeft w:val="0"/>
      <w:marRight w:val="0"/>
      <w:marTop w:val="0"/>
      <w:marBottom w:val="0"/>
      <w:divBdr>
        <w:top w:val="none" w:sz="0" w:space="0" w:color="auto"/>
        <w:left w:val="none" w:sz="0" w:space="0" w:color="auto"/>
        <w:bottom w:val="none" w:sz="0" w:space="0" w:color="auto"/>
        <w:right w:val="none" w:sz="0" w:space="0" w:color="auto"/>
      </w:divBdr>
      <w:divsChild>
        <w:div w:id="1367605695">
          <w:marLeft w:val="0"/>
          <w:marRight w:val="0"/>
          <w:marTop w:val="0"/>
          <w:marBottom w:val="0"/>
          <w:divBdr>
            <w:top w:val="none" w:sz="0" w:space="0" w:color="auto"/>
            <w:left w:val="none" w:sz="0" w:space="0" w:color="auto"/>
            <w:bottom w:val="none" w:sz="0" w:space="0" w:color="auto"/>
            <w:right w:val="none" w:sz="0" w:space="0" w:color="auto"/>
          </w:divBdr>
        </w:div>
      </w:divsChild>
    </w:div>
    <w:div w:id="278802736">
      <w:bodyDiv w:val="1"/>
      <w:marLeft w:val="0"/>
      <w:marRight w:val="0"/>
      <w:marTop w:val="0"/>
      <w:marBottom w:val="0"/>
      <w:divBdr>
        <w:top w:val="none" w:sz="0" w:space="0" w:color="auto"/>
        <w:left w:val="none" w:sz="0" w:space="0" w:color="auto"/>
        <w:bottom w:val="none" w:sz="0" w:space="0" w:color="auto"/>
        <w:right w:val="none" w:sz="0" w:space="0" w:color="auto"/>
      </w:divBdr>
      <w:divsChild>
        <w:div w:id="1898587062">
          <w:marLeft w:val="0"/>
          <w:marRight w:val="0"/>
          <w:marTop w:val="0"/>
          <w:marBottom w:val="0"/>
          <w:divBdr>
            <w:top w:val="none" w:sz="0" w:space="0" w:color="auto"/>
            <w:left w:val="none" w:sz="0" w:space="0" w:color="auto"/>
            <w:bottom w:val="none" w:sz="0" w:space="0" w:color="auto"/>
            <w:right w:val="none" w:sz="0" w:space="0" w:color="auto"/>
          </w:divBdr>
        </w:div>
      </w:divsChild>
    </w:div>
    <w:div w:id="283386498">
      <w:bodyDiv w:val="1"/>
      <w:marLeft w:val="0"/>
      <w:marRight w:val="0"/>
      <w:marTop w:val="0"/>
      <w:marBottom w:val="0"/>
      <w:divBdr>
        <w:top w:val="none" w:sz="0" w:space="0" w:color="auto"/>
        <w:left w:val="none" w:sz="0" w:space="0" w:color="auto"/>
        <w:bottom w:val="none" w:sz="0" w:space="0" w:color="auto"/>
        <w:right w:val="none" w:sz="0" w:space="0" w:color="auto"/>
      </w:divBdr>
      <w:divsChild>
        <w:div w:id="1534608806">
          <w:marLeft w:val="0"/>
          <w:marRight w:val="0"/>
          <w:marTop w:val="0"/>
          <w:marBottom w:val="0"/>
          <w:divBdr>
            <w:top w:val="none" w:sz="0" w:space="0" w:color="auto"/>
            <w:left w:val="none" w:sz="0" w:space="0" w:color="auto"/>
            <w:bottom w:val="none" w:sz="0" w:space="0" w:color="auto"/>
            <w:right w:val="none" w:sz="0" w:space="0" w:color="auto"/>
          </w:divBdr>
        </w:div>
      </w:divsChild>
    </w:div>
    <w:div w:id="287392781">
      <w:bodyDiv w:val="1"/>
      <w:marLeft w:val="0"/>
      <w:marRight w:val="0"/>
      <w:marTop w:val="0"/>
      <w:marBottom w:val="0"/>
      <w:divBdr>
        <w:top w:val="none" w:sz="0" w:space="0" w:color="auto"/>
        <w:left w:val="none" w:sz="0" w:space="0" w:color="auto"/>
        <w:bottom w:val="none" w:sz="0" w:space="0" w:color="auto"/>
        <w:right w:val="none" w:sz="0" w:space="0" w:color="auto"/>
      </w:divBdr>
      <w:divsChild>
        <w:div w:id="1909536966">
          <w:marLeft w:val="0"/>
          <w:marRight w:val="0"/>
          <w:marTop w:val="0"/>
          <w:marBottom w:val="0"/>
          <w:divBdr>
            <w:top w:val="none" w:sz="0" w:space="0" w:color="auto"/>
            <w:left w:val="none" w:sz="0" w:space="0" w:color="auto"/>
            <w:bottom w:val="none" w:sz="0" w:space="0" w:color="auto"/>
            <w:right w:val="none" w:sz="0" w:space="0" w:color="auto"/>
          </w:divBdr>
        </w:div>
      </w:divsChild>
    </w:div>
    <w:div w:id="287401263">
      <w:bodyDiv w:val="1"/>
      <w:marLeft w:val="0"/>
      <w:marRight w:val="0"/>
      <w:marTop w:val="0"/>
      <w:marBottom w:val="0"/>
      <w:divBdr>
        <w:top w:val="none" w:sz="0" w:space="0" w:color="auto"/>
        <w:left w:val="none" w:sz="0" w:space="0" w:color="auto"/>
        <w:bottom w:val="none" w:sz="0" w:space="0" w:color="auto"/>
        <w:right w:val="none" w:sz="0" w:space="0" w:color="auto"/>
      </w:divBdr>
      <w:divsChild>
        <w:div w:id="389423634">
          <w:marLeft w:val="0"/>
          <w:marRight w:val="0"/>
          <w:marTop w:val="0"/>
          <w:marBottom w:val="0"/>
          <w:divBdr>
            <w:top w:val="none" w:sz="0" w:space="0" w:color="auto"/>
            <w:left w:val="none" w:sz="0" w:space="0" w:color="auto"/>
            <w:bottom w:val="none" w:sz="0" w:space="0" w:color="auto"/>
            <w:right w:val="none" w:sz="0" w:space="0" w:color="auto"/>
          </w:divBdr>
        </w:div>
      </w:divsChild>
    </w:div>
    <w:div w:id="297884109">
      <w:bodyDiv w:val="1"/>
      <w:marLeft w:val="0"/>
      <w:marRight w:val="0"/>
      <w:marTop w:val="0"/>
      <w:marBottom w:val="0"/>
      <w:divBdr>
        <w:top w:val="none" w:sz="0" w:space="0" w:color="auto"/>
        <w:left w:val="none" w:sz="0" w:space="0" w:color="auto"/>
        <w:bottom w:val="none" w:sz="0" w:space="0" w:color="auto"/>
        <w:right w:val="none" w:sz="0" w:space="0" w:color="auto"/>
      </w:divBdr>
      <w:divsChild>
        <w:div w:id="1527400220">
          <w:marLeft w:val="0"/>
          <w:marRight w:val="0"/>
          <w:marTop w:val="0"/>
          <w:marBottom w:val="0"/>
          <w:divBdr>
            <w:top w:val="none" w:sz="0" w:space="0" w:color="auto"/>
            <w:left w:val="none" w:sz="0" w:space="0" w:color="auto"/>
            <w:bottom w:val="none" w:sz="0" w:space="0" w:color="auto"/>
            <w:right w:val="none" w:sz="0" w:space="0" w:color="auto"/>
          </w:divBdr>
        </w:div>
      </w:divsChild>
    </w:div>
    <w:div w:id="298725934">
      <w:bodyDiv w:val="1"/>
      <w:marLeft w:val="0"/>
      <w:marRight w:val="0"/>
      <w:marTop w:val="0"/>
      <w:marBottom w:val="0"/>
      <w:divBdr>
        <w:top w:val="none" w:sz="0" w:space="0" w:color="auto"/>
        <w:left w:val="none" w:sz="0" w:space="0" w:color="auto"/>
        <w:bottom w:val="none" w:sz="0" w:space="0" w:color="auto"/>
        <w:right w:val="none" w:sz="0" w:space="0" w:color="auto"/>
      </w:divBdr>
      <w:divsChild>
        <w:div w:id="2052532487">
          <w:marLeft w:val="0"/>
          <w:marRight w:val="0"/>
          <w:marTop w:val="0"/>
          <w:marBottom w:val="0"/>
          <w:divBdr>
            <w:top w:val="none" w:sz="0" w:space="0" w:color="auto"/>
            <w:left w:val="none" w:sz="0" w:space="0" w:color="auto"/>
            <w:bottom w:val="none" w:sz="0" w:space="0" w:color="auto"/>
            <w:right w:val="none" w:sz="0" w:space="0" w:color="auto"/>
          </w:divBdr>
        </w:div>
      </w:divsChild>
    </w:div>
    <w:div w:id="299919833">
      <w:bodyDiv w:val="1"/>
      <w:marLeft w:val="0"/>
      <w:marRight w:val="0"/>
      <w:marTop w:val="0"/>
      <w:marBottom w:val="0"/>
      <w:divBdr>
        <w:top w:val="none" w:sz="0" w:space="0" w:color="auto"/>
        <w:left w:val="none" w:sz="0" w:space="0" w:color="auto"/>
        <w:bottom w:val="none" w:sz="0" w:space="0" w:color="auto"/>
        <w:right w:val="none" w:sz="0" w:space="0" w:color="auto"/>
      </w:divBdr>
      <w:divsChild>
        <w:div w:id="1031881333">
          <w:marLeft w:val="0"/>
          <w:marRight w:val="0"/>
          <w:marTop w:val="0"/>
          <w:marBottom w:val="0"/>
          <w:divBdr>
            <w:top w:val="none" w:sz="0" w:space="0" w:color="auto"/>
            <w:left w:val="none" w:sz="0" w:space="0" w:color="auto"/>
            <w:bottom w:val="none" w:sz="0" w:space="0" w:color="auto"/>
            <w:right w:val="none" w:sz="0" w:space="0" w:color="auto"/>
          </w:divBdr>
        </w:div>
      </w:divsChild>
    </w:div>
    <w:div w:id="304551548">
      <w:bodyDiv w:val="1"/>
      <w:marLeft w:val="0"/>
      <w:marRight w:val="0"/>
      <w:marTop w:val="0"/>
      <w:marBottom w:val="0"/>
      <w:divBdr>
        <w:top w:val="none" w:sz="0" w:space="0" w:color="auto"/>
        <w:left w:val="none" w:sz="0" w:space="0" w:color="auto"/>
        <w:bottom w:val="none" w:sz="0" w:space="0" w:color="auto"/>
        <w:right w:val="none" w:sz="0" w:space="0" w:color="auto"/>
      </w:divBdr>
      <w:divsChild>
        <w:div w:id="273176266">
          <w:marLeft w:val="0"/>
          <w:marRight w:val="0"/>
          <w:marTop w:val="0"/>
          <w:marBottom w:val="0"/>
          <w:divBdr>
            <w:top w:val="none" w:sz="0" w:space="0" w:color="auto"/>
            <w:left w:val="none" w:sz="0" w:space="0" w:color="auto"/>
            <w:bottom w:val="none" w:sz="0" w:space="0" w:color="auto"/>
            <w:right w:val="none" w:sz="0" w:space="0" w:color="auto"/>
          </w:divBdr>
        </w:div>
      </w:divsChild>
    </w:div>
    <w:div w:id="305554178">
      <w:bodyDiv w:val="1"/>
      <w:marLeft w:val="0"/>
      <w:marRight w:val="0"/>
      <w:marTop w:val="0"/>
      <w:marBottom w:val="0"/>
      <w:divBdr>
        <w:top w:val="none" w:sz="0" w:space="0" w:color="auto"/>
        <w:left w:val="none" w:sz="0" w:space="0" w:color="auto"/>
        <w:bottom w:val="none" w:sz="0" w:space="0" w:color="auto"/>
        <w:right w:val="none" w:sz="0" w:space="0" w:color="auto"/>
      </w:divBdr>
      <w:divsChild>
        <w:div w:id="1671255693">
          <w:marLeft w:val="0"/>
          <w:marRight w:val="0"/>
          <w:marTop w:val="0"/>
          <w:marBottom w:val="0"/>
          <w:divBdr>
            <w:top w:val="none" w:sz="0" w:space="0" w:color="auto"/>
            <w:left w:val="none" w:sz="0" w:space="0" w:color="auto"/>
            <w:bottom w:val="none" w:sz="0" w:space="0" w:color="auto"/>
            <w:right w:val="none" w:sz="0" w:space="0" w:color="auto"/>
          </w:divBdr>
        </w:div>
      </w:divsChild>
    </w:div>
    <w:div w:id="307899015">
      <w:bodyDiv w:val="1"/>
      <w:marLeft w:val="0"/>
      <w:marRight w:val="0"/>
      <w:marTop w:val="0"/>
      <w:marBottom w:val="0"/>
      <w:divBdr>
        <w:top w:val="none" w:sz="0" w:space="0" w:color="auto"/>
        <w:left w:val="none" w:sz="0" w:space="0" w:color="auto"/>
        <w:bottom w:val="none" w:sz="0" w:space="0" w:color="auto"/>
        <w:right w:val="none" w:sz="0" w:space="0" w:color="auto"/>
      </w:divBdr>
      <w:divsChild>
        <w:div w:id="1623727193">
          <w:marLeft w:val="0"/>
          <w:marRight w:val="0"/>
          <w:marTop w:val="0"/>
          <w:marBottom w:val="0"/>
          <w:divBdr>
            <w:top w:val="none" w:sz="0" w:space="0" w:color="auto"/>
            <w:left w:val="none" w:sz="0" w:space="0" w:color="auto"/>
            <w:bottom w:val="none" w:sz="0" w:space="0" w:color="auto"/>
            <w:right w:val="none" w:sz="0" w:space="0" w:color="auto"/>
          </w:divBdr>
        </w:div>
      </w:divsChild>
    </w:div>
    <w:div w:id="313291199">
      <w:bodyDiv w:val="1"/>
      <w:marLeft w:val="0"/>
      <w:marRight w:val="0"/>
      <w:marTop w:val="0"/>
      <w:marBottom w:val="0"/>
      <w:divBdr>
        <w:top w:val="none" w:sz="0" w:space="0" w:color="auto"/>
        <w:left w:val="none" w:sz="0" w:space="0" w:color="auto"/>
        <w:bottom w:val="none" w:sz="0" w:space="0" w:color="auto"/>
        <w:right w:val="none" w:sz="0" w:space="0" w:color="auto"/>
      </w:divBdr>
      <w:divsChild>
        <w:div w:id="326203221">
          <w:marLeft w:val="0"/>
          <w:marRight w:val="0"/>
          <w:marTop w:val="0"/>
          <w:marBottom w:val="0"/>
          <w:divBdr>
            <w:top w:val="none" w:sz="0" w:space="0" w:color="auto"/>
            <w:left w:val="none" w:sz="0" w:space="0" w:color="auto"/>
            <w:bottom w:val="none" w:sz="0" w:space="0" w:color="auto"/>
            <w:right w:val="none" w:sz="0" w:space="0" w:color="auto"/>
          </w:divBdr>
        </w:div>
      </w:divsChild>
    </w:div>
    <w:div w:id="319772946">
      <w:bodyDiv w:val="1"/>
      <w:marLeft w:val="0"/>
      <w:marRight w:val="0"/>
      <w:marTop w:val="0"/>
      <w:marBottom w:val="0"/>
      <w:divBdr>
        <w:top w:val="none" w:sz="0" w:space="0" w:color="auto"/>
        <w:left w:val="none" w:sz="0" w:space="0" w:color="auto"/>
        <w:bottom w:val="none" w:sz="0" w:space="0" w:color="auto"/>
        <w:right w:val="none" w:sz="0" w:space="0" w:color="auto"/>
      </w:divBdr>
      <w:divsChild>
        <w:div w:id="596061601">
          <w:marLeft w:val="0"/>
          <w:marRight w:val="0"/>
          <w:marTop w:val="0"/>
          <w:marBottom w:val="0"/>
          <w:divBdr>
            <w:top w:val="none" w:sz="0" w:space="0" w:color="auto"/>
            <w:left w:val="none" w:sz="0" w:space="0" w:color="auto"/>
            <w:bottom w:val="none" w:sz="0" w:space="0" w:color="auto"/>
            <w:right w:val="none" w:sz="0" w:space="0" w:color="auto"/>
          </w:divBdr>
        </w:div>
      </w:divsChild>
    </w:div>
    <w:div w:id="320279198">
      <w:bodyDiv w:val="1"/>
      <w:marLeft w:val="0"/>
      <w:marRight w:val="0"/>
      <w:marTop w:val="0"/>
      <w:marBottom w:val="0"/>
      <w:divBdr>
        <w:top w:val="none" w:sz="0" w:space="0" w:color="auto"/>
        <w:left w:val="none" w:sz="0" w:space="0" w:color="auto"/>
        <w:bottom w:val="none" w:sz="0" w:space="0" w:color="auto"/>
        <w:right w:val="none" w:sz="0" w:space="0" w:color="auto"/>
      </w:divBdr>
      <w:divsChild>
        <w:div w:id="627012223">
          <w:marLeft w:val="0"/>
          <w:marRight w:val="0"/>
          <w:marTop w:val="0"/>
          <w:marBottom w:val="0"/>
          <w:divBdr>
            <w:top w:val="none" w:sz="0" w:space="0" w:color="auto"/>
            <w:left w:val="none" w:sz="0" w:space="0" w:color="auto"/>
            <w:bottom w:val="none" w:sz="0" w:space="0" w:color="auto"/>
            <w:right w:val="none" w:sz="0" w:space="0" w:color="auto"/>
          </w:divBdr>
        </w:div>
      </w:divsChild>
    </w:div>
    <w:div w:id="325979322">
      <w:bodyDiv w:val="1"/>
      <w:marLeft w:val="0"/>
      <w:marRight w:val="0"/>
      <w:marTop w:val="0"/>
      <w:marBottom w:val="0"/>
      <w:divBdr>
        <w:top w:val="none" w:sz="0" w:space="0" w:color="auto"/>
        <w:left w:val="none" w:sz="0" w:space="0" w:color="auto"/>
        <w:bottom w:val="none" w:sz="0" w:space="0" w:color="auto"/>
        <w:right w:val="none" w:sz="0" w:space="0" w:color="auto"/>
      </w:divBdr>
      <w:divsChild>
        <w:div w:id="824206594">
          <w:marLeft w:val="0"/>
          <w:marRight w:val="0"/>
          <w:marTop w:val="0"/>
          <w:marBottom w:val="0"/>
          <w:divBdr>
            <w:top w:val="none" w:sz="0" w:space="0" w:color="auto"/>
            <w:left w:val="none" w:sz="0" w:space="0" w:color="auto"/>
            <w:bottom w:val="none" w:sz="0" w:space="0" w:color="auto"/>
            <w:right w:val="none" w:sz="0" w:space="0" w:color="auto"/>
          </w:divBdr>
        </w:div>
      </w:divsChild>
    </w:div>
    <w:div w:id="326322333">
      <w:bodyDiv w:val="1"/>
      <w:marLeft w:val="0"/>
      <w:marRight w:val="0"/>
      <w:marTop w:val="0"/>
      <w:marBottom w:val="0"/>
      <w:divBdr>
        <w:top w:val="none" w:sz="0" w:space="0" w:color="auto"/>
        <w:left w:val="none" w:sz="0" w:space="0" w:color="auto"/>
        <w:bottom w:val="none" w:sz="0" w:space="0" w:color="auto"/>
        <w:right w:val="none" w:sz="0" w:space="0" w:color="auto"/>
      </w:divBdr>
      <w:divsChild>
        <w:div w:id="566458967">
          <w:marLeft w:val="0"/>
          <w:marRight w:val="0"/>
          <w:marTop w:val="0"/>
          <w:marBottom w:val="0"/>
          <w:divBdr>
            <w:top w:val="none" w:sz="0" w:space="0" w:color="auto"/>
            <w:left w:val="none" w:sz="0" w:space="0" w:color="auto"/>
            <w:bottom w:val="none" w:sz="0" w:space="0" w:color="auto"/>
            <w:right w:val="none" w:sz="0" w:space="0" w:color="auto"/>
          </w:divBdr>
        </w:div>
      </w:divsChild>
    </w:div>
    <w:div w:id="330449189">
      <w:bodyDiv w:val="1"/>
      <w:marLeft w:val="0"/>
      <w:marRight w:val="0"/>
      <w:marTop w:val="0"/>
      <w:marBottom w:val="0"/>
      <w:divBdr>
        <w:top w:val="none" w:sz="0" w:space="0" w:color="auto"/>
        <w:left w:val="none" w:sz="0" w:space="0" w:color="auto"/>
        <w:bottom w:val="none" w:sz="0" w:space="0" w:color="auto"/>
        <w:right w:val="none" w:sz="0" w:space="0" w:color="auto"/>
      </w:divBdr>
      <w:divsChild>
        <w:div w:id="1399589799">
          <w:marLeft w:val="0"/>
          <w:marRight w:val="0"/>
          <w:marTop w:val="0"/>
          <w:marBottom w:val="0"/>
          <w:divBdr>
            <w:top w:val="none" w:sz="0" w:space="0" w:color="auto"/>
            <w:left w:val="none" w:sz="0" w:space="0" w:color="auto"/>
            <w:bottom w:val="none" w:sz="0" w:space="0" w:color="auto"/>
            <w:right w:val="none" w:sz="0" w:space="0" w:color="auto"/>
          </w:divBdr>
        </w:div>
      </w:divsChild>
    </w:div>
    <w:div w:id="336004980">
      <w:bodyDiv w:val="1"/>
      <w:marLeft w:val="0"/>
      <w:marRight w:val="0"/>
      <w:marTop w:val="0"/>
      <w:marBottom w:val="0"/>
      <w:divBdr>
        <w:top w:val="none" w:sz="0" w:space="0" w:color="auto"/>
        <w:left w:val="none" w:sz="0" w:space="0" w:color="auto"/>
        <w:bottom w:val="none" w:sz="0" w:space="0" w:color="auto"/>
        <w:right w:val="none" w:sz="0" w:space="0" w:color="auto"/>
      </w:divBdr>
    </w:div>
    <w:div w:id="339818211">
      <w:bodyDiv w:val="1"/>
      <w:marLeft w:val="0"/>
      <w:marRight w:val="0"/>
      <w:marTop w:val="0"/>
      <w:marBottom w:val="0"/>
      <w:divBdr>
        <w:top w:val="none" w:sz="0" w:space="0" w:color="auto"/>
        <w:left w:val="none" w:sz="0" w:space="0" w:color="auto"/>
        <w:bottom w:val="none" w:sz="0" w:space="0" w:color="auto"/>
        <w:right w:val="none" w:sz="0" w:space="0" w:color="auto"/>
      </w:divBdr>
      <w:divsChild>
        <w:div w:id="1189564642">
          <w:marLeft w:val="0"/>
          <w:marRight w:val="0"/>
          <w:marTop w:val="0"/>
          <w:marBottom w:val="0"/>
          <w:divBdr>
            <w:top w:val="none" w:sz="0" w:space="0" w:color="auto"/>
            <w:left w:val="none" w:sz="0" w:space="0" w:color="auto"/>
            <w:bottom w:val="none" w:sz="0" w:space="0" w:color="auto"/>
            <w:right w:val="none" w:sz="0" w:space="0" w:color="auto"/>
          </w:divBdr>
        </w:div>
      </w:divsChild>
    </w:div>
    <w:div w:id="342824252">
      <w:bodyDiv w:val="1"/>
      <w:marLeft w:val="0"/>
      <w:marRight w:val="0"/>
      <w:marTop w:val="0"/>
      <w:marBottom w:val="0"/>
      <w:divBdr>
        <w:top w:val="none" w:sz="0" w:space="0" w:color="auto"/>
        <w:left w:val="none" w:sz="0" w:space="0" w:color="auto"/>
        <w:bottom w:val="none" w:sz="0" w:space="0" w:color="auto"/>
        <w:right w:val="none" w:sz="0" w:space="0" w:color="auto"/>
      </w:divBdr>
      <w:divsChild>
        <w:div w:id="228394232">
          <w:marLeft w:val="0"/>
          <w:marRight w:val="0"/>
          <w:marTop w:val="0"/>
          <w:marBottom w:val="0"/>
          <w:divBdr>
            <w:top w:val="none" w:sz="0" w:space="0" w:color="auto"/>
            <w:left w:val="none" w:sz="0" w:space="0" w:color="auto"/>
            <w:bottom w:val="none" w:sz="0" w:space="0" w:color="auto"/>
            <w:right w:val="none" w:sz="0" w:space="0" w:color="auto"/>
          </w:divBdr>
        </w:div>
      </w:divsChild>
    </w:div>
    <w:div w:id="346757835">
      <w:bodyDiv w:val="1"/>
      <w:marLeft w:val="0"/>
      <w:marRight w:val="0"/>
      <w:marTop w:val="0"/>
      <w:marBottom w:val="0"/>
      <w:divBdr>
        <w:top w:val="none" w:sz="0" w:space="0" w:color="auto"/>
        <w:left w:val="none" w:sz="0" w:space="0" w:color="auto"/>
        <w:bottom w:val="none" w:sz="0" w:space="0" w:color="auto"/>
        <w:right w:val="none" w:sz="0" w:space="0" w:color="auto"/>
      </w:divBdr>
      <w:divsChild>
        <w:div w:id="1830630874">
          <w:marLeft w:val="0"/>
          <w:marRight w:val="0"/>
          <w:marTop w:val="0"/>
          <w:marBottom w:val="0"/>
          <w:divBdr>
            <w:top w:val="none" w:sz="0" w:space="0" w:color="auto"/>
            <w:left w:val="none" w:sz="0" w:space="0" w:color="auto"/>
            <w:bottom w:val="none" w:sz="0" w:space="0" w:color="auto"/>
            <w:right w:val="none" w:sz="0" w:space="0" w:color="auto"/>
          </w:divBdr>
        </w:div>
      </w:divsChild>
    </w:div>
    <w:div w:id="347027381">
      <w:bodyDiv w:val="1"/>
      <w:marLeft w:val="0"/>
      <w:marRight w:val="0"/>
      <w:marTop w:val="0"/>
      <w:marBottom w:val="0"/>
      <w:divBdr>
        <w:top w:val="none" w:sz="0" w:space="0" w:color="auto"/>
        <w:left w:val="none" w:sz="0" w:space="0" w:color="auto"/>
        <w:bottom w:val="none" w:sz="0" w:space="0" w:color="auto"/>
        <w:right w:val="none" w:sz="0" w:space="0" w:color="auto"/>
      </w:divBdr>
      <w:divsChild>
        <w:div w:id="1851067310">
          <w:marLeft w:val="0"/>
          <w:marRight w:val="0"/>
          <w:marTop w:val="0"/>
          <w:marBottom w:val="0"/>
          <w:divBdr>
            <w:top w:val="none" w:sz="0" w:space="0" w:color="auto"/>
            <w:left w:val="none" w:sz="0" w:space="0" w:color="auto"/>
            <w:bottom w:val="none" w:sz="0" w:space="0" w:color="auto"/>
            <w:right w:val="none" w:sz="0" w:space="0" w:color="auto"/>
          </w:divBdr>
        </w:div>
      </w:divsChild>
    </w:div>
    <w:div w:id="353849260">
      <w:bodyDiv w:val="1"/>
      <w:marLeft w:val="0"/>
      <w:marRight w:val="0"/>
      <w:marTop w:val="0"/>
      <w:marBottom w:val="0"/>
      <w:divBdr>
        <w:top w:val="none" w:sz="0" w:space="0" w:color="auto"/>
        <w:left w:val="none" w:sz="0" w:space="0" w:color="auto"/>
        <w:bottom w:val="none" w:sz="0" w:space="0" w:color="auto"/>
        <w:right w:val="none" w:sz="0" w:space="0" w:color="auto"/>
      </w:divBdr>
      <w:divsChild>
        <w:div w:id="1463888813">
          <w:marLeft w:val="0"/>
          <w:marRight w:val="0"/>
          <w:marTop w:val="0"/>
          <w:marBottom w:val="0"/>
          <w:divBdr>
            <w:top w:val="none" w:sz="0" w:space="0" w:color="auto"/>
            <w:left w:val="none" w:sz="0" w:space="0" w:color="auto"/>
            <w:bottom w:val="none" w:sz="0" w:space="0" w:color="auto"/>
            <w:right w:val="none" w:sz="0" w:space="0" w:color="auto"/>
          </w:divBdr>
        </w:div>
      </w:divsChild>
    </w:div>
    <w:div w:id="358240263">
      <w:bodyDiv w:val="1"/>
      <w:marLeft w:val="0"/>
      <w:marRight w:val="0"/>
      <w:marTop w:val="0"/>
      <w:marBottom w:val="0"/>
      <w:divBdr>
        <w:top w:val="none" w:sz="0" w:space="0" w:color="auto"/>
        <w:left w:val="none" w:sz="0" w:space="0" w:color="auto"/>
        <w:bottom w:val="none" w:sz="0" w:space="0" w:color="auto"/>
        <w:right w:val="none" w:sz="0" w:space="0" w:color="auto"/>
      </w:divBdr>
      <w:divsChild>
        <w:div w:id="1710372435">
          <w:marLeft w:val="0"/>
          <w:marRight w:val="0"/>
          <w:marTop w:val="0"/>
          <w:marBottom w:val="0"/>
          <w:divBdr>
            <w:top w:val="none" w:sz="0" w:space="0" w:color="auto"/>
            <w:left w:val="none" w:sz="0" w:space="0" w:color="auto"/>
            <w:bottom w:val="none" w:sz="0" w:space="0" w:color="auto"/>
            <w:right w:val="none" w:sz="0" w:space="0" w:color="auto"/>
          </w:divBdr>
        </w:div>
      </w:divsChild>
    </w:div>
    <w:div w:id="362370189">
      <w:bodyDiv w:val="1"/>
      <w:marLeft w:val="0"/>
      <w:marRight w:val="0"/>
      <w:marTop w:val="0"/>
      <w:marBottom w:val="0"/>
      <w:divBdr>
        <w:top w:val="none" w:sz="0" w:space="0" w:color="auto"/>
        <w:left w:val="none" w:sz="0" w:space="0" w:color="auto"/>
        <w:bottom w:val="none" w:sz="0" w:space="0" w:color="auto"/>
        <w:right w:val="none" w:sz="0" w:space="0" w:color="auto"/>
      </w:divBdr>
      <w:divsChild>
        <w:div w:id="2127235300">
          <w:marLeft w:val="0"/>
          <w:marRight w:val="0"/>
          <w:marTop w:val="0"/>
          <w:marBottom w:val="0"/>
          <w:divBdr>
            <w:top w:val="none" w:sz="0" w:space="0" w:color="auto"/>
            <w:left w:val="none" w:sz="0" w:space="0" w:color="auto"/>
            <w:bottom w:val="none" w:sz="0" w:space="0" w:color="auto"/>
            <w:right w:val="none" w:sz="0" w:space="0" w:color="auto"/>
          </w:divBdr>
          <w:divsChild>
            <w:div w:id="6142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7887">
      <w:bodyDiv w:val="1"/>
      <w:marLeft w:val="0"/>
      <w:marRight w:val="0"/>
      <w:marTop w:val="0"/>
      <w:marBottom w:val="0"/>
      <w:divBdr>
        <w:top w:val="none" w:sz="0" w:space="0" w:color="auto"/>
        <w:left w:val="none" w:sz="0" w:space="0" w:color="auto"/>
        <w:bottom w:val="none" w:sz="0" w:space="0" w:color="auto"/>
        <w:right w:val="none" w:sz="0" w:space="0" w:color="auto"/>
      </w:divBdr>
      <w:divsChild>
        <w:div w:id="1298991285">
          <w:marLeft w:val="0"/>
          <w:marRight w:val="0"/>
          <w:marTop w:val="0"/>
          <w:marBottom w:val="0"/>
          <w:divBdr>
            <w:top w:val="none" w:sz="0" w:space="0" w:color="auto"/>
            <w:left w:val="none" w:sz="0" w:space="0" w:color="auto"/>
            <w:bottom w:val="none" w:sz="0" w:space="0" w:color="auto"/>
            <w:right w:val="none" w:sz="0" w:space="0" w:color="auto"/>
          </w:divBdr>
        </w:div>
      </w:divsChild>
    </w:div>
    <w:div w:id="375813893">
      <w:bodyDiv w:val="1"/>
      <w:marLeft w:val="0"/>
      <w:marRight w:val="0"/>
      <w:marTop w:val="0"/>
      <w:marBottom w:val="0"/>
      <w:divBdr>
        <w:top w:val="none" w:sz="0" w:space="0" w:color="auto"/>
        <w:left w:val="none" w:sz="0" w:space="0" w:color="auto"/>
        <w:bottom w:val="none" w:sz="0" w:space="0" w:color="auto"/>
        <w:right w:val="none" w:sz="0" w:space="0" w:color="auto"/>
      </w:divBdr>
      <w:divsChild>
        <w:div w:id="1659722108">
          <w:marLeft w:val="0"/>
          <w:marRight w:val="0"/>
          <w:marTop w:val="0"/>
          <w:marBottom w:val="0"/>
          <w:divBdr>
            <w:top w:val="none" w:sz="0" w:space="0" w:color="auto"/>
            <w:left w:val="none" w:sz="0" w:space="0" w:color="auto"/>
            <w:bottom w:val="none" w:sz="0" w:space="0" w:color="auto"/>
            <w:right w:val="none" w:sz="0" w:space="0" w:color="auto"/>
          </w:divBdr>
        </w:div>
      </w:divsChild>
    </w:div>
    <w:div w:id="379475919">
      <w:bodyDiv w:val="1"/>
      <w:marLeft w:val="0"/>
      <w:marRight w:val="0"/>
      <w:marTop w:val="0"/>
      <w:marBottom w:val="0"/>
      <w:divBdr>
        <w:top w:val="none" w:sz="0" w:space="0" w:color="auto"/>
        <w:left w:val="none" w:sz="0" w:space="0" w:color="auto"/>
        <w:bottom w:val="none" w:sz="0" w:space="0" w:color="auto"/>
        <w:right w:val="none" w:sz="0" w:space="0" w:color="auto"/>
      </w:divBdr>
    </w:div>
    <w:div w:id="382367794">
      <w:bodyDiv w:val="1"/>
      <w:marLeft w:val="0"/>
      <w:marRight w:val="0"/>
      <w:marTop w:val="0"/>
      <w:marBottom w:val="0"/>
      <w:divBdr>
        <w:top w:val="none" w:sz="0" w:space="0" w:color="auto"/>
        <w:left w:val="none" w:sz="0" w:space="0" w:color="auto"/>
        <w:bottom w:val="none" w:sz="0" w:space="0" w:color="auto"/>
        <w:right w:val="none" w:sz="0" w:space="0" w:color="auto"/>
      </w:divBdr>
      <w:divsChild>
        <w:div w:id="1770807530">
          <w:marLeft w:val="0"/>
          <w:marRight w:val="0"/>
          <w:marTop w:val="0"/>
          <w:marBottom w:val="0"/>
          <w:divBdr>
            <w:top w:val="none" w:sz="0" w:space="0" w:color="auto"/>
            <w:left w:val="none" w:sz="0" w:space="0" w:color="auto"/>
            <w:bottom w:val="none" w:sz="0" w:space="0" w:color="auto"/>
            <w:right w:val="none" w:sz="0" w:space="0" w:color="auto"/>
          </w:divBdr>
        </w:div>
      </w:divsChild>
    </w:div>
    <w:div w:id="383140532">
      <w:bodyDiv w:val="1"/>
      <w:marLeft w:val="0"/>
      <w:marRight w:val="0"/>
      <w:marTop w:val="0"/>
      <w:marBottom w:val="0"/>
      <w:divBdr>
        <w:top w:val="none" w:sz="0" w:space="0" w:color="auto"/>
        <w:left w:val="none" w:sz="0" w:space="0" w:color="auto"/>
        <w:bottom w:val="none" w:sz="0" w:space="0" w:color="auto"/>
        <w:right w:val="none" w:sz="0" w:space="0" w:color="auto"/>
      </w:divBdr>
      <w:divsChild>
        <w:div w:id="84424808">
          <w:marLeft w:val="0"/>
          <w:marRight w:val="0"/>
          <w:marTop w:val="0"/>
          <w:marBottom w:val="0"/>
          <w:divBdr>
            <w:top w:val="none" w:sz="0" w:space="0" w:color="auto"/>
            <w:left w:val="none" w:sz="0" w:space="0" w:color="auto"/>
            <w:bottom w:val="none" w:sz="0" w:space="0" w:color="auto"/>
            <w:right w:val="none" w:sz="0" w:space="0" w:color="auto"/>
          </w:divBdr>
        </w:div>
      </w:divsChild>
    </w:div>
    <w:div w:id="384331427">
      <w:bodyDiv w:val="1"/>
      <w:marLeft w:val="0"/>
      <w:marRight w:val="0"/>
      <w:marTop w:val="0"/>
      <w:marBottom w:val="0"/>
      <w:divBdr>
        <w:top w:val="none" w:sz="0" w:space="0" w:color="auto"/>
        <w:left w:val="none" w:sz="0" w:space="0" w:color="auto"/>
        <w:bottom w:val="none" w:sz="0" w:space="0" w:color="auto"/>
        <w:right w:val="none" w:sz="0" w:space="0" w:color="auto"/>
      </w:divBdr>
      <w:divsChild>
        <w:div w:id="167064326">
          <w:marLeft w:val="0"/>
          <w:marRight w:val="0"/>
          <w:marTop w:val="0"/>
          <w:marBottom w:val="0"/>
          <w:divBdr>
            <w:top w:val="none" w:sz="0" w:space="0" w:color="auto"/>
            <w:left w:val="none" w:sz="0" w:space="0" w:color="auto"/>
            <w:bottom w:val="none" w:sz="0" w:space="0" w:color="auto"/>
            <w:right w:val="none" w:sz="0" w:space="0" w:color="auto"/>
          </w:divBdr>
        </w:div>
      </w:divsChild>
    </w:div>
    <w:div w:id="384573542">
      <w:bodyDiv w:val="1"/>
      <w:marLeft w:val="0"/>
      <w:marRight w:val="0"/>
      <w:marTop w:val="0"/>
      <w:marBottom w:val="0"/>
      <w:divBdr>
        <w:top w:val="none" w:sz="0" w:space="0" w:color="auto"/>
        <w:left w:val="none" w:sz="0" w:space="0" w:color="auto"/>
        <w:bottom w:val="none" w:sz="0" w:space="0" w:color="auto"/>
        <w:right w:val="none" w:sz="0" w:space="0" w:color="auto"/>
      </w:divBdr>
      <w:divsChild>
        <w:div w:id="1861700297">
          <w:marLeft w:val="0"/>
          <w:marRight w:val="0"/>
          <w:marTop w:val="0"/>
          <w:marBottom w:val="0"/>
          <w:divBdr>
            <w:top w:val="none" w:sz="0" w:space="0" w:color="auto"/>
            <w:left w:val="none" w:sz="0" w:space="0" w:color="auto"/>
            <w:bottom w:val="none" w:sz="0" w:space="0" w:color="auto"/>
            <w:right w:val="none" w:sz="0" w:space="0" w:color="auto"/>
          </w:divBdr>
        </w:div>
      </w:divsChild>
    </w:div>
    <w:div w:id="387187945">
      <w:bodyDiv w:val="1"/>
      <w:marLeft w:val="0"/>
      <w:marRight w:val="0"/>
      <w:marTop w:val="0"/>
      <w:marBottom w:val="0"/>
      <w:divBdr>
        <w:top w:val="none" w:sz="0" w:space="0" w:color="auto"/>
        <w:left w:val="none" w:sz="0" w:space="0" w:color="auto"/>
        <w:bottom w:val="none" w:sz="0" w:space="0" w:color="auto"/>
        <w:right w:val="none" w:sz="0" w:space="0" w:color="auto"/>
      </w:divBdr>
    </w:div>
    <w:div w:id="388456200">
      <w:bodyDiv w:val="1"/>
      <w:marLeft w:val="0"/>
      <w:marRight w:val="0"/>
      <w:marTop w:val="0"/>
      <w:marBottom w:val="0"/>
      <w:divBdr>
        <w:top w:val="none" w:sz="0" w:space="0" w:color="auto"/>
        <w:left w:val="none" w:sz="0" w:space="0" w:color="auto"/>
        <w:bottom w:val="none" w:sz="0" w:space="0" w:color="auto"/>
        <w:right w:val="none" w:sz="0" w:space="0" w:color="auto"/>
      </w:divBdr>
      <w:divsChild>
        <w:div w:id="1513714506">
          <w:marLeft w:val="0"/>
          <w:marRight w:val="0"/>
          <w:marTop w:val="0"/>
          <w:marBottom w:val="0"/>
          <w:divBdr>
            <w:top w:val="none" w:sz="0" w:space="0" w:color="auto"/>
            <w:left w:val="none" w:sz="0" w:space="0" w:color="auto"/>
            <w:bottom w:val="none" w:sz="0" w:space="0" w:color="auto"/>
            <w:right w:val="none" w:sz="0" w:space="0" w:color="auto"/>
          </w:divBdr>
        </w:div>
      </w:divsChild>
    </w:div>
    <w:div w:id="399669184">
      <w:bodyDiv w:val="1"/>
      <w:marLeft w:val="0"/>
      <w:marRight w:val="0"/>
      <w:marTop w:val="0"/>
      <w:marBottom w:val="0"/>
      <w:divBdr>
        <w:top w:val="none" w:sz="0" w:space="0" w:color="auto"/>
        <w:left w:val="none" w:sz="0" w:space="0" w:color="auto"/>
        <w:bottom w:val="none" w:sz="0" w:space="0" w:color="auto"/>
        <w:right w:val="none" w:sz="0" w:space="0" w:color="auto"/>
      </w:divBdr>
    </w:div>
    <w:div w:id="407584203">
      <w:bodyDiv w:val="1"/>
      <w:marLeft w:val="0"/>
      <w:marRight w:val="0"/>
      <w:marTop w:val="0"/>
      <w:marBottom w:val="0"/>
      <w:divBdr>
        <w:top w:val="none" w:sz="0" w:space="0" w:color="auto"/>
        <w:left w:val="none" w:sz="0" w:space="0" w:color="auto"/>
        <w:bottom w:val="none" w:sz="0" w:space="0" w:color="auto"/>
        <w:right w:val="none" w:sz="0" w:space="0" w:color="auto"/>
      </w:divBdr>
      <w:divsChild>
        <w:div w:id="933245362">
          <w:marLeft w:val="0"/>
          <w:marRight w:val="0"/>
          <w:marTop w:val="0"/>
          <w:marBottom w:val="0"/>
          <w:divBdr>
            <w:top w:val="none" w:sz="0" w:space="0" w:color="auto"/>
            <w:left w:val="none" w:sz="0" w:space="0" w:color="auto"/>
            <w:bottom w:val="none" w:sz="0" w:space="0" w:color="auto"/>
            <w:right w:val="none" w:sz="0" w:space="0" w:color="auto"/>
          </w:divBdr>
        </w:div>
      </w:divsChild>
    </w:div>
    <w:div w:id="419984368">
      <w:bodyDiv w:val="1"/>
      <w:marLeft w:val="0"/>
      <w:marRight w:val="0"/>
      <w:marTop w:val="0"/>
      <w:marBottom w:val="0"/>
      <w:divBdr>
        <w:top w:val="none" w:sz="0" w:space="0" w:color="auto"/>
        <w:left w:val="none" w:sz="0" w:space="0" w:color="auto"/>
        <w:bottom w:val="none" w:sz="0" w:space="0" w:color="auto"/>
        <w:right w:val="none" w:sz="0" w:space="0" w:color="auto"/>
      </w:divBdr>
      <w:divsChild>
        <w:div w:id="1709179061">
          <w:marLeft w:val="0"/>
          <w:marRight w:val="0"/>
          <w:marTop w:val="0"/>
          <w:marBottom w:val="0"/>
          <w:divBdr>
            <w:top w:val="none" w:sz="0" w:space="0" w:color="auto"/>
            <w:left w:val="none" w:sz="0" w:space="0" w:color="auto"/>
            <w:bottom w:val="none" w:sz="0" w:space="0" w:color="auto"/>
            <w:right w:val="none" w:sz="0" w:space="0" w:color="auto"/>
          </w:divBdr>
        </w:div>
      </w:divsChild>
    </w:div>
    <w:div w:id="422577320">
      <w:bodyDiv w:val="1"/>
      <w:marLeft w:val="0"/>
      <w:marRight w:val="0"/>
      <w:marTop w:val="0"/>
      <w:marBottom w:val="0"/>
      <w:divBdr>
        <w:top w:val="none" w:sz="0" w:space="0" w:color="auto"/>
        <w:left w:val="none" w:sz="0" w:space="0" w:color="auto"/>
        <w:bottom w:val="none" w:sz="0" w:space="0" w:color="auto"/>
        <w:right w:val="none" w:sz="0" w:space="0" w:color="auto"/>
      </w:divBdr>
      <w:divsChild>
        <w:div w:id="176232947">
          <w:marLeft w:val="0"/>
          <w:marRight w:val="0"/>
          <w:marTop w:val="0"/>
          <w:marBottom w:val="0"/>
          <w:divBdr>
            <w:top w:val="none" w:sz="0" w:space="0" w:color="auto"/>
            <w:left w:val="none" w:sz="0" w:space="0" w:color="auto"/>
            <w:bottom w:val="none" w:sz="0" w:space="0" w:color="auto"/>
            <w:right w:val="none" w:sz="0" w:space="0" w:color="auto"/>
          </w:divBdr>
        </w:div>
      </w:divsChild>
    </w:div>
    <w:div w:id="423960929">
      <w:bodyDiv w:val="1"/>
      <w:marLeft w:val="0"/>
      <w:marRight w:val="0"/>
      <w:marTop w:val="0"/>
      <w:marBottom w:val="0"/>
      <w:divBdr>
        <w:top w:val="none" w:sz="0" w:space="0" w:color="auto"/>
        <w:left w:val="none" w:sz="0" w:space="0" w:color="auto"/>
        <w:bottom w:val="none" w:sz="0" w:space="0" w:color="auto"/>
        <w:right w:val="none" w:sz="0" w:space="0" w:color="auto"/>
      </w:divBdr>
      <w:divsChild>
        <w:div w:id="1479493494">
          <w:marLeft w:val="0"/>
          <w:marRight w:val="0"/>
          <w:marTop w:val="0"/>
          <w:marBottom w:val="0"/>
          <w:divBdr>
            <w:top w:val="none" w:sz="0" w:space="0" w:color="auto"/>
            <w:left w:val="none" w:sz="0" w:space="0" w:color="auto"/>
            <w:bottom w:val="none" w:sz="0" w:space="0" w:color="auto"/>
            <w:right w:val="none" w:sz="0" w:space="0" w:color="auto"/>
          </w:divBdr>
          <w:divsChild>
            <w:div w:id="16689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28417">
      <w:bodyDiv w:val="1"/>
      <w:marLeft w:val="0"/>
      <w:marRight w:val="0"/>
      <w:marTop w:val="0"/>
      <w:marBottom w:val="0"/>
      <w:divBdr>
        <w:top w:val="none" w:sz="0" w:space="0" w:color="auto"/>
        <w:left w:val="none" w:sz="0" w:space="0" w:color="auto"/>
        <w:bottom w:val="none" w:sz="0" w:space="0" w:color="auto"/>
        <w:right w:val="none" w:sz="0" w:space="0" w:color="auto"/>
      </w:divBdr>
      <w:divsChild>
        <w:div w:id="1766221929">
          <w:marLeft w:val="0"/>
          <w:marRight w:val="0"/>
          <w:marTop w:val="0"/>
          <w:marBottom w:val="0"/>
          <w:divBdr>
            <w:top w:val="none" w:sz="0" w:space="0" w:color="auto"/>
            <w:left w:val="none" w:sz="0" w:space="0" w:color="auto"/>
            <w:bottom w:val="none" w:sz="0" w:space="0" w:color="auto"/>
            <w:right w:val="none" w:sz="0" w:space="0" w:color="auto"/>
          </w:divBdr>
        </w:div>
      </w:divsChild>
    </w:div>
    <w:div w:id="427653481">
      <w:bodyDiv w:val="1"/>
      <w:marLeft w:val="0"/>
      <w:marRight w:val="0"/>
      <w:marTop w:val="0"/>
      <w:marBottom w:val="0"/>
      <w:divBdr>
        <w:top w:val="none" w:sz="0" w:space="0" w:color="auto"/>
        <w:left w:val="none" w:sz="0" w:space="0" w:color="auto"/>
        <w:bottom w:val="none" w:sz="0" w:space="0" w:color="auto"/>
        <w:right w:val="none" w:sz="0" w:space="0" w:color="auto"/>
      </w:divBdr>
      <w:divsChild>
        <w:div w:id="183248251">
          <w:marLeft w:val="0"/>
          <w:marRight w:val="0"/>
          <w:marTop w:val="0"/>
          <w:marBottom w:val="0"/>
          <w:divBdr>
            <w:top w:val="none" w:sz="0" w:space="0" w:color="auto"/>
            <w:left w:val="none" w:sz="0" w:space="0" w:color="auto"/>
            <w:bottom w:val="none" w:sz="0" w:space="0" w:color="auto"/>
            <w:right w:val="none" w:sz="0" w:space="0" w:color="auto"/>
          </w:divBdr>
        </w:div>
        <w:div w:id="754714477">
          <w:marLeft w:val="0"/>
          <w:marRight w:val="0"/>
          <w:marTop w:val="0"/>
          <w:marBottom w:val="0"/>
          <w:divBdr>
            <w:top w:val="none" w:sz="0" w:space="0" w:color="auto"/>
            <w:left w:val="none" w:sz="0" w:space="0" w:color="auto"/>
            <w:bottom w:val="none" w:sz="0" w:space="0" w:color="auto"/>
            <w:right w:val="none" w:sz="0" w:space="0" w:color="auto"/>
          </w:divBdr>
        </w:div>
        <w:div w:id="816144985">
          <w:marLeft w:val="0"/>
          <w:marRight w:val="0"/>
          <w:marTop w:val="0"/>
          <w:marBottom w:val="0"/>
          <w:divBdr>
            <w:top w:val="none" w:sz="0" w:space="0" w:color="auto"/>
            <w:left w:val="none" w:sz="0" w:space="0" w:color="auto"/>
            <w:bottom w:val="none" w:sz="0" w:space="0" w:color="auto"/>
            <w:right w:val="none" w:sz="0" w:space="0" w:color="auto"/>
          </w:divBdr>
        </w:div>
        <w:div w:id="1659962755">
          <w:marLeft w:val="0"/>
          <w:marRight w:val="0"/>
          <w:marTop w:val="0"/>
          <w:marBottom w:val="0"/>
          <w:divBdr>
            <w:top w:val="none" w:sz="0" w:space="0" w:color="auto"/>
            <w:left w:val="none" w:sz="0" w:space="0" w:color="auto"/>
            <w:bottom w:val="none" w:sz="0" w:space="0" w:color="auto"/>
            <w:right w:val="none" w:sz="0" w:space="0" w:color="auto"/>
          </w:divBdr>
        </w:div>
        <w:div w:id="1971737810">
          <w:marLeft w:val="0"/>
          <w:marRight w:val="0"/>
          <w:marTop w:val="0"/>
          <w:marBottom w:val="0"/>
          <w:divBdr>
            <w:top w:val="none" w:sz="0" w:space="0" w:color="auto"/>
            <w:left w:val="none" w:sz="0" w:space="0" w:color="auto"/>
            <w:bottom w:val="none" w:sz="0" w:space="0" w:color="auto"/>
            <w:right w:val="none" w:sz="0" w:space="0" w:color="auto"/>
          </w:divBdr>
        </w:div>
        <w:div w:id="2010283286">
          <w:marLeft w:val="0"/>
          <w:marRight w:val="0"/>
          <w:marTop w:val="0"/>
          <w:marBottom w:val="0"/>
          <w:divBdr>
            <w:top w:val="none" w:sz="0" w:space="0" w:color="auto"/>
            <w:left w:val="none" w:sz="0" w:space="0" w:color="auto"/>
            <w:bottom w:val="none" w:sz="0" w:space="0" w:color="auto"/>
            <w:right w:val="none" w:sz="0" w:space="0" w:color="auto"/>
          </w:divBdr>
        </w:div>
        <w:div w:id="2049837571">
          <w:marLeft w:val="0"/>
          <w:marRight w:val="0"/>
          <w:marTop w:val="0"/>
          <w:marBottom w:val="0"/>
          <w:divBdr>
            <w:top w:val="none" w:sz="0" w:space="0" w:color="auto"/>
            <w:left w:val="none" w:sz="0" w:space="0" w:color="auto"/>
            <w:bottom w:val="none" w:sz="0" w:space="0" w:color="auto"/>
            <w:right w:val="none" w:sz="0" w:space="0" w:color="auto"/>
          </w:divBdr>
        </w:div>
      </w:divsChild>
    </w:div>
    <w:div w:id="428819815">
      <w:bodyDiv w:val="1"/>
      <w:marLeft w:val="0"/>
      <w:marRight w:val="0"/>
      <w:marTop w:val="0"/>
      <w:marBottom w:val="0"/>
      <w:divBdr>
        <w:top w:val="none" w:sz="0" w:space="0" w:color="auto"/>
        <w:left w:val="none" w:sz="0" w:space="0" w:color="auto"/>
        <w:bottom w:val="none" w:sz="0" w:space="0" w:color="auto"/>
        <w:right w:val="none" w:sz="0" w:space="0" w:color="auto"/>
      </w:divBdr>
    </w:div>
    <w:div w:id="438795525">
      <w:bodyDiv w:val="1"/>
      <w:marLeft w:val="0"/>
      <w:marRight w:val="0"/>
      <w:marTop w:val="0"/>
      <w:marBottom w:val="0"/>
      <w:divBdr>
        <w:top w:val="none" w:sz="0" w:space="0" w:color="auto"/>
        <w:left w:val="none" w:sz="0" w:space="0" w:color="auto"/>
        <w:bottom w:val="none" w:sz="0" w:space="0" w:color="auto"/>
        <w:right w:val="none" w:sz="0" w:space="0" w:color="auto"/>
      </w:divBdr>
      <w:divsChild>
        <w:div w:id="248002728">
          <w:marLeft w:val="0"/>
          <w:marRight w:val="0"/>
          <w:marTop w:val="0"/>
          <w:marBottom w:val="0"/>
          <w:divBdr>
            <w:top w:val="none" w:sz="0" w:space="0" w:color="auto"/>
            <w:left w:val="none" w:sz="0" w:space="0" w:color="auto"/>
            <w:bottom w:val="none" w:sz="0" w:space="0" w:color="auto"/>
            <w:right w:val="none" w:sz="0" w:space="0" w:color="auto"/>
          </w:divBdr>
        </w:div>
      </w:divsChild>
    </w:div>
    <w:div w:id="443379303">
      <w:bodyDiv w:val="1"/>
      <w:marLeft w:val="0"/>
      <w:marRight w:val="0"/>
      <w:marTop w:val="0"/>
      <w:marBottom w:val="0"/>
      <w:divBdr>
        <w:top w:val="none" w:sz="0" w:space="0" w:color="auto"/>
        <w:left w:val="none" w:sz="0" w:space="0" w:color="auto"/>
        <w:bottom w:val="none" w:sz="0" w:space="0" w:color="auto"/>
        <w:right w:val="none" w:sz="0" w:space="0" w:color="auto"/>
      </w:divBdr>
      <w:divsChild>
        <w:div w:id="1677271476">
          <w:marLeft w:val="0"/>
          <w:marRight w:val="0"/>
          <w:marTop w:val="0"/>
          <w:marBottom w:val="0"/>
          <w:divBdr>
            <w:top w:val="none" w:sz="0" w:space="0" w:color="auto"/>
            <w:left w:val="none" w:sz="0" w:space="0" w:color="auto"/>
            <w:bottom w:val="none" w:sz="0" w:space="0" w:color="auto"/>
            <w:right w:val="none" w:sz="0" w:space="0" w:color="auto"/>
          </w:divBdr>
        </w:div>
      </w:divsChild>
    </w:div>
    <w:div w:id="444034419">
      <w:bodyDiv w:val="1"/>
      <w:marLeft w:val="0"/>
      <w:marRight w:val="0"/>
      <w:marTop w:val="0"/>
      <w:marBottom w:val="0"/>
      <w:divBdr>
        <w:top w:val="none" w:sz="0" w:space="0" w:color="auto"/>
        <w:left w:val="none" w:sz="0" w:space="0" w:color="auto"/>
        <w:bottom w:val="none" w:sz="0" w:space="0" w:color="auto"/>
        <w:right w:val="none" w:sz="0" w:space="0" w:color="auto"/>
      </w:divBdr>
      <w:divsChild>
        <w:div w:id="851384122">
          <w:marLeft w:val="0"/>
          <w:marRight w:val="0"/>
          <w:marTop w:val="0"/>
          <w:marBottom w:val="0"/>
          <w:divBdr>
            <w:top w:val="none" w:sz="0" w:space="0" w:color="auto"/>
            <w:left w:val="none" w:sz="0" w:space="0" w:color="auto"/>
            <w:bottom w:val="none" w:sz="0" w:space="0" w:color="auto"/>
            <w:right w:val="none" w:sz="0" w:space="0" w:color="auto"/>
          </w:divBdr>
        </w:div>
      </w:divsChild>
    </w:div>
    <w:div w:id="450319827">
      <w:bodyDiv w:val="1"/>
      <w:marLeft w:val="0"/>
      <w:marRight w:val="0"/>
      <w:marTop w:val="0"/>
      <w:marBottom w:val="0"/>
      <w:divBdr>
        <w:top w:val="none" w:sz="0" w:space="0" w:color="auto"/>
        <w:left w:val="none" w:sz="0" w:space="0" w:color="auto"/>
        <w:bottom w:val="none" w:sz="0" w:space="0" w:color="auto"/>
        <w:right w:val="none" w:sz="0" w:space="0" w:color="auto"/>
      </w:divBdr>
      <w:divsChild>
        <w:div w:id="19672341">
          <w:marLeft w:val="0"/>
          <w:marRight w:val="0"/>
          <w:marTop w:val="0"/>
          <w:marBottom w:val="0"/>
          <w:divBdr>
            <w:top w:val="none" w:sz="0" w:space="0" w:color="auto"/>
            <w:left w:val="none" w:sz="0" w:space="0" w:color="auto"/>
            <w:bottom w:val="none" w:sz="0" w:space="0" w:color="auto"/>
            <w:right w:val="none" w:sz="0" w:space="0" w:color="auto"/>
          </w:divBdr>
        </w:div>
      </w:divsChild>
    </w:div>
    <w:div w:id="457068578">
      <w:bodyDiv w:val="1"/>
      <w:marLeft w:val="0"/>
      <w:marRight w:val="0"/>
      <w:marTop w:val="0"/>
      <w:marBottom w:val="0"/>
      <w:divBdr>
        <w:top w:val="none" w:sz="0" w:space="0" w:color="auto"/>
        <w:left w:val="none" w:sz="0" w:space="0" w:color="auto"/>
        <w:bottom w:val="none" w:sz="0" w:space="0" w:color="auto"/>
        <w:right w:val="none" w:sz="0" w:space="0" w:color="auto"/>
      </w:divBdr>
      <w:divsChild>
        <w:div w:id="678120030">
          <w:marLeft w:val="0"/>
          <w:marRight w:val="0"/>
          <w:marTop w:val="0"/>
          <w:marBottom w:val="0"/>
          <w:divBdr>
            <w:top w:val="none" w:sz="0" w:space="0" w:color="auto"/>
            <w:left w:val="none" w:sz="0" w:space="0" w:color="auto"/>
            <w:bottom w:val="none" w:sz="0" w:space="0" w:color="auto"/>
            <w:right w:val="none" w:sz="0" w:space="0" w:color="auto"/>
          </w:divBdr>
        </w:div>
      </w:divsChild>
    </w:div>
    <w:div w:id="460459559">
      <w:bodyDiv w:val="1"/>
      <w:marLeft w:val="0"/>
      <w:marRight w:val="0"/>
      <w:marTop w:val="0"/>
      <w:marBottom w:val="0"/>
      <w:divBdr>
        <w:top w:val="none" w:sz="0" w:space="0" w:color="auto"/>
        <w:left w:val="none" w:sz="0" w:space="0" w:color="auto"/>
        <w:bottom w:val="none" w:sz="0" w:space="0" w:color="auto"/>
        <w:right w:val="none" w:sz="0" w:space="0" w:color="auto"/>
      </w:divBdr>
      <w:divsChild>
        <w:div w:id="1924604834">
          <w:marLeft w:val="0"/>
          <w:marRight w:val="0"/>
          <w:marTop w:val="0"/>
          <w:marBottom w:val="0"/>
          <w:divBdr>
            <w:top w:val="none" w:sz="0" w:space="0" w:color="auto"/>
            <w:left w:val="none" w:sz="0" w:space="0" w:color="auto"/>
            <w:bottom w:val="none" w:sz="0" w:space="0" w:color="auto"/>
            <w:right w:val="none" w:sz="0" w:space="0" w:color="auto"/>
          </w:divBdr>
        </w:div>
      </w:divsChild>
    </w:div>
    <w:div w:id="460996907">
      <w:bodyDiv w:val="1"/>
      <w:marLeft w:val="0"/>
      <w:marRight w:val="0"/>
      <w:marTop w:val="0"/>
      <w:marBottom w:val="0"/>
      <w:divBdr>
        <w:top w:val="none" w:sz="0" w:space="0" w:color="auto"/>
        <w:left w:val="none" w:sz="0" w:space="0" w:color="auto"/>
        <w:bottom w:val="none" w:sz="0" w:space="0" w:color="auto"/>
        <w:right w:val="none" w:sz="0" w:space="0" w:color="auto"/>
      </w:divBdr>
      <w:divsChild>
        <w:div w:id="1426195874">
          <w:marLeft w:val="0"/>
          <w:marRight w:val="0"/>
          <w:marTop w:val="0"/>
          <w:marBottom w:val="0"/>
          <w:divBdr>
            <w:top w:val="none" w:sz="0" w:space="0" w:color="auto"/>
            <w:left w:val="none" w:sz="0" w:space="0" w:color="auto"/>
            <w:bottom w:val="none" w:sz="0" w:space="0" w:color="auto"/>
            <w:right w:val="none" w:sz="0" w:space="0" w:color="auto"/>
          </w:divBdr>
        </w:div>
      </w:divsChild>
    </w:div>
    <w:div w:id="463356765">
      <w:bodyDiv w:val="1"/>
      <w:marLeft w:val="0"/>
      <w:marRight w:val="0"/>
      <w:marTop w:val="0"/>
      <w:marBottom w:val="0"/>
      <w:divBdr>
        <w:top w:val="none" w:sz="0" w:space="0" w:color="auto"/>
        <w:left w:val="none" w:sz="0" w:space="0" w:color="auto"/>
        <w:bottom w:val="none" w:sz="0" w:space="0" w:color="auto"/>
        <w:right w:val="none" w:sz="0" w:space="0" w:color="auto"/>
      </w:divBdr>
      <w:divsChild>
        <w:div w:id="1543907405">
          <w:marLeft w:val="0"/>
          <w:marRight w:val="0"/>
          <w:marTop w:val="0"/>
          <w:marBottom w:val="0"/>
          <w:divBdr>
            <w:top w:val="none" w:sz="0" w:space="0" w:color="auto"/>
            <w:left w:val="none" w:sz="0" w:space="0" w:color="auto"/>
            <w:bottom w:val="none" w:sz="0" w:space="0" w:color="auto"/>
            <w:right w:val="none" w:sz="0" w:space="0" w:color="auto"/>
          </w:divBdr>
        </w:div>
      </w:divsChild>
    </w:div>
    <w:div w:id="464005195">
      <w:bodyDiv w:val="1"/>
      <w:marLeft w:val="0"/>
      <w:marRight w:val="0"/>
      <w:marTop w:val="0"/>
      <w:marBottom w:val="0"/>
      <w:divBdr>
        <w:top w:val="none" w:sz="0" w:space="0" w:color="auto"/>
        <w:left w:val="none" w:sz="0" w:space="0" w:color="auto"/>
        <w:bottom w:val="none" w:sz="0" w:space="0" w:color="auto"/>
        <w:right w:val="none" w:sz="0" w:space="0" w:color="auto"/>
      </w:divBdr>
      <w:divsChild>
        <w:div w:id="467279271">
          <w:marLeft w:val="0"/>
          <w:marRight w:val="0"/>
          <w:marTop w:val="0"/>
          <w:marBottom w:val="0"/>
          <w:divBdr>
            <w:top w:val="none" w:sz="0" w:space="0" w:color="auto"/>
            <w:left w:val="none" w:sz="0" w:space="0" w:color="auto"/>
            <w:bottom w:val="none" w:sz="0" w:space="0" w:color="auto"/>
            <w:right w:val="none" w:sz="0" w:space="0" w:color="auto"/>
          </w:divBdr>
        </w:div>
      </w:divsChild>
    </w:div>
    <w:div w:id="468938573">
      <w:bodyDiv w:val="1"/>
      <w:marLeft w:val="0"/>
      <w:marRight w:val="0"/>
      <w:marTop w:val="0"/>
      <w:marBottom w:val="0"/>
      <w:divBdr>
        <w:top w:val="none" w:sz="0" w:space="0" w:color="auto"/>
        <w:left w:val="none" w:sz="0" w:space="0" w:color="auto"/>
        <w:bottom w:val="none" w:sz="0" w:space="0" w:color="auto"/>
        <w:right w:val="none" w:sz="0" w:space="0" w:color="auto"/>
      </w:divBdr>
      <w:divsChild>
        <w:div w:id="1707171360">
          <w:marLeft w:val="0"/>
          <w:marRight w:val="0"/>
          <w:marTop w:val="0"/>
          <w:marBottom w:val="0"/>
          <w:divBdr>
            <w:top w:val="none" w:sz="0" w:space="0" w:color="auto"/>
            <w:left w:val="none" w:sz="0" w:space="0" w:color="auto"/>
            <w:bottom w:val="none" w:sz="0" w:space="0" w:color="auto"/>
            <w:right w:val="none" w:sz="0" w:space="0" w:color="auto"/>
          </w:divBdr>
        </w:div>
      </w:divsChild>
    </w:div>
    <w:div w:id="471869535">
      <w:bodyDiv w:val="1"/>
      <w:marLeft w:val="0"/>
      <w:marRight w:val="0"/>
      <w:marTop w:val="0"/>
      <w:marBottom w:val="0"/>
      <w:divBdr>
        <w:top w:val="none" w:sz="0" w:space="0" w:color="auto"/>
        <w:left w:val="none" w:sz="0" w:space="0" w:color="auto"/>
        <w:bottom w:val="none" w:sz="0" w:space="0" w:color="auto"/>
        <w:right w:val="none" w:sz="0" w:space="0" w:color="auto"/>
      </w:divBdr>
    </w:div>
    <w:div w:id="475072064">
      <w:bodyDiv w:val="1"/>
      <w:marLeft w:val="0"/>
      <w:marRight w:val="0"/>
      <w:marTop w:val="0"/>
      <w:marBottom w:val="0"/>
      <w:divBdr>
        <w:top w:val="none" w:sz="0" w:space="0" w:color="auto"/>
        <w:left w:val="none" w:sz="0" w:space="0" w:color="auto"/>
        <w:bottom w:val="none" w:sz="0" w:space="0" w:color="auto"/>
        <w:right w:val="none" w:sz="0" w:space="0" w:color="auto"/>
      </w:divBdr>
      <w:divsChild>
        <w:div w:id="1259558962">
          <w:marLeft w:val="0"/>
          <w:marRight w:val="0"/>
          <w:marTop w:val="0"/>
          <w:marBottom w:val="0"/>
          <w:divBdr>
            <w:top w:val="none" w:sz="0" w:space="0" w:color="auto"/>
            <w:left w:val="none" w:sz="0" w:space="0" w:color="auto"/>
            <w:bottom w:val="none" w:sz="0" w:space="0" w:color="auto"/>
            <w:right w:val="none" w:sz="0" w:space="0" w:color="auto"/>
          </w:divBdr>
        </w:div>
      </w:divsChild>
    </w:div>
    <w:div w:id="481311512">
      <w:bodyDiv w:val="1"/>
      <w:marLeft w:val="0"/>
      <w:marRight w:val="0"/>
      <w:marTop w:val="0"/>
      <w:marBottom w:val="0"/>
      <w:divBdr>
        <w:top w:val="none" w:sz="0" w:space="0" w:color="auto"/>
        <w:left w:val="none" w:sz="0" w:space="0" w:color="auto"/>
        <w:bottom w:val="none" w:sz="0" w:space="0" w:color="auto"/>
        <w:right w:val="none" w:sz="0" w:space="0" w:color="auto"/>
      </w:divBdr>
      <w:divsChild>
        <w:div w:id="652879945">
          <w:marLeft w:val="0"/>
          <w:marRight w:val="0"/>
          <w:marTop w:val="0"/>
          <w:marBottom w:val="0"/>
          <w:divBdr>
            <w:top w:val="none" w:sz="0" w:space="0" w:color="auto"/>
            <w:left w:val="none" w:sz="0" w:space="0" w:color="auto"/>
            <w:bottom w:val="none" w:sz="0" w:space="0" w:color="auto"/>
            <w:right w:val="none" w:sz="0" w:space="0" w:color="auto"/>
          </w:divBdr>
        </w:div>
      </w:divsChild>
    </w:div>
    <w:div w:id="481771450">
      <w:bodyDiv w:val="1"/>
      <w:marLeft w:val="0"/>
      <w:marRight w:val="0"/>
      <w:marTop w:val="0"/>
      <w:marBottom w:val="0"/>
      <w:divBdr>
        <w:top w:val="none" w:sz="0" w:space="0" w:color="auto"/>
        <w:left w:val="none" w:sz="0" w:space="0" w:color="auto"/>
        <w:bottom w:val="none" w:sz="0" w:space="0" w:color="auto"/>
        <w:right w:val="none" w:sz="0" w:space="0" w:color="auto"/>
      </w:divBdr>
      <w:divsChild>
        <w:div w:id="785470524">
          <w:marLeft w:val="0"/>
          <w:marRight w:val="0"/>
          <w:marTop w:val="0"/>
          <w:marBottom w:val="0"/>
          <w:divBdr>
            <w:top w:val="none" w:sz="0" w:space="0" w:color="auto"/>
            <w:left w:val="none" w:sz="0" w:space="0" w:color="auto"/>
            <w:bottom w:val="none" w:sz="0" w:space="0" w:color="auto"/>
            <w:right w:val="none" w:sz="0" w:space="0" w:color="auto"/>
          </w:divBdr>
        </w:div>
      </w:divsChild>
    </w:div>
    <w:div w:id="481965646">
      <w:bodyDiv w:val="1"/>
      <w:marLeft w:val="0"/>
      <w:marRight w:val="0"/>
      <w:marTop w:val="0"/>
      <w:marBottom w:val="0"/>
      <w:divBdr>
        <w:top w:val="none" w:sz="0" w:space="0" w:color="auto"/>
        <w:left w:val="none" w:sz="0" w:space="0" w:color="auto"/>
        <w:bottom w:val="none" w:sz="0" w:space="0" w:color="auto"/>
        <w:right w:val="none" w:sz="0" w:space="0" w:color="auto"/>
      </w:divBdr>
      <w:divsChild>
        <w:div w:id="1975409034">
          <w:marLeft w:val="0"/>
          <w:marRight w:val="0"/>
          <w:marTop w:val="0"/>
          <w:marBottom w:val="0"/>
          <w:divBdr>
            <w:top w:val="none" w:sz="0" w:space="0" w:color="auto"/>
            <w:left w:val="none" w:sz="0" w:space="0" w:color="auto"/>
            <w:bottom w:val="none" w:sz="0" w:space="0" w:color="auto"/>
            <w:right w:val="none" w:sz="0" w:space="0" w:color="auto"/>
          </w:divBdr>
        </w:div>
      </w:divsChild>
    </w:div>
    <w:div w:id="483162581">
      <w:bodyDiv w:val="1"/>
      <w:marLeft w:val="0"/>
      <w:marRight w:val="0"/>
      <w:marTop w:val="0"/>
      <w:marBottom w:val="0"/>
      <w:divBdr>
        <w:top w:val="none" w:sz="0" w:space="0" w:color="auto"/>
        <w:left w:val="none" w:sz="0" w:space="0" w:color="auto"/>
        <w:bottom w:val="none" w:sz="0" w:space="0" w:color="auto"/>
        <w:right w:val="none" w:sz="0" w:space="0" w:color="auto"/>
      </w:divBdr>
      <w:divsChild>
        <w:div w:id="1110777912">
          <w:marLeft w:val="0"/>
          <w:marRight w:val="0"/>
          <w:marTop w:val="0"/>
          <w:marBottom w:val="0"/>
          <w:divBdr>
            <w:top w:val="none" w:sz="0" w:space="0" w:color="auto"/>
            <w:left w:val="none" w:sz="0" w:space="0" w:color="auto"/>
            <w:bottom w:val="none" w:sz="0" w:space="0" w:color="auto"/>
            <w:right w:val="none" w:sz="0" w:space="0" w:color="auto"/>
          </w:divBdr>
        </w:div>
      </w:divsChild>
    </w:div>
    <w:div w:id="483476725">
      <w:bodyDiv w:val="1"/>
      <w:marLeft w:val="0"/>
      <w:marRight w:val="0"/>
      <w:marTop w:val="0"/>
      <w:marBottom w:val="0"/>
      <w:divBdr>
        <w:top w:val="none" w:sz="0" w:space="0" w:color="auto"/>
        <w:left w:val="none" w:sz="0" w:space="0" w:color="auto"/>
        <w:bottom w:val="none" w:sz="0" w:space="0" w:color="auto"/>
        <w:right w:val="none" w:sz="0" w:space="0" w:color="auto"/>
      </w:divBdr>
      <w:divsChild>
        <w:div w:id="1231499625">
          <w:marLeft w:val="0"/>
          <w:marRight w:val="0"/>
          <w:marTop w:val="0"/>
          <w:marBottom w:val="0"/>
          <w:divBdr>
            <w:top w:val="none" w:sz="0" w:space="0" w:color="auto"/>
            <w:left w:val="none" w:sz="0" w:space="0" w:color="auto"/>
            <w:bottom w:val="none" w:sz="0" w:space="0" w:color="auto"/>
            <w:right w:val="none" w:sz="0" w:space="0" w:color="auto"/>
          </w:divBdr>
        </w:div>
      </w:divsChild>
    </w:div>
    <w:div w:id="486554271">
      <w:bodyDiv w:val="1"/>
      <w:marLeft w:val="0"/>
      <w:marRight w:val="0"/>
      <w:marTop w:val="0"/>
      <w:marBottom w:val="0"/>
      <w:divBdr>
        <w:top w:val="none" w:sz="0" w:space="0" w:color="auto"/>
        <w:left w:val="none" w:sz="0" w:space="0" w:color="auto"/>
        <w:bottom w:val="none" w:sz="0" w:space="0" w:color="auto"/>
        <w:right w:val="none" w:sz="0" w:space="0" w:color="auto"/>
      </w:divBdr>
      <w:divsChild>
        <w:div w:id="2071490418">
          <w:marLeft w:val="0"/>
          <w:marRight w:val="0"/>
          <w:marTop w:val="0"/>
          <w:marBottom w:val="0"/>
          <w:divBdr>
            <w:top w:val="none" w:sz="0" w:space="0" w:color="auto"/>
            <w:left w:val="none" w:sz="0" w:space="0" w:color="auto"/>
            <w:bottom w:val="none" w:sz="0" w:space="0" w:color="auto"/>
            <w:right w:val="none" w:sz="0" w:space="0" w:color="auto"/>
          </w:divBdr>
        </w:div>
      </w:divsChild>
    </w:div>
    <w:div w:id="492109960">
      <w:bodyDiv w:val="1"/>
      <w:marLeft w:val="0"/>
      <w:marRight w:val="0"/>
      <w:marTop w:val="0"/>
      <w:marBottom w:val="0"/>
      <w:divBdr>
        <w:top w:val="none" w:sz="0" w:space="0" w:color="auto"/>
        <w:left w:val="none" w:sz="0" w:space="0" w:color="auto"/>
        <w:bottom w:val="none" w:sz="0" w:space="0" w:color="auto"/>
        <w:right w:val="none" w:sz="0" w:space="0" w:color="auto"/>
      </w:divBdr>
      <w:divsChild>
        <w:div w:id="1082413166">
          <w:marLeft w:val="0"/>
          <w:marRight w:val="0"/>
          <w:marTop w:val="0"/>
          <w:marBottom w:val="0"/>
          <w:divBdr>
            <w:top w:val="none" w:sz="0" w:space="0" w:color="auto"/>
            <w:left w:val="none" w:sz="0" w:space="0" w:color="auto"/>
            <w:bottom w:val="none" w:sz="0" w:space="0" w:color="auto"/>
            <w:right w:val="none" w:sz="0" w:space="0" w:color="auto"/>
          </w:divBdr>
        </w:div>
      </w:divsChild>
    </w:div>
    <w:div w:id="492840308">
      <w:bodyDiv w:val="1"/>
      <w:marLeft w:val="0"/>
      <w:marRight w:val="0"/>
      <w:marTop w:val="0"/>
      <w:marBottom w:val="0"/>
      <w:divBdr>
        <w:top w:val="none" w:sz="0" w:space="0" w:color="auto"/>
        <w:left w:val="none" w:sz="0" w:space="0" w:color="auto"/>
        <w:bottom w:val="none" w:sz="0" w:space="0" w:color="auto"/>
        <w:right w:val="none" w:sz="0" w:space="0" w:color="auto"/>
      </w:divBdr>
      <w:divsChild>
        <w:div w:id="1590385621">
          <w:marLeft w:val="0"/>
          <w:marRight w:val="0"/>
          <w:marTop w:val="0"/>
          <w:marBottom w:val="0"/>
          <w:divBdr>
            <w:top w:val="none" w:sz="0" w:space="0" w:color="auto"/>
            <w:left w:val="none" w:sz="0" w:space="0" w:color="auto"/>
            <w:bottom w:val="none" w:sz="0" w:space="0" w:color="auto"/>
            <w:right w:val="none" w:sz="0" w:space="0" w:color="auto"/>
          </w:divBdr>
        </w:div>
      </w:divsChild>
    </w:div>
    <w:div w:id="495802673">
      <w:bodyDiv w:val="1"/>
      <w:marLeft w:val="0"/>
      <w:marRight w:val="0"/>
      <w:marTop w:val="0"/>
      <w:marBottom w:val="0"/>
      <w:divBdr>
        <w:top w:val="none" w:sz="0" w:space="0" w:color="auto"/>
        <w:left w:val="none" w:sz="0" w:space="0" w:color="auto"/>
        <w:bottom w:val="none" w:sz="0" w:space="0" w:color="auto"/>
        <w:right w:val="none" w:sz="0" w:space="0" w:color="auto"/>
      </w:divBdr>
      <w:divsChild>
        <w:div w:id="1501241057">
          <w:marLeft w:val="0"/>
          <w:marRight w:val="0"/>
          <w:marTop w:val="0"/>
          <w:marBottom w:val="0"/>
          <w:divBdr>
            <w:top w:val="none" w:sz="0" w:space="0" w:color="auto"/>
            <w:left w:val="none" w:sz="0" w:space="0" w:color="auto"/>
            <w:bottom w:val="none" w:sz="0" w:space="0" w:color="auto"/>
            <w:right w:val="none" w:sz="0" w:space="0" w:color="auto"/>
          </w:divBdr>
        </w:div>
      </w:divsChild>
    </w:div>
    <w:div w:id="498935188">
      <w:bodyDiv w:val="1"/>
      <w:marLeft w:val="0"/>
      <w:marRight w:val="0"/>
      <w:marTop w:val="0"/>
      <w:marBottom w:val="0"/>
      <w:divBdr>
        <w:top w:val="none" w:sz="0" w:space="0" w:color="auto"/>
        <w:left w:val="none" w:sz="0" w:space="0" w:color="auto"/>
        <w:bottom w:val="none" w:sz="0" w:space="0" w:color="auto"/>
        <w:right w:val="none" w:sz="0" w:space="0" w:color="auto"/>
      </w:divBdr>
      <w:divsChild>
        <w:div w:id="1802453821">
          <w:marLeft w:val="0"/>
          <w:marRight w:val="0"/>
          <w:marTop w:val="0"/>
          <w:marBottom w:val="0"/>
          <w:divBdr>
            <w:top w:val="none" w:sz="0" w:space="0" w:color="auto"/>
            <w:left w:val="none" w:sz="0" w:space="0" w:color="auto"/>
            <w:bottom w:val="none" w:sz="0" w:space="0" w:color="auto"/>
            <w:right w:val="none" w:sz="0" w:space="0" w:color="auto"/>
          </w:divBdr>
        </w:div>
      </w:divsChild>
    </w:div>
    <w:div w:id="501698085">
      <w:bodyDiv w:val="1"/>
      <w:marLeft w:val="0"/>
      <w:marRight w:val="0"/>
      <w:marTop w:val="0"/>
      <w:marBottom w:val="0"/>
      <w:divBdr>
        <w:top w:val="none" w:sz="0" w:space="0" w:color="auto"/>
        <w:left w:val="none" w:sz="0" w:space="0" w:color="auto"/>
        <w:bottom w:val="none" w:sz="0" w:space="0" w:color="auto"/>
        <w:right w:val="none" w:sz="0" w:space="0" w:color="auto"/>
      </w:divBdr>
      <w:divsChild>
        <w:div w:id="363867186">
          <w:marLeft w:val="0"/>
          <w:marRight w:val="0"/>
          <w:marTop w:val="0"/>
          <w:marBottom w:val="0"/>
          <w:divBdr>
            <w:top w:val="none" w:sz="0" w:space="0" w:color="auto"/>
            <w:left w:val="none" w:sz="0" w:space="0" w:color="auto"/>
            <w:bottom w:val="none" w:sz="0" w:space="0" w:color="auto"/>
            <w:right w:val="none" w:sz="0" w:space="0" w:color="auto"/>
          </w:divBdr>
        </w:div>
      </w:divsChild>
    </w:div>
    <w:div w:id="504327461">
      <w:bodyDiv w:val="1"/>
      <w:marLeft w:val="0"/>
      <w:marRight w:val="0"/>
      <w:marTop w:val="0"/>
      <w:marBottom w:val="0"/>
      <w:divBdr>
        <w:top w:val="none" w:sz="0" w:space="0" w:color="auto"/>
        <w:left w:val="none" w:sz="0" w:space="0" w:color="auto"/>
        <w:bottom w:val="none" w:sz="0" w:space="0" w:color="auto"/>
        <w:right w:val="none" w:sz="0" w:space="0" w:color="auto"/>
      </w:divBdr>
      <w:divsChild>
        <w:div w:id="496968847">
          <w:marLeft w:val="0"/>
          <w:marRight w:val="0"/>
          <w:marTop w:val="0"/>
          <w:marBottom w:val="0"/>
          <w:divBdr>
            <w:top w:val="none" w:sz="0" w:space="0" w:color="auto"/>
            <w:left w:val="none" w:sz="0" w:space="0" w:color="auto"/>
            <w:bottom w:val="none" w:sz="0" w:space="0" w:color="auto"/>
            <w:right w:val="none" w:sz="0" w:space="0" w:color="auto"/>
          </w:divBdr>
        </w:div>
      </w:divsChild>
    </w:div>
    <w:div w:id="505289250">
      <w:bodyDiv w:val="1"/>
      <w:marLeft w:val="0"/>
      <w:marRight w:val="0"/>
      <w:marTop w:val="0"/>
      <w:marBottom w:val="0"/>
      <w:divBdr>
        <w:top w:val="none" w:sz="0" w:space="0" w:color="auto"/>
        <w:left w:val="none" w:sz="0" w:space="0" w:color="auto"/>
        <w:bottom w:val="none" w:sz="0" w:space="0" w:color="auto"/>
        <w:right w:val="none" w:sz="0" w:space="0" w:color="auto"/>
      </w:divBdr>
      <w:divsChild>
        <w:div w:id="206072296">
          <w:marLeft w:val="0"/>
          <w:marRight w:val="0"/>
          <w:marTop w:val="0"/>
          <w:marBottom w:val="0"/>
          <w:divBdr>
            <w:top w:val="none" w:sz="0" w:space="0" w:color="auto"/>
            <w:left w:val="none" w:sz="0" w:space="0" w:color="auto"/>
            <w:bottom w:val="none" w:sz="0" w:space="0" w:color="auto"/>
            <w:right w:val="none" w:sz="0" w:space="0" w:color="auto"/>
          </w:divBdr>
        </w:div>
      </w:divsChild>
    </w:div>
    <w:div w:id="510996874">
      <w:bodyDiv w:val="1"/>
      <w:marLeft w:val="0"/>
      <w:marRight w:val="0"/>
      <w:marTop w:val="0"/>
      <w:marBottom w:val="0"/>
      <w:divBdr>
        <w:top w:val="none" w:sz="0" w:space="0" w:color="auto"/>
        <w:left w:val="none" w:sz="0" w:space="0" w:color="auto"/>
        <w:bottom w:val="none" w:sz="0" w:space="0" w:color="auto"/>
        <w:right w:val="none" w:sz="0" w:space="0" w:color="auto"/>
      </w:divBdr>
      <w:divsChild>
        <w:div w:id="1787305600">
          <w:marLeft w:val="0"/>
          <w:marRight w:val="0"/>
          <w:marTop w:val="0"/>
          <w:marBottom w:val="0"/>
          <w:divBdr>
            <w:top w:val="none" w:sz="0" w:space="0" w:color="auto"/>
            <w:left w:val="none" w:sz="0" w:space="0" w:color="auto"/>
            <w:bottom w:val="none" w:sz="0" w:space="0" w:color="auto"/>
            <w:right w:val="none" w:sz="0" w:space="0" w:color="auto"/>
          </w:divBdr>
        </w:div>
      </w:divsChild>
    </w:div>
    <w:div w:id="514881082">
      <w:bodyDiv w:val="1"/>
      <w:marLeft w:val="0"/>
      <w:marRight w:val="0"/>
      <w:marTop w:val="0"/>
      <w:marBottom w:val="0"/>
      <w:divBdr>
        <w:top w:val="none" w:sz="0" w:space="0" w:color="auto"/>
        <w:left w:val="none" w:sz="0" w:space="0" w:color="auto"/>
        <w:bottom w:val="none" w:sz="0" w:space="0" w:color="auto"/>
        <w:right w:val="none" w:sz="0" w:space="0" w:color="auto"/>
      </w:divBdr>
    </w:div>
    <w:div w:id="521018085">
      <w:bodyDiv w:val="1"/>
      <w:marLeft w:val="0"/>
      <w:marRight w:val="0"/>
      <w:marTop w:val="0"/>
      <w:marBottom w:val="0"/>
      <w:divBdr>
        <w:top w:val="none" w:sz="0" w:space="0" w:color="auto"/>
        <w:left w:val="none" w:sz="0" w:space="0" w:color="auto"/>
        <w:bottom w:val="none" w:sz="0" w:space="0" w:color="auto"/>
        <w:right w:val="none" w:sz="0" w:space="0" w:color="auto"/>
      </w:divBdr>
      <w:divsChild>
        <w:div w:id="811947115">
          <w:marLeft w:val="0"/>
          <w:marRight w:val="0"/>
          <w:marTop w:val="0"/>
          <w:marBottom w:val="0"/>
          <w:divBdr>
            <w:top w:val="none" w:sz="0" w:space="0" w:color="auto"/>
            <w:left w:val="none" w:sz="0" w:space="0" w:color="auto"/>
            <w:bottom w:val="none" w:sz="0" w:space="0" w:color="auto"/>
            <w:right w:val="none" w:sz="0" w:space="0" w:color="auto"/>
          </w:divBdr>
        </w:div>
      </w:divsChild>
    </w:div>
    <w:div w:id="523061877">
      <w:bodyDiv w:val="1"/>
      <w:marLeft w:val="0"/>
      <w:marRight w:val="0"/>
      <w:marTop w:val="0"/>
      <w:marBottom w:val="0"/>
      <w:divBdr>
        <w:top w:val="none" w:sz="0" w:space="0" w:color="auto"/>
        <w:left w:val="none" w:sz="0" w:space="0" w:color="auto"/>
        <w:bottom w:val="none" w:sz="0" w:space="0" w:color="auto"/>
        <w:right w:val="none" w:sz="0" w:space="0" w:color="auto"/>
      </w:divBdr>
      <w:divsChild>
        <w:div w:id="1926454663">
          <w:marLeft w:val="0"/>
          <w:marRight w:val="0"/>
          <w:marTop w:val="0"/>
          <w:marBottom w:val="0"/>
          <w:divBdr>
            <w:top w:val="none" w:sz="0" w:space="0" w:color="auto"/>
            <w:left w:val="none" w:sz="0" w:space="0" w:color="auto"/>
            <w:bottom w:val="none" w:sz="0" w:space="0" w:color="auto"/>
            <w:right w:val="none" w:sz="0" w:space="0" w:color="auto"/>
          </w:divBdr>
        </w:div>
      </w:divsChild>
    </w:div>
    <w:div w:id="523206166">
      <w:bodyDiv w:val="1"/>
      <w:marLeft w:val="0"/>
      <w:marRight w:val="0"/>
      <w:marTop w:val="0"/>
      <w:marBottom w:val="0"/>
      <w:divBdr>
        <w:top w:val="none" w:sz="0" w:space="0" w:color="auto"/>
        <w:left w:val="none" w:sz="0" w:space="0" w:color="auto"/>
        <w:bottom w:val="none" w:sz="0" w:space="0" w:color="auto"/>
        <w:right w:val="none" w:sz="0" w:space="0" w:color="auto"/>
      </w:divBdr>
      <w:divsChild>
        <w:div w:id="226576995">
          <w:marLeft w:val="0"/>
          <w:marRight w:val="0"/>
          <w:marTop w:val="0"/>
          <w:marBottom w:val="0"/>
          <w:divBdr>
            <w:top w:val="none" w:sz="0" w:space="0" w:color="auto"/>
            <w:left w:val="none" w:sz="0" w:space="0" w:color="auto"/>
            <w:bottom w:val="none" w:sz="0" w:space="0" w:color="auto"/>
            <w:right w:val="none" w:sz="0" w:space="0" w:color="auto"/>
          </w:divBdr>
        </w:div>
        <w:div w:id="834102826">
          <w:marLeft w:val="0"/>
          <w:marRight w:val="0"/>
          <w:marTop w:val="0"/>
          <w:marBottom w:val="0"/>
          <w:divBdr>
            <w:top w:val="none" w:sz="0" w:space="0" w:color="auto"/>
            <w:left w:val="none" w:sz="0" w:space="0" w:color="auto"/>
            <w:bottom w:val="none" w:sz="0" w:space="0" w:color="auto"/>
            <w:right w:val="none" w:sz="0" w:space="0" w:color="auto"/>
          </w:divBdr>
        </w:div>
        <w:div w:id="1291209800">
          <w:marLeft w:val="0"/>
          <w:marRight w:val="0"/>
          <w:marTop w:val="0"/>
          <w:marBottom w:val="0"/>
          <w:divBdr>
            <w:top w:val="none" w:sz="0" w:space="0" w:color="auto"/>
            <w:left w:val="none" w:sz="0" w:space="0" w:color="auto"/>
            <w:bottom w:val="none" w:sz="0" w:space="0" w:color="auto"/>
            <w:right w:val="none" w:sz="0" w:space="0" w:color="auto"/>
          </w:divBdr>
        </w:div>
        <w:div w:id="1663242057">
          <w:marLeft w:val="0"/>
          <w:marRight w:val="0"/>
          <w:marTop w:val="0"/>
          <w:marBottom w:val="0"/>
          <w:divBdr>
            <w:top w:val="none" w:sz="0" w:space="0" w:color="auto"/>
            <w:left w:val="none" w:sz="0" w:space="0" w:color="auto"/>
            <w:bottom w:val="none" w:sz="0" w:space="0" w:color="auto"/>
            <w:right w:val="none" w:sz="0" w:space="0" w:color="auto"/>
          </w:divBdr>
        </w:div>
        <w:div w:id="1780024954">
          <w:marLeft w:val="0"/>
          <w:marRight w:val="0"/>
          <w:marTop w:val="0"/>
          <w:marBottom w:val="0"/>
          <w:divBdr>
            <w:top w:val="none" w:sz="0" w:space="0" w:color="auto"/>
            <w:left w:val="none" w:sz="0" w:space="0" w:color="auto"/>
            <w:bottom w:val="none" w:sz="0" w:space="0" w:color="auto"/>
            <w:right w:val="none" w:sz="0" w:space="0" w:color="auto"/>
          </w:divBdr>
        </w:div>
        <w:div w:id="1814374162">
          <w:marLeft w:val="0"/>
          <w:marRight w:val="0"/>
          <w:marTop w:val="0"/>
          <w:marBottom w:val="0"/>
          <w:divBdr>
            <w:top w:val="none" w:sz="0" w:space="0" w:color="auto"/>
            <w:left w:val="none" w:sz="0" w:space="0" w:color="auto"/>
            <w:bottom w:val="none" w:sz="0" w:space="0" w:color="auto"/>
            <w:right w:val="none" w:sz="0" w:space="0" w:color="auto"/>
          </w:divBdr>
        </w:div>
        <w:div w:id="1915427528">
          <w:marLeft w:val="0"/>
          <w:marRight w:val="0"/>
          <w:marTop w:val="0"/>
          <w:marBottom w:val="0"/>
          <w:divBdr>
            <w:top w:val="none" w:sz="0" w:space="0" w:color="auto"/>
            <w:left w:val="none" w:sz="0" w:space="0" w:color="auto"/>
            <w:bottom w:val="none" w:sz="0" w:space="0" w:color="auto"/>
            <w:right w:val="none" w:sz="0" w:space="0" w:color="auto"/>
          </w:divBdr>
        </w:div>
      </w:divsChild>
    </w:div>
    <w:div w:id="525218621">
      <w:bodyDiv w:val="1"/>
      <w:marLeft w:val="0"/>
      <w:marRight w:val="0"/>
      <w:marTop w:val="0"/>
      <w:marBottom w:val="0"/>
      <w:divBdr>
        <w:top w:val="none" w:sz="0" w:space="0" w:color="auto"/>
        <w:left w:val="none" w:sz="0" w:space="0" w:color="auto"/>
        <w:bottom w:val="none" w:sz="0" w:space="0" w:color="auto"/>
        <w:right w:val="none" w:sz="0" w:space="0" w:color="auto"/>
      </w:divBdr>
      <w:divsChild>
        <w:div w:id="328489778">
          <w:marLeft w:val="0"/>
          <w:marRight w:val="0"/>
          <w:marTop w:val="0"/>
          <w:marBottom w:val="0"/>
          <w:divBdr>
            <w:top w:val="none" w:sz="0" w:space="0" w:color="auto"/>
            <w:left w:val="none" w:sz="0" w:space="0" w:color="auto"/>
            <w:bottom w:val="none" w:sz="0" w:space="0" w:color="auto"/>
            <w:right w:val="none" w:sz="0" w:space="0" w:color="auto"/>
          </w:divBdr>
        </w:div>
      </w:divsChild>
    </w:div>
    <w:div w:id="526794448">
      <w:bodyDiv w:val="1"/>
      <w:marLeft w:val="0"/>
      <w:marRight w:val="0"/>
      <w:marTop w:val="0"/>
      <w:marBottom w:val="0"/>
      <w:divBdr>
        <w:top w:val="none" w:sz="0" w:space="0" w:color="auto"/>
        <w:left w:val="none" w:sz="0" w:space="0" w:color="auto"/>
        <w:bottom w:val="none" w:sz="0" w:space="0" w:color="auto"/>
        <w:right w:val="none" w:sz="0" w:space="0" w:color="auto"/>
      </w:divBdr>
      <w:divsChild>
        <w:div w:id="1050569856">
          <w:marLeft w:val="0"/>
          <w:marRight w:val="0"/>
          <w:marTop w:val="0"/>
          <w:marBottom w:val="0"/>
          <w:divBdr>
            <w:top w:val="none" w:sz="0" w:space="0" w:color="auto"/>
            <w:left w:val="none" w:sz="0" w:space="0" w:color="auto"/>
            <w:bottom w:val="none" w:sz="0" w:space="0" w:color="auto"/>
            <w:right w:val="none" w:sz="0" w:space="0" w:color="auto"/>
          </w:divBdr>
        </w:div>
      </w:divsChild>
    </w:div>
    <w:div w:id="526874165">
      <w:bodyDiv w:val="1"/>
      <w:marLeft w:val="0"/>
      <w:marRight w:val="0"/>
      <w:marTop w:val="0"/>
      <w:marBottom w:val="0"/>
      <w:divBdr>
        <w:top w:val="none" w:sz="0" w:space="0" w:color="auto"/>
        <w:left w:val="none" w:sz="0" w:space="0" w:color="auto"/>
        <w:bottom w:val="none" w:sz="0" w:space="0" w:color="auto"/>
        <w:right w:val="none" w:sz="0" w:space="0" w:color="auto"/>
      </w:divBdr>
      <w:divsChild>
        <w:div w:id="1237133619">
          <w:marLeft w:val="0"/>
          <w:marRight w:val="0"/>
          <w:marTop w:val="0"/>
          <w:marBottom w:val="0"/>
          <w:divBdr>
            <w:top w:val="none" w:sz="0" w:space="0" w:color="auto"/>
            <w:left w:val="none" w:sz="0" w:space="0" w:color="auto"/>
            <w:bottom w:val="none" w:sz="0" w:space="0" w:color="auto"/>
            <w:right w:val="none" w:sz="0" w:space="0" w:color="auto"/>
          </w:divBdr>
        </w:div>
      </w:divsChild>
    </w:div>
    <w:div w:id="529149225">
      <w:bodyDiv w:val="1"/>
      <w:marLeft w:val="0"/>
      <w:marRight w:val="0"/>
      <w:marTop w:val="0"/>
      <w:marBottom w:val="0"/>
      <w:divBdr>
        <w:top w:val="none" w:sz="0" w:space="0" w:color="auto"/>
        <w:left w:val="none" w:sz="0" w:space="0" w:color="auto"/>
        <w:bottom w:val="none" w:sz="0" w:space="0" w:color="auto"/>
        <w:right w:val="none" w:sz="0" w:space="0" w:color="auto"/>
      </w:divBdr>
    </w:div>
    <w:div w:id="532500341">
      <w:bodyDiv w:val="1"/>
      <w:marLeft w:val="0"/>
      <w:marRight w:val="0"/>
      <w:marTop w:val="0"/>
      <w:marBottom w:val="0"/>
      <w:divBdr>
        <w:top w:val="none" w:sz="0" w:space="0" w:color="auto"/>
        <w:left w:val="none" w:sz="0" w:space="0" w:color="auto"/>
        <w:bottom w:val="none" w:sz="0" w:space="0" w:color="auto"/>
        <w:right w:val="none" w:sz="0" w:space="0" w:color="auto"/>
      </w:divBdr>
      <w:divsChild>
        <w:div w:id="5063886">
          <w:marLeft w:val="0"/>
          <w:marRight w:val="0"/>
          <w:marTop w:val="0"/>
          <w:marBottom w:val="0"/>
          <w:divBdr>
            <w:top w:val="none" w:sz="0" w:space="0" w:color="auto"/>
            <w:left w:val="none" w:sz="0" w:space="0" w:color="auto"/>
            <w:bottom w:val="none" w:sz="0" w:space="0" w:color="auto"/>
            <w:right w:val="none" w:sz="0" w:space="0" w:color="auto"/>
          </w:divBdr>
        </w:div>
      </w:divsChild>
    </w:div>
    <w:div w:id="533079973">
      <w:bodyDiv w:val="1"/>
      <w:marLeft w:val="0"/>
      <w:marRight w:val="0"/>
      <w:marTop w:val="0"/>
      <w:marBottom w:val="0"/>
      <w:divBdr>
        <w:top w:val="none" w:sz="0" w:space="0" w:color="auto"/>
        <w:left w:val="none" w:sz="0" w:space="0" w:color="auto"/>
        <w:bottom w:val="none" w:sz="0" w:space="0" w:color="auto"/>
        <w:right w:val="none" w:sz="0" w:space="0" w:color="auto"/>
      </w:divBdr>
      <w:divsChild>
        <w:div w:id="618682892">
          <w:marLeft w:val="0"/>
          <w:marRight w:val="0"/>
          <w:marTop w:val="0"/>
          <w:marBottom w:val="0"/>
          <w:divBdr>
            <w:top w:val="none" w:sz="0" w:space="0" w:color="auto"/>
            <w:left w:val="none" w:sz="0" w:space="0" w:color="auto"/>
            <w:bottom w:val="none" w:sz="0" w:space="0" w:color="auto"/>
            <w:right w:val="none" w:sz="0" w:space="0" w:color="auto"/>
          </w:divBdr>
        </w:div>
      </w:divsChild>
    </w:div>
    <w:div w:id="536281745">
      <w:bodyDiv w:val="1"/>
      <w:marLeft w:val="0"/>
      <w:marRight w:val="0"/>
      <w:marTop w:val="0"/>
      <w:marBottom w:val="0"/>
      <w:divBdr>
        <w:top w:val="none" w:sz="0" w:space="0" w:color="auto"/>
        <w:left w:val="none" w:sz="0" w:space="0" w:color="auto"/>
        <w:bottom w:val="none" w:sz="0" w:space="0" w:color="auto"/>
        <w:right w:val="none" w:sz="0" w:space="0" w:color="auto"/>
      </w:divBdr>
      <w:divsChild>
        <w:div w:id="57362461">
          <w:marLeft w:val="0"/>
          <w:marRight w:val="0"/>
          <w:marTop w:val="0"/>
          <w:marBottom w:val="0"/>
          <w:divBdr>
            <w:top w:val="none" w:sz="0" w:space="0" w:color="auto"/>
            <w:left w:val="none" w:sz="0" w:space="0" w:color="auto"/>
            <w:bottom w:val="none" w:sz="0" w:space="0" w:color="auto"/>
            <w:right w:val="none" w:sz="0" w:space="0" w:color="auto"/>
          </w:divBdr>
        </w:div>
      </w:divsChild>
    </w:div>
    <w:div w:id="537360191">
      <w:bodyDiv w:val="1"/>
      <w:marLeft w:val="0"/>
      <w:marRight w:val="0"/>
      <w:marTop w:val="0"/>
      <w:marBottom w:val="0"/>
      <w:divBdr>
        <w:top w:val="none" w:sz="0" w:space="0" w:color="auto"/>
        <w:left w:val="none" w:sz="0" w:space="0" w:color="auto"/>
        <w:bottom w:val="none" w:sz="0" w:space="0" w:color="auto"/>
        <w:right w:val="none" w:sz="0" w:space="0" w:color="auto"/>
      </w:divBdr>
      <w:divsChild>
        <w:div w:id="722559247">
          <w:marLeft w:val="0"/>
          <w:marRight w:val="0"/>
          <w:marTop w:val="0"/>
          <w:marBottom w:val="0"/>
          <w:divBdr>
            <w:top w:val="none" w:sz="0" w:space="0" w:color="auto"/>
            <w:left w:val="none" w:sz="0" w:space="0" w:color="auto"/>
            <w:bottom w:val="none" w:sz="0" w:space="0" w:color="auto"/>
            <w:right w:val="none" w:sz="0" w:space="0" w:color="auto"/>
          </w:divBdr>
        </w:div>
      </w:divsChild>
    </w:div>
    <w:div w:id="537856130">
      <w:bodyDiv w:val="1"/>
      <w:marLeft w:val="0"/>
      <w:marRight w:val="0"/>
      <w:marTop w:val="0"/>
      <w:marBottom w:val="0"/>
      <w:divBdr>
        <w:top w:val="none" w:sz="0" w:space="0" w:color="auto"/>
        <w:left w:val="none" w:sz="0" w:space="0" w:color="auto"/>
        <w:bottom w:val="none" w:sz="0" w:space="0" w:color="auto"/>
        <w:right w:val="none" w:sz="0" w:space="0" w:color="auto"/>
      </w:divBdr>
      <w:divsChild>
        <w:div w:id="2062627714">
          <w:marLeft w:val="0"/>
          <w:marRight w:val="0"/>
          <w:marTop w:val="0"/>
          <w:marBottom w:val="0"/>
          <w:divBdr>
            <w:top w:val="none" w:sz="0" w:space="0" w:color="auto"/>
            <w:left w:val="none" w:sz="0" w:space="0" w:color="auto"/>
            <w:bottom w:val="none" w:sz="0" w:space="0" w:color="auto"/>
            <w:right w:val="none" w:sz="0" w:space="0" w:color="auto"/>
          </w:divBdr>
        </w:div>
      </w:divsChild>
    </w:div>
    <w:div w:id="537861187">
      <w:bodyDiv w:val="1"/>
      <w:marLeft w:val="0"/>
      <w:marRight w:val="0"/>
      <w:marTop w:val="0"/>
      <w:marBottom w:val="0"/>
      <w:divBdr>
        <w:top w:val="none" w:sz="0" w:space="0" w:color="auto"/>
        <w:left w:val="none" w:sz="0" w:space="0" w:color="auto"/>
        <w:bottom w:val="none" w:sz="0" w:space="0" w:color="auto"/>
        <w:right w:val="none" w:sz="0" w:space="0" w:color="auto"/>
      </w:divBdr>
    </w:div>
    <w:div w:id="540942234">
      <w:bodyDiv w:val="1"/>
      <w:marLeft w:val="0"/>
      <w:marRight w:val="0"/>
      <w:marTop w:val="0"/>
      <w:marBottom w:val="0"/>
      <w:divBdr>
        <w:top w:val="none" w:sz="0" w:space="0" w:color="auto"/>
        <w:left w:val="none" w:sz="0" w:space="0" w:color="auto"/>
        <w:bottom w:val="none" w:sz="0" w:space="0" w:color="auto"/>
        <w:right w:val="none" w:sz="0" w:space="0" w:color="auto"/>
      </w:divBdr>
      <w:divsChild>
        <w:div w:id="1012219696">
          <w:marLeft w:val="0"/>
          <w:marRight w:val="0"/>
          <w:marTop w:val="0"/>
          <w:marBottom w:val="0"/>
          <w:divBdr>
            <w:top w:val="none" w:sz="0" w:space="0" w:color="auto"/>
            <w:left w:val="none" w:sz="0" w:space="0" w:color="auto"/>
            <w:bottom w:val="none" w:sz="0" w:space="0" w:color="auto"/>
            <w:right w:val="none" w:sz="0" w:space="0" w:color="auto"/>
          </w:divBdr>
        </w:div>
      </w:divsChild>
    </w:div>
    <w:div w:id="543753241">
      <w:bodyDiv w:val="1"/>
      <w:marLeft w:val="0"/>
      <w:marRight w:val="0"/>
      <w:marTop w:val="0"/>
      <w:marBottom w:val="0"/>
      <w:divBdr>
        <w:top w:val="none" w:sz="0" w:space="0" w:color="auto"/>
        <w:left w:val="none" w:sz="0" w:space="0" w:color="auto"/>
        <w:bottom w:val="none" w:sz="0" w:space="0" w:color="auto"/>
        <w:right w:val="none" w:sz="0" w:space="0" w:color="auto"/>
      </w:divBdr>
      <w:divsChild>
        <w:div w:id="1542018231">
          <w:marLeft w:val="0"/>
          <w:marRight w:val="0"/>
          <w:marTop w:val="0"/>
          <w:marBottom w:val="0"/>
          <w:divBdr>
            <w:top w:val="none" w:sz="0" w:space="0" w:color="auto"/>
            <w:left w:val="none" w:sz="0" w:space="0" w:color="auto"/>
            <w:bottom w:val="none" w:sz="0" w:space="0" w:color="auto"/>
            <w:right w:val="none" w:sz="0" w:space="0" w:color="auto"/>
          </w:divBdr>
        </w:div>
      </w:divsChild>
    </w:div>
    <w:div w:id="544677241">
      <w:bodyDiv w:val="1"/>
      <w:marLeft w:val="0"/>
      <w:marRight w:val="0"/>
      <w:marTop w:val="0"/>
      <w:marBottom w:val="0"/>
      <w:divBdr>
        <w:top w:val="none" w:sz="0" w:space="0" w:color="auto"/>
        <w:left w:val="none" w:sz="0" w:space="0" w:color="auto"/>
        <w:bottom w:val="none" w:sz="0" w:space="0" w:color="auto"/>
        <w:right w:val="none" w:sz="0" w:space="0" w:color="auto"/>
      </w:divBdr>
      <w:divsChild>
        <w:div w:id="1642004527">
          <w:marLeft w:val="0"/>
          <w:marRight w:val="0"/>
          <w:marTop w:val="0"/>
          <w:marBottom w:val="0"/>
          <w:divBdr>
            <w:top w:val="none" w:sz="0" w:space="0" w:color="auto"/>
            <w:left w:val="none" w:sz="0" w:space="0" w:color="auto"/>
            <w:bottom w:val="none" w:sz="0" w:space="0" w:color="auto"/>
            <w:right w:val="none" w:sz="0" w:space="0" w:color="auto"/>
          </w:divBdr>
        </w:div>
      </w:divsChild>
    </w:div>
    <w:div w:id="547111847">
      <w:bodyDiv w:val="1"/>
      <w:marLeft w:val="0"/>
      <w:marRight w:val="0"/>
      <w:marTop w:val="0"/>
      <w:marBottom w:val="0"/>
      <w:divBdr>
        <w:top w:val="none" w:sz="0" w:space="0" w:color="auto"/>
        <w:left w:val="none" w:sz="0" w:space="0" w:color="auto"/>
        <w:bottom w:val="none" w:sz="0" w:space="0" w:color="auto"/>
        <w:right w:val="none" w:sz="0" w:space="0" w:color="auto"/>
      </w:divBdr>
      <w:divsChild>
        <w:div w:id="1985238456">
          <w:marLeft w:val="0"/>
          <w:marRight w:val="0"/>
          <w:marTop w:val="0"/>
          <w:marBottom w:val="0"/>
          <w:divBdr>
            <w:top w:val="none" w:sz="0" w:space="0" w:color="auto"/>
            <w:left w:val="none" w:sz="0" w:space="0" w:color="auto"/>
            <w:bottom w:val="none" w:sz="0" w:space="0" w:color="auto"/>
            <w:right w:val="none" w:sz="0" w:space="0" w:color="auto"/>
          </w:divBdr>
        </w:div>
      </w:divsChild>
    </w:div>
    <w:div w:id="548886199">
      <w:bodyDiv w:val="1"/>
      <w:marLeft w:val="0"/>
      <w:marRight w:val="0"/>
      <w:marTop w:val="0"/>
      <w:marBottom w:val="0"/>
      <w:divBdr>
        <w:top w:val="none" w:sz="0" w:space="0" w:color="auto"/>
        <w:left w:val="none" w:sz="0" w:space="0" w:color="auto"/>
        <w:bottom w:val="none" w:sz="0" w:space="0" w:color="auto"/>
        <w:right w:val="none" w:sz="0" w:space="0" w:color="auto"/>
      </w:divBdr>
    </w:div>
    <w:div w:id="551769331">
      <w:bodyDiv w:val="1"/>
      <w:marLeft w:val="0"/>
      <w:marRight w:val="0"/>
      <w:marTop w:val="0"/>
      <w:marBottom w:val="0"/>
      <w:divBdr>
        <w:top w:val="none" w:sz="0" w:space="0" w:color="auto"/>
        <w:left w:val="none" w:sz="0" w:space="0" w:color="auto"/>
        <w:bottom w:val="none" w:sz="0" w:space="0" w:color="auto"/>
        <w:right w:val="none" w:sz="0" w:space="0" w:color="auto"/>
      </w:divBdr>
      <w:divsChild>
        <w:div w:id="251859540">
          <w:marLeft w:val="0"/>
          <w:marRight w:val="0"/>
          <w:marTop w:val="0"/>
          <w:marBottom w:val="0"/>
          <w:divBdr>
            <w:top w:val="none" w:sz="0" w:space="0" w:color="auto"/>
            <w:left w:val="none" w:sz="0" w:space="0" w:color="auto"/>
            <w:bottom w:val="none" w:sz="0" w:space="0" w:color="auto"/>
            <w:right w:val="none" w:sz="0" w:space="0" w:color="auto"/>
          </w:divBdr>
        </w:div>
      </w:divsChild>
    </w:div>
    <w:div w:id="558244936">
      <w:bodyDiv w:val="1"/>
      <w:marLeft w:val="0"/>
      <w:marRight w:val="0"/>
      <w:marTop w:val="0"/>
      <w:marBottom w:val="0"/>
      <w:divBdr>
        <w:top w:val="none" w:sz="0" w:space="0" w:color="auto"/>
        <w:left w:val="none" w:sz="0" w:space="0" w:color="auto"/>
        <w:bottom w:val="none" w:sz="0" w:space="0" w:color="auto"/>
        <w:right w:val="none" w:sz="0" w:space="0" w:color="auto"/>
      </w:divBdr>
    </w:div>
    <w:div w:id="558828366">
      <w:bodyDiv w:val="1"/>
      <w:marLeft w:val="0"/>
      <w:marRight w:val="0"/>
      <w:marTop w:val="0"/>
      <w:marBottom w:val="0"/>
      <w:divBdr>
        <w:top w:val="none" w:sz="0" w:space="0" w:color="auto"/>
        <w:left w:val="none" w:sz="0" w:space="0" w:color="auto"/>
        <w:bottom w:val="none" w:sz="0" w:space="0" w:color="auto"/>
        <w:right w:val="none" w:sz="0" w:space="0" w:color="auto"/>
      </w:divBdr>
    </w:div>
    <w:div w:id="558832641">
      <w:bodyDiv w:val="1"/>
      <w:marLeft w:val="0"/>
      <w:marRight w:val="0"/>
      <w:marTop w:val="0"/>
      <w:marBottom w:val="0"/>
      <w:divBdr>
        <w:top w:val="none" w:sz="0" w:space="0" w:color="auto"/>
        <w:left w:val="none" w:sz="0" w:space="0" w:color="auto"/>
        <w:bottom w:val="none" w:sz="0" w:space="0" w:color="auto"/>
        <w:right w:val="none" w:sz="0" w:space="0" w:color="auto"/>
      </w:divBdr>
      <w:divsChild>
        <w:div w:id="155538979">
          <w:marLeft w:val="0"/>
          <w:marRight w:val="0"/>
          <w:marTop w:val="0"/>
          <w:marBottom w:val="0"/>
          <w:divBdr>
            <w:top w:val="none" w:sz="0" w:space="0" w:color="auto"/>
            <w:left w:val="none" w:sz="0" w:space="0" w:color="auto"/>
            <w:bottom w:val="none" w:sz="0" w:space="0" w:color="auto"/>
            <w:right w:val="none" w:sz="0" w:space="0" w:color="auto"/>
          </w:divBdr>
        </w:div>
      </w:divsChild>
    </w:div>
    <w:div w:id="560098248">
      <w:bodyDiv w:val="1"/>
      <w:marLeft w:val="0"/>
      <w:marRight w:val="0"/>
      <w:marTop w:val="0"/>
      <w:marBottom w:val="0"/>
      <w:divBdr>
        <w:top w:val="none" w:sz="0" w:space="0" w:color="auto"/>
        <w:left w:val="none" w:sz="0" w:space="0" w:color="auto"/>
        <w:bottom w:val="none" w:sz="0" w:space="0" w:color="auto"/>
        <w:right w:val="none" w:sz="0" w:space="0" w:color="auto"/>
      </w:divBdr>
      <w:divsChild>
        <w:div w:id="2135829157">
          <w:marLeft w:val="0"/>
          <w:marRight w:val="0"/>
          <w:marTop w:val="0"/>
          <w:marBottom w:val="0"/>
          <w:divBdr>
            <w:top w:val="none" w:sz="0" w:space="0" w:color="auto"/>
            <w:left w:val="none" w:sz="0" w:space="0" w:color="auto"/>
            <w:bottom w:val="none" w:sz="0" w:space="0" w:color="auto"/>
            <w:right w:val="none" w:sz="0" w:space="0" w:color="auto"/>
          </w:divBdr>
        </w:div>
      </w:divsChild>
    </w:div>
    <w:div w:id="561602900">
      <w:bodyDiv w:val="1"/>
      <w:marLeft w:val="0"/>
      <w:marRight w:val="0"/>
      <w:marTop w:val="0"/>
      <w:marBottom w:val="0"/>
      <w:divBdr>
        <w:top w:val="none" w:sz="0" w:space="0" w:color="auto"/>
        <w:left w:val="none" w:sz="0" w:space="0" w:color="auto"/>
        <w:bottom w:val="none" w:sz="0" w:space="0" w:color="auto"/>
        <w:right w:val="none" w:sz="0" w:space="0" w:color="auto"/>
      </w:divBdr>
    </w:div>
    <w:div w:id="565920589">
      <w:bodyDiv w:val="1"/>
      <w:marLeft w:val="0"/>
      <w:marRight w:val="0"/>
      <w:marTop w:val="0"/>
      <w:marBottom w:val="0"/>
      <w:divBdr>
        <w:top w:val="none" w:sz="0" w:space="0" w:color="auto"/>
        <w:left w:val="none" w:sz="0" w:space="0" w:color="auto"/>
        <w:bottom w:val="none" w:sz="0" w:space="0" w:color="auto"/>
        <w:right w:val="none" w:sz="0" w:space="0" w:color="auto"/>
      </w:divBdr>
      <w:divsChild>
        <w:div w:id="999428949">
          <w:marLeft w:val="0"/>
          <w:marRight w:val="0"/>
          <w:marTop w:val="0"/>
          <w:marBottom w:val="0"/>
          <w:divBdr>
            <w:top w:val="none" w:sz="0" w:space="0" w:color="auto"/>
            <w:left w:val="none" w:sz="0" w:space="0" w:color="auto"/>
            <w:bottom w:val="none" w:sz="0" w:space="0" w:color="auto"/>
            <w:right w:val="none" w:sz="0" w:space="0" w:color="auto"/>
          </w:divBdr>
        </w:div>
      </w:divsChild>
    </w:div>
    <w:div w:id="567957018">
      <w:bodyDiv w:val="1"/>
      <w:marLeft w:val="0"/>
      <w:marRight w:val="0"/>
      <w:marTop w:val="0"/>
      <w:marBottom w:val="0"/>
      <w:divBdr>
        <w:top w:val="none" w:sz="0" w:space="0" w:color="auto"/>
        <w:left w:val="none" w:sz="0" w:space="0" w:color="auto"/>
        <w:bottom w:val="none" w:sz="0" w:space="0" w:color="auto"/>
        <w:right w:val="none" w:sz="0" w:space="0" w:color="auto"/>
      </w:divBdr>
      <w:divsChild>
        <w:div w:id="989795143">
          <w:marLeft w:val="0"/>
          <w:marRight w:val="0"/>
          <w:marTop w:val="0"/>
          <w:marBottom w:val="0"/>
          <w:divBdr>
            <w:top w:val="none" w:sz="0" w:space="0" w:color="auto"/>
            <w:left w:val="none" w:sz="0" w:space="0" w:color="auto"/>
            <w:bottom w:val="none" w:sz="0" w:space="0" w:color="auto"/>
            <w:right w:val="none" w:sz="0" w:space="0" w:color="auto"/>
          </w:divBdr>
        </w:div>
      </w:divsChild>
    </w:div>
    <w:div w:id="570308552">
      <w:bodyDiv w:val="1"/>
      <w:marLeft w:val="0"/>
      <w:marRight w:val="0"/>
      <w:marTop w:val="0"/>
      <w:marBottom w:val="0"/>
      <w:divBdr>
        <w:top w:val="none" w:sz="0" w:space="0" w:color="auto"/>
        <w:left w:val="none" w:sz="0" w:space="0" w:color="auto"/>
        <w:bottom w:val="none" w:sz="0" w:space="0" w:color="auto"/>
        <w:right w:val="none" w:sz="0" w:space="0" w:color="auto"/>
      </w:divBdr>
      <w:divsChild>
        <w:div w:id="1418744742">
          <w:marLeft w:val="0"/>
          <w:marRight w:val="0"/>
          <w:marTop w:val="0"/>
          <w:marBottom w:val="0"/>
          <w:divBdr>
            <w:top w:val="none" w:sz="0" w:space="0" w:color="auto"/>
            <w:left w:val="none" w:sz="0" w:space="0" w:color="auto"/>
            <w:bottom w:val="none" w:sz="0" w:space="0" w:color="auto"/>
            <w:right w:val="none" w:sz="0" w:space="0" w:color="auto"/>
          </w:divBdr>
        </w:div>
      </w:divsChild>
    </w:div>
    <w:div w:id="574436841">
      <w:bodyDiv w:val="1"/>
      <w:marLeft w:val="0"/>
      <w:marRight w:val="0"/>
      <w:marTop w:val="0"/>
      <w:marBottom w:val="0"/>
      <w:divBdr>
        <w:top w:val="none" w:sz="0" w:space="0" w:color="auto"/>
        <w:left w:val="none" w:sz="0" w:space="0" w:color="auto"/>
        <w:bottom w:val="none" w:sz="0" w:space="0" w:color="auto"/>
        <w:right w:val="none" w:sz="0" w:space="0" w:color="auto"/>
      </w:divBdr>
    </w:div>
    <w:div w:id="576011954">
      <w:bodyDiv w:val="1"/>
      <w:marLeft w:val="0"/>
      <w:marRight w:val="0"/>
      <w:marTop w:val="0"/>
      <w:marBottom w:val="0"/>
      <w:divBdr>
        <w:top w:val="none" w:sz="0" w:space="0" w:color="auto"/>
        <w:left w:val="none" w:sz="0" w:space="0" w:color="auto"/>
        <w:bottom w:val="none" w:sz="0" w:space="0" w:color="auto"/>
        <w:right w:val="none" w:sz="0" w:space="0" w:color="auto"/>
      </w:divBdr>
      <w:divsChild>
        <w:div w:id="1894391961">
          <w:marLeft w:val="0"/>
          <w:marRight w:val="0"/>
          <w:marTop w:val="0"/>
          <w:marBottom w:val="0"/>
          <w:divBdr>
            <w:top w:val="none" w:sz="0" w:space="0" w:color="auto"/>
            <w:left w:val="none" w:sz="0" w:space="0" w:color="auto"/>
            <w:bottom w:val="none" w:sz="0" w:space="0" w:color="auto"/>
            <w:right w:val="none" w:sz="0" w:space="0" w:color="auto"/>
          </w:divBdr>
        </w:div>
      </w:divsChild>
    </w:div>
    <w:div w:id="576864782">
      <w:bodyDiv w:val="1"/>
      <w:marLeft w:val="0"/>
      <w:marRight w:val="0"/>
      <w:marTop w:val="0"/>
      <w:marBottom w:val="0"/>
      <w:divBdr>
        <w:top w:val="none" w:sz="0" w:space="0" w:color="auto"/>
        <w:left w:val="none" w:sz="0" w:space="0" w:color="auto"/>
        <w:bottom w:val="none" w:sz="0" w:space="0" w:color="auto"/>
        <w:right w:val="none" w:sz="0" w:space="0" w:color="auto"/>
      </w:divBdr>
      <w:divsChild>
        <w:div w:id="795685799">
          <w:marLeft w:val="0"/>
          <w:marRight w:val="0"/>
          <w:marTop w:val="0"/>
          <w:marBottom w:val="0"/>
          <w:divBdr>
            <w:top w:val="none" w:sz="0" w:space="0" w:color="auto"/>
            <w:left w:val="none" w:sz="0" w:space="0" w:color="auto"/>
            <w:bottom w:val="none" w:sz="0" w:space="0" w:color="auto"/>
            <w:right w:val="none" w:sz="0" w:space="0" w:color="auto"/>
          </w:divBdr>
        </w:div>
      </w:divsChild>
    </w:div>
    <w:div w:id="580021412">
      <w:bodyDiv w:val="1"/>
      <w:marLeft w:val="0"/>
      <w:marRight w:val="0"/>
      <w:marTop w:val="0"/>
      <w:marBottom w:val="0"/>
      <w:divBdr>
        <w:top w:val="none" w:sz="0" w:space="0" w:color="auto"/>
        <w:left w:val="none" w:sz="0" w:space="0" w:color="auto"/>
        <w:bottom w:val="none" w:sz="0" w:space="0" w:color="auto"/>
        <w:right w:val="none" w:sz="0" w:space="0" w:color="auto"/>
      </w:divBdr>
      <w:divsChild>
        <w:div w:id="2000498031">
          <w:marLeft w:val="0"/>
          <w:marRight w:val="0"/>
          <w:marTop w:val="0"/>
          <w:marBottom w:val="0"/>
          <w:divBdr>
            <w:top w:val="none" w:sz="0" w:space="0" w:color="auto"/>
            <w:left w:val="none" w:sz="0" w:space="0" w:color="auto"/>
            <w:bottom w:val="none" w:sz="0" w:space="0" w:color="auto"/>
            <w:right w:val="none" w:sz="0" w:space="0" w:color="auto"/>
          </w:divBdr>
        </w:div>
      </w:divsChild>
    </w:div>
    <w:div w:id="588927636">
      <w:bodyDiv w:val="1"/>
      <w:marLeft w:val="0"/>
      <w:marRight w:val="0"/>
      <w:marTop w:val="0"/>
      <w:marBottom w:val="0"/>
      <w:divBdr>
        <w:top w:val="none" w:sz="0" w:space="0" w:color="auto"/>
        <w:left w:val="none" w:sz="0" w:space="0" w:color="auto"/>
        <w:bottom w:val="none" w:sz="0" w:space="0" w:color="auto"/>
        <w:right w:val="none" w:sz="0" w:space="0" w:color="auto"/>
      </w:divBdr>
      <w:divsChild>
        <w:div w:id="1413890547">
          <w:marLeft w:val="0"/>
          <w:marRight w:val="0"/>
          <w:marTop w:val="0"/>
          <w:marBottom w:val="0"/>
          <w:divBdr>
            <w:top w:val="none" w:sz="0" w:space="0" w:color="auto"/>
            <w:left w:val="none" w:sz="0" w:space="0" w:color="auto"/>
            <w:bottom w:val="none" w:sz="0" w:space="0" w:color="auto"/>
            <w:right w:val="none" w:sz="0" w:space="0" w:color="auto"/>
          </w:divBdr>
        </w:div>
      </w:divsChild>
    </w:div>
    <w:div w:id="591202113">
      <w:bodyDiv w:val="1"/>
      <w:marLeft w:val="0"/>
      <w:marRight w:val="0"/>
      <w:marTop w:val="0"/>
      <w:marBottom w:val="0"/>
      <w:divBdr>
        <w:top w:val="none" w:sz="0" w:space="0" w:color="auto"/>
        <w:left w:val="none" w:sz="0" w:space="0" w:color="auto"/>
        <w:bottom w:val="none" w:sz="0" w:space="0" w:color="auto"/>
        <w:right w:val="none" w:sz="0" w:space="0" w:color="auto"/>
      </w:divBdr>
      <w:divsChild>
        <w:div w:id="240261219">
          <w:marLeft w:val="0"/>
          <w:marRight w:val="0"/>
          <w:marTop w:val="0"/>
          <w:marBottom w:val="0"/>
          <w:divBdr>
            <w:top w:val="none" w:sz="0" w:space="0" w:color="auto"/>
            <w:left w:val="none" w:sz="0" w:space="0" w:color="auto"/>
            <w:bottom w:val="none" w:sz="0" w:space="0" w:color="auto"/>
            <w:right w:val="none" w:sz="0" w:space="0" w:color="auto"/>
          </w:divBdr>
        </w:div>
      </w:divsChild>
    </w:div>
    <w:div w:id="591203754">
      <w:bodyDiv w:val="1"/>
      <w:marLeft w:val="0"/>
      <w:marRight w:val="0"/>
      <w:marTop w:val="0"/>
      <w:marBottom w:val="0"/>
      <w:divBdr>
        <w:top w:val="none" w:sz="0" w:space="0" w:color="auto"/>
        <w:left w:val="none" w:sz="0" w:space="0" w:color="auto"/>
        <w:bottom w:val="none" w:sz="0" w:space="0" w:color="auto"/>
        <w:right w:val="none" w:sz="0" w:space="0" w:color="auto"/>
      </w:divBdr>
      <w:divsChild>
        <w:div w:id="21758453">
          <w:marLeft w:val="0"/>
          <w:marRight w:val="0"/>
          <w:marTop w:val="0"/>
          <w:marBottom w:val="0"/>
          <w:divBdr>
            <w:top w:val="none" w:sz="0" w:space="0" w:color="auto"/>
            <w:left w:val="none" w:sz="0" w:space="0" w:color="auto"/>
            <w:bottom w:val="none" w:sz="0" w:space="0" w:color="auto"/>
            <w:right w:val="none" w:sz="0" w:space="0" w:color="auto"/>
          </w:divBdr>
        </w:div>
      </w:divsChild>
    </w:div>
    <w:div w:id="593785692">
      <w:bodyDiv w:val="1"/>
      <w:marLeft w:val="0"/>
      <w:marRight w:val="0"/>
      <w:marTop w:val="0"/>
      <w:marBottom w:val="0"/>
      <w:divBdr>
        <w:top w:val="none" w:sz="0" w:space="0" w:color="auto"/>
        <w:left w:val="none" w:sz="0" w:space="0" w:color="auto"/>
        <w:bottom w:val="none" w:sz="0" w:space="0" w:color="auto"/>
        <w:right w:val="none" w:sz="0" w:space="0" w:color="auto"/>
      </w:divBdr>
    </w:div>
    <w:div w:id="601189990">
      <w:bodyDiv w:val="1"/>
      <w:marLeft w:val="0"/>
      <w:marRight w:val="0"/>
      <w:marTop w:val="0"/>
      <w:marBottom w:val="0"/>
      <w:divBdr>
        <w:top w:val="none" w:sz="0" w:space="0" w:color="auto"/>
        <w:left w:val="none" w:sz="0" w:space="0" w:color="auto"/>
        <w:bottom w:val="none" w:sz="0" w:space="0" w:color="auto"/>
        <w:right w:val="none" w:sz="0" w:space="0" w:color="auto"/>
      </w:divBdr>
      <w:divsChild>
        <w:div w:id="1780907822">
          <w:marLeft w:val="0"/>
          <w:marRight w:val="0"/>
          <w:marTop w:val="0"/>
          <w:marBottom w:val="0"/>
          <w:divBdr>
            <w:top w:val="none" w:sz="0" w:space="0" w:color="auto"/>
            <w:left w:val="none" w:sz="0" w:space="0" w:color="auto"/>
            <w:bottom w:val="none" w:sz="0" w:space="0" w:color="auto"/>
            <w:right w:val="none" w:sz="0" w:space="0" w:color="auto"/>
          </w:divBdr>
        </w:div>
      </w:divsChild>
    </w:div>
    <w:div w:id="603029165">
      <w:bodyDiv w:val="1"/>
      <w:marLeft w:val="0"/>
      <w:marRight w:val="0"/>
      <w:marTop w:val="0"/>
      <w:marBottom w:val="0"/>
      <w:divBdr>
        <w:top w:val="none" w:sz="0" w:space="0" w:color="auto"/>
        <w:left w:val="none" w:sz="0" w:space="0" w:color="auto"/>
        <w:bottom w:val="none" w:sz="0" w:space="0" w:color="auto"/>
        <w:right w:val="none" w:sz="0" w:space="0" w:color="auto"/>
      </w:divBdr>
      <w:divsChild>
        <w:div w:id="1565791958">
          <w:marLeft w:val="0"/>
          <w:marRight w:val="0"/>
          <w:marTop w:val="0"/>
          <w:marBottom w:val="0"/>
          <w:divBdr>
            <w:top w:val="none" w:sz="0" w:space="0" w:color="auto"/>
            <w:left w:val="none" w:sz="0" w:space="0" w:color="auto"/>
            <w:bottom w:val="none" w:sz="0" w:space="0" w:color="auto"/>
            <w:right w:val="none" w:sz="0" w:space="0" w:color="auto"/>
          </w:divBdr>
        </w:div>
      </w:divsChild>
    </w:div>
    <w:div w:id="612127654">
      <w:bodyDiv w:val="1"/>
      <w:marLeft w:val="0"/>
      <w:marRight w:val="0"/>
      <w:marTop w:val="0"/>
      <w:marBottom w:val="0"/>
      <w:divBdr>
        <w:top w:val="none" w:sz="0" w:space="0" w:color="auto"/>
        <w:left w:val="none" w:sz="0" w:space="0" w:color="auto"/>
        <w:bottom w:val="none" w:sz="0" w:space="0" w:color="auto"/>
        <w:right w:val="none" w:sz="0" w:space="0" w:color="auto"/>
      </w:divBdr>
    </w:div>
    <w:div w:id="614677214">
      <w:bodyDiv w:val="1"/>
      <w:marLeft w:val="0"/>
      <w:marRight w:val="0"/>
      <w:marTop w:val="0"/>
      <w:marBottom w:val="0"/>
      <w:divBdr>
        <w:top w:val="none" w:sz="0" w:space="0" w:color="auto"/>
        <w:left w:val="none" w:sz="0" w:space="0" w:color="auto"/>
        <w:bottom w:val="none" w:sz="0" w:space="0" w:color="auto"/>
        <w:right w:val="none" w:sz="0" w:space="0" w:color="auto"/>
      </w:divBdr>
      <w:divsChild>
        <w:div w:id="1462840074">
          <w:marLeft w:val="0"/>
          <w:marRight w:val="0"/>
          <w:marTop w:val="0"/>
          <w:marBottom w:val="0"/>
          <w:divBdr>
            <w:top w:val="none" w:sz="0" w:space="0" w:color="auto"/>
            <w:left w:val="none" w:sz="0" w:space="0" w:color="auto"/>
            <w:bottom w:val="none" w:sz="0" w:space="0" w:color="auto"/>
            <w:right w:val="none" w:sz="0" w:space="0" w:color="auto"/>
          </w:divBdr>
        </w:div>
      </w:divsChild>
    </w:div>
    <w:div w:id="614943508">
      <w:bodyDiv w:val="1"/>
      <w:marLeft w:val="0"/>
      <w:marRight w:val="0"/>
      <w:marTop w:val="0"/>
      <w:marBottom w:val="0"/>
      <w:divBdr>
        <w:top w:val="none" w:sz="0" w:space="0" w:color="auto"/>
        <w:left w:val="none" w:sz="0" w:space="0" w:color="auto"/>
        <w:bottom w:val="none" w:sz="0" w:space="0" w:color="auto"/>
        <w:right w:val="none" w:sz="0" w:space="0" w:color="auto"/>
      </w:divBdr>
      <w:divsChild>
        <w:div w:id="460733298">
          <w:marLeft w:val="0"/>
          <w:marRight w:val="0"/>
          <w:marTop w:val="0"/>
          <w:marBottom w:val="0"/>
          <w:divBdr>
            <w:top w:val="none" w:sz="0" w:space="0" w:color="auto"/>
            <w:left w:val="none" w:sz="0" w:space="0" w:color="auto"/>
            <w:bottom w:val="none" w:sz="0" w:space="0" w:color="auto"/>
            <w:right w:val="none" w:sz="0" w:space="0" w:color="auto"/>
          </w:divBdr>
          <w:divsChild>
            <w:div w:id="9472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80753">
      <w:bodyDiv w:val="1"/>
      <w:marLeft w:val="0"/>
      <w:marRight w:val="0"/>
      <w:marTop w:val="0"/>
      <w:marBottom w:val="0"/>
      <w:divBdr>
        <w:top w:val="none" w:sz="0" w:space="0" w:color="auto"/>
        <w:left w:val="none" w:sz="0" w:space="0" w:color="auto"/>
        <w:bottom w:val="none" w:sz="0" w:space="0" w:color="auto"/>
        <w:right w:val="none" w:sz="0" w:space="0" w:color="auto"/>
      </w:divBdr>
      <w:divsChild>
        <w:div w:id="484978555">
          <w:marLeft w:val="0"/>
          <w:marRight w:val="0"/>
          <w:marTop w:val="0"/>
          <w:marBottom w:val="0"/>
          <w:divBdr>
            <w:top w:val="none" w:sz="0" w:space="0" w:color="auto"/>
            <w:left w:val="none" w:sz="0" w:space="0" w:color="auto"/>
            <w:bottom w:val="none" w:sz="0" w:space="0" w:color="auto"/>
            <w:right w:val="none" w:sz="0" w:space="0" w:color="auto"/>
          </w:divBdr>
        </w:div>
      </w:divsChild>
    </w:div>
    <w:div w:id="616912826">
      <w:bodyDiv w:val="1"/>
      <w:marLeft w:val="0"/>
      <w:marRight w:val="0"/>
      <w:marTop w:val="0"/>
      <w:marBottom w:val="0"/>
      <w:divBdr>
        <w:top w:val="none" w:sz="0" w:space="0" w:color="auto"/>
        <w:left w:val="none" w:sz="0" w:space="0" w:color="auto"/>
        <w:bottom w:val="none" w:sz="0" w:space="0" w:color="auto"/>
        <w:right w:val="none" w:sz="0" w:space="0" w:color="auto"/>
      </w:divBdr>
      <w:divsChild>
        <w:div w:id="1426801426">
          <w:marLeft w:val="0"/>
          <w:marRight w:val="0"/>
          <w:marTop w:val="0"/>
          <w:marBottom w:val="0"/>
          <w:divBdr>
            <w:top w:val="none" w:sz="0" w:space="0" w:color="auto"/>
            <w:left w:val="none" w:sz="0" w:space="0" w:color="auto"/>
            <w:bottom w:val="none" w:sz="0" w:space="0" w:color="auto"/>
            <w:right w:val="none" w:sz="0" w:space="0" w:color="auto"/>
          </w:divBdr>
        </w:div>
      </w:divsChild>
    </w:div>
    <w:div w:id="618685862">
      <w:bodyDiv w:val="1"/>
      <w:marLeft w:val="0"/>
      <w:marRight w:val="0"/>
      <w:marTop w:val="0"/>
      <w:marBottom w:val="0"/>
      <w:divBdr>
        <w:top w:val="none" w:sz="0" w:space="0" w:color="auto"/>
        <w:left w:val="none" w:sz="0" w:space="0" w:color="auto"/>
        <w:bottom w:val="none" w:sz="0" w:space="0" w:color="auto"/>
        <w:right w:val="none" w:sz="0" w:space="0" w:color="auto"/>
      </w:divBdr>
    </w:div>
    <w:div w:id="618800443">
      <w:bodyDiv w:val="1"/>
      <w:marLeft w:val="0"/>
      <w:marRight w:val="0"/>
      <w:marTop w:val="0"/>
      <w:marBottom w:val="0"/>
      <w:divBdr>
        <w:top w:val="none" w:sz="0" w:space="0" w:color="auto"/>
        <w:left w:val="none" w:sz="0" w:space="0" w:color="auto"/>
        <w:bottom w:val="none" w:sz="0" w:space="0" w:color="auto"/>
        <w:right w:val="none" w:sz="0" w:space="0" w:color="auto"/>
      </w:divBdr>
      <w:divsChild>
        <w:div w:id="1265193757">
          <w:marLeft w:val="0"/>
          <w:marRight w:val="0"/>
          <w:marTop w:val="0"/>
          <w:marBottom w:val="0"/>
          <w:divBdr>
            <w:top w:val="none" w:sz="0" w:space="0" w:color="auto"/>
            <w:left w:val="none" w:sz="0" w:space="0" w:color="auto"/>
            <w:bottom w:val="none" w:sz="0" w:space="0" w:color="auto"/>
            <w:right w:val="none" w:sz="0" w:space="0" w:color="auto"/>
          </w:divBdr>
        </w:div>
      </w:divsChild>
    </w:div>
    <w:div w:id="630476243">
      <w:bodyDiv w:val="1"/>
      <w:marLeft w:val="0"/>
      <w:marRight w:val="0"/>
      <w:marTop w:val="0"/>
      <w:marBottom w:val="0"/>
      <w:divBdr>
        <w:top w:val="none" w:sz="0" w:space="0" w:color="auto"/>
        <w:left w:val="none" w:sz="0" w:space="0" w:color="auto"/>
        <w:bottom w:val="none" w:sz="0" w:space="0" w:color="auto"/>
        <w:right w:val="none" w:sz="0" w:space="0" w:color="auto"/>
      </w:divBdr>
    </w:div>
    <w:div w:id="631055242">
      <w:bodyDiv w:val="1"/>
      <w:marLeft w:val="0"/>
      <w:marRight w:val="0"/>
      <w:marTop w:val="0"/>
      <w:marBottom w:val="0"/>
      <w:divBdr>
        <w:top w:val="none" w:sz="0" w:space="0" w:color="auto"/>
        <w:left w:val="none" w:sz="0" w:space="0" w:color="auto"/>
        <w:bottom w:val="none" w:sz="0" w:space="0" w:color="auto"/>
        <w:right w:val="none" w:sz="0" w:space="0" w:color="auto"/>
      </w:divBdr>
      <w:divsChild>
        <w:div w:id="911349102">
          <w:marLeft w:val="0"/>
          <w:marRight w:val="0"/>
          <w:marTop w:val="0"/>
          <w:marBottom w:val="0"/>
          <w:divBdr>
            <w:top w:val="none" w:sz="0" w:space="0" w:color="auto"/>
            <w:left w:val="none" w:sz="0" w:space="0" w:color="auto"/>
            <w:bottom w:val="none" w:sz="0" w:space="0" w:color="auto"/>
            <w:right w:val="none" w:sz="0" w:space="0" w:color="auto"/>
          </w:divBdr>
        </w:div>
      </w:divsChild>
    </w:div>
    <w:div w:id="636833800">
      <w:bodyDiv w:val="1"/>
      <w:marLeft w:val="0"/>
      <w:marRight w:val="0"/>
      <w:marTop w:val="0"/>
      <w:marBottom w:val="0"/>
      <w:divBdr>
        <w:top w:val="none" w:sz="0" w:space="0" w:color="auto"/>
        <w:left w:val="none" w:sz="0" w:space="0" w:color="auto"/>
        <w:bottom w:val="none" w:sz="0" w:space="0" w:color="auto"/>
        <w:right w:val="none" w:sz="0" w:space="0" w:color="auto"/>
      </w:divBdr>
      <w:divsChild>
        <w:div w:id="727995956">
          <w:marLeft w:val="0"/>
          <w:marRight w:val="0"/>
          <w:marTop w:val="0"/>
          <w:marBottom w:val="0"/>
          <w:divBdr>
            <w:top w:val="none" w:sz="0" w:space="0" w:color="auto"/>
            <w:left w:val="none" w:sz="0" w:space="0" w:color="auto"/>
            <w:bottom w:val="none" w:sz="0" w:space="0" w:color="auto"/>
            <w:right w:val="none" w:sz="0" w:space="0" w:color="auto"/>
          </w:divBdr>
        </w:div>
      </w:divsChild>
    </w:div>
    <w:div w:id="640505776">
      <w:bodyDiv w:val="1"/>
      <w:marLeft w:val="0"/>
      <w:marRight w:val="0"/>
      <w:marTop w:val="0"/>
      <w:marBottom w:val="0"/>
      <w:divBdr>
        <w:top w:val="none" w:sz="0" w:space="0" w:color="auto"/>
        <w:left w:val="none" w:sz="0" w:space="0" w:color="auto"/>
        <w:bottom w:val="none" w:sz="0" w:space="0" w:color="auto"/>
        <w:right w:val="none" w:sz="0" w:space="0" w:color="auto"/>
      </w:divBdr>
      <w:divsChild>
        <w:div w:id="44455423">
          <w:marLeft w:val="0"/>
          <w:marRight w:val="0"/>
          <w:marTop w:val="0"/>
          <w:marBottom w:val="0"/>
          <w:divBdr>
            <w:top w:val="none" w:sz="0" w:space="0" w:color="auto"/>
            <w:left w:val="none" w:sz="0" w:space="0" w:color="auto"/>
            <w:bottom w:val="none" w:sz="0" w:space="0" w:color="auto"/>
            <w:right w:val="none" w:sz="0" w:space="0" w:color="auto"/>
          </w:divBdr>
        </w:div>
      </w:divsChild>
    </w:div>
    <w:div w:id="654795486">
      <w:bodyDiv w:val="1"/>
      <w:marLeft w:val="0"/>
      <w:marRight w:val="0"/>
      <w:marTop w:val="0"/>
      <w:marBottom w:val="0"/>
      <w:divBdr>
        <w:top w:val="none" w:sz="0" w:space="0" w:color="auto"/>
        <w:left w:val="none" w:sz="0" w:space="0" w:color="auto"/>
        <w:bottom w:val="none" w:sz="0" w:space="0" w:color="auto"/>
        <w:right w:val="none" w:sz="0" w:space="0" w:color="auto"/>
      </w:divBdr>
      <w:divsChild>
        <w:div w:id="298464404">
          <w:marLeft w:val="0"/>
          <w:marRight w:val="0"/>
          <w:marTop w:val="0"/>
          <w:marBottom w:val="0"/>
          <w:divBdr>
            <w:top w:val="none" w:sz="0" w:space="0" w:color="auto"/>
            <w:left w:val="none" w:sz="0" w:space="0" w:color="auto"/>
            <w:bottom w:val="none" w:sz="0" w:space="0" w:color="auto"/>
            <w:right w:val="none" w:sz="0" w:space="0" w:color="auto"/>
          </w:divBdr>
        </w:div>
      </w:divsChild>
    </w:div>
    <w:div w:id="660698280">
      <w:bodyDiv w:val="1"/>
      <w:marLeft w:val="0"/>
      <w:marRight w:val="0"/>
      <w:marTop w:val="0"/>
      <w:marBottom w:val="0"/>
      <w:divBdr>
        <w:top w:val="none" w:sz="0" w:space="0" w:color="auto"/>
        <w:left w:val="none" w:sz="0" w:space="0" w:color="auto"/>
        <w:bottom w:val="none" w:sz="0" w:space="0" w:color="auto"/>
        <w:right w:val="none" w:sz="0" w:space="0" w:color="auto"/>
      </w:divBdr>
      <w:divsChild>
        <w:div w:id="123472527">
          <w:marLeft w:val="0"/>
          <w:marRight w:val="0"/>
          <w:marTop w:val="0"/>
          <w:marBottom w:val="0"/>
          <w:divBdr>
            <w:top w:val="none" w:sz="0" w:space="0" w:color="auto"/>
            <w:left w:val="none" w:sz="0" w:space="0" w:color="auto"/>
            <w:bottom w:val="none" w:sz="0" w:space="0" w:color="auto"/>
            <w:right w:val="none" w:sz="0" w:space="0" w:color="auto"/>
          </w:divBdr>
        </w:div>
      </w:divsChild>
    </w:div>
    <w:div w:id="661197479">
      <w:bodyDiv w:val="1"/>
      <w:marLeft w:val="0"/>
      <w:marRight w:val="0"/>
      <w:marTop w:val="0"/>
      <w:marBottom w:val="0"/>
      <w:divBdr>
        <w:top w:val="none" w:sz="0" w:space="0" w:color="auto"/>
        <w:left w:val="none" w:sz="0" w:space="0" w:color="auto"/>
        <w:bottom w:val="none" w:sz="0" w:space="0" w:color="auto"/>
        <w:right w:val="none" w:sz="0" w:space="0" w:color="auto"/>
      </w:divBdr>
      <w:divsChild>
        <w:div w:id="990838895">
          <w:marLeft w:val="0"/>
          <w:marRight w:val="0"/>
          <w:marTop w:val="0"/>
          <w:marBottom w:val="0"/>
          <w:divBdr>
            <w:top w:val="none" w:sz="0" w:space="0" w:color="auto"/>
            <w:left w:val="none" w:sz="0" w:space="0" w:color="auto"/>
            <w:bottom w:val="none" w:sz="0" w:space="0" w:color="auto"/>
            <w:right w:val="none" w:sz="0" w:space="0" w:color="auto"/>
          </w:divBdr>
          <w:divsChild>
            <w:div w:id="15724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1519">
      <w:bodyDiv w:val="1"/>
      <w:marLeft w:val="0"/>
      <w:marRight w:val="0"/>
      <w:marTop w:val="0"/>
      <w:marBottom w:val="0"/>
      <w:divBdr>
        <w:top w:val="none" w:sz="0" w:space="0" w:color="auto"/>
        <w:left w:val="none" w:sz="0" w:space="0" w:color="auto"/>
        <w:bottom w:val="none" w:sz="0" w:space="0" w:color="auto"/>
        <w:right w:val="none" w:sz="0" w:space="0" w:color="auto"/>
      </w:divBdr>
      <w:divsChild>
        <w:div w:id="1834224098">
          <w:marLeft w:val="0"/>
          <w:marRight w:val="0"/>
          <w:marTop w:val="0"/>
          <w:marBottom w:val="0"/>
          <w:divBdr>
            <w:top w:val="none" w:sz="0" w:space="0" w:color="auto"/>
            <w:left w:val="none" w:sz="0" w:space="0" w:color="auto"/>
            <w:bottom w:val="none" w:sz="0" w:space="0" w:color="auto"/>
            <w:right w:val="none" w:sz="0" w:space="0" w:color="auto"/>
          </w:divBdr>
        </w:div>
      </w:divsChild>
    </w:div>
    <w:div w:id="665208662">
      <w:bodyDiv w:val="1"/>
      <w:marLeft w:val="0"/>
      <w:marRight w:val="0"/>
      <w:marTop w:val="0"/>
      <w:marBottom w:val="0"/>
      <w:divBdr>
        <w:top w:val="none" w:sz="0" w:space="0" w:color="auto"/>
        <w:left w:val="none" w:sz="0" w:space="0" w:color="auto"/>
        <w:bottom w:val="none" w:sz="0" w:space="0" w:color="auto"/>
        <w:right w:val="none" w:sz="0" w:space="0" w:color="auto"/>
      </w:divBdr>
      <w:divsChild>
        <w:div w:id="1020011036">
          <w:marLeft w:val="0"/>
          <w:marRight w:val="0"/>
          <w:marTop w:val="0"/>
          <w:marBottom w:val="0"/>
          <w:divBdr>
            <w:top w:val="none" w:sz="0" w:space="0" w:color="auto"/>
            <w:left w:val="none" w:sz="0" w:space="0" w:color="auto"/>
            <w:bottom w:val="none" w:sz="0" w:space="0" w:color="auto"/>
            <w:right w:val="none" w:sz="0" w:space="0" w:color="auto"/>
          </w:divBdr>
        </w:div>
      </w:divsChild>
    </w:div>
    <w:div w:id="667637700">
      <w:bodyDiv w:val="1"/>
      <w:marLeft w:val="0"/>
      <w:marRight w:val="0"/>
      <w:marTop w:val="0"/>
      <w:marBottom w:val="0"/>
      <w:divBdr>
        <w:top w:val="none" w:sz="0" w:space="0" w:color="auto"/>
        <w:left w:val="none" w:sz="0" w:space="0" w:color="auto"/>
        <w:bottom w:val="none" w:sz="0" w:space="0" w:color="auto"/>
        <w:right w:val="none" w:sz="0" w:space="0" w:color="auto"/>
      </w:divBdr>
      <w:divsChild>
        <w:div w:id="1567837327">
          <w:marLeft w:val="0"/>
          <w:marRight w:val="0"/>
          <w:marTop w:val="0"/>
          <w:marBottom w:val="0"/>
          <w:divBdr>
            <w:top w:val="none" w:sz="0" w:space="0" w:color="auto"/>
            <w:left w:val="none" w:sz="0" w:space="0" w:color="auto"/>
            <w:bottom w:val="none" w:sz="0" w:space="0" w:color="auto"/>
            <w:right w:val="none" w:sz="0" w:space="0" w:color="auto"/>
          </w:divBdr>
        </w:div>
      </w:divsChild>
    </w:div>
    <w:div w:id="671643168">
      <w:bodyDiv w:val="1"/>
      <w:marLeft w:val="0"/>
      <w:marRight w:val="0"/>
      <w:marTop w:val="0"/>
      <w:marBottom w:val="0"/>
      <w:divBdr>
        <w:top w:val="none" w:sz="0" w:space="0" w:color="auto"/>
        <w:left w:val="none" w:sz="0" w:space="0" w:color="auto"/>
        <w:bottom w:val="none" w:sz="0" w:space="0" w:color="auto"/>
        <w:right w:val="none" w:sz="0" w:space="0" w:color="auto"/>
      </w:divBdr>
      <w:divsChild>
        <w:div w:id="407387735">
          <w:marLeft w:val="0"/>
          <w:marRight w:val="0"/>
          <w:marTop w:val="0"/>
          <w:marBottom w:val="0"/>
          <w:divBdr>
            <w:top w:val="none" w:sz="0" w:space="0" w:color="auto"/>
            <w:left w:val="none" w:sz="0" w:space="0" w:color="auto"/>
            <w:bottom w:val="none" w:sz="0" w:space="0" w:color="auto"/>
            <w:right w:val="none" w:sz="0" w:space="0" w:color="auto"/>
          </w:divBdr>
        </w:div>
      </w:divsChild>
    </w:div>
    <w:div w:id="671832075">
      <w:bodyDiv w:val="1"/>
      <w:marLeft w:val="0"/>
      <w:marRight w:val="0"/>
      <w:marTop w:val="0"/>
      <w:marBottom w:val="0"/>
      <w:divBdr>
        <w:top w:val="none" w:sz="0" w:space="0" w:color="auto"/>
        <w:left w:val="none" w:sz="0" w:space="0" w:color="auto"/>
        <w:bottom w:val="none" w:sz="0" w:space="0" w:color="auto"/>
        <w:right w:val="none" w:sz="0" w:space="0" w:color="auto"/>
      </w:divBdr>
    </w:div>
    <w:div w:id="675764447">
      <w:bodyDiv w:val="1"/>
      <w:marLeft w:val="0"/>
      <w:marRight w:val="0"/>
      <w:marTop w:val="0"/>
      <w:marBottom w:val="0"/>
      <w:divBdr>
        <w:top w:val="none" w:sz="0" w:space="0" w:color="auto"/>
        <w:left w:val="none" w:sz="0" w:space="0" w:color="auto"/>
        <w:bottom w:val="none" w:sz="0" w:space="0" w:color="auto"/>
        <w:right w:val="none" w:sz="0" w:space="0" w:color="auto"/>
      </w:divBdr>
      <w:divsChild>
        <w:div w:id="1333870134">
          <w:marLeft w:val="0"/>
          <w:marRight w:val="0"/>
          <w:marTop w:val="0"/>
          <w:marBottom w:val="0"/>
          <w:divBdr>
            <w:top w:val="none" w:sz="0" w:space="0" w:color="auto"/>
            <w:left w:val="none" w:sz="0" w:space="0" w:color="auto"/>
            <w:bottom w:val="none" w:sz="0" w:space="0" w:color="auto"/>
            <w:right w:val="none" w:sz="0" w:space="0" w:color="auto"/>
          </w:divBdr>
        </w:div>
      </w:divsChild>
    </w:div>
    <w:div w:id="676928528">
      <w:bodyDiv w:val="1"/>
      <w:marLeft w:val="0"/>
      <w:marRight w:val="0"/>
      <w:marTop w:val="0"/>
      <w:marBottom w:val="0"/>
      <w:divBdr>
        <w:top w:val="none" w:sz="0" w:space="0" w:color="auto"/>
        <w:left w:val="none" w:sz="0" w:space="0" w:color="auto"/>
        <w:bottom w:val="none" w:sz="0" w:space="0" w:color="auto"/>
        <w:right w:val="none" w:sz="0" w:space="0" w:color="auto"/>
      </w:divBdr>
      <w:divsChild>
        <w:div w:id="1430084562">
          <w:marLeft w:val="0"/>
          <w:marRight w:val="0"/>
          <w:marTop w:val="0"/>
          <w:marBottom w:val="0"/>
          <w:divBdr>
            <w:top w:val="none" w:sz="0" w:space="0" w:color="auto"/>
            <w:left w:val="none" w:sz="0" w:space="0" w:color="auto"/>
            <w:bottom w:val="none" w:sz="0" w:space="0" w:color="auto"/>
            <w:right w:val="none" w:sz="0" w:space="0" w:color="auto"/>
          </w:divBdr>
        </w:div>
      </w:divsChild>
    </w:div>
    <w:div w:id="677460153">
      <w:bodyDiv w:val="1"/>
      <w:marLeft w:val="0"/>
      <w:marRight w:val="0"/>
      <w:marTop w:val="0"/>
      <w:marBottom w:val="0"/>
      <w:divBdr>
        <w:top w:val="none" w:sz="0" w:space="0" w:color="auto"/>
        <w:left w:val="none" w:sz="0" w:space="0" w:color="auto"/>
        <w:bottom w:val="none" w:sz="0" w:space="0" w:color="auto"/>
        <w:right w:val="none" w:sz="0" w:space="0" w:color="auto"/>
      </w:divBdr>
      <w:divsChild>
        <w:div w:id="587691094">
          <w:marLeft w:val="0"/>
          <w:marRight w:val="0"/>
          <w:marTop w:val="0"/>
          <w:marBottom w:val="0"/>
          <w:divBdr>
            <w:top w:val="none" w:sz="0" w:space="0" w:color="auto"/>
            <w:left w:val="none" w:sz="0" w:space="0" w:color="auto"/>
            <w:bottom w:val="none" w:sz="0" w:space="0" w:color="auto"/>
            <w:right w:val="none" w:sz="0" w:space="0" w:color="auto"/>
          </w:divBdr>
        </w:div>
      </w:divsChild>
    </w:div>
    <w:div w:id="682317530">
      <w:bodyDiv w:val="1"/>
      <w:marLeft w:val="0"/>
      <w:marRight w:val="0"/>
      <w:marTop w:val="0"/>
      <w:marBottom w:val="0"/>
      <w:divBdr>
        <w:top w:val="none" w:sz="0" w:space="0" w:color="auto"/>
        <w:left w:val="none" w:sz="0" w:space="0" w:color="auto"/>
        <w:bottom w:val="none" w:sz="0" w:space="0" w:color="auto"/>
        <w:right w:val="none" w:sz="0" w:space="0" w:color="auto"/>
      </w:divBdr>
    </w:div>
    <w:div w:id="683898602">
      <w:bodyDiv w:val="1"/>
      <w:marLeft w:val="0"/>
      <w:marRight w:val="0"/>
      <w:marTop w:val="0"/>
      <w:marBottom w:val="0"/>
      <w:divBdr>
        <w:top w:val="none" w:sz="0" w:space="0" w:color="auto"/>
        <w:left w:val="none" w:sz="0" w:space="0" w:color="auto"/>
        <w:bottom w:val="none" w:sz="0" w:space="0" w:color="auto"/>
        <w:right w:val="none" w:sz="0" w:space="0" w:color="auto"/>
      </w:divBdr>
      <w:divsChild>
        <w:div w:id="210775294">
          <w:marLeft w:val="0"/>
          <w:marRight w:val="0"/>
          <w:marTop w:val="0"/>
          <w:marBottom w:val="0"/>
          <w:divBdr>
            <w:top w:val="none" w:sz="0" w:space="0" w:color="auto"/>
            <w:left w:val="none" w:sz="0" w:space="0" w:color="auto"/>
            <w:bottom w:val="none" w:sz="0" w:space="0" w:color="auto"/>
            <w:right w:val="none" w:sz="0" w:space="0" w:color="auto"/>
          </w:divBdr>
        </w:div>
      </w:divsChild>
    </w:div>
    <w:div w:id="684093273">
      <w:bodyDiv w:val="1"/>
      <w:marLeft w:val="0"/>
      <w:marRight w:val="0"/>
      <w:marTop w:val="0"/>
      <w:marBottom w:val="0"/>
      <w:divBdr>
        <w:top w:val="none" w:sz="0" w:space="0" w:color="auto"/>
        <w:left w:val="none" w:sz="0" w:space="0" w:color="auto"/>
        <w:bottom w:val="none" w:sz="0" w:space="0" w:color="auto"/>
        <w:right w:val="none" w:sz="0" w:space="0" w:color="auto"/>
      </w:divBdr>
      <w:divsChild>
        <w:div w:id="2052683945">
          <w:marLeft w:val="0"/>
          <w:marRight w:val="0"/>
          <w:marTop w:val="0"/>
          <w:marBottom w:val="0"/>
          <w:divBdr>
            <w:top w:val="none" w:sz="0" w:space="0" w:color="auto"/>
            <w:left w:val="none" w:sz="0" w:space="0" w:color="auto"/>
            <w:bottom w:val="none" w:sz="0" w:space="0" w:color="auto"/>
            <w:right w:val="none" w:sz="0" w:space="0" w:color="auto"/>
          </w:divBdr>
        </w:div>
      </w:divsChild>
    </w:div>
    <w:div w:id="684988061">
      <w:bodyDiv w:val="1"/>
      <w:marLeft w:val="0"/>
      <w:marRight w:val="0"/>
      <w:marTop w:val="0"/>
      <w:marBottom w:val="0"/>
      <w:divBdr>
        <w:top w:val="none" w:sz="0" w:space="0" w:color="auto"/>
        <w:left w:val="none" w:sz="0" w:space="0" w:color="auto"/>
        <w:bottom w:val="none" w:sz="0" w:space="0" w:color="auto"/>
        <w:right w:val="none" w:sz="0" w:space="0" w:color="auto"/>
      </w:divBdr>
      <w:divsChild>
        <w:div w:id="383795335">
          <w:marLeft w:val="0"/>
          <w:marRight w:val="0"/>
          <w:marTop w:val="0"/>
          <w:marBottom w:val="0"/>
          <w:divBdr>
            <w:top w:val="none" w:sz="0" w:space="0" w:color="auto"/>
            <w:left w:val="none" w:sz="0" w:space="0" w:color="auto"/>
            <w:bottom w:val="none" w:sz="0" w:space="0" w:color="auto"/>
            <w:right w:val="none" w:sz="0" w:space="0" w:color="auto"/>
          </w:divBdr>
        </w:div>
      </w:divsChild>
    </w:div>
    <w:div w:id="693842821">
      <w:bodyDiv w:val="1"/>
      <w:marLeft w:val="0"/>
      <w:marRight w:val="0"/>
      <w:marTop w:val="0"/>
      <w:marBottom w:val="0"/>
      <w:divBdr>
        <w:top w:val="none" w:sz="0" w:space="0" w:color="auto"/>
        <w:left w:val="none" w:sz="0" w:space="0" w:color="auto"/>
        <w:bottom w:val="none" w:sz="0" w:space="0" w:color="auto"/>
        <w:right w:val="none" w:sz="0" w:space="0" w:color="auto"/>
      </w:divBdr>
    </w:div>
    <w:div w:id="695086094">
      <w:bodyDiv w:val="1"/>
      <w:marLeft w:val="0"/>
      <w:marRight w:val="0"/>
      <w:marTop w:val="0"/>
      <w:marBottom w:val="0"/>
      <w:divBdr>
        <w:top w:val="none" w:sz="0" w:space="0" w:color="auto"/>
        <w:left w:val="none" w:sz="0" w:space="0" w:color="auto"/>
        <w:bottom w:val="none" w:sz="0" w:space="0" w:color="auto"/>
        <w:right w:val="none" w:sz="0" w:space="0" w:color="auto"/>
      </w:divBdr>
      <w:divsChild>
        <w:div w:id="1536430059">
          <w:marLeft w:val="0"/>
          <w:marRight w:val="0"/>
          <w:marTop w:val="0"/>
          <w:marBottom w:val="0"/>
          <w:divBdr>
            <w:top w:val="none" w:sz="0" w:space="0" w:color="auto"/>
            <w:left w:val="none" w:sz="0" w:space="0" w:color="auto"/>
            <w:bottom w:val="none" w:sz="0" w:space="0" w:color="auto"/>
            <w:right w:val="none" w:sz="0" w:space="0" w:color="auto"/>
          </w:divBdr>
        </w:div>
      </w:divsChild>
    </w:div>
    <w:div w:id="703674554">
      <w:bodyDiv w:val="1"/>
      <w:marLeft w:val="0"/>
      <w:marRight w:val="0"/>
      <w:marTop w:val="0"/>
      <w:marBottom w:val="0"/>
      <w:divBdr>
        <w:top w:val="none" w:sz="0" w:space="0" w:color="auto"/>
        <w:left w:val="none" w:sz="0" w:space="0" w:color="auto"/>
        <w:bottom w:val="none" w:sz="0" w:space="0" w:color="auto"/>
        <w:right w:val="none" w:sz="0" w:space="0" w:color="auto"/>
      </w:divBdr>
      <w:divsChild>
        <w:div w:id="640235378">
          <w:marLeft w:val="0"/>
          <w:marRight w:val="0"/>
          <w:marTop w:val="0"/>
          <w:marBottom w:val="0"/>
          <w:divBdr>
            <w:top w:val="none" w:sz="0" w:space="0" w:color="auto"/>
            <w:left w:val="none" w:sz="0" w:space="0" w:color="auto"/>
            <w:bottom w:val="none" w:sz="0" w:space="0" w:color="auto"/>
            <w:right w:val="none" w:sz="0" w:space="0" w:color="auto"/>
          </w:divBdr>
        </w:div>
      </w:divsChild>
    </w:div>
    <w:div w:id="705451723">
      <w:bodyDiv w:val="1"/>
      <w:marLeft w:val="0"/>
      <w:marRight w:val="0"/>
      <w:marTop w:val="0"/>
      <w:marBottom w:val="0"/>
      <w:divBdr>
        <w:top w:val="none" w:sz="0" w:space="0" w:color="auto"/>
        <w:left w:val="none" w:sz="0" w:space="0" w:color="auto"/>
        <w:bottom w:val="none" w:sz="0" w:space="0" w:color="auto"/>
        <w:right w:val="none" w:sz="0" w:space="0" w:color="auto"/>
      </w:divBdr>
      <w:divsChild>
        <w:div w:id="290134189">
          <w:marLeft w:val="0"/>
          <w:marRight w:val="0"/>
          <w:marTop w:val="0"/>
          <w:marBottom w:val="0"/>
          <w:divBdr>
            <w:top w:val="none" w:sz="0" w:space="0" w:color="auto"/>
            <w:left w:val="none" w:sz="0" w:space="0" w:color="auto"/>
            <w:bottom w:val="none" w:sz="0" w:space="0" w:color="auto"/>
            <w:right w:val="none" w:sz="0" w:space="0" w:color="auto"/>
          </w:divBdr>
        </w:div>
      </w:divsChild>
    </w:div>
    <w:div w:id="708147435">
      <w:bodyDiv w:val="1"/>
      <w:marLeft w:val="0"/>
      <w:marRight w:val="0"/>
      <w:marTop w:val="0"/>
      <w:marBottom w:val="0"/>
      <w:divBdr>
        <w:top w:val="none" w:sz="0" w:space="0" w:color="auto"/>
        <w:left w:val="none" w:sz="0" w:space="0" w:color="auto"/>
        <w:bottom w:val="none" w:sz="0" w:space="0" w:color="auto"/>
        <w:right w:val="none" w:sz="0" w:space="0" w:color="auto"/>
      </w:divBdr>
      <w:divsChild>
        <w:div w:id="896817836">
          <w:marLeft w:val="0"/>
          <w:marRight w:val="0"/>
          <w:marTop w:val="0"/>
          <w:marBottom w:val="0"/>
          <w:divBdr>
            <w:top w:val="none" w:sz="0" w:space="0" w:color="auto"/>
            <w:left w:val="none" w:sz="0" w:space="0" w:color="auto"/>
            <w:bottom w:val="none" w:sz="0" w:space="0" w:color="auto"/>
            <w:right w:val="none" w:sz="0" w:space="0" w:color="auto"/>
          </w:divBdr>
        </w:div>
      </w:divsChild>
    </w:div>
    <w:div w:id="710153883">
      <w:bodyDiv w:val="1"/>
      <w:marLeft w:val="0"/>
      <w:marRight w:val="0"/>
      <w:marTop w:val="0"/>
      <w:marBottom w:val="0"/>
      <w:divBdr>
        <w:top w:val="none" w:sz="0" w:space="0" w:color="auto"/>
        <w:left w:val="none" w:sz="0" w:space="0" w:color="auto"/>
        <w:bottom w:val="none" w:sz="0" w:space="0" w:color="auto"/>
        <w:right w:val="none" w:sz="0" w:space="0" w:color="auto"/>
      </w:divBdr>
      <w:divsChild>
        <w:div w:id="2002083060">
          <w:marLeft w:val="0"/>
          <w:marRight w:val="0"/>
          <w:marTop w:val="0"/>
          <w:marBottom w:val="0"/>
          <w:divBdr>
            <w:top w:val="none" w:sz="0" w:space="0" w:color="auto"/>
            <w:left w:val="none" w:sz="0" w:space="0" w:color="auto"/>
            <w:bottom w:val="none" w:sz="0" w:space="0" w:color="auto"/>
            <w:right w:val="none" w:sz="0" w:space="0" w:color="auto"/>
          </w:divBdr>
        </w:div>
      </w:divsChild>
    </w:div>
    <w:div w:id="714230533">
      <w:bodyDiv w:val="1"/>
      <w:marLeft w:val="0"/>
      <w:marRight w:val="0"/>
      <w:marTop w:val="0"/>
      <w:marBottom w:val="0"/>
      <w:divBdr>
        <w:top w:val="none" w:sz="0" w:space="0" w:color="auto"/>
        <w:left w:val="none" w:sz="0" w:space="0" w:color="auto"/>
        <w:bottom w:val="none" w:sz="0" w:space="0" w:color="auto"/>
        <w:right w:val="none" w:sz="0" w:space="0" w:color="auto"/>
      </w:divBdr>
      <w:divsChild>
        <w:div w:id="368727264">
          <w:marLeft w:val="0"/>
          <w:marRight w:val="0"/>
          <w:marTop w:val="0"/>
          <w:marBottom w:val="0"/>
          <w:divBdr>
            <w:top w:val="none" w:sz="0" w:space="0" w:color="auto"/>
            <w:left w:val="none" w:sz="0" w:space="0" w:color="auto"/>
            <w:bottom w:val="none" w:sz="0" w:space="0" w:color="auto"/>
            <w:right w:val="none" w:sz="0" w:space="0" w:color="auto"/>
          </w:divBdr>
        </w:div>
      </w:divsChild>
    </w:div>
    <w:div w:id="717437316">
      <w:bodyDiv w:val="1"/>
      <w:marLeft w:val="0"/>
      <w:marRight w:val="0"/>
      <w:marTop w:val="0"/>
      <w:marBottom w:val="0"/>
      <w:divBdr>
        <w:top w:val="none" w:sz="0" w:space="0" w:color="auto"/>
        <w:left w:val="none" w:sz="0" w:space="0" w:color="auto"/>
        <w:bottom w:val="none" w:sz="0" w:space="0" w:color="auto"/>
        <w:right w:val="none" w:sz="0" w:space="0" w:color="auto"/>
      </w:divBdr>
      <w:divsChild>
        <w:div w:id="1125655415">
          <w:marLeft w:val="0"/>
          <w:marRight w:val="0"/>
          <w:marTop w:val="0"/>
          <w:marBottom w:val="0"/>
          <w:divBdr>
            <w:top w:val="none" w:sz="0" w:space="0" w:color="auto"/>
            <w:left w:val="none" w:sz="0" w:space="0" w:color="auto"/>
            <w:bottom w:val="none" w:sz="0" w:space="0" w:color="auto"/>
            <w:right w:val="none" w:sz="0" w:space="0" w:color="auto"/>
          </w:divBdr>
        </w:div>
      </w:divsChild>
    </w:div>
    <w:div w:id="722408832">
      <w:bodyDiv w:val="1"/>
      <w:marLeft w:val="0"/>
      <w:marRight w:val="0"/>
      <w:marTop w:val="0"/>
      <w:marBottom w:val="0"/>
      <w:divBdr>
        <w:top w:val="none" w:sz="0" w:space="0" w:color="auto"/>
        <w:left w:val="none" w:sz="0" w:space="0" w:color="auto"/>
        <w:bottom w:val="none" w:sz="0" w:space="0" w:color="auto"/>
        <w:right w:val="none" w:sz="0" w:space="0" w:color="auto"/>
      </w:divBdr>
    </w:div>
    <w:div w:id="723675373">
      <w:bodyDiv w:val="1"/>
      <w:marLeft w:val="0"/>
      <w:marRight w:val="0"/>
      <w:marTop w:val="0"/>
      <w:marBottom w:val="0"/>
      <w:divBdr>
        <w:top w:val="none" w:sz="0" w:space="0" w:color="auto"/>
        <w:left w:val="none" w:sz="0" w:space="0" w:color="auto"/>
        <w:bottom w:val="none" w:sz="0" w:space="0" w:color="auto"/>
        <w:right w:val="none" w:sz="0" w:space="0" w:color="auto"/>
      </w:divBdr>
      <w:divsChild>
        <w:div w:id="2072145872">
          <w:marLeft w:val="0"/>
          <w:marRight w:val="0"/>
          <w:marTop w:val="0"/>
          <w:marBottom w:val="0"/>
          <w:divBdr>
            <w:top w:val="none" w:sz="0" w:space="0" w:color="auto"/>
            <w:left w:val="none" w:sz="0" w:space="0" w:color="auto"/>
            <w:bottom w:val="none" w:sz="0" w:space="0" w:color="auto"/>
            <w:right w:val="none" w:sz="0" w:space="0" w:color="auto"/>
          </w:divBdr>
        </w:div>
      </w:divsChild>
    </w:div>
    <w:div w:id="729420441">
      <w:bodyDiv w:val="1"/>
      <w:marLeft w:val="0"/>
      <w:marRight w:val="0"/>
      <w:marTop w:val="0"/>
      <w:marBottom w:val="0"/>
      <w:divBdr>
        <w:top w:val="none" w:sz="0" w:space="0" w:color="auto"/>
        <w:left w:val="none" w:sz="0" w:space="0" w:color="auto"/>
        <w:bottom w:val="none" w:sz="0" w:space="0" w:color="auto"/>
        <w:right w:val="none" w:sz="0" w:space="0" w:color="auto"/>
      </w:divBdr>
    </w:div>
    <w:div w:id="734744773">
      <w:bodyDiv w:val="1"/>
      <w:marLeft w:val="0"/>
      <w:marRight w:val="0"/>
      <w:marTop w:val="0"/>
      <w:marBottom w:val="0"/>
      <w:divBdr>
        <w:top w:val="none" w:sz="0" w:space="0" w:color="auto"/>
        <w:left w:val="none" w:sz="0" w:space="0" w:color="auto"/>
        <w:bottom w:val="none" w:sz="0" w:space="0" w:color="auto"/>
        <w:right w:val="none" w:sz="0" w:space="0" w:color="auto"/>
      </w:divBdr>
      <w:divsChild>
        <w:div w:id="2019573352">
          <w:marLeft w:val="0"/>
          <w:marRight w:val="0"/>
          <w:marTop w:val="0"/>
          <w:marBottom w:val="0"/>
          <w:divBdr>
            <w:top w:val="none" w:sz="0" w:space="0" w:color="auto"/>
            <w:left w:val="none" w:sz="0" w:space="0" w:color="auto"/>
            <w:bottom w:val="none" w:sz="0" w:space="0" w:color="auto"/>
            <w:right w:val="none" w:sz="0" w:space="0" w:color="auto"/>
          </w:divBdr>
        </w:div>
      </w:divsChild>
    </w:div>
    <w:div w:id="739443192">
      <w:bodyDiv w:val="1"/>
      <w:marLeft w:val="0"/>
      <w:marRight w:val="0"/>
      <w:marTop w:val="0"/>
      <w:marBottom w:val="0"/>
      <w:divBdr>
        <w:top w:val="none" w:sz="0" w:space="0" w:color="auto"/>
        <w:left w:val="none" w:sz="0" w:space="0" w:color="auto"/>
        <w:bottom w:val="none" w:sz="0" w:space="0" w:color="auto"/>
        <w:right w:val="none" w:sz="0" w:space="0" w:color="auto"/>
      </w:divBdr>
      <w:divsChild>
        <w:div w:id="1736660168">
          <w:marLeft w:val="0"/>
          <w:marRight w:val="0"/>
          <w:marTop w:val="0"/>
          <w:marBottom w:val="0"/>
          <w:divBdr>
            <w:top w:val="none" w:sz="0" w:space="0" w:color="auto"/>
            <w:left w:val="none" w:sz="0" w:space="0" w:color="auto"/>
            <w:bottom w:val="none" w:sz="0" w:space="0" w:color="auto"/>
            <w:right w:val="none" w:sz="0" w:space="0" w:color="auto"/>
          </w:divBdr>
        </w:div>
      </w:divsChild>
    </w:div>
    <w:div w:id="742483270">
      <w:bodyDiv w:val="1"/>
      <w:marLeft w:val="0"/>
      <w:marRight w:val="0"/>
      <w:marTop w:val="0"/>
      <w:marBottom w:val="0"/>
      <w:divBdr>
        <w:top w:val="none" w:sz="0" w:space="0" w:color="auto"/>
        <w:left w:val="none" w:sz="0" w:space="0" w:color="auto"/>
        <w:bottom w:val="none" w:sz="0" w:space="0" w:color="auto"/>
        <w:right w:val="none" w:sz="0" w:space="0" w:color="auto"/>
      </w:divBdr>
      <w:divsChild>
        <w:div w:id="1807627455">
          <w:marLeft w:val="0"/>
          <w:marRight w:val="0"/>
          <w:marTop w:val="0"/>
          <w:marBottom w:val="0"/>
          <w:divBdr>
            <w:top w:val="none" w:sz="0" w:space="0" w:color="auto"/>
            <w:left w:val="none" w:sz="0" w:space="0" w:color="auto"/>
            <w:bottom w:val="none" w:sz="0" w:space="0" w:color="auto"/>
            <w:right w:val="none" w:sz="0" w:space="0" w:color="auto"/>
          </w:divBdr>
        </w:div>
      </w:divsChild>
    </w:div>
    <w:div w:id="743601681">
      <w:bodyDiv w:val="1"/>
      <w:marLeft w:val="0"/>
      <w:marRight w:val="0"/>
      <w:marTop w:val="0"/>
      <w:marBottom w:val="0"/>
      <w:divBdr>
        <w:top w:val="none" w:sz="0" w:space="0" w:color="auto"/>
        <w:left w:val="none" w:sz="0" w:space="0" w:color="auto"/>
        <w:bottom w:val="none" w:sz="0" w:space="0" w:color="auto"/>
        <w:right w:val="none" w:sz="0" w:space="0" w:color="auto"/>
      </w:divBdr>
      <w:divsChild>
        <w:div w:id="220487438">
          <w:marLeft w:val="0"/>
          <w:marRight w:val="0"/>
          <w:marTop w:val="0"/>
          <w:marBottom w:val="0"/>
          <w:divBdr>
            <w:top w:val="none" w:sz="0" w:space="0" w:color="auto"/>
            <w:left w:val="none" w:sz="0" w:space="0" w:color="auto"/>
            <w:bottom w:val="none" w:sz="0" w:space="0" w:color="auto"/>
            <w:right w:val="none" w:sz="0" w:space="0" w:color="auto"/>
          </w:divBdr>
        </w:div>
        <w:div w:id="394619991">
          <w:marLeft w:val="0"/>
          <w:marRight w:val="0"/>
          <w:marTop w:val="0"/>
          <w:marBottom w:val="0"/>
          <w:divBdr>
            <w:top w:val="none" w:sz="0" w:space="0" w:color="auto"/>
            <w:left w:val="none" w:sz="0" w:space="0" w:color="auto"/>
            <w:bottom w:val="none" w:sz="0" w:space="0" w:color="auto"/>
            <w:right w:val="none" w:sz="0" w:space="0" w:color="auto"/>
          </w:divBdr>
        </w:div>
        <w:div w:id="636377757">
          <w:marLeft w:val="0"/>
          <w:marRight w:val="0"/>
          <w:marTop w:val="0"/>
          <w:marBottom w:val="0"/>
          <w:divBdr>
            <w:top w:val="none" w:sz="0" w:space="0" w:color="auto"/>
            <w:left w:val="none" w:sz="0" w:space="0" w:color="auto"/>
            <w:bottom w:val="none" w:sz="0" w:space="0" w:color="auto"/>
            <w:right w:val="none" w:sz="0" w:space="0" w:color="auto"/>
          </w:divBdr>
        </w:div>
        <w:div w:id="1370491079">
          <w:marLeft w:val="0"/>
          <w:marRight w:val="0"/>
          <w:marTop w:val="0"/>
          <w:marBottom w:val="0"/>
          <w:divBdr>
            <w:top w:val="none" w:sz="0" w:space="0" w:color="auto"/>
            <w:left w:val="none" w:sz="0" w:space="0" w:color="auto"/>
            <w:bottom w:val="none" w:sz="0" w:space="0" w:color="auto"/>
            <w:right w:val="none" w:sz="0" w:space="0" w:color="auto"/>
          </w:divBdr>
        </w:div>
        <w:div w:id="1659572169">
          <w:marLeft w:val="0"/>
          <w:marRight w:val="0"/>
          <w:marTop w:val="0"/>
          <w:marBottom w:val="0"/>
          <w:divBdr>
            <w:top w:val="none" w:sz="0" w:space="0" w:color="auto"/>
            <w:left w:val="none" w:sz="0" w:space="0" w:color="auto"/>
            <w:bottom w:val="none" w:sz="0" w:space="0" w:color="auto"/>
            <w:right w:val="none" w:sz="0" w:space="0" w:color="auto"/>
          </w:divBdr>
        </w:div>
        <w:div w:id="1936860780">
          <w:marLeft w:val="0"/>
          <w:marRight w:val="0"/>
          <w:marTop w:val="0"/>
          <w:marBottom w:val="0"/>
          <w:divBdr>
            <w:top w:val="none" w:sz="0" w:space="0" w:color="auto"/>
            <w:left w:val="none" w:sz="0" w:space="0" w:color="auto"/>
            <w:bottom w:val="none" w:sz="0" w:space="0" w:color="auto"/>
            <w:right w:val="none" w:sz="0" w:space="0" w:color="auto"/>
          </w:divBdr>
        </w:div>
        <w:div w:id="2135902367">
          <w:marLeft w:val="0"/>
          <w:marRight w:val="0"/>
          <w:marTop w:val="0"/>
          <w:marBottom w:val="0"/>
          <w:divBdr>
            <w:top w:val="none" w:sz="0" w:space="0" w:color="auto"/>
            <w:left w:val="none" w:sz="0" w:space="0" w:color="auto"/>
            <w:bottom w:val="none" w:sz="0" w:space="0" w:color="auto"/>
            <w:right w:val="none" w:sz="0" w:space="0" w:color="auto"/>
          </w:divBdr>
        </w:div>
      </w:divsChild>
    </w:div>
    <w:div w:id="746532989">
      <w:bodyDiv w:val="1"/>
      <w:marLeft w:val="0"/>
      <w:marRight w:val="0"/>
      <w:marTop w:val="0"/>
      <w:marBottom w:val="0"/>
      <w:divBdr>
        <w:top w:val="none" w:sz="0" w:space="0" w:color="auto"/>
        <w:left w:val="none" w:sz="0" w:space="0" w:color="auto"/>
        <w:bottom w:val="none" w:sz="0" w:space="0" w:color="auto"/>
        <w:right w:val="none" w:sz="0" w:space="0" w:color="auto"/>
      </w:divBdr>
      <w:divsChild>
        <w:div w:id="1905068134">
          <w:marLeft w:val="0"/>
          <w:marRight w:val="0"/>
          <w:marTop w:val="0"/>
          <w:marBottom w:val="0"/>
          <w:divBdr>
            <w:top w:val="none" w:sz="0" w:space="0" w:color="auto"/>
            <w:left w:val="none" w:sz="0" w:space="0" w:color="auto"/>
            <w:bottom w:val="none" w:sz="0" w:space="0" w:color="auto"/>
            <w:right w:val="none" w:sz="0" w:space="0" w:color="auto"/>
          </w:divBdr>
        </w:div>
      </w:divsChild>
    </w:div>
    <w:div w:id="750808474">
      <w:bodyDiv w:val="1"/>
      <w:marLeft w:val="0"/>
      <w:marRight w:val="0"/>
      <w:marTop w:val="0"/>
      <w:marBottom w:val="0"/>
      <w:divBdr>
        <w:top w:val="none" w:sz="0" w:space="0" w:color="auto"/>
        <w:left w:val="none" w:sz="0" w:space="0" w:color="auto"/>
        <w:bottom w:val="none" w:sz="0" w:space="0" w:color="auto"/>
        <w:right w:val="none" w:sz="0" w:space="0" w:color="auto"/>
      </w:divBdr>
    </w:div>
    <w:div w:id="755176808">
      <w:bodyDiv w:val="1"/>
      <w:marLeft w:val="0"/>
      <w:marRight w:val="0"/>
      <w:marTop w:val="0"/>
      <w:marBottom w:val="0"/>
      <w:divBdr>
        <w:top w:val="none" w:sz="0" w:space="0" w:color="auto"/>
        <w:left w:val="none" w:sz="0" w:space="0" w:color="auto"/>
        <w:bottom w:val="none" w:sz="0" w:space="0" w:color="auto"/>
        <w:right w:val="none" w:sz="0" w:space="0" w:color="auto"/>
      </w:divBdr>
      <w:divsChild>
        <w:div w:id="218790385">
          <w:marLeft w:val="0"/>
          <w:marRight w:val="0"/>
          <w:marTop w:val="0"/>
          <w:marBottom w:val="0"/>
          <w:divBdr>
            <w:top w:val="none" w:sz="0" w:space="0" w:color="auto"/>
            <w:left w:val="none" w:sz="0" w:space="0" w:color="auto"/>
            <w:bottom w:val="none" w:sz="0" w:space="0" w:color="auto"/>
            <w:right w:val="none" w:sz="0" w:space="0" w:color="auto"/>
          </w:divBdr>
        </w:div>
      </w:divsChild>
    </w:div>
    <w:div w:id="760492499">
      <w:bodyDiv w:val="1"/>
      <w:marLeft w:val="0"/>
      <w:marRight w:val="0"/>
      <w:marTop w:val="0"/>
      <w:marBottom w:val="0"/>
      <w:divBdr>
        <w:top w:val="none" w:sz="0" w:space="0" w:color="auto"/>
        <w:left w:val="none" w:sz="0" w:space="0" w:color="auto"/>
        <w:bottom w:val="none" w:sz="0" w:space="0" w:color="auto"/>
        <w:right w:val="none" w:sz="0" w:space="0" w:color="auto"/>
      </w:divBdr>
      <w:divsChild>
        <w:div w:id="481655137">
          <w:marLeft w:val="0"/>
          <w:marRight w:val="0"/>
          <w:marTop w:val="0"/>
          <w:marBottom w:val="0"/>
          <w:divBdr>
            <w:top w:val="none" w:sz="0" w:space="0" w:color="auto"/>
            <w:left w:val="none" w:sz="0" w:space="0" w:color="auto"/>
            <w:bottom w:val="none" w:sz="0" w:space="0" w:color="auto"/>
            <w:right w:val="none" w:sz="0" w:space="0" w:color="auto"/>
          </w:divBdr>
        </w:div>
      </w:divsChild>
    </w:div>
    <w:div w:id="761993985">
      <w:bodyDiv w:val="1"/>
      <w:marLeft w:val="0"/>
      <w:marRight w:val="0"/>
      <w:marTop w:val="0"/>
      <w:marBottom w:val="0"/>
      <w:divBdr>
        <w:top w:val="none" w:sz="0" w:space="0" w:color="auto"/>
        <w:left w:val="none" w:sz="0" w:space="0" w:color="auto"/>
        <w:bottom w:val="none" w:sz="0" w:space="0" w:color="auto"/>
        <w:right w:val="none" w:sz="0" w:space="0" w:color="auto"/>
      </w:divBdr>
      <w:divsChild>
        <w:div w:id="123349096">
          <w:marLeft w:val="0"/>
          <w:marRight w:val="0"/>
          <w:marTop w:val="0"/>
          <w:marBottom w:val="0"/>
          <w:divBdr>
            <w:top w:val="none" w:sz="0" w:space="0" w:color="auto"/>
            <w:left w:val="none" w:sz="0" w:space="0" w:color="auto"/>
            <w:bottom w:val="none" w:sz="0" w:space="0" w:color="auto"/>
            <w:right w:val="none" w:sz="0" w:space="0" w:color="auto"/>
          </w:divBdr>
        </w:div>
      </w:divsChild>
    </w:div>
    <w:div w:id="767851698">
      <w:bodyDiv w:val="1"/>
      <w:marLeft w:val="0"/>
      <w:marRight w:val="0"/>
      <w:marTop w:val="0"/>
      <w:marBottom w:val="0"/>
      <w:divBdr>
        <w:top w:val="none" w:sz="0" w:space="0" w:color="auto"/>
        <w:left w:val="none" w:sz="0" w:space="0" w:color="auto"/>
        <w:bottom w:val="none" w:sz="0" w:space="0" w:color="auto"/>
        <w:right w:val="none" w:sz="0" w:space="0" w:color="auto"/>
      </w:divBdr>
      <w:divsChild>
        <w:div w:id="623466243">
          <w:marLeft w:val="0"/>
          <w:marRight w:val="0"/>
          <w:marTop w:val="0"/>
          <w:marBottom w:val="0"/>
          <w:divBdr>
            <w:top w:val="none" w:sz="0" w:space="0" w:color="auto"/>
            <w:left w:val="none" w:sz="0" w:space="0" w:color="auto"/>
            <w:bottom w:val="none" w:sz="0" w:space="0" w:color="auto"/>
            <w:right w:val="none" w:sz="0" w:space="0" w:color="auto"/>
          </w:divBdr>
        </w:div>
      </w:divsChild>
    </w:div>
    <w:div w:id="769931545">
      <w:bodyDiv w:val="1"/>
      <w:marLeft w:val="0"/>
      <w:marRight w:val="0"/>
      <w:marTop w:val="0"/>
      <w:marBottom w:val="0"/>
      <w:divBdr>
        <w:top w:val="none" w:sz="0" w:space="0" w:color="auto"/>
        <w:left w:val="none" w:sz="0" w:space="0" w:color="auto"/>
        <w:bottom w:val="none" w:sz="0" w:space="0" w:color="auto"/>
        <w:right w:val="none" w:sz="0" w:space="0" w:color="auto"/>
      </w:divBdr>
      <w:divsChild>
        <w:div w:id="1870872675">
          <w:marLeft w:val="0"/>
          <w:marRight w:val="0"/>
          <w:marTop w:val="0"/>
          <w:marBottom w:val="0"/>
          <w:divBdr>
            <w:top w:val="none" w:sz="0" w:space="0" w:color="auto"/>
            <w:left w:val="none" w:sz="0" w:space="0" w:color="auto"/>
            <w:bottom w:val="none" w:sz="0" w:space="0" w:color="auto"/>
            <w:right w:val="none" w:sz="0" w:space="0" w:color="auto"/>
          </w:divBdr>
        </w:div>
      </w:divsChild>
    </w:div>
    <w:div w:id="770049152">
      <w:bodyDiv w:val="1"/>
      <w:marLeft w:val="0"/>
      <w:marRight w:val="0"/>
      <w:marTop w:val="0"/>
      <w:marBottom w:val="0"/>
      <w:divBdr>
        <w:top w:val="none" w:sz="0" w:space="0" w:color="auto"/>
        <w:left w:val="none" w:sz="0" w:space="0" w:color="auto"/>
        <w:bottom w:val="none" w:sz="0" w:space="0" w:color="auto"/>
        <w:right w:val="none" w:sz="0" w:space="0" w:color="auto"/>
      </w:divBdr>
      <w:divsChild>
        <w:div w:id="91821102">
          <w:marLeft w:val="0"/>
          <w:marRight w:val="0"/>
          <w:marTop w:val="0"/>
          <w:marBottom w:val="0"/>
          <w:divBdr>
            <w:top w:val="none" w:sz="0" w:space="0" w:color="auto"/>
            <w:left w:val="none" w:sz="0" w:space="0" w:color="auto"/>
            <w:bottom w:val="none" w:sz="0" w:space="0" w:color="auto"/>
            <w:right w:val="none" w:sz="0" w:space="0" w:color="auto"/>
          </w:divBdr>
        </w:div>
      </w:divsChild>
    </w:div>
    <w:div w:id="772020499">
      <w:bodyDiv w:val="1"/>
      <w:marLeft w:val="0"/>
      <w:marRight w:val="0"/>
      <w:marTop w:val="0"/>
      <w:marBottom w:val="0"/>
      <w:divBdr>
        <w:top w:val="none" w:sz="0" w:space="0" w:color="auto"/>
        <w:left w:val="none" w:sz="0" w:space="0" w:color="auto"/>
        <w:bottom w:val="none" w:sz="0" w:space="0" w:color="auto"/>
        <w:right w:val="none" w:sz="0" w:space="0" w:color="auto"/>
      </w:divBdr>
      <w:divsChild>
        <w:div w:id="168911720">
          <w:marLeft w:val="0"/>
          <w:marRight w:val="0"/>
          <w:marTop w:val="0"/>
          <w:marBottom w:val="0"/>
          <w:divBdr>
            <w:top w:val="none" w:sz="0" w:space="0" w:color="auto"/>
            <w:left w:val="none" w:sz="0" w:space="0" w:color="auto"/>
            <w:bottom w:val="none" w:sz="0" w:space="0" w:color="auto"/>
            <w:right w:val="none" w:sz="0" w:space="0" w:color="auto"/>
          </w:divBdr>
        </w:div>
      </w:divsChild>
    </w:div>
    <w:div w:id="780881261">
      <w:bodyDiv w:val="1"/>
      <w:marLeft w:val="0"/>
      <w:marRight w:val="0"/>
      <w:marTop w:val="0"/>
      <w:marBottom w:val="0"/>
      <w:divBdr>
        <w:top w:val="none" w:sz="0" w:space="0" w:color="auto"/>
        <w:left w:val="none" w:sz="0" w:space="0" w:color="auto"/>
        <w:bottom w:val="none" w:sz="0" w:space="0" w:color="auto"/>
        <w:right w:val="none" w:sz="0" w:space="0" w:color="auto"/>
      </w:divBdr>
      <w:divsChild>
        <w:div w:id="462969293">
          <w:marLeft w:val="0"/>
          <w:marRight w:val="0"/>
          <w:marTop w:val="0"/>
          <w:marBottom w:val="0"/>
          <w:divBdr>
            <w:top w:val="none" w:sz="0" w:space="0" w:color="auto"/>
            <w:left w:val="none" w:sz="0" w:space="0" w:color="auto"/>
            <w:bottom w:val="none" w:sz="0" w:space="0" w:color="auto"/>
            <w:right w:val="none" w:sz="0" w:space="0" w:color="auto"/>
          </w:divBdr>
        </w:div>
      </w:divsChild>
    </w:div>
    <w:div w:id="786504398">
      <w:bodyDiv w:val="1"/>
      <w:marLeft w:val="0"/>
      <w:marRight w:val="0"/>
      <w:marTop w:val="0"/>
      <w:marBottom w:val="0"/>
      <w:divBdr>
        <w:top w:val="none" w:sz="0" w:space="0" w:color="auto"/>
        <w:left w:val="none" w:sz="0" w:space="0" w:color="auto"/>
        <w:bottom w:val="none" w:sz="0" w:space="0" w:color="auto"/>
        <w:right w:val="none" w:sz="0" w:space="0" w:color="auto"/>
      </w:divBdr>
      <w:divsChild>
        <w:div w:id="458955345">
          <w:marLeft w:val="0"/>
          <w:marRight w:val="0"/>
          <w:marTop w:val="0"/>
          <w:marBottom w:val="0"/>
          <w:divBdr>
            <w:top w:val="none" w:sz="0" w:space="0" w:color="auto"/>
            <w:left w:val="none" w:sz="0" w:space="0" w:color="auto"/>
            <w:bottom w:val="none" w:sz="0" w:space="0" w:color="auto"/>
            <w:right w:val="none" w:sz="0" w:space="0" w:color="auto"/>
          </w:divBdr>
        </w:div>
      </w:divsChild>
    </w:div>
    <w:div w:id="787548780">
      <w:bodyDiv w:val="1"/>
      <w:marLeft w:val="0"/>
      <w:marRight w:val="0"/>
      <w:marTop w:val="0"/>
      <w:marBottom w:val="0"/>
      <w:divBdr>
        <w:top w:val="none" w:sz="0" w:space="0" w:color="auto"/>
        <w:left w:val="none" w:sz="0" w:space="0" w:color="auto"/>
        <w:bottom w:val="none" w:sz="0" w:space="0" w:color="auto"/>
        <w:right w:val="none" w:sz="0" w:space="0" w:color="auto"/>
      </w:divBdr>
      <w:divsChild>
        <w:div w:id="359355092">
          <w:marLeft w:val="0"/>
          <w:marRight w:val="0"/>
          <w:marTop w:val="0"/>
          <w:marBottom w:val="0"/>
          <w:divBdr>
            <w:top w:val="none" w:sz="0" w:space="0" w:color="auto"/>
            <w:left w:val="none" w:sz="0" w:space="0" w:color="auto"/>
            <w:bottom w:val="none" w:sz="0" w:space="0" w:color="auto"/>
            <w:right w:val="none" w:sz="0" w:space="0" w:color="auto"/>
          </w:divBdr>
          <w:divsChild>
            <w:div w:id="1023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0968">
      <w:bodyDiv w:val="1"/>
      <w:marLeft w:val="0"/>
      <w:marRight w:val="0"/>
      <w:marTop w:val="0"/>
      <w:marBottom w:val="0"/>
      <w:divBdr>
        <w:top w:val="none" w:sz="0" w:space="0" w:color="auto"/>
        <w:left w:val="none" w:sz="0" w:space="0" w:color="auto"/>
        <w:bottom w:val="none" w:sz="0" w:space="0" w:color="auto"/>
        <w:right w:val="none" w:sz="0" w:space="0" w:color="auto"/>
      </w:divBdr>
      <w:divsChild>
        <w:div w:id="1800219772">
          <w:marLeft w:val="0"/>
          <w:marRight w:val="0"/>
          <w:marTop w:val="0"/>
          <w:marBottom w:val="0"/>
          <w:divBdr>
            <w:top w:val="none" w:sz="0" w:space="0" w:color="auto"/>
            <w:left w:val="none" w:sz="0" w:space="0" w:color="auto"/>
            <w:bottom w:val="none" w:sz="0" w:space="0" w:color="auto"/>
            <w:right w:val="none" w:sz="0" w:space="0" w:color="auto"/>
          </w:divBdr>
        </w:div>
      </w:divsChild>
    </w:div>
    <w:div w:id="788400074">
      <w:bodyDiv w:val="1"/>
      <w:marLeft w:val="0"/>
      <w:marRight w:val="0"/>
      <w:marTop w:val="0"/>
      <w:marBottom w:val="0"/>
      <w:divBdr>
        <w:top w:val="none" w:sz="0" w:space="0" w:color="auto"/>
        <w:left w:val="none" w:sz="0" w:space="0" w:color="auto"/>
        <w:bottom w:val="none" w:sz="0" w:space="0" w:color="auto"/>
        <w:right w:val="none" w:sz="0" w:space="0" w:color="auto"/>
      </w:divBdr>
      <w:divsChild>
        <w:div w:id="429551628">
          <w:marLeft w:val="0"/>
          <w:marRight w:val="0"/>
          <w:marTop w:val="0"/>
          <w:marBottom w:val="0"/>
          <w:divBdr>
            <w:top w:val="none" w:sz="0" w:space="0" w:color="auto"/>
            <w:left w:val="none" w:sz="0" w:space="0" w:color="auto"/>
            <w:bottom w:val="none" w:sz="0" w:space="0" w:color="auto"/>
            <w:right w:val="none" w:sz="0" w:space="0" w:color="auto"/>
          </w:divBdr>
          <w:divsChild>
            <w:div w:id="1460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373519">
      <w:bodyDiv w:val="1"/>
      <w:marLeft w:val="0"/>
      <w:marRight w:val="0"/>
      <w:marTop w:val="0"/>
      <w:marBottom w:val="0"/>
      <w:divBdr>
        <w:top w:val="none" w:sz="0" w:space="0" w:color="auto"/>
        <w:left w:val="none" w:sz="0" w:space="0" w:color="auto"/>
        <w:bottom w:val="none" w:sz="0" w:space="0" w:color="auto"/>
        <w:right w:val="none" w:sz="0" w:space="0" w:color="auto"/>
      </w:divBdr>
      <w:divsChild>
        <w:div w:id="333993120">
          <w:marLeft w:val="0"/>
          <w:marRight w:val="0"/>
          <w:marTop w:val="0"/>
          <w:marBottom w:val="0"/>
          <w:divBdr>
            <w:top w:val="none" w:sz="0" w:space="0" w:color="auto"/>
            <w:left w:val="none" w:sz="0" w:space="0" w:color="auto"/>
            <w:bottom w:val="none" w:sz="0" w:space="0" w:color="auto"/>
            <w:right w:val="none" w:sz="0" w:space="0" w:color="auto"/>
          </w:divBdr>
        </w:div>
      </w:divsChild>
    </w:div>
    <w:div w:id="797140523">
      <w:bodyDiv w:val="1"/>
      <w:marLeft w:val="0"/>
      <w:marRight w:val="0"/>
      <w:marTop w:val="0"/>
      <w:marBottom w:val="0"/>
      <w:divBdr>
        <w:top w:val="none" w:sz="0" w:space="0" w:color="auto"/>
        <w:left w:val="none" w:sz="0" w:space="0" w:color="auto"/>
        <w:bottom w:val="none" w:sz="0" w:space="0" w:color="auto"/>
        <w:right w:val="none" w:sz="0" w:space="0" w:color="auto"/>
      </w:divBdr>
    </w:div>
    <w:div w:id="800922197">
      <w:bodyDiv w:val="1"/>
      <w:marLeft w:val="0"/>
      <w:marRight w:val="0"/>
      <w:marTop w:val="0"/>
      <w:marBottom w:val="0"/>
      <w:divBdr>
        <w:top w:val="none" w:sz="0" w:space="0" w:color="auto"/>
        <w:left w:val="none" w:sz="0" w:space="0" w:color="auto"/>
        <w:bottom w:val="none" w:sz="0" w:space="0" w:color="auto"/>
        <w:right w:val="none" w:sz="0" w:space="0" w:color="auto"/>
      </w:divBdr>
      <w:divsChild>
        <w:div w:id="775712777">
          <w:marLeft w:val="0"/>
          <w:marRight w:val="0"/>
          <w:marTop w:val="0"/>
          <w:marBottom w:val="0"/>
          <w:divBdr>
            <w:top w:val="none" w:sz="0" w:space="0" w:color="auto"/>
            <w:left w:val="none" w:sz="0" w:space="0" w:color="auto"/>
            <w:bottom w:val="none" w:sz="0" w:space="0" w:color="auto"/>
            <w:right w:val="none" w:sz="0" w:space="0" w:color="auto"/>
          </w:divBdr>
        </w:div>
        <w:div w:id="1156192652">
          <w:marLeft w:val="0"/>
          <w:marRight w:val="0"/>
          <w:marTop w:val="0"/>
          <w:marBottom w:val="0"/>
          <w:divBdr>
            <w:top w:val="none" w:sz="0" w:space="0" w:color="auto"/>
            <w:left w:val="none" w:sz="0" w:space="0" w:color="auto"/>
            <w:bottom w:val="none" w:sz="0" w:space="0" w:color="auto"/>
            <w:right w:val="none" w:sz="0" w:space="0" w:color="auto"/>
          </w:divBdr>
        </w:div>
      </w:divsChild>
    </w:div>
    <w:div w:id="806122244">
      <w:bodyDiv w:val="1"/>
      <w:marLeft w:val="0"/>
      <w:marRight w:val="0"/>
      <w:marTop w:val="0"/>
      <w:marBottom w:val="0"/>
      <w:divBdr>
        <w:top w:val="none" w:sz="0" w:space="0" w:color="auto"/>
        <w:left w:val="none" w:sz="0" w:space="0" w:color="auto"/>
        <w:bottom w:val="none" w:sz="0" w:space="0" w:color="auto"/>
        <w:right w:val="none" w:sz="0" w:space="0" w:color="auto"/>
      </w:divBdr>
    </w:div>
    <w:div w:id="806897642">
      <w:bodyDiv w:val="1"/>
      <w:marLeft w:val="0"/>
      <w:marRight w:val="0"/>
      <w:marTop w:val="0"/>
      <w:marBottom w:val="0"/>
      <w:divBdr>
        <w:top w:val="none" w:sz="0" w:space="0" w:color="auto"/>
        <w:left w:val="none" w:sz="0" w:space="0" w:color="auto"/>
        <w:bottom w:val="none" w:sz="0" w:space="0" w:color="auto"/>
        <w:right w:val="none" w:sz="0" w:space="0" w:color="auto"/>
      </w:divBdr>
      <w:divsChild>
        <w:div w:id="1582056410">
          <w:marLeft w:val="0"/>
          <w:marRight w:val="0"/>
          <w:marTop w:val="0"/>
          <w:marBottom w:val="0"/>
          <w:divBdr>
            <w:top w:val="none" w:sz="0" w:space="0" w:color="auto"/>
            <w:left w:val="none" w:sz="0" w:space="0" w:color="auto"/>
            <w:bottom w:val="none" w:sz="0" w:space="0" w:color="auto"/>
            <w:right w:val="none" w:sz="0" w:space="0" w:color="auto"/>
          </w:divBdr>
        </w:div>
      </w:divsChild>
    </w:div>
    <w:div w:id="812525707">
      <w:bodyDiv w:val="1"/>
      <w:marLeft w:val="0"/>
      <w:marRight w:val="0"/>
      <w:marTop w:val="0"/>
      <w:marBottom w:val="0"/>
      <w:divBdr>
        <w:top w:val="none" w:sz="0" w:space="0" w:color="auto"/>
        <w:left w:val="none" w:sz="0" w:space="0" w:color="auto"/>
        <w:bottom w:val="none" w:sz="0" w:space="0" w:color="auto"/>
        <w:right w:val="none" w:sz="0" w:space="0" w:color="auto"/>
      </w:divBdr>
      <w:divsChild>
        <w:div w:id="1996107217">
          <w:marLeft w:val="0"/>
          <w:marRight w:val="0"/>
          <w:marTop w:val="0"/>
          <w:marBottom w:val="0"/>
          <w:divBdr>
            <w:top w:val="none" w:sz="0" w:space="0" w:color="auto"/>
            <w:left w:val="none" w:sz="0" w:space="0" w:color="auto"/>
            <w:bottom w:val="none" w:sz="0" w:space="0" w:color="auto"/>
            <w:right w:val="none" w:sz="0" w:space="0" w:color="auto"/>
          </w:divBdr>
        </w:div>
      </w:divsChild>
    </w:div>
    <w:div w:id="812791331">
      <w:bodyDiv w:val="1"/>
      <w:marLeft w:val="0"/>
      <w:marRight w:val="0"/>
      <w:marTop w:val="0"/>
      <w:marBottom w:val="0"/>
      <w:divBdr>
        <w:top w:val="none" w:sz="0" w:space="0" w:color="auto"/>
        <w:left w:val="none" w:sz="0" w:space="0" w:color="auto"/>
        <w:bottom w:val="none" w:sz="0" w:space="0" w:color="auto"/>
        <w:right w:val="none" w:sz="0" w:space="0" w:color="auto"/>
      </w:divBdr>
      <w:divsChild>
        <w:div w:id="1837109334">
          <w:marLeft w:val="0"/>
          <w:marRight w:val="0"/>
          <w:marTop w:val="0"/>
          <w:marBottom w:val="0"/>
          <w:divBdr>
            <w:top w:val="none" w:sz="0" w:space="0" w:color="auto"/>
            <w:left w:val="none" w:sz="0" w:space="0" w:color="auto"/>
            <w:bottom w:val="none" w:sz="0" w:space="0" w:color="auto"/>
            <w:right w:val="none" w:sz="0" w:space="0" w:color="auto"/>
          </w:divBdr>
        </w:div>
      </w:divsChild>
    </w:div>
    <w:div w:id="815026283">
      <w:bodyDiv w:val="1"/>
      <w:marLeft w:val="0"/>
      <w:marRight w:val="0"/>
      <w:marTop w:val="0"/>
      <w:marBottom w:val="0"/>
      <w:divBdr>
        <w:top w:val="none" w:sz="0" w:space="0" w:color="auto"/>
        <w:left w:val="none" w:sz="0" w:space="0" w:color="auto"/>
        <w:bottom w:val="none" w:sz="0" w:space="0" w:color="auto"/>
        <w:right w:val="none" w:sz="0" w:space="0" w:color="auto"/>
      </w:divBdr>
    </w:div>
    <w:div w:id="815026850">
      <w:bodyDiv w:val="1"/>
      <w:marLeft w:val="0"/>
      <w:marRight w:val="0"/>
      <w:marTop w:val="0"/>
      <w:marBottom w:val="0"/>
      <w:divBdr>
        <w:top w:val="none" w:sz="0" w:space="0" w:color="auto"/>
        <w:left w:val="none" w:sz="0" w:space="0" w:color="auto"/>
        <w:bottom w:val="none" w:sz="0" w:space="0" w:color="auto"/>
        <w:right w:val="none" w:sz="0" w:space="0" w:color="auto"/>
      </w:divBdr>
    </w:div>
    <w:div w:id="815953928">
      <w:bodyDiv w:val="1"/>
      <w:marLeft w:val="0"/>
      <w:marRight w:val="0"/>
      <w:marTop w:val="0"/>
      <w:marBottom w:val="0"/>
      <w:divBdr>
        <w:top w:val="none" w:sz="0" w:space="0" w:color="auto"/>
        <w:left w:val="none" w:sz="0" w:space="0" w:color="auto"/>
        <w:bottom w:val="none" w:sz="0" w:space="0" w:color="auto"/>
        <w:right w:val="none" w:sz="0" w:space="0" w:color="auto"/>
      </w:divBdr>
      <w:divsChild>
        <w:div w:id="1989505320">
          <w:marLeft w:val="0"/>
          <w:marRight w:val="0"/>
          <w:marTop w:val="0"/>
          <w:marBottom w:val="0"/>
          <w:divBdr>
            <w:top w:val="none" w:sz="0" w:space="0" w:color="auto"/>
            <w:left w:val="none" w:sz="0" w:space="0" w:color="auto"/>
            <w:bottom w:val="none" w:sz="0" w:space="0" w:color="auto"/>
            <w:right w:val="none" w:sz="0" w:space="0" w:color="auto"/>
          </w:divBdr>
        </w:div>
      </w:divsChild>
    </w:div>
    <w:div w:id="816609041">
      <w:bodyDiv w:val="1"/>
      <w:marLeft w:val="0"/>
      <w:marRight w:val="0"/>
      <w:marTop w:val="0"/>
      <w:marBottom w:val="0"/>
      <w:divBdr>
        <w:top w:val="none" w:sz="0" w:space="0" w:color="auto"/>
        <w:left w:val="none" w:sz="0" w:space="0" w:color="auto"/>
        <w:bottom w:val="none" w:sz="0" w:space="0" w:color="auto"/>
        <w:right w:val="none" w:sz="0" w:space="0" w:color="auto"/>
      </w:divBdr>
    </w:div>
    <w:div w:id="818838645">
      <w:bodyDiv w:val="1"/>
      <w:marLeft w:val="0"/>
      <w:marRight w:val="0"/>
      <w:marTop w:val="0"/>
      <w:marBottom w:val="0"/>
      <w:divBdr>
        <w:top w:val="none" w:sz="0" w:space="0" w:color="auto"/>
        <w:left w:val="none" w:sz="0" w:space="0" w:color="auto"/>
        <w:bottom w:val="none" w:sz="0" w:space="0" w:color="auto"/>
        <w:right w:val="none" w:sz="0" w:space="0" w:color="auto"/>
      </w:divBdr>
      <w:divsChild>
        <w:div w:id="2100170988">
          <w:marLeft w:val="0"/>
          <w:marRight w:val="0"/>
          <w:marTop w:val="0"/>
          <w:marBottom w:val="0"/>
          <w:divBdr>
            <w:top w:val="none" w:sz="0" w:space="0" w:color="auto"/>
            <w:left w:val="none" w:sz="0" w:space="0" w:color="auto"/>
            <w:bottom w:val="none" w:sz="0" w:space="0" w:color="auto"/>
            <w:right w:val="none" w:sz="0" w:space="0" w:color="auto"/>
          </w:divBdr>
        </w:div>
      </w:divsChild>
    </w:div>
    <w:div w:id="823351630">
      <w:bodyDiv w:val="1"/>
      <w:marLeft w:val="0"/>
      <w:marRight w:val="0"/>
      <w:marTop w:val="0"/>
      <w:marBottom w:val="0"/>
      <w:divBdr>
        <w:top w:val="none" w:sz="0" w:space="0" w:color="auto"/>
        <w:left w:val="none" w:sz="0" w:space="0" w:color="auto"/>
        <w:bottom w:val="none" w:sz="0" w:space="0" w:color="auto"/>
        <w:right w:val="none" w:sz="0" w:space="0" w:color="auto"/>
      </w:divBdr>
      <w:divsChild>
        <w:div w:id="1354260531">
          <w:marLeft w:val="0"/>
          <w:marRight w:val="0"/>
          <w:marTop w:val="0"/>
          <w:marBottom w:val="0"/>
          <w:divBdr>
            <w:top w:val="none" w:sz="0" w:space="0" w:color="auto"/>
            <w:left w:val="none" w:sz="0" w:space="0" w:color="auto"/>
            <w:bottom w:val="none" w:sz="0" w:space="0" w:color="auto"/>
            <w:right w:val="none" w:sz="0" w:space="0" w:color="auto"/>
          </w:divBdr>
        </w:div>
      </w:divsChild>
    </w:div>
    <w:div w:id="824050615">
      <w:bodyDiv w:val="1"/>
      <w:marLeft w:val="0"/>
      <w:marRight w:val="0"/>
      <w:marTop w:val="0"/>
      <w:marBottom w:val="0"/>
      <w:divBdr>
        <w:top w:val="none" w:sz="0" w:space="0" w:color="auto"/>
        <w:left w:val="none" w:sz="0" w:space="0" w:color="auto"/>
        <w:bottom w:val="none" w:sz="0" w:space="0" w:color="auto"/>
        <w:right w:val="none" w:sz="0" w:space="0" w:color="auto"/>
      </w:divBdr>
      <w:divsChild>
        <w:div w:id="1630358961">
          <w:marLeft w:val="0"/>
          <w:marRight w:val="0"/>
          <w:marTop w:val="0"/>
          <w:marBottom w:val="0"/>
          <w:divBdr>
            <w:top w:val="none" w:sz="0" w:space="0" w:color="auto"/>
            <w:left w:val="none" w:sz="0" w:space="0" w:color="auto"/>
            <w:bottom w:val="none" w:sz="0" w:space="0" w:color="auto"/>
            <w:right w:val="none" w:sz="0" w:space="0" w:color="auto"/>
          </w:divBdr>
        </w:div>
      </w:divsChild>
    </w:div>
    <w:div w:id="826626298">
      <w:bodyDiv w:val="1"/>
      <w:marLeft w:val="0"/>
      <w:marRight w:val="0"/>
      <w:marTop w:val="0"/>
      <w:marBottom w:val="0"/>
      <w:divBdr>
        <w:top w:val="none" w:sz="0" w:space="0" w:color="auto"/>
        <w:left w:val="none" w:sz="0" w:space="0" w:color="auto"/>
        <w:bottom w:val="none" w:sz="0" w:space="0" w:color="auto"/>
        <w:right w:val="none" w:sz="0" w:space="0" w:color="auto"/>
      </w:divBdr>
      <w:divsChild>
        <w:div w:id="1101493130">
          <w:marLeft w:val="0"/>
          <w:marRight w:val="0"/>
          <w:marTop w:val="0"/>
          <w:marBottom w:val="0"/>
          <w:divBdr>
            <w:top w:val="none" w:sz="0" w:space="0" w:color="auto"/>
            <w:left w:val="none" w:sz="0" w:space="0" w:color="auto"/>
            <w:bottom w:val="none" w:sz="0" w:space="0" w:color="auto"/>
            <w:right w:val="none" w:sz="0" w:space="0" w:color="auto"/>
          </w:divBdr>
        </w:div>
      </w:divsChild>
    </w:div>
    <w:div w:id="827865411">
      <w:bodyDiv w:val="1"/>
      <w:marLeft w:val="0"/>
      <w:marRight w:val="0"/>
      <w:marTop w:val="0"/>
      <w:marBottom w:val="0"/>
      <w:divBdr>
        <w:top w:val="none" w:sz="0" w:space="0" w:color="auto"/>
        <w:left w:val="none" w:sz="0" w:space="0" w:color="auto"/>
        <w:bottom w:val="none" w:sz="0" w:space="0" w:color="auto"/>
        <w:right w:val="none" w:sz="0" w:space="0" w:color="auto"/>
      </w:divBdr>
      <w:divsChild>
        <w:div w:id="157622079">
          <w:marLeft w:val="0"/>
          <w:marRight w:val="0"/>
          <w:marTop w:val="0"/>
          <w:marBottom w:val="0"/>
          <w:divBdr>
            <w:top w:val="none" w:sz="0" w:space="0" w:color="auto"/>
            <w:left w:val="none" w:sz="0" w:space="0" w:color="auto"/>
            <w:bottom w:val="none" w:sz="0" w:space="0" w:color="auto"/>
            <w:right w:val="none" w:sz="0" w:space="0" w:color="auto"/>
          </w:divBdr>
        </w:div>
        <w:div w:id="604731663">
          <w:marLeft w:val="0"/>
          <w:marRight w:val="0"/>
          <w:marTop w:val="0"/>
          <w:marBottom w:val="0"/>
          <w:divBdr>
            <w:top w:val="none" w:sz="0" w:space="0" w:color="auto"/>
            <w:left w:val="none" w:sz="0" w:space="0" w:color="auto"/>
            <w:bottom w:val="none" w:sz="0" w:space="0" w:color="auto"/>
            <w:right w:val="none" w:sz="0" w:space="0" w:color="auto"/>
          </w:divBdr>
        </w:div>
        <w:div w:id="695272992">
          <w:marLeft w:val="0"/>
          <w:marRight w:val="0"/>
          <w:marTop w:val="0"/>
          <w:marBottom w:val="0"/>
          <w:divBdr>
            <w:top w:val="none" w:sz="0" w:space="0" w:color="auto"/>
            <w:left w:val="none" w:sz="0" w:space="0" w:color="auto"/>
            <w:bottom w:val="none" w:sz="0" w:space="0" w:color="auto"/>
            <w:right w:val="none" w:sz="0" w:space="0" w:color="auto"/>
          </w:divBdr>
        </w:div>
        <w:div w:id="938102720">
          <w:marLeft w:val="0"/>
          <w:marRight w:val="0"/>
          <w:marTop w:val="0"/>
          <w:marBottom w:val="0"/>
          <w:divBdr>
            <w:top w:val="none" w:sz="0" w:space="0" w:color="auto"/>
            <w:left w:val="none" w:sz="0" w:space="0" w:color="auto"/>
            <w:bottom w:val="none" w:sz="0" w:space="0" w:color="auto"/>
            <w:right w:val="none" w:sz="0" w:space="0" w:color="auto"/>
          </w:divBdr>
        </w:div>
        <w:div w:id="1765763173">
          <w:marLeft w:val="0"/>
          <w:marRight w:val="0"/>
          <w:marTop w:val="0"/>
          <w:marBottom w:val="0"/>
          <w:divBdr>
            <w:top w:val="none" w:sz="0" w:space="0" w:color="auto"/>
            <w:left w:val="none" w:sz="0" w:space="0" w:color="auto"/>
            <w:bottom w:val="none" w:sz="0" w:space="0" w:color="auto"/>
            <w:right w:val="none" w:sz="0" w:space="0" w:color="auto"/>
          </w:divBdr>
        </w:div>
        <w:div w:id="1770807524">
          <w:marLeft w:val="0"/>
          <w:marRight w:val="0"/>
          <w:marTop w:val="0"/>
          <w:marBottom w:val="0"/>
          <w:divBdr>
            <w:top w:val="none" w:sz="0" w:space="0" w:color="auto"/>
            <w:left w:val="none" w:sz="0" w:space="0" w:color="auto"/>
            <w:bottom w:val="none" w:sz="0" w:space="0" w:color="auto"/>
            <w:right w:val="none" w:sz="0" w:space="0" w:color="auto"/>
          </w:divBdr>
        </w:div>
        <w:div w:id="1911495620">
          <w:marLeft w:val="0"/>
          <w:marRight w:val="0"/>
          <w:marTop w:val="0"/>
          <w:marBottom w:val="0"/>
          <w:divBdr>
            <w:top w:val="none" w:sz="0" w:space="0" w:color="auto"/>
            <w:left w:val="none" w:sz="0" w:space="0" w:color="auto"/>
            <w:bottom w:val="none" w:sz="0" w:space="0" w:color="auto"/>
            <w:right w:val="none" w:sz="0" w:space="0" w:color="auto"/>
          </w:divBdr>
        </w:div>
      </w:divsChild>
    </w:div>
    <w:div w:id="829905049">
      <w:bodyDiv w:val="1"/>
      <w:marLeft w:val="0"/>
      <w:marRight w:val="0"/>
      <w:marTop w:val="0"/>
      <w:marBottom w:val="0"/>
      <w:divBdr>
        <w:top w:val="none" w:sz="0" w:space="0" w:color="auto"/>
        <w:left w:val="none" w:sz="0" w:space="0" w:color="auto"/>
        <w:bottom w:val="none" w:sz="0" w:space="0" w:color="auto"/>
        <w:right w:val="none" w:sz="0" w:space="0" w:color="auto"/>
      </w:divBdr>
      <w:divsChild>
        <w:div w:id="1938950346">
          <w:marLeft w:val="0"/>
          <w:marRight w:val="0"/>
          <w:marTop w:val="0"/>
          <w:marBottom w:val="0"/>
          <w:divBdr>
            <w:top w:val="none" w:sz="0" w:space="0" w:color="auto"/>
            <w:left w:val="none" w:sz="0" w:space="0" w:color="auto"/>
            <w:bottom w:val="none" w:sz="0" w:space="0" w:color="auto"/>
            <w:right w:val="none" w:sz="0" w:space="0" w:color="auto"/>
          </w:divBdr>
        </w:div>
      </w:divsChild>
    </w:div>
    <w:div w:id="840196230">
      <w:bodyDiv w:val="1"/>
      <w:marLeft w:val="0"/>
      <w:marRight w:val="0"/>
      <w:marTop w:val="0"/>
      <w:marBottom w:val="0"/>
      <w:divBdr>
        <w:top w:val="none" w:sz="0" w:space="0" w:color="auto"/>
        <w:left w:val="none" w:sz="0" w:space="0" w:color="auto"/>
        <w:bottom w:val="none" w:sz="0" w:space="0" w:color="auto"/>
        <w:right w:val="none" w:sz="0" w:space="0" w:color="auto"/>
      </w:divBdr>
      <w:divsChild>
        <w:div w:id="952632118">
          <w:marLeft w:val="0"/>
          <w:marRight w:val="0"/>
          <w:marTop w:val="0"/>
          <w:marBottom w:val="0"/>
          <w:divBdr>
            <w:top w:val="none" w:sz="0" w:space="0" w:color="auto"/>
            <w:left w:val="none" w:sz="0" w:space="0" w:color="auto"/>
            <w:bottom w:val="none" w:sz="0" w:space="0" w:color="auto"/>
            <w:right w:val="none" w:sz="0" w:space="0" w:color="auto"/>
          </w:divBdr>
        </w:div>
      </w:divsChild>
    </w:div>
    <w:div w:id="840848262">
      <w:bodyDiv w:val="1"/>
      <w:marLeft w:val="0"/>
      <w:marRight w:val="0"/>
      <w:marTop w:val="0"/>
      <w:marBottom w:val="0"/>
      <w:divBdr>
        <w:top w:val="none" w:sz="0" w:space="0" w:color="auto"/>
        <w:left w:val="none" w:sz="0" w:space="0" w:color="auto"/>
        <w:bottom w:val="none" w:sz="0" w:space="0" w:color="auto"/>
        <w:right w:val="none" w:sz="0" w:space="0" w:color="auto"/>
      </w:divBdr>
      <w:divsChild>
        <w:div w:id="965089279">
          <w:marLeft w:val="0"/>
          <w:marRight w:val="0"/>
          <w:marTop w:val="0"/>
          <w:marBottom w:val="0"/>
          <w:divBdr>
            <w:top w:val="none" w:sz="0" w:space="0" w:color="auto"/>
            <w:left w:val="none" w:sz="0" w:space="0" w:color="auto"/>
            <w:bottom w:val="none" w:sz="0" w:space="0" w:color="auto"/>
            <w:right w:val="none" w:sz="0" w:space="0" w:color="auto"/>
          </w:divBdr>
        </w:div>
      </w:divsChild>
    </w:div>
    <w:div w:id="841117926">
      <w:bodyDiv w:val="1"/>
      <w:marLeft w:val="0"/>
      <w:marRight w:val="0"/>
      <w:marTop w:val="0"/>
      <w:marBottom w:val="0"/>
      <w:divBdr>
        <w:top w:val="none" w:sz="0" w:space="0" w:color="auto"/>
        <w:left w:val="none" w:sz="0" w:space="0" w:color="auto"/>
        <w:bottom w:val="none" w:sz="0" w:space="0" w:color="auto"/>
        <w:right w:val="none" w:sz="0" w:space="0" w:color="auto"/>
      </w:divBdr>
      <w:divsChild>
        <w:div w:id="1593127534">
          <w:marLeft w:val="0"/>
          <w:marRight w:val="0"/>
          <w:marTop w:val="0"/>
          <w:marBottom w:val="0"/>
          <w:divBdr>
            <w:top w:val="none" w:sz="0" w:space="0" w:color="auto"/>
            <w:left w:val="none" w:sz="0" w:space="0" w:color="auto"/>
            <w:bottom w:val="none" w:sz="0" w:space="0" w:color="auto"/>
            <w:right w:val="none" w:sz="0" w:space="0" w:color="auto"/>
          </w:divBdr>
        </w:div>
      </w:divsChild>
    </w:div>
    <w:div w:id="843200931">
      <w:bodyDiv w:val="1"/>
      <w:marLeft w:val="0"/>
      <w:marRight w:val="0"/>
      <w:marTop w:val="0"/>
      <w:marBottom w:val="0"/>
      <w:divBdr>
        <w:top w:val="none" w:sz="0" w:space="0" w:color="auto"/>
        <w:left w:val="none" w:sz="0" w:space="0" w:color="auto"/>
        <w:bottom w:val="none" w:sz="0" w:space="0" w:color="auto"/>
        <w:right w:val="none" w:sz="0" w:space="0" w:color="auto"/>
      </w:divBdr>
    </w:div>
    <w:div w:id="849179039">
      <w:bodyDiv w:val="1"/>
      <w:marLeft w:val="0"/>
      <w:marRight w:val="0"/>
      <w:marTop w:val="0"/>
      <w:marBottom w:val="0"/>
      <w:divBdr>
        <w:top w:val="none" w:sz="0" w:space="0" w:color="auto"/>
        <w:left w:val="none" w:sz="0" w:space="0" w:color="auto"/>
        <w:bottom w:val="none" w:sz="0" w:space="0" w:color="auto"/>
        <w:right w:val="none" w:sz="0" w:space="0" w:color="auto"/>
      </w:divBdr>
      <w:divsChild>
        <w:div w:id="355040112">
          <w:marLeft w:val="0"/>
          <w:marRight w:val="0"/>
          <w:marTop w:val="0"/>
          <w:marBottom w:val="0"/>
          <w:divBdr>
            <w:top w:val="none" w:sz="0" w:space="0" w:color="auto"/>
            <w:left w:val="none" w:sz="0" w:space="0" w:color="auto"/>
            <w:bottom w:val="none" w:sz="0" w:space="0" w:color="auto"/>
            <w:right w:val="none" w:sz="0" w:space="0" w:color="auto"/>
          </w:divBdr>
        </w:div>
      </w:divsChild>
    </w:div>
    <w:div w:id="855191255">
      <w:bodyDiv w:val="1"/>
      <w:marLeft w:val="0"/>
      <w:marRight w:val="0"/>
      <w:marTop w:val="0"/>
      <w:marBottom w:val="0"/>
      <w:divBdr>
        <w:top w:val="none" w:sz="0" w:space="0" w:color="auto"/>
        <w:left w:val="none" w:sz="0" w:space="0" w:color="auto"/>
        <w:bottom w:val="none" w:sz="0" w:space="0" w:color="auto"/>
        <w:right w:val="none" w:sz="0" w:space="0" w:color="auto"/>
      </w:divBdr>
      <w:divsChild>
        <w:div w:id="1747454571">
          <w:marLeft w:val="0"/>
          <w:marRight w:val="0"/>
          <w:marTop w:val="0"/>
          <w:marBottom w:val="0"/>
          <w:divBdr>
            <w:top w:val="none" w:sz="0" w:space="0" w:color="auto"/>
            <w:left w:val="none" w:sz="0" w:space="0" w:color="auto"/>
            <w:bottom w:val="none" w:sz="0" w:space="0" w:color="auto"/>
            <w:right w:val="none" w:sz="0" w:space="0" w:color="auto"/>
          </w:divBdr>
        </w:div>
      </w:divsChild>
    </w:div>
    <w:div w:id="858813654">
      <w:bodyDiv w:val="1"/>
      <w:marLeft w:val="0"/>
      <w:marRight w:val="0"/>
      <w:marTop w:val="0"/>
      <w:marBottom w:val="0"/>
      <w:divBdr>
        <w:top w:val="none" w:sz="0" w:space="0" w:color="auto"/>
        <w:left w:val="none" w:sz="0" w:space="0" w:color="auto"/>
        <w:bottom w:val="none" w:sz="0" w:space="0" w:color="auto"/>
        <w:right w:val="none" w:sz="0" w:space="0" w:color="auto"/>
      </w:divBdr>
    </w:div>
    <w:div w:id="859314710">
      <w:bodyDiv w:val="1"/>
      <w:marLeft w:val="0"/>
      <w:marRight w:val="0"/>
      <w:marTop w:val="0"/>
      <w:marBottom w:val="0"/>
      <w:divBdr>
        <w:top w:val="none" w:sz="0" w:space="0" w:color="auto"/>
        <w:left w:val="none" w:sz="0" w:space="0" w:color="auto"/>
        <w:bottom w:val="none" w:sz="0" w:space="0" w:color="auto"/>
        <w:right w:val="none" w:sz="0" w:space="0" w:color="auto"/>
      </w:divBdr>
    </w:div>
    <w:div w:id="863249358">
      <w:bodyDiv w:val="1"/>
      <w:marLeft w:val="0"/>
      <w:marRight w:val="0"/>
      <w:marTop w:val="0"/>
      <w:marBottom w:val="0"/>
      <w:divBdr>
        <w:top w:val="none" w:sz="0" w:space="0" w:color="auto"/>
        <w:left w:val="none" w:sz="0" w:space="0" w:color="auto"/>
        <w:bottom w:val="none" w:sz="0" w:space="0" w:color="auto"/>
        <w:right w:val="none" w:sz="0" w:space="0" w:color="auto"/>
      </w:divBdr>
      <w:divsChild>
        <w:div w:id="218245758">
          <w:marLeft w:val="0"/>
          <w:marRight w:val="0"/>
          <w:marTop w:val="0"/>
          <w:marBottom w:val="0"/>
          <w:divBdr>
            <w:top w:val="none" w:sz="0" w:space="0" w:color="auto"/>
            <w:left w:val="none" w:sz="0" w:space="0" w:color="auto"/>
            <w:bottom w:val="none" w:sz="0" w:space="0" w:color="auto"/>
            <w:right w:val="none" w:sz="0" w:space="0" w:color="auto"/>
          </w:divBdr>
        </w:div>
      </w:divsChild>
    </w:div>
    <w:div w:id="873155426">
      <w:bodyDiv w:val="1"/>
      <w:marLeft w:val="0"/>
      <w:marRight w:val="0"/>
      <w:marTop w:val="0"/>
      <w:marBottom w:val="0"/>
      <w:divBdr>
        <w:top w:val="none" w:sz="0" w:space="0" w:color="auto"/>
        <w:left w:val="none" w:sz="0" w:space="0" w:color="auto"/>
        <w:bottom w:val="none" w:sz="0" w:space="0" w:color="auto"/>
        <w:right w:val="none" w:sz="0" w:space="0" w:color="auto"/>
      </w:divBdr>
      <w:divsChild>
        <w:div w:id="1093862431">
          <w:marLeft w:val="0"/>
          <w:marRight w:val="0"/>
          <w:marTop w:val="0"/>
          <w:marBottom w:val="0"/>
          <w:divBdr>
            <w:top w:val="none" w:sz="0" w:space="0" w:color="auto"/>
            <w:left w:val="none" w:sz="0" w:space="0" w:color="auto"/>
            <w:bottom w:val="none" w:sz="0" w:space="0" w:color="auto"/>
            <w:right w:val="none" w:sz="0" w:space="0" w:color="auto"/>
          </w:divBdr>
        </w:div>
      </w:divsChild>
    </w:div>
    <w:div w:id="884954195">
      <w:bodyDiv w:val="1"/>
      <w:marLeft w:val="0"/>
      <w:marRight w:val="0"/>
      <w:marTop w:val="0"/>
      <w:marBottom w:val="0"/>
      <w:divBdr>
        <w:top w:val="none" w:sz="0" w:space="0" w:color="auto"/>
        <w:left w:val="none" w:sz="0" w:space="0" w:color="auto"/>
        <w:bottom w:val="none" w:sz="0" w:space="0" w:color="auto"/>
        <w:right w:val="none" w:sz="0" w:space="0" w:color="auto"/>
      </w:divBdr>
      <w:divsChild>
        <w:div w:id="321126785">
          <w:marLeft w:val="0"/>
          <w:marRight w:val="0"/>
          <w:marTop w:val="0"/>
          <w:marBottom w:val="0"/>
          <w:divBdr>
            <w:top w:val="none" w:sz="0" w:space="0" w:color="auto"/>
            <w:left w:val="none" w:sz="0" w:space="0" w:color="auto"/>
            <w:bottom w:val="none" w:sz="0" w:space="0" w:color="auto"/>
            <w:right w:val="none" w:sz="0" w:space="0" w:color="auto"/>
          </w:divBdr>
        </w:div>
      </w:divsChild>
    </w:div>
    <w:div w:id="892543806">
      <w:bodyDiv w:val="1"/>
      <w:marLeft w:val="0"/>
      <w:marRight w:val="0"/>
      <w:marTop w:val="0"/>
      <w:marBottom w:val="0"/>
      <w:divBdr>
        <w:top w:val="none" w:sz="0" w:space="0" w:color="auto"/>
        <w:left w:val="none" w:sz="0" w:space="0" w:color="auto"/>
        <w:bottom w:val="none" w:sz="0" w:space="0" w:color="auto"/>
        <w:right w:val="none" w:sz="0" w:space="0" w:color="auto"/>
      </w:divBdr>
      <w:divsChild>
        <w:div w:id="590894608">
          <w:marLeft w:val="0"/>
          <w:marRight w:val="0"/>
          <w:marTop w:val="0"/>
          <w:marBottom w:val="0"/>
          <w:divBdr>
            <w:top w:val="none" w:sz="0" w:space="0" w:color="auto"/>
            <w:left w:val="none" w:sz="0" w:space="0" w:color="auto"/>
            <w:bottom w:val="none" w:sz="0" w:space="0" w:color="auto"/>
            <w:right w:val="none" w:sz="0" w:space="0" w:color="auto"/>
          </w:divBdr>
        </w:div>
      </w:divsChild>
    </w:div>
    <w:div w:id="896167900">
      <w:bodyDiv w:val="1"/>
      <w:marLeft w:val="0"/>
      <w:marRight w:val="0"/>
      <w:marTop w:val="0"/>
      <w:marBottom w:val="0"/>
      <w:divBdr>
        <w:top w:val="none" w:sz="0" w:space="0" w:color="auto"/>
        <w:left w:val="none" w:sz="0" w:space="0" w:color="auto"/>
        <w:bottom w:val="none" w:sz="0" w:space="0" w:color="auto"/>
        <w:right w:val="none" w:sz="0" w:space="0" w:color="auto"/>
      </w:divBdr>
      <w:divsChild>
        <w:div w:id="678387833">
          <w:marLeft w:val="0"/>
          <w:marRight w:val="0"/>
          <w:marTop w:val="0"/>
          <w:marBottom w:val="0"/>
          <w:divBdr>
            <w:top w:val="none" w:sz="0" w:space="0" w:color="auto"/>
            <w:left w:val="none" w:sz="0" w:space="0" w:color="auto"/>
            <w:bottom w:val="none" w:sz="0" w:space="0" w:color="auto"/>
            <w:right w:val="none" w:sz="0" w:space="0" w:color="auto"/>
          </w:divBdr>
        </w:div>
      </w:divsChild>
    </w:div>
    <w:div w:id="899904465">
      <w:bodyDiv w:val="1"/>
      <w:marLeft w:val="0"/>
      <w:marRight w:val="0"/>
      <w:marTop w:val="0"/>
      <w:marBottom w:val="0"/>
      <w:divBdr>
        <w:top w:val="none" w:sz="0" w:space="0" w:color="auto"/>
        <w:left w:val="none" w:sz="0" w:space="0" w:color="auto"/>
        <w:bottom w:val="none" w:sz="0" w:space="0" w:color="auto"/>
        <w:right w:val="none" w:sz="0" w:space="0" w:color="auto"/>
      </w:divBdr>
      <w:divsChild>
        <w:div w:id="44108505">
          <w:marLeft w:val="0"/>
          <w:marRight w:val="0"/>
          <w:marTop w:val="0"/>
          <w:marBottom w:val="0"/>
          <w:divBdr>
            <w:top w:val="none" w:sz="0" w:space="0" w:color="auto"/>
            <w:left w:val="none" w:sz="0" w:space="0" w:color="auto"/>
            <w:bottom w:val="none" w:sz="0" w:space="0" w:color="auto"/>
            <w:right w:val="none" w:sz="0" w:space="0" w:color="auto"/>
          </w:divBdr>
        </w:div>
      </w:divsChild>
    </w:div>
    <w:div w:id="901794260">
      <w:bodyDiv w:val="1"/>
      <w:marLeft w:val="0"/>
      <w:marRight w:val="0"/>
      <w:marTop w:val="0"/>
      <w:marBottom w:val="0"/>
      <w:divBdr>
        <w:top w:val="none" w:sz="0" w:space="0" w:color="auto"/>
        <w:left w:val="none" w:sz="0" w:space="0" w:color="auto"/>
        <w:bottom w:val="none" w:sz="0" w:space="0" w:color="auto"/>
        <w:right w:val="none" w:sz="0" w:space="0" w:color="auto"/>
      </w:divBdr>
    </w:div>
    <w:div w:id="903032346">
      <w:bodyDiv w:val="1"/>
      <w:marLeft w:val="0"/>
      <w:marRight w:val="0"/>
      <w:marTop w:val="0"/>
      <w:marBottom w:val="0"/>
      <w:divBdr>
        <w:top w:val="none" w:sz="0" w:space="0" w:color="auto"/>
        <w:left w:val="none" w:sz="0" w:space="0" w:color="auto"/>
        <w:bottom w:val="none" w:sz="0" w:space="0" w:color="auto"/>
        <w:right w:val="none" w:sz="0" w:space="0" w:color="auto"/>
      </w:divBdr>
      <w:divsChild>
        <w:div w:id="1357269432">
          <w:marLeft w:val="0"/>
          <w:marRight w:val="0"/>
          <w:marTop w:val="0"/>
          <w:marBottom w:val="0"/>
          <w:divBdr>
            <w:top w:val="none" w:sz="0" w:space="0" w:color="auto"/>
            <w:left w:val="none" w:sz="0" w:space="0" w:color="auto"/>
            <w:bottom w:val="none" w:sz="0" w:space="0" w:color="auto"/>
            <w:right w:val="none" w:sz="0" w:space="0" w:color="auto"/>
          </w:divBdr>
        </w:div>
      </w:divsChild>
    </w:div>
    <w:div w:id="907109240">
      <w:bodyDiv w:val="1"/>
      <w:marLeft w:val="0"/>
      <w:marRight w:val="0"/>
      <w:marTop w:val="0"/>
      <w:marBottom w:val="0"/>
      <w:divBdr>
        <w:top w:val="none" w:sz="0" w:space="0" w:color="auto"/>
        <w:left w:val="none" w:sz="0" w:space="0" w:color="auto"/>
        <w:bottom w:val="none" w:sz="0" w:space="0" w:color="auto"/>
        <w:right w:val="none" w:sz="0" w:space="0" w:color="auto"/>
      </w:divBdr>
      <w:divsChild>
        <w:div w:id="516121091">
          <w:marLeft w:val="0"/>
          <w:marRight w:val="0"/>
          <w:marTop w:val="0"/>
          <w:marBottom w:val="0"/>
          <w:divBdr>
            <w:top w:val="none" w:sz="0" w:space="0" w:color="auto"/>
            <w:left w:val="none" w:sz="0" w:space="0" w:color="auto"/>
            <w:bottom w:val="none" w:sz="0" w:space="0" w:color="auto"/>
            <w:right w:val="none" w:sz="0" w:space="0" w:color="auto"/>
          </w:divBdr>
        </w:div>
      </w:divsChild>
    </w:div>
    <w:div w:id="907685958">
      <w:bodyDiv w:val="1"/>
      <w:marLeft w:val="0"/>
      <w:marRight w:val="0"/>
      <w:marTop w:val="0"/>
      <w:marBottom w:val="0"/>
      <w:divBdr>
        <w:top w:val="none" w:sz="0" w:space="0" w:color="auto"/>
        <w:left w:val="none" w:sz="0" w:space="0" w:color="auto"/>
        <w:bottom w:val="none" w:sz="0" w:space="0" w:color="auto"/>
        <w:right w:val="none" w:sz="0" w:space="0" w:color="auto"/>
      </w:divBdr>
      <w:divsChild>
        <w:div w:id="1726181952">
          <w:marLeft w:val="0"/>
          <w:marRight w:val="0"/>
          <w:marTop w:val="0"/>
          <w:marBottom w:val="0"/>
          <w:divBdr>
            <w:top w:val="none" w:sz="0" w:space="0" w:color="auto"/>
            <w:left w:val="none" w:sz="0" w:space="0" w:color="auto"/>
            <w:bottom w:val="none" w:sz="0" w:space="0" w:color="auto"/>
            <w:right w:val="none" w:sz="0" w:space="0" w:color="auto"/>
          </w:divBdr>
        </w:div>
      </w:divsChild>
    </w:div>
    <w:div w:id="914362802">
      <w:bodyDiv w:val="1"/>
      <w:marLeft w:val="0"/>
      <w:marRight w:val="0"/>
      <w:marTop w:val="0"/>
      <w:marBottom w:val="0"/>
      <w:divBdr>
        <w:top w:val="none" w:sz="0" w:space="0" w:color="auto"/>
        <w:left w:val="none" w:sz="0" w:space="0" w:color="auto"/>
        <w:bottom w:val="none" w:sz="0" w:space="0" w:color="auto"/>
        <w:right w:val="none" w:sz="0" w:space="0" w:color="auto"/>
      </w:divBdr>
      <w:divsChild>
        <w:div w:id="2103446904">
          <w:marLeft w:val="0"/>
          <w:marRight w:val="0"/>
          <w:marTop w:val="0"/>
          <w:marBottom w:val="0"/>
          <w:divBdr>
            <w:top w:val="none" w:sz="0" w:space="0" w:color="auto"/>
            <w:left w:val="none" w:sz="0" w:space="0" w:color="auto"/>
            <w:bottom w:val="none" w:sz="0" w:space="0" w:color="auto"/>
            <w:right w:val="none" w:sz="0" w:space="0" w:color="auto"/>
          </w:divBdr>
        </w:div>
      </w:divsChild>
    </w:div>
    <w:div w:id="918293630">
      <w:bodyDiv w:val="1"/>
      <w:marLeft w:val="0"/>
      <w:marRight w:val="0"/>
      <w:marTop w:val="0"/>
      <w:marBottom w:val="0"/>
      <w:divBdr>
        <w:top w:val="none" w:sz="0" w:space="0" w:color="auto"/>
        <w:left w:val="none" w:sz="0" w:space="0" w:color="auto"/>
        <w:bottom w:val="none" w:sz="0" w:space="0" w:color="auto"/>
        <w:right w:val="none" w:sz="0" w:space="0" w:color="auto"/>
      </w:divBdr>
      <w:divsChild>
        <w:div w:id="24450624">
          <w:marLeft w:val="0"/>
          <w:marRight w:val="0"/>
          <w:marTop w:val="0"/>
          <w:marBottom w:val="0"/>
          <w:divBdr>
            <w:top w:val="none" w:sz="0" w:space="0" w:color="auto"/>
            <w:left w:val="none" w:sz="0" w:space="0" w:color="auto"/>
            <w:bottom w:val="none" w:sz="0" w:space="0" w:color="auto"/>
            <w:right w:val="none" w:sz="0" w:space="0" w:color="auto"/>
          </w:divBdr>
        </w:div>
      </w:divsChild>
    </w:div>
    <w:div w:id="920798300">
      <w:bodyDiv w:val="1"/>
      <w:marLeft w:val="0"/>
      <w:marRight w:val="0"/>
      <w:marTop w:val="0"/>
      <w:marBottom w:val="0"/>
      <w:divBdr>
        <w:top w:val="none" w:sz="0" w:space="0" w:color="auto"/>
        <w:left w:val="none" w:sz="0" w:space="0" w:color="auto"/>
        <w:bottom w:val="none" w:sz="0" w:space="0" w:color="auto"/>
        <w:right w:val="none" w:sz="0" w:space="0" w:color="auto"/>
      </w:divBdr>
      <w:divsChild>
        <w:div w:id="1372924495">
          <w:marLeft w:val="0"/>
          <w:marRight w:val="0"/>
          <w:marTop w:val="0"/>
          <w:marBottom w:val="0"/>
          <w:divBdr>
            <w:top w:val="none" w:sz="0" w:space="0" w:color="auto"/>
            <w:left w:val="none" w:sz="0" w:space="0" w:color="auto"/>
            <w:bottom w:val="none" w:sz="0" w:space="0" w:color="auto"/>
            <w:right w:val="none" w:sz="0" w:space="0" w:color="auto"/>
          </w:divBdr>
        </w:div>
      </w:divsChild>
    </w:div>
    <w:div w:id="921572964">
      <w:bodyDiv w:val="1"/>
      <w:marLeft w:val="0"/>
      <w:marRight w:val="0"/>
      <w:marTop w:val="0"/>
      <w:marBottom w:val="0"/>
      <w:divBdr>
        <w:top w:val="none" w:sz="0" w:space="0" w:color="auto"/>
        <w:left w:val="none" w:sz="0" w:space="0" w:color="auto"/>
        <w:bottom w:val="none" w:sz="0" w:space="0" w:color="auto"/>
        <w:right w:val="none" w:sz="0" w:space="0" w:color="auto"/>
      </w:divBdr>
      <w:divsChild>
        <w:div w:id="162670806">
          <w:marLeft w:val="0"/>
          <w:marRight w:val="0"/>
          <w:marTop w:val="0"/>
          <w:marBottom w:val="0"/>
          <w:divBdr>
            <w:top w:val="none" w:sz="0" w:space="0" w:color="auto"/>
            <w:left w:val="none" w:sz="0" w:space="0" w:color="auto"/>
            <w:bottom w:val="none" w:sz="0" w:space="0" w:color="auto"/>
            <w:right w:val="none" w:sz="0" w:space="0" w:color="auto"/>
          </w:divBdr>
        </w:div>
      </w:divsChild>
    </w:div>
    <w:div w:id="933049836">
      <w:bodyDiv w:val="1"/>
      <w:marLeft w:val="0"/>
      <w:marRight w:val="0"/>
      <w:marTop w:val="0"/>
      <w:marBottom w:val="0"/>
      <w:divBdr>
        <w:top w:val="none" w:sz="0" w:space="0" w:color="auto"/>
        <w:left w:val="none" w:sz="0" w:space="0" w:color="auto"/>
        <w:bottom w:val="none" w:sz="0" w:space="0" w:color="auto"/>
        <w:right w:val="none" w:sz="0" w:space="0" w:color="auto"/>
      </w:divBdr>
      <w:divsChild>
        <w:div w:id="54395158">
          <w:marLeft w:val="0"/>
          <w:marRight w:val="0"/>
          <w:marTop w:val="0"/>
          <w:marBottom w:val="0"/>
          <w:divBdr>
            <w:top w:val="none" w:sz="0" w:space="0" w:color="auto"/>
            <w:left w:val="none" w:sz="0" w:space="0" w:color="auto"/>
            <w:bottom w:val="none" w:sz="0" w:space="0" w:color="auto"/>
            <w:right w:val="none" w:sz="0" w:space="0" w:color="auto"/>
          </w:divBdr>
        </w:div>
      </w:divsChild>
    </w:div>
    <w:div w:id="933902345">
      <w:bodyDiv w:val="1"/>
      <w:marLeft w:val="0"/>
      <w:marRight w:val="0"/>
      <w:marTop w:val="0"/>
      <w:marBottom w:val="0"/>
      <w:divBdr>
        <w:top w:val="none" w:sz="0" w:space="0" w:color="auto"/>
        <w:left w:val="none" w:sz="0" w:space="0" w:color="auto"/>
        <w:bottom w:val="none" w:sz="0" w:space="0" w:color="auto"/>
        <w:right w:val="none" w:sz="0" w:space="0" w:color="auto"/>
      </w:divBdr>
      <w:divsChild>
        <w:div w:id="1093235975">
          <w:marLeft w:val="0"/>
          <w:marRight w:val="0"/>
          <w:marTop w:val="0"/>
          <w:marBottom w:val="0"/>
          <w:divBdr>
            <w:top w:val="none" w:sz="0" w:space="0" w:color="auto"/>
            <w:left w:val="none" w:sz="0" w:space="0" w:color="auto"/>
            <w:bottom w:val="none" w:sz="0" w:space="0" w:color="auto"/>
            <w:right w:val="none" w:sz="0" w:space="0" w:color="auto"/>
          </w:divBdr>
        </w:div>
      </w:divsChild>
    </w:div>
    <w:div w:id="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297565875">
          <w:marLeft w:val="0"/>
          <w:marRight w:val="0"/>
          <w:marTop w:val="0"/>
          <w:marBottom w:val="0"/>
          <w:divBdr>
            <w:top w:val="none" w:sz="0" w:space="0" w:color="auto"/>
            <w:left w:val="none" w:sz="0" w:space="0" w:color="auto"/>
            <w:bottom w:val="none" w:sz="0" w:space="0" w:color="auto"/>
            <w:right w:val="none" w:sz="0" w:space="0" w:color="auto"/>
          </w:divBdr>
        </w:div>
      </w:divsChild>
    </w:div>
    <w:div w:id="935481901">
      <w:bodyDiv w:val="1"/>
      <w:marLeft w:val="0"/>
      <w:marRight w:val="0"/>
      <w:marTop w:val="0"/>
      <w:marBottom w:val="0"/>
      <w:divBdr>
        <w:top w:val="none" w:sz="0" w:space="0" w:color="auto"/>
        <w:left w:val="none" w:sz="0" w:space="0" w:color="auto"/>
        <w:bottom w:val="none" w:sz="0" w:space="0" w:color="auto"/>
        <w:right w:val="none" w:sz="0" w:space="0" w:color="auto"/>
      </w:divBdr>
      <w:divsChild>
        <w:div w:id="13381631">
          <w:marLeft w:val="0"/>
          <w:marRight w:val="0"/>
          <w:marTop w:val="0"/>
          <w:marBottom w:val="0"/>
          <w:divBdr>
            <w:top w:val="none" w:sz="0" w:space="0" w:color="auto"/>
            <w:left w:val="none" w:sz="0" w:space="0" w:color="auto"/>
            <w:bottom w:val="none" w:sz="0" w:space="0" w:color="auto"/>
            <w:right w:val="none" w:sz="0" w:space="0" w:color="auto"/>
          </w:divBdr>
        </w:div>
        <w:div w:id="485173567">
          <w:marLeft w:val="0"/>
          <w:marRight w:val="0"/>
          <w:marTop w:val="0"/>
          <w:marBottom w:val="0"/>
          <w:divBdr>
            <w:top w:val="none" w:sz="0" w:space="0" w:color="auto"/>
            <w:left w:val="none" w:sz="0" w:space="0" w:color="auto"/>
            <w:bottom w:val="none" w:sz="0" w:space="0" w:color="auto"/>
            <w:right w:val="none" w:sz="0" w:space="0" w:color="auto"/>
          </w:divBdr>
        </w:div>
        <w:div w:id="538858970">
          <w:marLeft w:val="0"/>
          <w:marRight w:val="0"/>
          <w:marTop w:val="0"/>
          <w:marBottom w:val="0"/>
          <w:divBdr>
            <w:top w:val="none" w:sz="0" w:space="0" w:color="auto"/>
            <w:left w:val="none" w:sz="0" w:space="0" w:color="auto"/>
            <w:bottom w:val="none" w:sz="0" w:space="0" w:color="auto"/>
            <w:right w:val="none" w:sz="0" w:space="0" w:color="auto"/>
          </w:divBdr>
        </w:div>
        <w:div w:id="1046560489">
          <w:marLeft w:val="0"/>
          <w:marRight w:val="0"/>
          <w:marTop w:val="0"/>
          <w:marBottom w:val="0"/>
          <w:divBdr>
            <w:top w:val="none" w:sz="0" w:space="0" w:color="auto"/>
            <w:left w:val="none" w:sz="0" w:space="0" w:color="auto"/>
            <w:bottom w:val="none" w:sz="0" w:space="0" w:color="auto"/>
            <w:right w:val="none" w:sz="0" w:space="0" w:color="auto"/>
          </w:divBdr>
        </w:div>
        <w:div w:id="1591429706">
          <w:marLeft w:val="0"/>
          <w:marRight w:val="0"/>
          <w:marTop w:val="0"/>
          <w:marBottom w:val="0"/>
          <w:divBdr>
            <w:top w:val="none" w:sz="0" w:space="0" w:color="auto"/>
            <w:left w:val="none" w:sz="0" w:space="0" w:color="auto"/>
            <w:bottom w:val="none" w:sz="0" w:space="0" w:color="auto"/>
            <w:right w:val="none" w:sz="0" w:space="0" w:color="auto"/>
          </w:divBdr>
        </w:div>
        <w:div w:id="1640190577">
          <w:marLeft w:val="0"/>
          <w:marRight w:val="0"/>
          <w:marTop w:val="0"/>
          <w:marBottom w:val="0"/>
          <w:divBdr>
            <w:top w:val="none" w:sz="0" w:space="0" w:color="auto"/>
            <w:left w:val="none" w:sz="0" w:space="0" w:color="auto"/>
            <w:bottom w:val="none" w:sz="0" w:space="0" w:color="auto"/>
            <w:right w:val="none" w:sz="0" w:space="0" w:color="auto"/>
          </w:divBdr>
        </w:div>
        <w:div w:id="1777483664">
          <w:marLeft w:val="0"/>
          <w:marRight w:val="0"/>
          <w:marTop w:val="0"/>
          <w:marBottom w:val="0"/>
          <w:divBdr>
            <w:top w:val="none" w:sz="0" w:space="0" w:color="auto"/>
            <w:left w:val="none" w:sz="0" w:space="0" w:color="auto"/>
            <w:bottom w:val="none" w:sz="0" w:space="0" w:color="auto"/>
            <w:right w:val="none" w:sz="0" w:space="0" w:color="auto"/>
          </w:divBdr>
        </w:div>
      </w:divsChild>
    </w:div>
    <w:div w:id="935796342">
      <w:bodyDiv w:val="1"/>
      <w:marLeft w:val="0"/>
      <w:marRight w:val="0"/>
      <w:marTop w:val="0"/>
      <w:marBottom w:val="0"/>
      <w:divBdr>
        <w:top w:val="none" w:sz="0" w:space="0" w:color="auto"/>
        <w:left w:val="none" w:sz="0" w:space="0" w:color="auto"/>
        <w:bottom w:val="none" w:sz="0" w:space="0" w:color="auto"/>
        <w:right w:val="none" w:sz="0" w:space="0" w:color="auto"/>
      </w:divBdr>
      <w:divsChild>
        <w:div w:id="1791511906">
          <w:marLeft w:val="0"/>
          <w:marRight w:val="0"/>
          <w:marTop w:val="0"/>
          <w:marBottom w:val="0"/>
          <w:divBdr>
            <w:top w:val="none" w:sz="0" w:space="0" w:color="auto"/>
            <w:left w:val="none" w:sz="0" w:space="0" w:color="auto"/>
            <w:bottom w:val="none" w:sz="0" w:space="0" w:color="auto"/>
            <w:right w:val="none" w:sz="0" w:space="0" w:color="auto"/>
          </w:divBdr>
        </w:div>
      </w:divsChild>
    </w:div>
    <w:div w:id="936448165">
      <w:bodyDiv w:val="1"/>
      <w:marLeft w:val="0"/>
      <w:marRight w:val="0"/>
      <w:marTop w:val="0"/>
      <w:marBottom w:val="0"/>
      <w:divBdr>
        <w:top w:val="none" w:sz="0" w:space="0" w:color="auto"/>
        <w:left w:val="none" w:sz="0" w:space="0" w:color="auto"/>
        <w:bottom w:val="none" w:sz="0" w:space="0" w:color="auto"/>
        <w:right w:val="none" w:sz="0" w:space="0" w:color="auto"/>
      </w:divBdr>
      <w:divsChild>
        <w:div w:id="1533688817">
          <w:marLeft w:val="0"/>
          <w:marRight w:val="0"/>
          <w:marTop w:val="0"/>
          <w:marBottom w:val="0"/>
          <w:divBdr>
            <w:top w:val="none" w:sz="0" w:space="0" w:color="auto"/>
            <w:left w:val="none" w:sz="0" w:space="0" w:color="auto"/>
            <w:bottom w:val="none" w:sz="0" w:space="0" w:color="auto"/>
            <w:right w:val="none" w:sz="0" w:space="0" w:color="auto"/>
          </w:divBdr>
        </w:div>
      </w:divsChild>
    </w:div>
    <w:div w:id="938178595">
      <w:bodyDiv w:val="1"/>
      <w:marLeft w:val="0"/>
      <w:marRight w:val="0"/>
      <w:marTop w:val="0"/>
      <w:marBottom w:val="0"/>
      <w:divBdr>
        <w:top w:val="none" w:sz="0" w:space="0" w:color="auto"/>
        <w:left w:val="none" w:sz="0" w:space="0" w:color="auto"/>
        <w:bottom w:val="none" w:sz="0" w:space="0" w:color="auto"/>
        <w:right w:val="none" w:sz="0" w:space="0" w:color="auto"/>
      </w:divBdr>
      <w:divsChild>
        <w:div w:id="1769815549">
          <w:marLeft w:val="0"/>
          <w:marRight w:val="0"/>
          <w:marTop w:val="0"/>
          <w:marBottom w:val="0"/>
          <w:divBdr>
            <w:top w:val="none" w:sz="0" w:space="0" w:color="auto"/>
            <w:left w:val="none" w:sz="0" w:space="0" w:color="auto"/>
            <w:bottom w:val="none" w:sz="0" w:space="0" w:color="auto"/>
            <w:right w:val="none" w:sz="0" w:space="0" w:color="auto"/>
          </w:divBdr>
        </w:div>
      </w:divsChild>
    </w:div>
    <w:div w:id="944578242">
      <w:bodyDiv w:val="1"/>
      <w:marLeft w:val="0"/>
      <w:marRight w:val="0"/>
      <w:marTop w:val="0"/>
      <w:marBottom w:val="0"/>
      <w:divBdr>
        <w:top w:val="none" w:sz="0" w:space="0" w:color="auto"/>
        <w:left w:val="none" w:sz="0" w:space="0" w:color="auto"/>
        <w:bottom w:val="none" w:sz="0" w:space="0" w:color="auto"/>
        <w:right w:val="none" w:sz="0" w:space="0" w:color="auto"/>
      </w:divBdr>
    </w:div>
    <w:div w:id="952399135">
      <w:bodyDiv w:val="1"/>
      <w:marLeft w:val="0"/>
      <w:marRight w:val="0"/>
      <w:marTop w:val="0"/>
      <w:marBottom w:val="0"/>
      <w:divBdr>
        <w:top w:val="none" w:sz="0" w:space="0" w:color="auto"/>
        <w:left w:val="none" w:sz="0" w:space="0" w:color="auto"/>
        <w:bottom w:val="none" w:sz="0" w:space="0" w:color="auto"/>
        <w:right w:val="none" w:sz="0" w:space="0" w:color="auto"/>
      </w:divBdr>
      <w:divsChild>
        <w:div w:id="436291119">
          <w:marLeft w:val="0"/>
          <w:marRight w:val="0"/>
          <w:marTop w:val="0"/>
          <w:marBottom w:val="0"/>
          <w:divBdr>
            <w:top w:val="none" w:sz="0" w:space="0" w:color="auto"/>
            <w:left w:val="none" w:sz="0" w:space="0" w:color="auto"/>
            <w:bottom w:val="none" w:sz="0" w:space="0" w:color="auto"/>
            <w:right w:val="none" w:sz="0" w:space="0" w:color="auto"/>
          </w:divBdr>
        </w:div>
        <w:div w:id="462699519">
          <w:marLeft w:val="0"/>
          <w:marRight w:val="0"/>
          <w:marTop w:val="0"/>
          <w:marBottom w:val="0"/>
          <w:divBdr>
            <w:top w:val="none" w:sz="0" w:space="0" w:color="auto"/>
            <w:left w:val="none" w:sz="0" w:space="0" w:color="auto"/>
            <w:bottom w:val="none" w:sz="0" w:space="0" w:color="auto"/>
            <w:right w:val="none" w:sz="0" w:space="0" w:color="auto"/>
          </w:divBdr>
        </w:div>
        <w:div w:id="497892617">
          <w:marLeft w:val="0"/>
          <w:marRight w:val="0"/>
          <w:marTop w:val="0"/>
          <w:marBottom w:val="0"/>
          <w:divBdr>
            <w:top w:val="none" w:sz="0" w:space="0" w:color="auto"/>
            <w:left w:val="none" w:sz="0" w:space="0" w:color="auto"/>
            <w:bottom w:val="none" w:sz="0" w:space="0" w:color="auto"/>
            <w:right w:val="none" w:sz="0" w:space="0" w:color="auto"/>
          </w:divBdr>
        </w:div>
        <w:div w:id="839076318">
          <w:marLeft w:val="0"/>
          <w:marRight w:val="0"/>
          <w:marTop w:val="0"/>
          <w:marBottom w:val="0"/>
          <w:divBdr>
            <w:top w:val="none" w:sz="0" w:space="0" w:color="auto"/>
            <w:left w:val="none" w:sz="0" w:space="0" w:color="auto"/>
            <w:bottom w:val="none" w:sz="0" w:space="0" w:color="auto"/>
            <w:right w:val="none" w:sz="0" w:space="0" w:color="auto"/>
          </w:divBdr>
        </w:div>
        <w:div w:id="1016150441">
          <w:marLeft w:val="0"/>
          <w:marRight w:val="0"/>
          <w:marTop w:val="0"/>
          <w:marBottom w:val="0"/>
          <w:divBdr>
            <w:top w:val="none" w:sz="0" w:space="0" w:color="auto"/>
            <w:left w:val="none" w:sz="0" w:space="0" w:color="auto"/>
            <w:bottom w:val="none" w:sz="0" w:space="0" w:color="auto"/>
            <w:right w:val="none" w:sz="0" w:space="0" w:color="auto"/>
          </w:divBdr>
        </w:div>
        <w:div w:id="1209414881">
          <w:marLeft w:val="0"/>
          <w:marRight w:val="0"/>
          <w:marTop w:val="0"/>
          <w:marBottom w:val="0"/>
          <w:divBdr>
            <w:top w:val="none" w:sz="0" w:space="0" w:color="auto"/>
            <w:left w:val="none" w:sz="0" w:space="0" w:color="auto"/>
            <w:bottom w:val="none" w:sz="0" w:space="0" w:color="auto"/>
            <w:right w:val="none" w:sz="0" w:space="0" w:color="auto"/>
          </w:divBdr>
        </w:div>
        <w:div w:id="1983850630">
          <w:marLeft w:val="0"/>
          <w:marRight w:val="0"/>
          <w:marTop w:val="0"/>
          <w:marBottom w:val="0"/>
          <w:divBdr>
            <w:top w:val="none" w:sz="0" w:space="0" w:color="auto"/>
            <w:left w:val="none" w:sz="0" w:space="0" w:color="auto"/>
            <w:bottom w:val="none" w:sz="0" w:space="0" w:color="auto"/>
            <w:right w:val="none" w:sz="0" w:space="0" w:color="auto"/>
          </w:divBdr>
        </w:div>
      </w:divsChild>
    </w:div>
    <w:div w:id="961619166">
      <w:bodyDiv w:val="1"/>
      <w:marLeft w:val="0"/>
      <w:marRight w:val="0"/>
      <w:marTop w:val="0"/>
      <w:marBottom w:val="0"/>
      <w:divBdr>
        <w:top w:val="none" w:sz="0" w:space="0" w:color="auto"/>
        <w:left w:val="none" w:sz="0" w:space="0" w:color="auto"/>
        <w:bottom w:val="none" w:sz="0" w:space="0" w:color="auto"/>
        <w:right w:val="none" w:sz="0" w:space="0" w:color="auto"/>
      </w:divBdr>
      <w:divsChild>
        <w:div w:id="599292925">
          <w:marLeft w:val="0"/>
          <w:marRight w:val="0"/>
          <w:marTop w:val="0"/>
          <w:marBottom w:val="0"/>
          <w:divBdr>
            <w:top w:val="none" w:sz="0" w:space="0" w:color="auto"/>
            <w:left w:val="none" w:sz="0" w:space="0" w:color="auto"/>
            <w:bottom w:val="none" w:sz="0" w:space="0" w:color="auto"/>
            <w:right w:val="none" w:sz="0" w:space="0" w:color="auto"/>
          </w:divBdr>
        </w:div>
      </w:divsChild>
    </w:div>
    <w:div w:id="964121985">
      <w:bodyDiv w:val="1"/>
      <w:marLeft w:val="0"/>
      <w:marRight w:val="0"/>
      <w:marTop w:val="0"/>
      <w:marBottom w:val="0"/>
      <w:divBdr>
        <w:top w:val="none" w:sz="0" w:space="0" w:color="auto"/>
        <w:left w:val="none" w:sz="0" w:space="0" w:color="auto"/>
        <w:bottom w:val="none" w:sz="0" w:space="0" w:color="auto"/>
        <w:right w:val="none" w:sz="0" w:space="0" w:color="auto"/>
      </w:divBdr>
      <w:divsChild>
        <w:div w:id="554774196">
          <w:marLeft w:val="0"/>
          <w:marRight w:val="0"/>
          <w:marTop w:val="0"/>
          <w:marBottom w:val="0"/>
          <w:divBdr>
            <w:top w:val="none" w:sz="0" w:space="0" w:color="auto"/>
            <w:left w:val="none" w:sz="0" w:space="0" w:color="auto"/>
            <w:bottom w:val="none" w:sz="0" w:space="0" w:color="auto"/>
            <w:right w:val="none" w:sz="0" w:space="0" w:color="auto"/>
          </w:divBdr>
        </w:div>
      </w:divsChild>
    </w:div>
    <w:div w:id="964852637">
      <w:bodyDiv w:val="1"/>
      <w:marLeft w:val="0"/>
      <w:marRight w:val="0"/>
      <w:marTop w:val="0"/>
      <w:marBottom w:val="0"/>
      <w:divBdr>
        <w:top w:val="none" w:sz="0" w:space="0" w:color="auto"/>
        <w:left w:val="none" w:sz="0" w:space="0" w:color="auto"/>
        <w:bottom w:val="none" w:sz="0" w:space="0" w:color="auto"/>
        <w:right w:val="none" w:sz="0" w:space="0" w:color="auto"/>
      </w:divBdr>
      <w:divsChild>
        <w:div w:id="1371807324">
          <w:marLeft w:val="0"/>
          <w:marRight w:val="0"/>
          <w:marTop w:val="0"/>
          <w:marBottom w:val="0"/>
          <w:divBdr>
            <w:top w:val="none" w:sz="0" w:space="0" w:color="auto"/>
            <w:left w:val="none" w:sz="0" w:space="0" w:color="auto"/>
            <w:bottom w:val="none" w:sz="0" w:space="0" w:color="auto"/>
            <w:right w:val="none" w:sz="0" w:space="0" w:color="auto"/>
          </w:divBdr>
        </w:div>
      </w:divsChild>
    </w:div>
    <w:div w:id="965234213">
      <w:bodyDiv w:val="1"/>
      <w:marLeft w:val="0"/>
      <w:marRight w:val="0"/>
      <w:marTop w:val="0"/>
      <w:marBottom w:val="0"/>
      <w:divBdr>
        <w:top w:val="none" w:sz="0" w:space="0" w:color="auto"/>
        <w:left w:val="none" w:sz="0" w:space="0" w:color="auto"/>
        <w:bottom w:val="none" w:sz="0" w:space="0" w:color="auto"/>
        <w:right w:val="none" w:sz="0" w:space="0" w:color="auto"/>
      </w:divBdr>
    </w:div>
    <w:div w:id="965544907">
      <w:bodyDiv w:val="1"/>
      <w:marLeft w:val="0"/>
      <w:marRight w:val="0"/>
      <w:marTop w:val="0"/>
      <w:marBottom w:val="0"/>
      <w:divBdr>
        <w:top w:val="none" w:sz="0" w:space="0" w:color="auto"/>
        <w:left w:val="none" w:sz="0" w:space="0" w:color="auto"/>
        <w:bottom w:val="none" w:sz="0" w:space="0" w:color="auto"/>
        <w:right w:val="none" w:sz="0" w:space="0" w:color="auto"/>
      </w:divBdr>
      <w:divsChild>
        <w:div w:id="2007518408">
          <w:marLeft w:val="0"/>
          <w:marRight w:val="0"/>
          <w:marTop w:val="0"/>
          <w:marBottom w:val="0"/>
          <w:divBdr>
            <w:top w:val="none" w:sz="0" w:space="0" w:color="auto"/>
            <w:left w:val="none" w:sz="0" w:space="0" w:color="auto"/>
            <w:bottom w:val="none" w:sz="0" w:space="0" w:color="auto"/>
            <w:right w:val="none" w:sz="0" w:space="0" w:color="auto"/>
          </w:divBdr>
        </w:div>
      </w:divsChild>
    </w:div>
    <w:div w:id="967049365">
      <w:bodyDiv w:val="1"/>
      <w:marLeft w:val="0"/>
      <w:marRight w:val="0"/>
      <w:marTop w:val="0"/>
      <w:marBottom w:val="0"/>
      <w:divBdr>
        <w:top w:val="none" w:sz="0" w:space="0" w:color="auto"/>
        <w:left w:val="none" w:sz="0" w:space="0" w:color="auto"/>
        <w:bottom w:val="none" w:sz="0" w:space="0" w:color="auto"/>
        <w:right w:val="none" w:sz="0" w:space="0" w:color="auto"/>
      </w:divBdr>
      <w:divsChild>
        <w:div w:id="1714039209">
          <w:marLeft w:val="0"/>
          <w:marRight w:val="0"/>
          <w:marTop w:val="0"/>
          <w:marBottom w:val="0"/>
          <w:divBdr>
            <w:top w:val="none" w:sz="0" w:space="0" w:color="auto"/>
            <w:left w:val="none" w:sz="0" w:space="0" w:color="auto"/>
            <w:bottom w:val="none" w:sz="0" w:space="0" w:color="auto"/>
            <w:right w:val="none" w:sz="0" w:space="0" w:color="auto"/>
          </w:divBdr>
        </w:div>
      </w:divsChild>
    </w:div>
    <w:div w:id="974221396">
      <w:bodyDiv w:val="1"/>
      <w:marLeft w:val="0"/>
      <w:marRight w:val="0"/>
      <w:marTop w:val="0"/>
      <w:marBottom w:val="0"/>
      <w:divBdr>
        <w:top w:val="none" w:sz="0" w:space="0" w:color="auto"/>
        <w:left w:val="none" w:sz="0" w:space="0" w:color="auto"/>
        <w:bottom w:val="none" w:sz="0" w:space="0" w:color="auto"/>
        <w:right w:val="none" w:sz="0" w:space="0" w:color="auto"/>
      </w:divBdr>
      <w:divsChild>
        <w:div w:id="1961841231">
          <w:marLeft w:val="0"/>
          <w:marRight w:val="0"/>
          <w:marTop w:val="0"/>
          <w:marBottom w:val="0"/>
          <w:divBdr>
            <w:top w:val="none" w:sz="0" w:space="0" w:color="auto"/>
            <w:left w:val="none" w:sz="0" w:space="0" w:color="auto"/>
            <w:bottom w:val="none" w:sz="0" w:space="0" w:color="auto"/>
            <w:right w:val="none" w:sz="0" w:space="0" w:color="auto"/>
          </w:divBdr>
        </w:div>
      </w:divsChild>
    </w:div>
    <w:div w:id="992221798">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993725320">
      <w:bodyDiv w:val="1"/>
      <w:marLeft w:val="0"/>
      <w:marRight w:val="0"/>
      <w:marTop w:val="0"/>
      <w:marBottom w:val="0"/>
      <w:divBdr>
        <w:top w:val="none" w:sz="0" w:space="0" w:color="auto"/>
        <w:left w:val="none" w:sz="0" w:space="0" w:color="auto"/>
        <w:bottom w:val="none" w:sz="0" w:space="0" w:color="auto"/>
        <w:right w:val="none" w:sz="0" w:space="0" w:color="auto"/>
      </w:divBdr>
      <w:divsChild>
        <w:div w:id="1755590811">
          <w:marLeft w:val="0"/>
          <w:marRight w:val="0"/>
          <w:marTop w:val="0"/>
          <w:marBottom w:val="0"/>
          <w:divBdr>
            <w:top w:val="none" w:sz="0" w:space="0" w:color="auto"/>
            <w:left w:val="none" w:sz="0" w:space="0" w:color="auto"/>
            <w:bottom w:val="none" w:sz="0" w:space="0" w:color="auto"/>
            <w:right w:val="none" w:sz="0" w:space="0" w:color="auto"/>
          </w:divBdr>
        </w:div>
      </w:divsChild>
    </w:div>
    <w:div w:id="999389318">
      <w:bodyDiv w:val="1"/>
      <w:marLeft w:val="0"/>
      <w:marRight w:val="0"/>
      <w:marTop w:val="0"/>
      <w:marBottom w:val="0"/>
      <w:divBdr>
        <w:top w:val="none" w:sz="0" w:space="0" w:color="auto"/>
        <w:left w:val="none" w:sz="0" w:space="0" w:color="auto"/>
        <w:bottom w:val="none" w:sz="0" w:space="0" w:color="auto"/>
        <w:right w:val="none" w:sz="0" w:space="0" w:color="auto"/>
      </w:divBdr>
    </w:div>
    <w:div w:id="999578899">
      <w:bodyDiv w:val="1"/>
      <w:marLeft w:val="0"/>
      <w:marRight w:val="0"/>
      <w:marTop w:val="0"/>
      <w:marBottom w:val="0"/>
      <w:divBdr>
        <w:top w:val="none" w:sz="0" w:space="0" w:color="auto"/>
        <w:left w:val="none" w:sz="0" w:space="0" w:color="auto"/>
        <w:bottom w:val="none" w:sz="0" w:space="0" w:color="auto"/>
        <w:right w:val="none" w:sz="0" w:space="0" w:color="auto"/>
      </w:divBdr>
    </w:div>
    <w:div w:id="1003511741">
      <w:bodyDiv w:val="1"/>
      <w:marLeft w:val="0"/>
      <w:marRight w:val="0"/>
      <w:marTop w:val="0"/>
      <w:marBottom w:val="0"/>
      <w:divBdr>
        <w:top w:val="none" w:sz="0" w:space="0" w:color="auto"/>
        <w:left w:val="none" w:sz="0" w:space="0" w:color="auto"/>
        <w:bottom w:val="none" w:sz="0" w:space="0" w:color="auto"/>
        <w:right w:val="none" w:sz="0" w:space="0" w:color="auto"/>
      </w:divBdr>
      <w:divsChild>
        <w:div w:id="831677131">
          <w:marLeft w:val="0"/>
          <w:marRight w:val="0"/>
          <w:marTop w:val="0"/>
          <w:marBottom w:val="0"/>
          <w:divBdr>
            <w:top w:val="none" w:sz="0" w:space="0" w:color="auto"/>
            <w:left w:val="none" w:sz="0" w:space="0" w:color="auto"/>
            <w:bottom w:val="none" w:sz="0" w:space="0" w:color="auto"/>
            <w:right w:val="none" w:sz="0" w:space="0" w:color="auto"/>
          </w:divBdr>
        </w:div>
      </w:divsChild>
    </w:div>
    <w:div w:id="1004942334">
      <w:bodyDiv w:val="1"/>
      <w:marLeft w:val="0"/>
      <w:marRight w:val="0"/>
      <w:marTop w:val="0"/>
      <w:marBottom w:val="0"/>
      <w:divBdr>
        <w:top w:val="none" w:sz="0" w:space="0" w:color="auto"/>
        <w:left w:val="none" w:sz="0" w:space="0" w:color="auto"/>
        <w:bottom w:val="none" w:sz="0" w:space="0" w:color="auto"/>
        <w:right w:val="none" w:sz="0" w:space="0" w:color="auto"/>
      </w:divBdr>
      <w:divsChild>
        <w:div w:id="1520505895">
          <w:marLeft w:val="0"/>
          <w:marRight w:val="0"/>
          <w:marTop w:val="0"/>
          <w:marBottom w:val="0"/>
          <w:divBdr>
            <w:top w:val="none" w:sz="0" w:space="0" w:color="auto"/>
            <w:left w:val="none" w:sz="0" w:space="0" w:color="auto"/>
            <w:bottom w:val="none" w:sz="0" w:space="0" w:color="auto"/>
            <w:right w:val="none" w:sz="0" w:space="0" w:color="auto"/>
          </w:divBdr>
        </w:div>
      </w:divsChild>
    </w:div>
    <w:div w:id="1009871967">
      <w:bodyDiv w:val="1"/>
      <w:marLeft w:val="0"/>
      <w:marRight w:val="0"/>
      <w:marTop w:val="0"/>
      <w:marBottom w:val="0"/>
      <w:divBdr>
        <w:top w:val="none" w:sz="0" w:space="0" w:color="auto"/>
        <w:left w:val="none" w:sz="0" w:space="0" w:color="auto"/>
        <w:bottom w:val="none" w:sz="0" w:space="0" w:color="auto"/>
        <w:right w:val="none" w:sz="0" w:space="0" w:color="auto"/>
      </w:divBdr>
      <w:divsChild>
        <w:div w:id="1092971212">
          <w:marLeft w:val="0"/>
          <w:marRight w:val="0"/>
          <w:marTop w:val="0"/>
          <w:marBottom w:val="0"/>
          <w:divBdr>
            <w:top w:val="none" w:sz="0" w:space="0" w:color="auto"/>
            <w:left w:val="none" w:sz="0" w:space="0" w:color="auto"/>
            <w:bottom w:val="none" w:sz="0" w:space="0" w:color="auto"/>
            <w:right w:val="none" w:sz="0" w:space="0" w:color="auto"/>
          </w:divBdr>
        </w:div>
      </w:divsChild>
    </w:div>
    <w:div w:id="1021514317">
      <w:bodyDiv w:val="1"/>
      <w:marLeft w:val="0"/>
      <w:marRight w:val="0"/>
      <w:marTop w:val="0"/>
      <w:marBottom w:val="0"/>
      <w:divBdr>
        <w:top w:val="none" w:sz="0" w:space="0" w:color="auto"/>
        <w:left w:val="none" w:sz="0" w:space="0" w:color="auto"/>
        <w:bottom w:val="none" w:sz="0" w:space="0" w:color="auto"/>
        <w:right w:val="none" w:sz="0" w:space="0" w:color="auto"/>
      </w:divBdr>
      <w:divsChild>
        <w:div w:id="440493642">
          <w:marLeft w:val="0"/>
          <w:marRight w:val="0"/>
          <w:marTop w:val="0"/>
          <w:marBottom w:val="0"/>
          <w:divBdr>
            <w:top w:val="none" w:sz="0" w:space="0" w:color="auto"/>
            <w:left w:val="none" w:sz="0" w:space="0" w:color="auto"/>
            <w:bottom w:val="none" w:sz="0" w:space="0" w:color="auto"/>
            <w:right w:val="none" w:sz="0" w:space="0" w:color="auto"/>
          </w:divBdr>
        </w:div>
      </w:divsChild>
    </w:div>
    <w:div w:id="1026977366">
      <w:bodyDiv w:val="1"/>
      <w:marLeft w:val="0"/>
      <w:marRight w:val="0"/>
      <w:marTop w:val="0"/>
      <w:marBottom w:val="0"/>
      <w:divBdr>
        <w:top w:val="none" w:sz="0" w:space="0" w:color="auto"/>
        <w:left w:val="none" w:sz="0" w:space="0" w:color="auto"/>
        <w:bottom w:val="none" w:sz="0" w:space="0" w:color="auto"/>
        <w:right w:val="none" w:sz="0" w:space="0" w:color="auto"/>
      </w:divBdr>
      <w:divsChild>
        <w:div w:id="1281687990">
          <w:marLeft w:val="0"/>
          <w:marRight w:val="0"/>
          <w:marTop w:val="0"/>
          <w:marBottom w:val="0"/>
          <w:divBdr>
            <w:top w:val="none" w:sz="0" w:space="0" w:color="auto"/>
            <w:left w:val="none" w:sz="0" w:space="0" w:color="auto"/>
            <w:bottom w:val="none" w:sz="0" w:space="0" w:color="auto"/>
            <w:right w:val="none" w:sz="0" w:space="0" w:color="auto"/>
          </w:divBdr>
        </w:div>
      </w:divsChild>
    </w:div>
    <w:div w:id="1035468808">
      <w:bodyDiv w:val="1"/>
      <w:marLeft w:val="0"/>
      <w:marRight w:val="0"/>
      <w:marTop w:val="0"/>
      <w:marBottom w:val="0"/>
      <w:divBdr>
        <w:top w:val="none" w:sz="0" w:space="0" w:color="auto"/>
        <w:left w:val="none" w:sz="0" w:space="0" w:color="auto"/>
        <w:bottom w:val="none" w:sz="0" w:space="0" w:color="auto"/>
        <w:right w:val="none" w:sz="0" w:space="0" w:color="auto"/>
      </w:divBdr>
    </w:div>
    <w:div w:id="1036006232">
      <w:bodyDiv w:val="1"/>
      <w:marLeft w:val="0"/>
      <w:marRight w:val="0"/>
      <w:marTop w:val="0"/>
      <w:marBottom w:val="0"/>
      <w:divBdr>
        <w:top w:val="none" w:sz="0" w:space="0" w:color="auto"/>
        <w:left w:val="none" w:sz="0" w:space="0" w:color="auto"/>
        <w:bottom w:val="none" w:sz="0" w:space="0" w:color="auto"/>
        <w:right w:val="none" w:sz="0" w:space="0" w:color="auto"/>
      </w:divBdr>
    </w:div>
    <w:div w:id="1037926080">
      <w:bodyDiv w:val="1"/>
      <w:marLeft w:val="0"/>
      <w:marRight w:val="0"/>
      <w:marTop w:val="0"/>
      <w:marBottom w:val="0"/>
      <w:divBdr>
        <w:top w:val="none" w:sz="0" w:space="0" w:color="auto"/>
        <w:left w:val="none" w:sz="0" w:space="0" w:color="auto"/>
        <w:bottom w:val="none" w:sz="0" w:space="0" w:color="auto"/>
        <w:right w:val="none" w:sz="0" w:space="0" w:color="auto"/>
      </w:divBdr>
      <w:divsChild>
        <w:div w:id="1026247123">
          <w:marLeft w:val="0"/>
          <w:marRight w:val="0"/>
          <w:marTop w:val="0"/>
          <w:marBottom w:val="0"/>
          <w:divBdr>
            <w:top w:val="none" w:sz="0" w:space="0" w:color="auto"/>
            <w:left w:val="none" w:sz="0" w:space="0" w:color="auto"/>
            <w:bottom w:val="none" w:sz="0" w:space="0" w:color="auto"/>
            <w:right w:val="none" w:sz="0" w:space="0" w:color="auto"/>
          </w:divBdr>
        </w:div>
      </w:divsChild>
    </w:div>
    <w:div w:id="1052390102">
      <w:bodyDiv w:val="1"/>
      <w:marLeft w:val="0"/>
      <w:marRight w:val="0"/>
      <w:marTop w:val="0"/>
      <w:marBottom w:val="0"/>
      <w:divBdr>
        <w:top w:val="none" w:sz="0" w:space="0" w:color="auto"/>
        <w:left w:val="none" w:sz="0" w:space="0" w:color="auto"/>
        <w:bottom w:val="none" w:sz="0" w:space="0" w:color="auto"/>
        <w:right w:val="none" w:sz="0" w:space="0" w:color="auto"/>
      </w:divBdr>
    </w:div>
    <w:div w:id="1054506486">
      <w:bodyDiv w:val="1"/>
      <w:marLeft w:val="0"/>
      <w:marRight w:val="0"/>
      <w:marTop w:val="0"/>
      <w:marBottom w:val="0"/>
      <w:divBdr>
        <w:top w:val="none" w:sz="0" w:space="0" w:color="auto"/>
        <w:left w:val="none" w:sz="0" w:space="0" w:color="auto"/>
        <w:bottom w:val="none" w:sz="0" w:space="0" w:color="auto"/>
        <w:right w:val="none" w:sz="0" w:space="0" w:color="auto"/>
      </w:divBdr>
      <w:divsChild>
        <w:div w:id="805776452">
          <w:marLeft w:val="0"/>
          <w:marRight w:val="0"/>
          <w:marTop w:val="0"/>
          <w:marBottom w:val="0"/>
          <w:divBdr>
            <w:top w:val="none" w:sz="0" w:space="0" w:color="auto"/>
            <w:left w:val="none" w:sz="0" w:space="0" w:color="auto"/>
            <w:bottom w:val="none" w:sz="0" w:space="0" w:color="auto"/>
            <w:right w:val="none" w:sz="0" w:space="0" w:color="auto"/>
          </w:divBdr>
        </w:div>
      </w:divsChild>
    </w:div>
    <w:div w:id="1056465494">
      <w:bodyDiv w:val="1"/>
      <w:marLeft w:val="0"/>
      <w:marRight w:val="0"/>
      <w:marTop w:val="0"/>
      <w:marBottom w:val="0"/>
      <w:divBdr>
        <w:top w:val="none" w:sz="0" w:space="0" w:color="auto"/>
        <w:left w:val="none" w:sz="0" w:space="0" w:color="auto"/>
        <w:bottom w:val="none" w:sz="0" w:space="0" w:color="auto"/>
        <w:right w:val="none" w:sz="0" w:space="0" w:color="auto"/>
      </w:divBdr>
      <w:divsChild>
        <w:div w:id="1422992608">
          <w:marLeft w:val="0"/>
          <w:marRight w:val="0"/>
          <w:marTop w:val="0"/>
          <w:marBottom w:val="0"/>
          <w:divBdr>
            <w:top w:val="none" w:sz="0" w:space="0" w:color="auto"/>
            <w:left w:val="none" w:sz="0" w:space="0" w:color="auto"/>
            <w:bottom w:val="none" w:sz="0" w:space="0" w:color="auto"/>
            <w:right w:val="none" w:sz="0" w:space="0" w:color="auto"/>
          </w:divBdr>
        </w:div>
      </w:divsChild>
    </w:div>
    <w:div w:id="1057244103">
      <w:bodyDiv w:val="1"/>
      <w:marLeft w:val="0"/>
      <w:marRight w:val="0"/>
      <w:marTop w:val="0"/>
      <w:marBottom w:val="0"/>
      <w:divBdr>
        <w:top w:val="none" w:sz="0" w:space="0" w:color="auto"/>
        <w:left w:val="none" w:sz="0" w:space="0" w:color="auto"/>
        <w:bottom w:val="none" w:sz="0" w:space="0" w:color="auto"/>
        <w:right w:val="none" w:sz="0" w:space="0" w:color="auto"/>
      </w:divBdr>
      <w:divsChild>
        <w:div w:id="1709716205">
          <w:marLeft w:val="0"/>
          <w:marRight w:val="0"/>
          <w:marTop w:val="0"/>
          <w:marBottom w:val="0"/>
          <w:divBdr>
            <w:top w:val="none" w:sz="0" w:space="0" w:color="auto"/>
            <w:left w:val="none" w:sz="0" w:space="0" w:color="auto"/>
            <w:bottom w:val="none" w:sz="0" w:space="0" w:color="auto"/>
            <w:right w:val="none" w:sz="0" w:space="0" w:color="auto"/>
          </w:divBdr>
        </w:div>
      </w:divsChild>
    </w:div>
    <w:div w:id="1066687567">
      <w:bodyDiv w:val="1"/>
      <w:marLeft w:val="0"/>
      <w:marRight w:val="0"/>
      <w:marTop w:val="0"/>
      <w:marBottom w:val="0"/>
      <w:divBdr>
        <w:top w:val="none" w:sz="0" w:space="0" w:color="auto"/>
        <w:left w:val="none" w:sz="0" w:space="0" w:color="auto"/>
        <w:bottom w:val="none" w:sz="0" w:space="0" w:color="auto"/>
        <w:right w:val="none" w:sz="0" w:space="0" w:color="auto"/>
      </w:divBdr>
      <w:divsChild>
        <w:div w:id="660743422">
          <w:marLeft w:val="0"/>
          <w:marRight w:val="0"/>
          <w:marTop w:val="0"/>
          <w:marBottom w:val="0"/>
          <w:divBdr>
            <w:top w:val="none" w:sz="0" w:space="0" w:color="auto"/>
            <w:left w:val="none" w:sz="0" w:space="0" w:color="auto"/>
            <w:bottom w:val="none" w:sz="0" w:space="0" w:color="auto"/>
            <w:right w:val="none" w:sz="0" w:space="0" w:color="auto"/>
          </w:divBdr>
        </w:div>
      </w:divsChild>
    </w:div>
    <w:div w:id="1067920591">
      <w:bodyDiv w:val="1"/>
      <w:marLeft w:val="0"/>
      <w:marRight w:val="0"/>
      <w:marTop w:val="0"/>
      <w:marBottom w:val="0"/>
      <w:divBdr>
        <w:top w:val="none" w:sz="0" w:space="0" w:color="auto"/>
        <w:left w:val="none" w:sz="0" w:space="0" w:color="auto"/>
        <w:bottom w:val="none" w:sz="0" w:space="0" w:color="auto"/>
        <w:right w:val="none" w:sz="0" w:space="0" w:color="auto"/>
      </w:divBdr>
      <w:divsChild>
        <w:div w:id="1255825920">
          <w:marLeft w:val="0"/>
          <w:marRight w:val="0"/>
          <w:marTop w:val="0"/>
          <w:marBottom w:val="0"/>
          <w:divBdr>
            <w:top w:val="none" w:sz="0" w:space="0" w:color="auto"/>
            <w:left w:val="none" w:sz="0" w:space="0" w:color="auto"/>
            <w:bottom w:val="none" w:sz="0" w:space="0" w:color="auto"/>
            <w:right w:val="none" w:sz="0" w:space="0" w:color="auto"/>
          </w:divBdr>
        </w:div>
      </w:divsChild>
    </w:div>
    <w:div w:id="1073772871">
      <w:bodyDiv w:val="1"/>
      <w:marLeft w:val="0"/>
      <w:marRight w:val="0"/>
      <w:marTop w:val="0"/>
      <w:marBottom w:val="0"/>
      <w:divBdr>
        <w:top w:val="none" w:sz="0" w:space="0" w:color="auto"/>
        <w:left w:val="none" w:sz="0" w:space="0" w:color="auto"/>
        <w:bottom w:val="none" w:sz="0" w:space="0" w:color="auto"/>
        <w:right w:val="none" w:sz="0" w:space="0" w:color="auto"/>
      </w:divBdr>
      <w:divsChild>
        <w:div w:id="2145197196">
          <w:marLeft w:val="0"/>
          <w:marRight w:val="0"/>
          <w:marTop w:val="0"/>
          <w:marBottom w:val="0"/>
          <w:divBdr>
            <w:top w:val="none" w:sz="0" w:space="0" w:color="auto"/>
            <w:left w:val="none" w:sz="0" w:space="0" w:color="auto"/>
            <w:bottom w:val="none" w:sz="0" w:space="0" w:color="auto"/>
            <w:right w:val="none" w:sz="0" w:space="0" w:color="auto"/>
          </w:divBdr>
        </w:div>
      </w:divsChild>
    </w:div>
    <w:div w:id="1076322630">
      <w:bodyDiv w:val="1"/>
      <w:marLeft w:val="0"/>
      <w:marRight w:val="0"/>
      <w:marTop w:val="0"/>
      <w:marBottom w:val="0"/>
      <w:divBdr>
        <w:top w:val="none" w:sz="0" w:space="0" w:color="auto"/>
        <w:left w:val="none" w:sz="0" w:space="0" w:color="auto"/>
        <w:bottom w:val="none" w:sz="0" w:space="0" w:color="auto"/>
        <w:right w:val="none" w:sz="0" w:space="0" w:color="auto"/>
      </w:divBdr>
      <w:divsChild>
        <w:div w:id="1657568443">
          <w:marLeft w:val="0"/>
          <w:marRight w:val="0"/>
          <w:marTop w:val="0"/>
          <w:marBottom w:val="0"/>
          <w:divBdr>
            <w:top w:val="none" w:sz="0" w:space="0" w:color="auto"/>
            <w:left w:val="none" w:sz="0" w:space="0" w:color="auto"/>
            <w:bottom w:val="none" w:sz="0" w:space="0" w:color="auto"/>
            <w:right w:val="none" w:sz="0" w:space="0" w:color="auto"/>
          </w:divBdr>
        </w:div>
      </w:divsChild>
    </w:div>
    <w:div w:id="1078332054">
      <w:bodyDiv w:val="1"/>
      <w:marLeft w:val="0"/>
      <w:marRight w:val="0"/>
      <w:marTop w:val="0"/>
      <w:marBottom w:val="0"/>
      <w:divBdr>
        <w:top w:val="none" w:sz="0" w:space="0" w:color="auto"/>
        <w:left w:val="none" w:sz="0" w:space="0" w:color="auto"/>
        <w:bottom w:val="none" w:sz="0" w:space="0" w:color="auto"/>
        <w:right w:val="none" w:sz="0" w:space="0" w:color="auto"/>
      </w:divBdr>
      <w:divsChild>
        <w:div w:id="1523859846">
          <w:marLeft w:val="0"/>
          <w:marRight w:val="0"/>
          <w:marTop w:val="0"/>
          <w:marBottom w:val="0"/>
          <w:divBdr>
            <w:top w:val="none" w:sz="0" w:space="0" w:color="auto"/>
            <w:left w:val="none" w:sz="0" w:space="0" w:color="auto"/>
            <w:bottom w:val="none" w:sz="0" w:space="0" w:color="auto"/>
            <w:right w:val="none" w:sz="0" w:space="0" w:color="auto"/>
          </w:divBdr>
        </w:div>
      </w:divsChild>
    </w:div>
    <w:div w:id="1080178846">
      <w:bodyDiv w:val="1"/>
      <w:marLeft w:val="0"/>
      <w:marRight w:val="0"/>
      <w:marTop w:val="0"/>
      <w:marBottom w:val="0"/>
      <w:divBdr>
        <w:top w:val="none" w:sz="0" w:space="0" w:color="auto"/>
        <w:left w:val="none" w:sz="0" w:space="0" w:color="auto"/>
        <w:bottom w:val="none" w:sz="0" w:space="0" w:color="auto"/>
        <w:right w:val="none" w:sz="0" w:space="0" w:color="auto"/>
      </w:divBdr>
      <w:divsChild>
        <w:div w:id="224995472">
          <w:marLeft w:val="0"/>
          <w:marRight w:val="0"/>
          <w:marTop w:val="0"/>
          <w:marBottom w:val="0"/>
          <w:divBdr>
            <w:top w:val="none" w:sz="0" w:space="0" w:color="auto"/>
            <w:left w:val="none" w:sz="0" w:space="0" w:color="auto"/>
            <w:bottom w:val="none" w:sz="0" w:space="0" w:color="auto"/>
            <w:right w:val="none" w:sz="0" w:space="0" w:color="auto"/>
          </w:divBdr>
        </w:div>
        <w:div w:id="1358505460">
          <w:marLeft w:val="0"/>
          <w:marRight w:val="0"/>
          <w:marTop w:val="0"/>
          <w:marBottom w:val="0"/>
          <w:divBdr>
            <w:top w:val="none" w:sz="0" w:space="0" w:color="auto"/>
            <w:left w:val="none" w:sz="0" w:space="0" w:color="auto"/>
            <w:bottom w:val="none" w:sz="0" w:space="0" w:color="auto"/>
            <w:right w:val="none" w:sz="0" w:space="0" w:color="auto"/>
          </w:divBdr>
        </w:div>
      </w:divsChild>
    </w:div>
    <w:div w:id="1086683574">
      <w:bodyDiv w:val="1"/>
      <w:marLeft w:val="0"/>
      <w:marRight w:val="0"/>
      <w:marTop w:val="0"/>
      <w:marBottom w:val="0"/>
      <w:divBdr>
        <w:top w:val="none" w:sz="0" w:space="0" w:color="auto"/>
        <w:left w:val="none" w:sz="0" w:space="0" w:color="auto"/>
        <w:bottom w:val="none" w:sz="0" w:space="0" w:color="auto"/>
        <w:right w:val="none" w:sz="0" w:space="0" w:color="auto"/>
      </w:divBdr>
      <w:divsChild>
        <w:div w:id="634025687">
          <w:marLeft w:val="0"/>
          <w:marRight w:val="0"/>
          <w:marTop w:val="0"/>
          <w:marBottom w:val="0"/>
          <w:divBdr>
            <w:top w:val="none" w:sz="0" w:space="0" w:color="auto"/>
            <w:left w:val="none" w:sz="0" w:space="0" w:color="auto"/>
            <w:bottom w:val="none" w:sz="0" w:space="0" w:color="auto"/>
            <w:right w:val="none" w:sz="0" w:space="0" w:color="auto"/>
          </w:divBdr>
          <w:divsChild>
            <w:div w:id="11016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28703">
      <w:bodyDiv w:val="1"/>
      <w:marLeft w:val="0"/>
      <w:marRight w:val="0"/>
      <w:marTop w:val="0"/>
      <w:marBottom w:val="0"/>
      <w:divBdr>
        <w:top w:val="none" w:sz="0" w:space="0" w:color="auto"/>
        <w:left w:val="none" w:sz="0" w:space="0" w:color="auto"/>
        <w:bottom w:val="none" w:sz="0" w:space="0" w:color="auto"/>
        <w:right w:val="none" w:sz="0" w:space="0" w:color="auto"/>
      </w:divBdr>
      <w:divsChild>
        <w:div w:id="1013994737">
          <w:marLeft w:val="0"/>
          <w:marRight w:val="0"/>
          <w:marTop w:val="0"/>
          <w:marBottom w:val="0"/>
          <w:divBdr>
            <w:top w:val="none" w:sz="0" w:space="0" w:color="auto"/>
            <w:left w:val="none" w:sz="0" w:space="0" w:color="auto"/>
            <w:bottom w:val="none" w:sz="0" w:space="0" w:color="auto"/>
            <w:right w:val="none" w:sz="0" w:space="0" w:color="auto"/>
          </w:divBdr>
        </w:div>
      </w:divsChild>
    </w:div>
    <w:div w:id="1099714226">
      <w:bodyDiv w:val="1"/>
      <w:marLeft w:val="0"/>
      <w:marRight w:val="0"/>
      <w:marTop w:val="0"/>
      <w:marBottom w:val="0"/>
      <w:divBdr>
        <w:top w:val="none" w:sz="0" w:space="0" w:color="auto"/>
        <w:left w:val="none" w:sz="0" w:space="0" w:color="auto"/>
        <w:bottom w:val="none" w:sz="0" w:space="0" w:color="auto"/>
        <w:right w:val="none" w:sz="0" w:space="0" w:color="auto"/>
      </w:divBdr>
      <w:divsChild>
        <w:div w:id="112675837">
          <w:marLeft w:val="0"/>
          <w:marRight w:val="0"/>
          <w:marTop w:val="0"/>
          <w:marBottom w:val="0"/>
          <w:divBdr>
            <w:top w:val="none" w:sz="0" w:space="0" w:color="auto"/>
            <w:left w:val="none" w:sz="0" w:space="0" w:color="auto"/>
            <w:bottom w:val="none" w:sz="0" w:space="0" w:color="auto"/>
            <w:right w:val="none" w:sz="0" w:space="0" w:color="auto"/>
          </w:divBdr>
        </w:div>
      </w:divsChild>
    </w:div>
    <w:div w:id="1108547135">
      <w:bodyDiv w:val="1"/>
      <w:marLeft w:val="0"/>
      <w:marRight w:val="0"/>
      <w:marTop w:val="0"/>
      <w:marBottom w:val="0"/>
      <w:divBdr>
        <w:top w:val="none" w:sz="0" w:space="0" w:color="auto"/>
        <w:left w:val="none" w:sz="0" w:space="0" w:color="auto"/>
        <w:bottom w:val="none" w:sz="0" w:space="0" w:color="auto"/>
        <w:right w:val="none" w:sz="0" w:space="0" w:color="auto"/>
      </w:divBdr>
      <w:divsChild>
        <w:div w:id="1570454574">
          <w:marLeft w:val="0"/>
          <w:marRight w:val="0"/>
          <w:marTop w:val="0"/>
          <w:marBottom w:val="0"/>
          <w:divBdr>
            <w:top w:val="none" w:sz="0" w:space="0" w:color="auto"/>
            <w:left w:val="none" w:sz="0" w:space="0" w:color="auto"/>
            <w:bottom w:val="none" w:sz="0" w:space="0" w:color="auto"/>
            <w:right w:val="none" w:sz="0" w:space="0" w:color="auto"/>
          </w:divBdr>
          <w:divsChild>
            <w:div w:id="167321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85715">
      <w:bodyDiv w:val="1"/>
      <w:marLeft w:val="0"/>
      <w:marRight w:val="0"/>
      <w:marTop w:val="0"/>
      <w:marBottom w:val="0"/>
      <w:divBdr>
        <w:top w:val="none" w:sz="0" w:space="0" w:color="auto"/>
        <w:left w:val="none" w:sz="0" w:space="0" w:color="auto"/>
        <w:bottom w:val="none" w:sz="0" w:space="0" w:color="auto"/>
        <w:right w:val="none" w:sz="0" w:space="0" w:color="auto"/>
      </w:divBdr>
      <w:divsChild>
        <w:div w:id="1460611837">
          <w:marLeft w:val="0"/>
          <w:marRight w:val="0"/>
          <w:marTop w:val="0"/>
          <w:marBottom w:val="0"/>
          <w:divBdr>
            <w:top w:val="none" w:sz="0" w:space="0" w:color="auto"/>
            <w:left w:val="none" w:sz="0" w:space="0" w:color="auto"/>
            <w:bottom w:val="none" w:sz="0" w:space="0" w:color="auto"/>
            <w:right w:val="none" w:sz="0" w:space="0" w:color="auto"/>
          </w:divBdr>
        </w:div>
      </w:divsChild>
    </w:div>
    <w:div w:id="1117603320">
      <w:bodyDiv w:val="1"/>
      <w:marLeft w:val="0"/>
      <w:marRight w:val="0"/>
      <w:marTop w:val="0"/>
      <w:marBottom w:val="0"/>
      <w:divBdr>
        <w:top w:val="none" w:sz="0" w:space="0" w:color="auto"/>
        <w:left w:val="none" w:sz="0" w:space="0" w:color="auto"/>
        <w:bottom w:val="none" w:sz="0" w:space="0" w:color="auto"/>
        <w:right w:val="none" w:sz="0" w:space="0" w:color="auto"/>
      </w:divBdr>
      <w:divsChild>
        <w:div w:id="1526364363">
          <w:marLeft w:val="0"/>
          <w:marRight w:val="0"/>
          <w:marTop w:val="0"/>
          <w:marBottom w:val="0"/>
          <w:divBdr>
            <w:top w:val="none" w:sz="0" w:space="0" w:color="auto"/>
            <w:left w:val="none" w:sz="0" w:space="0" w:color="auto"/>
            <w:bottom w:val="none" w:sz="0" w:space="0" w:color="auto"/>
            <w:right w:val="none" w:sz="0" w:space="0" w:color="auto"/>
          </w:divBdr>
        </w:div>
      </w:divsChild>
    </w:div>
    <w:div w:id="1121723706">
      <w:bodyDiv w:val="1"/>
      <w:marLeft w:val="0"/>
      <w:marRight w:val="0"/>
      <w:marTop w:val="0"/>
      <w:marBottom w:val="0"/>
      <w:divBdr>
        <w:top w:val="none" w:sz="0" w:space="0" w:color="auto"/>
        <w:left w:val="none" w:sz="0" w:space="0" w:color="auto"/>
        <w:bottom w:val="none" w:sz="0" w:space="0" w:color="auto"/>
        <w:right w:val="none" w:sz="0" w:space="0" w:color="auto"/>
      </w:divBdr>
      <w:divsChild>
        <w:div w:id="911425549">
          <w:marLeft w:val="0"/>
          <w:marRight w:val="0"/>
          <w:marTop w:val="0"/>
          <w:marBottom w:val="0"/>
          <w:divBdr>
            <w:top w:val="none" w:sz="0" w:space="0" w:color="auto"/>
            <w:left w:val="none" w:sz="0" w:space="0" w:color="auto"/>
            <w:bottom w:val="none" w:sz="0" w:space="0" w:color="auto"/>
            <w:right w:val="none" w:sz="0" w:space="0" w:color="auto"/>
          </w:divBdr>
        </w:div>
      </w:divsChild>
    </w:div>
    <w:div w:id="1122722680">
      <w:bodyDiv w:val="1"/>
      <w:marLeft w:val="0"/>
      <w:marRight w:val="0"/>
      <w:marTop w:val="0"/>
      <w:marBottom w:val="0"/>
      <w:divBdr>
        <w:top w:val="none" w:sz="0" w:space="0" w:color="auto"/>
        <w:left w:val="none" w:sz="0" w:space="0" w:color="auto"/>
        <w:bottom w:val="none" w:sz="0" w:space="0" w:color="auto"/>
        <w:right w:val="none" w:sz="0" w:space="0" w:color="auto"/>
      </w:divBdr>
      <w:divsChild>
        <w:div w:id="274405383">
          <w:marLeft w:val="0"/>
          <w:marRight w:val="0"/>
          <w:marTop w:val="0"/>
          <w:marBottom w:val="0"/>
          <w:divBdr>
            <w:top w:val="none" w:sz="0" w:space="0" w:color="auto"/>
            <w:left w:val="none" w:sz="0" w:space="0" w:color="auto"/>
            <w:bottom w:val="none" w:sz="0" w:space="0" w:color="auto"/>
            <w:right w:val="none" w:sz="0" w:space="0" w:color="auto"/>
          </w:divBdr>
        </w:div>
        <w:div w:id="986517582">
          <w:marLeft w:val="0"/>
          <w:marRight w:val="0"/>
          <w:marTop w:val="0"/>
          <w:marBottom w:val="0"/>
          <w:divBdr>
            <w:top w:val="none" w:sz="0" w:space="0" w:color="auto"/>
            <w:left w:val="none" w:sz="0" w:space="0" w:color="auto"/>
            <w:bottom w:val="none" w:sz="0" w:space="0" w:color="auto"/>
            <w:right w:val="none" w:sz="0" w:space="0" w:color="auto"/>
          </w:divBdr>
        </w:div>
      </w:divsChild>
    </w:div>
    <w:div w:id="1123888525">
      <w:bodyDiv w:val="1"/>
      <w:marLeft w:val="0"/>
      <w:marRight w:val="0"/>
      <w:marTop w:val="0"/>
      <w:marBottom w:val="0"/>
      <w:divBdr>
        <w:top w:val="none" w:sz="0" w:space="0" w:color="auto"/>
        <w:left w:val="none" w:sz="0" w:space="0" w:color="auto"/>
        <w:bottom w:val="none" w:sz="0" w:space="0" w:color="auto"/>
        <w:right w:val="none" w:sz="0" w:space="0" w:color="auto"/>
      </w:divBdr>
      <w:divsChild>
        <w:div w:id="1319337854">
          <w:marLeft w:val="0"/>
          <w:marRight w:val="0"/>
          <w:marTop w:val="0"/>
          <w:marBottom w:val="0"/>
          <w:divBdr>
            <w:top w:val="none" w:sz="0" w:space="0" w:color="auto"/>
            <w:left w:val="none" w:sz="0" w:space="0" w:color="auto"/>
            <w:bottom w:val="none" w:sz="0" w:space="0" w:color="auto"/>
            <w:right w:val="none" w:sz="0" w:space="0" w:color="auto"/>
          </w:divBdr>
          <w:divsChild>
            <w:div w:id="48008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57845">
      <w:bodyDiv w:val="1"/>
      <w:marLeft w:val="0"/>
      <w:marRight w:val="0"/>
      <w:marTop w:val="0"/>
      <w:marBottom w:val="0"/>
      <w:divBdr>
        <w:top w:val="none" w:sz="0" w:space="0" w:color="auto"/>
        <w:left w:val="none" w:sz="0" w:space="0" w:color="auto"/>
        <w:bottom w:val="none" w:sz="0" w:space="0" w:color="auto"/>
        <w:right w:val="none" w:sz="0" w:space="0" w:color="auto"/>
      </w:divBdr>
    </w:div>
    <w:div w:id="1126392020">
      <w:bodyDiv w:val="1"/>
      <w:marLeft w:val="0"/>
      <w:marRight w:val="0"/>
      <w:marTop w:val="0"/>
      <w:marBottom w:val="0"/>
      <w:divBdr>
        <w:top w:val="none" w:sz="0" w:space="0" w:color="auto"/>
        <w:left w:val="none" w:sz="0" w:space="0" w:color="auto"/>
        <w:bottom w:val="none" w:sz="0" w:space="0" w:color="auto"/>
        <w:right w:val="none" w:sz="0" w:space="0" w:color="auto"/>
      </w:divBdr>
      <w:divsChild>
        <w:div w:id="631058677">
          <w:marLeft w:val="0"/>
          <w:marRight w:val="0"/>
          <w:marTop w:val="0"/>
          <w:marBottom w:val="0"/>
          <w:divBdr>
            <w:top w:val="none" w:sz="0" w:space="0" w:color="auto"/>
            <w:left w:val="none" w:sz="0" w:space="0" w:color="auto"/>
            <w:bottom w:val="none" w:sz="0" w:space="0" w:color="auto"/>
            <w:right w:val="none" w:sz="0" w:space="0" w:color="auto"/>
          </w:divBdr>
        </w:div>
      </w:divsChild>
    </w:div>
    <w:div w:id="1128473097">
      <w:bodyDiv w:val="1"/>
      <w:marLeft w:val="0"/>
      <w:marRight w:val="0"/>
      <w:marTop w:val="0"/>
      <w:marBottom w:val="0"/>
      <w:divBdr>
        <w:top w:val="none" w:sz="0" w:space="0" w:color="auto"/>
        <w:left w:val="none" w:sz="0" w:space="0" w:color="auto"/>
        <w:bottom w:val="none" w:sz="0" w:space="0" w:color="auto"/>
        <w:right w:val="none" w:sz="0" w:space="0" w:color="auto"/>
      </w:divBdr>
      <w:divsChild>
        <w:div w:id="637150419">
          <w:marLeft w:val="0"/>
          <w:marRight w:val="0"/>
          <w:marTop w:val="0"/>
          <w:marBottom w:val="0"/>
          <w:divBdr>
            <w:top w:val="none" w:sz="0" w:space="0" w:color="auto"/>
            <w:left w:val="none" w:sz="0" w:space="0" w:color="auto"/>
            <w:bottom w:val="none" w:sz="0" w:space="0" w:color="auto"/>
            <w:right w:val="none" w:sz="0" w:space="0" w:color="auto"/>
          </w:divBdr>
        </w:div>
      </w:divsChild>
    </w:div>
    <w:div w:id="1136290084">
      <w:bodyDiv w:val="1"/>
      <w:marLeft w:val="0"/>
      <w:marRight w:val="0"/>
      <w:marTop w:val="0"/>
      <w:marBottom w:val="0"/>
      <w:divBdr>
        <w:top w:val="none" w:sz="0" w:space="0" w:color="auto"/>
        <w:left w:val="none" w:sz="0" w:space="0" w:color="auto"/>
        <w:bottom w:val="none" w:sz="0" w:space="0" w:color="auto"/>
        <w:right w:val="none" w:sz="0" w:space="0" w:color="auto"/>
      </w:divBdr>
      <w:divsChild>
        <w:div w:id="2032368473">
          <w:marLeft w:val="0"/>
          <w:marRight w:val="0"/>
          <w:marTop w:val="0"/>
          <w:marBottom w:val="0"/>
          <w:divBdr>
            <w:top w:val="none" w:sz="0" w:space="0" w:color="auto"/>
            <w:left w:val="none" w:sz="0" w:space="0" w:color="auto"/>
            <w:bottom w:val="none" w:sz="0" w:space="0" w:color="auto"/>
            <w:right w:val="none" w:sz="0" w:space="0" w:color="auto"/>
          </w:divBdr>
          <w:divsChild>
            <w:div w:id="1116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7604">
      <w:bodyDiv w:val="1"/>
      <w:marLeft w:val="0"/>
      <w:marRight w:val="0"/>
      <w:marTop w:val="0"/>
      <w:marBottom w:val="0"/>
      <w:divBdr>
        <w:top w:val="none" w:sz="0" w:space="0" w:color="auto"/>
        <w:left w:val="none" w:sz="0" w:space="0" w:color="auto"/>
        <w:bottom w:val="none" w:sz="0" w:space="0" w:color="auto"/>
        <w:right w:val="none" w:sz="0" w:space="0" w:color="auto"/>
      </w:divBdr>
      <w:divsChild>
        <w:div w:id="1709068952">
          <w:marLeft w:val="0"/>
          <w:marRight w:val="0"/>
          <w:marTop w:val="0"/>
          <w:marBottom w:val="0"/>
          <w:divBdr>
            <w:top w:val="none" w:sz="0" w:space="0" w:color="auto"/>
            <w:left w:val="none" w:sz="0" w:space="0" w:color="auto"/>
            <w:bottom w:val="none" w:sz="0" w:space="0" w:color="auto"/>
            <w:right w:val="none" w:sz="0" w:space="0" w:color="auto"/>
          </w:divBdr>
        </w:div>
      </w:divsChild>
    </w:div>
    <w:div w:id="1138257375">
      <w:bodyDiv w:val="1"/>
      <w:marLeft w:val="0"/>
      <w:marRight w:val="0"/>
      <w:marTop w:val="0"/>
      <w:marBottom w:val="0"/>
      <w:divBdr>
        <w:top w:val="none" w:sz="0" w:space="0" w:color="auto"/>
        <w:left w:val="none" w:sz="0" w:space="0" w:color="auto"/>
        <w:bottom w:val="none" w:sz="0" w:space="0" w:color="auto"/>
        <w:right w:val="none" w:sz="0" w:space="0" w:color="auto"/>
      </w:divBdr>
      <w:divsChild>
        <w:div w:id="1693191921">
          <w:marLeft w:val="0"/>
          <w:marRight w:val="0"/>
          <w:marTop w:val="0"/>
          <w:marBottom w:val="0"/>
          <w:divBdr>
            <w:top w:val="none" w:sz="0" w:space="0" w:color="auto"/>
            <w:left w:val="none" w:sz="0" w:space="0" w:color="auto"/>
            <w:bottom w:val="none" w:sz="0" w:space="0" w:color="auto"/>
            <w:right w:val="none" w:sz="0" w:space="0" w:color="auto"/>
          </w:divBdr>
        </w:div>
      </w:divsChild>
    </w:div>
    <w:div w:id="1140881487">
      <w:bodyDiv w:val="1"/>
      <w:marLeft w:val="0"/>
      <w:marRight w:val="0"/>
      <w:marTop w:val="0"/>
      <w:marBottom w:val="0"/>
      <w:divBdr>
        <w:top w:val="none" w:sz="0" w:space="0" w:color="auto"/>
        <w:left w:val="none" w:sz="0" w:space="0" w:color="auto"/>
        <w:bottom w:val="none" w:sz="0" w:space="0" w:color="auto"/>
        <w:right w:val="none" w:sz="0" w:space="0" w:color="auto"/>
      </w:divBdr>
      <w:divsChild>
        <w:div w:id="273244342">
          <w:marLeft w:val="0"/>
          <w:marRight w:val="0"/>
          <w:marTop w:val="0"/>
          <w:marBottom w:val="0"/>
          <w:divBdr>
            <w:top w:val="none" w:sz="0" w:space="0" w:color="auto"/>
            <w:left w:val="none" w:sz="0" w:space="0" w:color="auto"/>
            <w:bottom w:val="none" w:sz="0" w:space="0" w:color="auto"/>
            <w:right w:val="none" w:sz="0" w:space="0" w:color="auto"/>
          </w:divBdr>
        </w:div>
      </w:divsChild>
    </w:div>
    <w:div w:id="1141265652">
      <w:bodyDiv w:val="1"/>
      <w:marLeft w:val="0"/>
      <w:marRight w:val="0"/>
      <w:marTop w:val="0"/>
      <w:marBottom w:val="0"/>
      <w:divBdr>
        <w:top w:val="none" w:sz="0" w:space="0" w:color="auto"/>
        <w:left w:val="none" w:sz="0" w:space="0" w:color="auto"/>
        <w:bottom w:val="none" w:sz="0" w:space="0" w:color="auto"/>
        <w:right w:val="none" w:sz="0" w:space="0" w:color="auto"/>
      </w:divBdr>
    </w:div>
    <w:div w:id="1152408833">
      <w:bodyDiv w:val="1"/>
      <w:marLeft w:val="0"/>
      <w:marRight w:val="0"/>
      <w:marTop w:val="0"/>
      <w:marBottom w:val="0"/>
      <w:divBdr>
        <w:top w:val="none" w:sz="0" w:space="0" w:color="auto"/>
        <w:left w:val="none" w:sz="0" w:space="0" w:color="auto"/>
        <w:bottom w:val="none" w:sz="0" w:space="0" w:color="auto"/>
        <w:right w:val="none" w:sz="0" w:space="0" w:color="auto"/>
      </w:divBdr>
      <w:divsChild>
        <w:div w:id="481896212">
          <w:marLeft w:val="0"/>
          <w:marRight w:val="0"/>
          <w:marTop w:val="0"/>
          <w:marBottom w:val="0"/>
          <w:divBdr>
            <w:top w:val="none" w:sz="0" w:space="0" w:color="auto"/>
            <w:left w:val="none" w:sz="0" w:space="0" w:color="auto"/>
            <w:bottom w:val="none" w:sz="0" w:space="0" w:color="auto"/>
            <w:right w:val="none" w:sz="0" w:space="0" w:color="auto"/>
          </w:divBdr>
        </w:div>
      </w:divsChild>
    </w:div>
    <w:div w:id="1153721300">
      <w:bodyDiv w:val="1"/>
      <w:marLeft w:val="0"/>
      <w:marRight w:val="0"/>
      <w:marTop w:val="0"/>
      <w:marBottom w:val="0"/>
      <w:divBdr>
        <w:top w:val="none" w:sz="0" w:space="0" w:color="auto"/>
        <w:left w:val="none" w:sz="0" w:space="0" w:color="auto"/>
        <w:bottom w:val="none" w:sz="0" w:space="0" w:color="auto"/>
        <w:right w:val="none" w:sz="0" w:space="0" w:color="auto"/>
      </w:divBdr>
      <w:divsChild>
        <w:div w:id="868373618">
          <w:marLeft w:val="0"/>
          <w:marRight w:val="0"/>
          <w:marTop w:val="0"/>
          <w:marBottom w:val="0"/>
          <w:divBdr>
            <w:top w:val="none" w:sz="0" w:space="0" w:color="auto"/>
            <w:left w:val="none" w:sz="0" w:space="0" w:color="auto"/>
            <w:bottom w:val="none" w:sz="0" w:space="0" w:color="auto"/>
            <w:right w:val="none" w:sz="0" w:space="0" w:color="auto"/>
          </w:divBdr>
        </w:div>
      </w:divsChild>
    </w:div>
    <w:div w:id="1161847105">
      <w:bodyDiv w:val="1"/>
      <w:marLeft w:val="0"/>
      <w:marRight w:val="0"/>
      <w:marTop w:val="0"/>
      <w:marBottom w:val="0"/>
      <w:divBdr>
        <w:top w:val="none" w:sz="0" w:space="0" w:color="auto"/>
        <w:left w:val="none" w:sz="0" w:space="0" w:color="auto"/>
        <w:bottom w:val="none" w:sz="0" w:space="0" w:color="auto"/>
        <w:right w:val="none" w:sz="0" w:space="0" w:color="auto"/>
      </w:divBdr>
    </w:div>
    <w:div w:id="1169128338">
      <w:bodyDiv w:val="1"/>
      <w:marLeft w:val="0"/>
      <w:marRight w:val="0"/>
      <w:marTop w:val="0"/>
      <w:marBottom w:val="0"/>
      <w:divBdr>
        <w:top w:val="none" w:sz="0" w:space="0" w:color="auto"/>
        <w:left w:val="none" w:sz="0" w:space="0" w:color="auto"/>
        <w:bottom w:val="none" w:sz="0" w:space="0" w:color="auto"/>
        <w:right w:val="none" w:sz="0" w:space="0" w:color="auto"/>
      </w:divBdr>
    </w:div>
    <w:div w:id="1170874513">
      <w:bodyDiv w:val="1"/>
      <w:marLeft w:val="0"/>
      <w:marRight w:val="0"/>
      <w:marTop w:val="0"/>
      <w:marBottom w:val="0"/>
      <w:divBdr>
        <w:top w:val="none" w:sz="0" w:space="0" w:color="auto"/>
        <w:left w:val="none" w:sz="0" w:space="0" w:color="auto"/>
        <w:bottom w:val="none" w:sz="0" w:space="0" w:color="auto"/>
        <w:right w:val="none" w:sz="0" w:space="0" w:color="auto"/>
      </w:divBdr>
      <w:divsChild>
        <w:div w:id="759183966">
          <w:marLeft w:val="0"/>
          <w:marRight w:val="0"/>
          <w:marTop w:val="0"/>
          <w:marBottom w:val="0"/>
          <w:divBdr>
            <w:top w:val="none" w:sz="0" w:space="0" w:color="auto"/>
            <w:left w:val="none" w:sz="0" w:space="0" w:color="auto"/>
            <w:bottom w:val="none" w:sz="0" w:space="0" w:color="auto"/>
            <w:right w:val="none" w:sz="0" w:space="0" w:color="auto"/>
          </w:divBdr>
        </w:div>
      </w:divsChild>
    </w:div>
    <w:div w:id="1171291892">
      <w:bodyDiv w:val="1"/>
      <w:marLeft w:val="0"/>
      <w:marRight w:val="0"/>
      <w:marTop w:val="0"/>
      <w:marBottom w:val="0"/>
      <w:divBdr>
        <w:top w:val="none" w:sz="0" w:space="0" w:color="auto"/>
        <w:left w:val="none" w:sz="0" w:space="0" w:color="auto"/>
        <w:bottom w:val="none" w:sz="0" w:space="0" w:color="auto"/>
        <w:right w:val="none" w:sz="0" w:space="0" w:color="auto"/>
      </w:divBdr>
      <w:divsChild>
        <w:div w:id="1650741459">
          <w:marLeft w:val="0"/>
          <w:marRight w:val="0"/>
          <w:marTop w:val="0"/>
          <w:marBottom w:val="0"/>
          <w:divBdr>
            <w:top w:val="none" w:sz="0" w:space="0" w:color="auto"/>
            <w:left w:val="none" w:sz="0" w:space="0" w:color="auto"/>
            <w:bottom w:val="none" w:sz="0" w:space="0" w:color="auto"/>
            <w:right w:val="none" w:sz="0" w:space="0" w:color="auto"/>
          </w:divBdr>
        </w:div>
      </w:divsChild>
    </w:div>
    <w:div w:id="1173767216">
      <w:bodyDiv w:val="1"/>
      <w:marLeft w:val="0"/>
      <w:marRight w:val="0"/>
      <w:marTop w:val="0"/>
      <w:marBottom w:val="0"/>
      <w:divBdr>
        <w:top w:val="none" w:sz="0" w:space="0" w:color="auto"/>
        <w:left w:val="none" w:sz="0" w:space="0" w:color="auto"/>
        <w:bottom w:val="none" w:sz="0" w:space="0" w:color="auto"/>
        <w:right w:val="none" w:sz="0" w:space="0" w:color="auto"/>
      </w:divBdr>
      <w:divsChild>
        <w:div w:id="1359431577">
          <w:marLeft w:val="0"/>
          <w:marRight w:val="0"/>
          <w:marTop w:val="0"/>
          <w:marBottom w:val="0"/>
          <w:divBdr>
            <w:top w:val="none" w:sz="0" w:space="0" w:color="auto"/>
            <w:left w:val="none" w:sz="0" w:space="0" w:color="auto"/>
            <w:bottom w:val="none" w:sz="0" w:space="0" w:color="auto"/>
            <w:right w:val="none" w:sz="0" w:space="0" w:color="auto"/>
          </w:divBdr>
        </w:div>
      </w:divsChild>
    </w:div>
    <w:div w:id="1174224122">
      <w:bodyDiv w:val="1"/>
      <w:marLeft w:val="0"/>
      <w:marRight w:val="0"/>
      <w:marTop w:val="0"/>
      <w:marBottom w:val="0"/>
      <w:divBdr>
        <w:top w:val="none" w:sz="0" w:space="0" w:color="auto"/>
        <w:left w:val="none" w:sz="0" w:space="0" w:color="auto"/>
        <w:bottom w:val="none" w:sz="0" w:space="0" w:color="auto"/>
        <w:right w:val="none" w:sz="0" w:space="0" w:color="auto"/>
      </w:divBdr>
      <w:divsChild>
        <w:div w:id="1881822663">
          <w:marLeft w:val="0"/>
          <w:marRight w:val="0"/>
          <w:marTop w:val="0"/>
          <w:marBottom w:val="0"/>
          <w:divBdr>
            <w:top w:val="none" w:sz="0" w:space="0" w:color="auto"/>
            <w:left w:val="none" w:sz="0" w:space="0" w:color="auto"/>
            <w:bottom w:val="none" w:sz="0" w:space="0" w:color="auto"/>
            <w:right w:val="none" w:sz="0" w:space="0" w:color="auto"/>
          </w:divBdr>
        </w:div>
      </w:divsChild>
    </w:div>
    <w:div w:id="1176380331">
      <w:bodyDiv w:val="1"/>
      <w:marLeft w:val="0"/>
      <w:marRight w:val="0"/>
      <w:marTop w:val="0"/>
      <w:marBottom w:val="0"/>
      <w:divBdr>
        <w:top w:val="none" w:sz="0" w:space="0" w:color="auto"/>
        <w:left w:val="none" w:sz="0" w:space="0" w:color="auto"/>
        <w:bottom w:val="none" w:sz="0" w:space="0" w:color="auto"/>
        <w:right w:val="none" w:sz="0" w:space="0" w:color="auto"/>
      </w:divBdr>
      <w:divsChild>
        <w:div w:id="340813913">
          <w:marLeft w:val="0"/>
          <w:marRight w:val="0"/>
          <w:marTop w:val="0"/>
          <w:marBottom w:val="0"/>
          <w:divBdr>
            <w:top w:val="none" w:sz="0" w:space="0" w:color="auto"/>
            <w:left w:val="none" w:sz="0" w:space="0" w:color="auto"/>
            <w:bottom w:val="none" w:sz="0" w:space="0" w:color="auto"/>
            <w:right w:val="none" w:sz="0" w:space="0" w:color="auto"/>
          </w:divBdr>
        </w:div>
      </w:divsChild>
    </w:div>
    <w:div w:id="1182427329">
      <w:bodyDiv w:val="1"/>
      <w:marLeft w:val="0"/>
      <w:marRight w:val="0"/>
      <w:marTop w:val="0"/>
      <w:marBottom w:val="0"/>
      <w:divBdr>
        <w:top w:val="none" w:sz="0" w:space="0" w:color="auto"/>
        <w:left w:val="none" w:sz="0" w:space="0" w:color="auto"/>
        <w:bottom w:val="none" w:sz="0" w:space="0" w:color="auto"/>
        <w:right w:val="none" w:sz="0" w:space="0" w:color="auto"/>
      </w:divBdr>
      <w:divsChild>
        <w:div w:id="560095557">
          <w:marLeft w:val="0"/>
          <w:marRight w:val="0"/>
          <w:marTop w:val="0"/>
          <w:marBottom w:val="0"/>
          <w:divBdr>
            <w:top w:val="none" w:sz="0" w:space="0" w:color="auto"/>
            <w:left w:val="none" w:sz="0" w:space="0" w:color="auto"/>
            <w:bottom w:val="none" w:sz="0" w:space="0" w:color="auto"/>
            <w:right w:val="none" w:sz="0" w:space="0" w:color="auto"/>
          </w:divBdr>
        </w:div>
      </w:divsChild>
    </w:div>
    <w:div w:id="1186867515">
      <w:bodyDiv w:val="1"/>
      <w:marLeft w:val="0"/>
      <w:marRight w:val="0"/>
      <w:marTop w:val="0"/>
      <w:marBottom w:val="0"/>
      <w:divBdr>
        <w:top w:val="none" w:sz="0" w:space="0" w:color="auto"/>
        <w:left w:val="none" w:sz="0" w:space="0" w:color="auto"/>
        <w:bottom w:val="none" w:sz="0" w:space="0" w:color="auto"/>
        <w:right w:val="none" w:sz="0" w:space="0" w:color="auto"/>
      </w:divBdr>
    </w:div>
    <w:div w:id="1191407542">
      <w:bodyDiv w:val="1"/>
      <w:marLeft w:val="0"/>
      <w:marRight w:val="0"/>
      <w:marTop w:val="0"/>
      <w:marBottom w:val="0"/>
      <w:divBdr>
        <w:top w:val="none" w:sz="0" w:space="0" w:color="auto"/>
        <w:left w:val="none" w:sz="0" w:space="0" w:color="auto"/>
        <w:bottom w:val="none" w:sz="0" w:space="0" w:color="auto"/>
        <w:right w:val="none" w:sz="0" w:space="0" w:color="auto"/>
      </w:divBdr>
      <w:divsChild>
        <w:div w:id="482819708">
          <w:marLeft w:val="0"/>
          <w:marRight w:val="0"/>
          <w:marTop w:val="0"/>
          <w:marBottom w:val="0"/>
          <w:divBdr>
            <w:top w:val="none" w:sz="0" w:space="0" w:color="auto"/>
            <w:left w:val="none" w:sz="0" w:space="0" w:color="auto"/>
            <w:bottom w:val="none" w:sz="0" w:space="0" w:color="auto"/>
            <w:right w:val="none" w:sz="0" w:space="0" w:color="auto"/>
          </w:divBdr>
        </w:div>
      </w:divsChild>
    </w:div>
    <w:div w:id="1196193374">
      <w:bodyDiv w:val="1"/>
      <w:marLeft w:val="0"/>
      <w:marRight w:val="0"/>
      <w:marTop w:val="0"/>
      <w:marBottom w:val="0"/>
      <w:divBdr>
        <w:top w:val="none" w:sz="0" w:space="0" w:color="auto"/>
        <w:left w:val="none" w:sz="0" w:space="0" w:color="auto"/>
        <w:bottom w:val="none" w:sz="0" w:space="0" w:color="auto"/>
        <w:right w:val="none" w:sz="0" w:space="0" w:color="auto"/>
      </w:divBdr>
      <w:divsChild>
        <w:div w:id="1405760964">
          <w:marLeft w:val="0"/>
          <w:marRight w:val="0"/>
          <w:marTop w:val="0"/>
          <w:marBottom w:val="0"/>
          <w:divBdr>
            <w:top w:val="none" w:sz="0" w:space="0" w:color="auto"/>
            <w:left w:val="none" w:sz="0" w:space="0" w:color="auto"/>
            <w:bottom w:val="none" w:sz="0" w:space="0" w:color="auto"/>
            <w:right w:val="none" w:sz="0" w:space="0" w:color="auto"/>
          </w:divBdr>
        </w:div>
      </w:divsChild>
    </w:div>
    <w:div w:id="1196892678">
      <w:bodyDiv w:val="1"/>
      <w:marLeft w:val="0"/>
      <w:marRight w:val="0"/>
      <w:marTop w:val="0"/>
      <w:marBottom w:val="0"/>
      <w:divBdr>
        <w:top w:val="none" w:sz="0" w:space="0" w:color="auto"/>
        <w:left w:val="none" w:sz="0" w:space="0" w:color="auto"/>
        <w:bottom w:val="none" w:sz="0" w:space="0" w:color="auto"/>
        <w:right w:val="none" w:sz="0" w:space="0" w:color="auto"/>
      </w:divBdr>
    </w:div>
    <w:div w:id="1199440752">
      <w:bodyDiv w:val="1"/>
      <w:marLeft w:val="0"/>
      <w:marRight w:val="0"/>
      <w:marTop w:val="0"/>
      <w:marBottom w:val="0"/>
      <w:divBdr>
        <w:top w:val="none" w:sz="0" w:space="0" w:color="auto"/>
        <w:left w:val="none" w:sz="0" w:space="0" w:color="auto"/>
        <w:bottom w:val="none" w:sz="0" w:space="0" w:color="auto"/>
        <w:right w:val="none" w:sz="0" w:space="0" w:color="auto"/>
      </w:divBdr>
      <w:divsChild>
        <w:div w:id="442653904">
          <w:marLeft w:val="0"/>
          <w:marRight w:val="0"/>
          <w:marTop w:val="0"/>
          <w:marBottom w:val="0"/>
          <w:divBdr>
            <w:top w:val="none" w:sz="0" w:space="0" w:color="auto"/>
            <w:left w:val="none" w:sz="0" w:space="0" w:color="auto"/>
            <w:bottom w:val="none" w:sz="0" w:space="0" w:color="auto"/>
            <w:right w:val="none" w:sz="0" w:space="0" w:color="auto"/>
          </w:divBdr>
          <w:divsChild>
            <w:div w:id="852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4969">
      <w:bodyDiv w:val="1"/>
      <w:marLeft w:val="0"/>
      <w:marRight w:val="0"/>
      <w:marTop w:val="0"/>
      <w:marBottom w:val="0"/>
      <w:divBdr>
        <w:top w:val="none" w:sz="0" w:space="0" w:color="auto"/>
        <w:left w:val="none" w:sz="0" w:space="0" w:color="auto"/>
        <w:bottom w:val="none" w:sz="0" w:space="0" w:color="auto"/>
        <w:right w:val="none" w:sz="0" w:space="0" w:color="auto"/>
      </w:divBdr>
      <w:divsChild>
        <w:div w:id="1666395141">
          <w:marLeft w:val="0"/>
          <w:marRight w:val="0"/>
          <w:marTop w:val="0"/>
          <w:marBottom w:val="0"/>
          <w:divBdr>
            <w:top w:val="none" w:sz="0" w:space="0" w:color="auto"/>
            <w:left w:val="none" w:sz="0" w:space="0" w:color="auto"/>
            <w:bottom w:val="none" w:sz="0" w:space="0" w:color="auto"/>
            <w:right w:val="none" w:sz="0" w:space="0" w:color="auto"/>
          </w:divBdr>
        </w:div>
        <w:div w:id="2140568283">
          <w:marLeft w:val="0"/>
          <w:marRight w:val="0"/>
          <w:marTop w:val="0"/>
          <w:marBottom w:val="0"/>
          <w:divBdr>
            <w:top w:val="none" w:sz="0" w:space="0" w:color="auto"/>
            <w:left w:val="none" w:sz="0" w:space="0" w:color="auto"/>
            <w:bottom w:val="none" w:sz="0" w:space="0" w:color="auto"/>
            <w:right w:val="none" w:sz="0" w:space="0" w:color="auto"/>
          </w:divBdr>
        </w:div>
      </w:divsChild>
    </w:div>
    <w:div w:id="1203403746">
      <w:bodyDiv w:val="1"/>
      <w:marLeft w:val="0"/>
      <w:marRight w:val="0"/>
      <w:marTop w:val="0"/>
      <w:marBottom w:val="0"/>
      <w:divBdr>
        <w:top w:val="none" w:sz="0" w:space="0" w:color="auto"/>
        <w:left w:val="none" w:sz="0" w:space="0" w:color="auto"/>
        <w:bottom w:val="none" w:sz="0" w:space="0" w:color="auto"/>
        <w:right w:val="none" w:sz="0" w:space="0" w:color="auto"/>
      </w:divBdr>
      <w:divsChild>
        <w:div w:id="2043942875">
          <w:marLeft w:val="0"/>
          <w:marRight w:val="0"/>
          <w:marTop w:val="0"/>
          <w:marBottom w:val="0"/>
          <w:divBdr>
            <w:top w:val="none" w:sz="0" w:space="0" w:color="auto"/>
            <w:left w:val="none" w:sz="0" w:space="0" w:color="auto"/>
            <w:bottom w:val="none" w:sz="0" w:space="0" w:color="auto"/>
            <w:right w:val="none" w:sz="0" w:space="0" w:color="auto"/>
          </w:divBdr>
        </w:div>
      </w:divsChild>
    </w:div>
    <w:div w:id="1205675225">
      <w:bodyDiv w:val="1"/>
      <w:marLeft w:val="0"/>
      <w:marRight w:val="0"/>
      <w:marTop w:val="0"/>
      <w:marBottom w:val="0"/>
      <w:divBdr>
        <w:top w:val="none" w:sz="0" w:space="0" w:color="auto"/>
        <w:left w:val="none" w:sz="0" w:space="0" w:color="auto"/>
        <w:bottom w:val="none" w:sz="0" w:space="0" w:color="auto"/>
        <w:right w:val="none" w:sz="0" w:space="0" w:color="auto"/>
      </w:divBdr>
      <w:divsChild>
        <w:div w:id="389381163">
          <w:marLeft w:val="0"/>
          <w:marRight w:val="0"/>
          <w:marTop w:val="0"/>
          <w:marBottom w:val="0"/>
          <w:divBdr>
            <w:top w:val="none" w:sz="0" w:space="0" w:color="auto"/>
            <w:left w:val="none" w:sz="0" w:space="0" w:color="auto"/>
            <w:bottom w:val="none" w:sz="0" w:space="0" w:color="auto"/>
            <w:right w:val="none" w:sz="0" w:space="0" w:color="auto"/>
          </w:divBdr>
        </w:div>
        <w:div w:id="389429516">
          <w:marLeft w:val="0"/>
          <w:marRight w:val="0"/>
          <w:marTop w:val="0"/>
          <w:marBottom w:val="0"/>
          <w:divBdr>
            <w:top w:val="none" w:sz="0" w:space="0" w:color="auto"/>
            <w:left w:val="none" w:sz="0" w:space="0" w:color="auto"/>
            <w:bottom w:val="none" w:sz="0" w:space="0" w:color="auto"/>
            <w:right w:val="none" w:sz="0" w:space="0" w:color="auto"/>
          </w:divBdr>
        </w:div>
        <w:div w:id="481124202">
          <w:marLeft w:val="0"/>
          <w:marRight w:val="0"/>
          <w:marTop w:val="0"/>
          <w:marBottom w:val="0"/>
          <w:divBdr>
            <w:top w:val="none" w:sz="0" w:space="0" w:color="auto"/>
            <w:left w:val="none" w:sz="0" w:space="0" w:color="auto"/>
            <w:bottom w:val="none" w:sz="0" w:space="0" w:color="auto"/>
            <w:right w:val="none" w:sz="0" w:space="0" w:color="auto"/>
          </w:divBdr>
        </w:div>
        <w:div w:id="565531473">
          <w:marLeft w:val="0"/>
          <w:marRight w:val="0"/>
          <w:marTop w:val="0"/>
          <w:marBottom w:val="0"/>
          <w:divBdr>
            <w:top w:val="none" w:sz="0" w:space="0" w:color="auto"/>
            <w:left w:val="none" w:sz="0" w:space="0" w:color="auto"/>
            <w:bottom w:val="none" w:sz="0" w:space="0" w:color="auto"/>
            <w:right w:val="none" w:sz="0" w:space="0" w:color="auto"/>
          </w:divBdr>
        </w:div>
        <w:div w:id="864363296">
          <w:marLeft w:val="0"/>
          <w:marRight w:val="0"/>
          <w:marTop w:val="0"/>
          <w:marBottom w:val="0"/>
          <w:divBdr>
            <w:top w:val="none" w:sz="0" w:space="0" w:color="auto"/>
            <w:left w:val="none" w:sz="0" w:space="0" w:color="auto"/>
            <w:bottom w:val="none" w:sz="0" w:space="0" w:color="auto"/>
            <w:right w:val="none" w:sz="0" w:space="0" w:color="auto"/>
          </w:divBdr>
        </w:div>
        <w:div w:id="2112167178">
          <w:marLeft w:val="0"/>
          <w:marRight w:val="0"/>
          <w:marTop w:val="0"/>
          <w:marBottom w:val="0"/>
          <w:divBdr>
            <w:top w:val="none" w:sz="0" w:space="0" w:color="auto"/>
            <w:left w:val="none" w:sz="0" w:space="0" w:color="auto"/>
            <w:bottom w:val="none" w:sz="0" w:space="0" w:color="auto"/>
            <w:right w:val="none" w:sz="0" w:space="0" w:color="auto"/>
          </w:divBdr>
        </w:div>
        <w:div w:id="2114091146">
          <w:marLeft w:val="0"/>
          <w:marRight w:val="0"/>
          <w:marTop w:val="0"/>
          <w:marBottom w:val="0"/>
          <w:divBdr>
            <w:top w:val="none" w:sz="0" w:space="0" w:color="auto"/>
            <w:left w:val="none" w:sz="0" w:space="0" w:color="auto"/>
            <w:bottom w:val="none" w:sz="0" w:space="0" w:color="auto"/>
            <w:right w:val="none" w:sz="0" w:space="0" w:color="auto"/>
          </w:divBdr>
        </w:div>
      </w:divsChild>
    </w:div>
    <w:div w:id="1210334681">
      <w:bodyDiv w:val="1"/>
      <w:marLeft w:val="0"/>
      <w:marRight w:val="0"/>
      <w:marTop w:val="0"/>
      <w:marBottom w:val="0"/>
      <w:divBdr>
        <w:top w:val="none" w:sz="0" w:space="0" w:color="auto"/>
        <w:left w:val="none" w:sz="0" w:space="0" w:color="auto"/>
        <w:bottom w:val="none" w:sz="0" w:space="0" w:color="auto"/>
        <w:right w:val="none" w:sz="0" w:space="0" w:color="auto"/>
      </w:divBdr>
      <w:divsChild>
        <w:div w:id="1786541763">
          <w:marLeft w:val="0"/>
          <w:marRight w:val="0"/>
          <w:marTop w:val="0"/>
          <w:marBottom w:val="0"/>
          <w:divBdr>
            <w:top w:val="none" w:sz="0" w:space="0" w:color="auto"/>
            <w:left w:val="none" w:sz="0" w:space="0" w:color="auto"/>
            <w:bottom w:val="none" w:sz="0" w:space="0" w:color="auto"/>
            <w:right w:val="none" w:sz="0" w:space="0" w:color="auto"/>
          </w:divBdr>
        </w:div>
      </w:divsChild>
    </w:div>
    <w:div w:id="1211458155">
      <w:bodyDiv w:val="1"/>
      <w:marLeft w:val="0"/>
      <w:marRight w:val="0"/>
      <w:marTop w:val="0"/>
      <w:marBottom w:val="0"/>
      <w:divBdr>
        <w:top w:val="none" w:sz="0" w:space="0" w:color="auto"/>
        <w:left w:val="none" w:sz="0" w:space="0" w:color="auto"/>
        <w:bottom w:val="none" w:sz="0" w:space="0" w:color="auto"/>
        <w:right w:val="none" w:sz="0" w:space="0" w:color="auto"/>
      </w:divBdr>
      <w:divsChild>
        <w:div w:id="113981589">
          <w:marLeft w:val="0"/>
          <w:marRight w:val="0"/>
          <w:marTop w:val="0"/>
          <w:marBottom w:val="0"/>
          <w:divBdr>
            <w:top w:val="none" w:sz="0" w:space="0" w:color="auto"/>
            <w:left w:val="none" w:sz="0" w:space="0" w:color="auto"/>
            <w:bottom w:val="none" w:sz="0" w:space="0" w:color="auto"/>
            <w:right w:val="none" w:sz="0" w:space="0" w:color="auto"/>
          </w:divBdr>
        </w:div>
      </w:divsChild>
    </w:div>
    <w:div w:id="1213881730">
      <w:bodyDiv w:val="1"/>
      <w:marLeft w:val="0"/>
      <w:marRight w:val="0"/>
      <w:marTop w:val="0"/>
      <w:marBottom w:val="0"/>
      <w:divBdr>
        <w:top w:val="none" w:sz="0" w:space="0" w:color="auto"/>
        <w:left w:val="none" w:sz="0" w:space="0" w:color="auto"/>
        <w:bottom w:val="none" w:sz="0" w:space="0" w:color="auto"/>
        <w:right w:val="none" w:sz="0" w:space="0" w:color="auto"/>
      </w:divBdr>
      <w:divsChild>
        <w:div w:id="932712030">
          <w:marLeft w:val="0"/>
          <w:marRight w:val="0"/>
          <w:marTop w:val="0"/>
          <w:marBottom w:val="0"/>
          <w:divBdr>
            <w:top w:val="none" w:sz="0" w:space="0" w:color="auto"/>
            <w:left w:val="none" w:sz="0" w:space="0" w:color="auto"/>
            <w:bottom w:val="none" w:sz="0" w:space="0" w:color="auto"/>
            <w:right w:val="none" w:sz="0" w:space="0" w:color="auto"/>
          </w:divBdr>
        </w:div>
      </w:divsChild>
    </w:div>
    <w:div w:id="1214274268">
      <w:bodyDiv w:val="1"/>
      <w:marLeft w:val="0"/>
      <w:marRight w:val="0"/>
      <w:marTop w:val="0"/>
      <w:marBottom w:val="0"/>
      <w:divBdr>
        <w:top w:val="none" w:sz="0" w:space="0" w:color="auto"/>
        <w:left w:val="none" w:sz="0" w:space="0" w:color="auto"/>
        <w:bottom w:val="none" w:sz="0" w:space="0" w:color="auto"/>
        <w:right w:val="none" w:sz="0" w:space="0" w:color="auto"/>
      </w:divBdr>
      <w:divsChild>
        <w:div w:id="2092773601">
          <w:marLeft w:val="0"/>
          <w:marRight w:val="0"/>
          <w:marTop w:val="0"/>
          <w:marBottom w:val="0"/>
          <w:divBdr>
            <w:top w:val="none" w:sz="0" w:space="0" w:color="auto"/>
            <w:left w:val="none" w:sz="0" w:space="0" w:color="auto"/>
            <w:bottom w:val="none" w:sz="0" w:space="0" w:color="auto"/>
            <w:right w:val="none" w:sz="0" w:space="0" w:color="auto"/>
          </w:divBdr>
        </w:div>
      </w:divsChild>
    </w:div>
    <w:div w:id="1219777631">
      <w:bodyDiv w:val="1"/>
      <w:marLeft w:val="0"/>
      <w:marRight w:val="0"/>
      <w:marTop w:val="0"/>
      <w:marBottom w:val="0"/>
      <w:divBdr>
        <w:top w:val="none" w:sz="0" w:space="0" w:color="auto"/>
        <w:left w:val="none" w:sz="0" w:space="0" w:color="auto"/>
        <w:bottom w:val="none" w:sz="0" w:space="0" w:color="auto"/>
        <w:right w:val="none" w:sz="0" w:space="0" w:color="auto"/>
      </w:divBdr>
      <w:divsChild>
        <w:div w:id="65802893">
          <w:marLeft w:val="0"/>
          <w:marRight w:val="0"/>
          <w:marTop w:val="0"/>
          <w:marBottom w:val="0"/>
          <w:divBdr>
            <w:top w:val="none" w:sz="0" w:space="0" w:color="auto"/>
            <w:left w:val="none" w:sz="0" w:space="0" w:color="auto"/>
            <w:bottom w:val="none" w:sz="0" w:space="0" w:color="auto"/>
            <w:right w:val="none" w:sz="0" w:space="0" w:color="auto"/>
          </w:divBdr>
        </w:div>
      </w:divsChild>
    </w:div>
    <w:div w:id="1221552663">
      <w:bodyDiv w:val="1"/>
      <w:marLeft w:val="0"/>
      <w:marRight w:val="0"/>
      <w:marTop w:val="0"/>
      <w:marBottom w:val="0"/>
      <w:divBdr>
        <w:top w:val="none" w:sz="0" w:space="0" w:color="auto"/>
        <w:left w:val="none" w:sz="0" w:space="0" w:color="auto"/>
        <w:bottom w:val="none" w:sz="0" w:space="0" w:color="auto"/>
        <w:right w:val="none" w:sz="0" w:space="0" w:color="auto"/>
      </w:divBdr>
      <w:divsChild>
        <w:div w:id="542790223">
          <w:marLeft w:val="0"/>
          <w:marRight w:val="0"/>
          <w:marTop w:val="0"/>
          <w:marBottom w:val="0"/>
          <w:divBdr>
            <w:top w:val="none" w:sz="0" w:space="0" w:color="auto"/>
            <w:left w:val="none" w:sz="0" w:space="0" w:color="auto"/>
            <w:bottom w:val="none" w:sz="0" w:space="0" w:color="auto"/>
            <w:right w:val="none" w:sz="0" w:space="0" w:color="auto"/>
          </w:divBdr>
        </w:div>
      </w:divsChild>
    </w:div>
    <w:div w:id="1225214270">
      <w:bodyDiv w:val="1"/>
      <w:marLeft w:val="0"/>
      <w:marRight w:val="0"/>
      <w:marTop w:val="0"/>
      <w:marBottom w:val="0"/>
      <w:divBdr>
        <w:top w:val="none" w:sz="0" w:space="0" w:color="auto"/>
        <w:left w:val="none" w:sz="0" w:space="0" w:color="auto"/>
        <w:bottom w:val="none" w:sz="0" w:space="0" w:color="auto"/>
        <w:right w:val="none" w:sz="0" w:space="0" w:color="auto"/>
      </w:divBdr>
    </w:div>
    <w:div w:id="1226264036">
      <w:bodyDiv w:val="1"/>
      <w:marLeft w:val="0"/>
      <w:marRight w:val="0"/>
      <w:marTop w:val="0"/>
      <w:marBottom w:val="0"/>
      <w:divBdr>
        <w:top w:val="none" w:sz="0" w:space="0" w:color="auto"/>
        <w:left w:val="none" w:sz="0" w:space="0" w:color="auto"/>
        <w:bottom w:val="none" w:sz="0" w:space="0" w:color="auto"/>
        <w:right w:val="none" w:sz="0" w:space="0" w:color="auto"/>
      </w:divBdr>
      <w:divsChild>
        <w:div w:id="1488938773">
          <w:marLeft w:val="0"/>
          <w:marRight w:val="0"/>
          <w:marTop w:val="0"/>
          <w:marBottom w:val="0"/>
          <w:divBdr>
            <w:top w:val="none" w:sz="0" w:space="0" w:color="auto"/>
            <w:left w:val="none" w:sz="0" w:space="0" w:color="auto"/>
            <w:bottom w:val="none" w:sz="0" w:space="0" w:color="auto"/>
            <w:right w:val="none" w:sz="0" w:space="0" w:color="auto"/>
          </w:divBdr>
        </w:div>
      </w:divsChild>
    </w:div>
    <w:div w:id="1226379308">
      <w:bodyDiv w:val="1"/>
      <w:marLeft w:val="0"/>
      <w:marRight w:val="0"/>
      <w:marTop w:val="0"/>
      <w:marBottom w:val="0"/>
      <w:divBdr>
        <w:top w:val="none" w:sz="0" w:space="0" w:color="auto"/>
        <w:left w:val="none" w:sz="0" w:space="0" w:color="auto"/>
        <w:bottom w:val="none" w:sz="0" w:space="0" w:color="auto"/>
        <w:right w:val="none" w:sz="0" w:space="0" w:color="auto"/>
      </w:divBdr>
      <w:divsChild>
        <w:div w:id="2139759160">
          <w:marLeft w:val="0"/>
          <w:marRight w:val="0"/>
          <w:marTop w:val="0"/>
          <w:marBottom w:val="0"/>
          <w:divBdr>
            <w:top w:val="none" w:sz="0" w:space="0" w:color="auto"/>
            <w:left w:val="none" w:sz="0" w:space="0" w:color="auto"/>
            <w:bottom w:val="none" w:sz="0" w:space="0" w:color="auto"/>
            <w:right w:val="none" w:sz="0" w:space="0" w:color="auto"/>
          </w:divBdr>
        </w:div>
      </w:divsChild>
    </w:div>
    <w:div w:id="1227640794">
      <w:bodyDiv w:val="1"/>
      <w:marLeft w:val="0"/>
      <w:marRight w:val="0"/>
      <w:marTop w:val="0"/>
      <w:marBottom w:val="0"/>
      <w:divBdr>
        <w:top w:val="none" w:sz="0" w:space="0" w:color="auto"/>
        <w:left w:val="none" w:sz="0" w:space="0" w:color="auto"/>
        <w:bottom w:val="none" w:sz="0" w:space="0" w:color="auto"/>
        <w:right w:val="none" w:sz="0" w:space="0" w:color="auto"/>
      </w:divBdr>
      <w:divsChild>
        <w:div w:id="895820337">
          <w:marLeft w:val="0"/>
          <w:marRight w:val="0"/>
          <w:marTop w:val="0"/>
          <w:marBottom w:val="0"/>
          <w:divBdr>
            <w:top w:val="none" w:sz="0" w:space="0" w:color="auto"/>
            <w:left w:val="none" w:sz="0" w:space="0" w:color="auto"/>
            <w:bottom w:val="none" w:sz="0" w:space="0" w:color="auto"/>
            <w:right w:val="none" w:sz="0" w:space="0" w:color="auto"/>
          </w:divBdr>
        </w:div>
      </w:divsChild>
    </w:div>
    <w:div w:id="1227643119">
      <w:bodyDiv w:val="1"/>
      <w:marLeft w:val="0"/>
      <w:marRight w:val="0"/>
      <w:marTop w:val="0"/>
      <w:marBottom w:val="0"/>
      <w:divBdr>
        <w:top w:val="none" w:sz="0" w:space="0" w:color="auto"/>
        <w:left w:val="none" w:sz="0" w:space="0" w:color="auto"/>
        <w:bottom w:val="none" w:sz="0" w:space="0" w:color="auto"/>
        <w:right w:val="none" w:sz="0" w:space="0" w:color="auto"/>
      </w:divBdr>
      <w:divsChild>
        <w:div w:id="2128229034">
          <w:marLeft w:val="0"/>
          <w:marRight w:val="0"/>
          <w:marTop w:val="0"/>
          <w:marBottom w:val="0"/>
          <w:divBdr>
            <w:top w:val="none" w:sz="0" w:space="0" w:color="auto"/>
            <w:left w:val="none" w:sz="0" w:space="0" w:color="auto"/>
            <w:bottom w:val="none" w:sz="0" w:space="0" w:color="auto"/>
            <w:right w:val="none" w:sz="0" w:space="0" w:color="auto"/>
          </w:divBdr>
        </w:div>
      </w:divsChild>
    </w:div>
    <w:div w:id="1228154357">
      <w:bodyDiv w:val="1"/>
      <w:marLeft w:val="0"/>
      <w:marRight w:val="0"/>
      <w:marTop w:val="0"/>
      <w:marBottom w:val="0"/>
      <w:divBdr>
        <w:top w:val="none" w:sz="0" w:space="0" w:color="auto"/>
        <w:left w:val="none" w:sz="0" w:space="0" w:color="auto"/>
        <w:bottom w:val="none" w:sz="0" w:space="0" w:color="auto"/>
        <w:right w:val="none" w:sz="0" w:space="0" w:color="auto"/>
      </w:divBdr>
    </w:div>
    <w:div w:id="1232232175">
      <w:bodyDiv w:val="1"/>
      <w:marLeft w:val="0"/>
      <w:marRight w:val="0"/>
      <w:marTop w:val="0"/>
      <w:marBottom w:val="0"/>
      <w:divBdr>
        <w:top w:val="none" w:sz="0" w:space="0" w:color="auto"/>
        <w:left w:val="none" w:sz="0" w:space="0" w:color="auto"/>
        <w:bottom w:val="none" w:sz="0" w:space="0" w:color="auto"/>
        <w:right w:val="none" w:sz="0" w:space="0" w:color="auto"/>
      </w:divBdr>
      <w:divsChild>
        <w:div w:id="380711588">
          <w:marLeft w:val="0"/>
          <w:marRight w:val="0"/>
          <w:marTop w:val="0"/>
          <w:marBottom w:val="0"/>
          <w:divBdr>
            <w:top w:val="none" w:sz="0" w:space="0" w:color="auto"/>
            <w:left w:val="none" w:sz="0" w:space="0" w:color="auto"/>
            <w:bottom w:val="none" w:sz="0" w:space="0" w:color="auto"/>
            <w:right w:val="none" w:sz="0" w:space="0" w:color="auto"/>
          </w:divBdr>
        </w:div>
      </w:divsChild>
    </w:div>
    <w:div w:id="1233000880">
      <w:bodyDiv w:val="1"/>
      <w:marLeft w:val="0"/>
      <w:marRight w:val="0"/>
      <w:marTop w:val="0"/>
      <w:marBottom w:val="0"/>
      <w:divBdr>
        <w:top w:val="none" w:sz="0" w:space="0" w:color="auto"/>
        <w:left w:val="none" w:sz="0" w:space="0" w:color="auto"/>
        <w:bottom w:val="none" w:sz="0" w:space="0" w:color="auto"/>
        <w:right w:val="none" w:sz="0" w:space="0" w:color="auto"/>
      </w:divBdr>
      <w:divsChild>
        <w:div w:id="2037266167">
          <w:marLeft w:val="0"/>
          <w:marRight w:val="0"/>
          <w:marTop w:val="0"/>
          <w:marBottom w:val="0"/>
          <w:divBdr>
            <w:top w:val="none" w:sz="0" w:space="0" w:color="auto"/>
            <w:left w:val="none" w:sz="0" w:space="0" w:color="auto"/>
            <w:bottom w:val="none" w:sz="0" w:space="0" w:color="auto"/>
            <w:right w:val="none" w:sz="0" w:space="0" w:color="auto"/>
          </w:divBdr>
        </w:div>
      </w:divsChild>
    </w:div>
    <w:div w:id="1236211151">
      <w:bodyDiv w:val="1"/>
      <w:marLeft w:val="0"/>
      <w:marRight w:val="0"/>
      <w:marTop w:val="0"/>
      <w:marBottom w:val="0"/>
      <w:divBdr>
        <w:top w:val="none" w:sz="0" w:space="0" w:color="auto"/>
        <w:left w:val="none" w:sz="0" w:space="0" w:color="auto"/>
        <w:bottom w:val="none" w:sz="0" w:space="0" w:color="auto"/>
        <w:right w:val="none" w:sz="0" w:space="0" w:color="auto"/>
      </w:divBdr>
      <w:divsChild>
        <w:div w:id="130830730">
          <w:marLeft w:val="0"/>
          <w:marRight w:val="0"/>
          <w:marTop w:val="0"/>
          <w:marBottom w:val="0"/>
          <w:divBdr>
            <w:top w:val="none" w:sz="0" w:space="0" w:color="auto"/>
            <w:left w:val="none" w:sz="0" w:space="0" w:color="auto"/>
            <w:bottom w:val="none" w:sz="0" w:space="0" w:color="auto"/>
            <w:right w:val="none" w:sz="0" w:space="0" w:color="auto"/>
          </w:divBdr>
        </w:div>
      </w:divsChild>
    </w:div>
    <w:div w:id="1237281812">
      <w:bodyDiv w:val="1"/>
      <w:marLeft w:val="0"/>
      <w:marRight w:val="0"/>
      <w:marTop w:val="0"/>
      <w:marBottom w:val="0"/>
      <w:divBdr>
        <w:top w:val="none" w:sz="0" w:space="0" w:color="auto"/>
        <w:left w:val="none" w:sz="0" w:space="0" w:color="auto"/>
        <w:bottom w:val="none" w:sz="0" w:space="0" w:color="auto"/>
        <w:right w:val="none" w:sz="0" w:space="0" w:color="auto"/>
      </w:divBdr>
    </w:div>
    <w:div w:id="1241017599">
      <w:bodyDiv w:val="1"/>
      <w:marLeft w:val="0"/>
      <w:marRight w:val="0"/>
      <w:marTop w:val="0"/>
      <w:marBottom w:val="0"/>
      <w:divBdr>
        <w:top w:val="none" w:sz="0" w:space="0" w:color="auto"/>
        <w:left w:val="none" w:sz="0" w:space="0" w:color="auto"/>
        <w:bottom w:val="none" w:sz="0" w:space="0" w:color="auto"/>
        <w:right w:val="none" w:sz="0" w:space="0" w:color="auto"/>
      </w:divBdr>
      <w:divsChild>
        <w:div w:id="12997786">
          <w:marLeft w:val="0"/>
          <w:marRight w:val="0"/>
          <w:marTop w:val="0"/>
          <w:marBottom w:val="0"/>
          <w:divBdr>
            <w:top w:val="none" w:sz="0" w:space="0" w:color="auto"/>
            <w:left w:val="none" w:sz="0" w:space="0" w:color="auto"/>
            <w:bottom w:val="none" w:sz="0" w:space="0" w:color="auto"/>
            <w:right w:val="none" w:sz="0" w:space="0" w:color="auto"/>
          </w:divBdr>
        </w:div>
      </w:divsChild>
    </w:div>
    <w:div w:id="1243300131">
      <w:bodyDiv w:val="1"/>
      <w:marLeft w:val="0"/>
      <w:marRight w:val="0"/>
      <w:marTop w:val="0"/>
      <w:marBottom w:val="0"/>
      <w:divBdr>
        <w:top w:val="none" w:sz="0" w:space="0" w:color="auto"/>
        <w:left w:val="none" w:sz="0" w:space="0" w:color="auto"/>
        <w:bottom w:val="none" w:sz="0" w:space="0" w:color="auto"/>
        <w:right w:val="none" w:sz="0" w:space="0" w:color="auto"/>
      </w:divBdr>
      <w:divsChild>
        <w:div w:id="1509373084">
          <w:marLeft w:val="0"/>
          <w:marRight w:val="0"/>
          <w:marTop w:val="0"/>
          <w:marBottom w:val="0"/>
          <w:divBdr>
            <w:top w:val="none" w:sz="0" w:space="0" w:color="auto"/>
            <w:left w:val="none" w:sz="0" w:space="0" w:color="auto"/>
            <w:bottom w:val="none" w:sz="0" w:space="0" w:color="auto"/>
            <w:right w:val="none" w:sz="0" w:space="0" w:color="auto"/>
          </w:divBdr>
        </w:div>
      </w:divsChild>
    </w:div>
    <w:div w:id="1245993379">
      <w:bodyDiv w:val="1"/>
      <w:marLeft w:val="0"/>
      <w:marRight w:val="0"/>
      <w:marTop w:val="0"/>
      <w:marBottom w:val="0"/>
      <w:divBdr>
        <w:top w:val="none" w:sz="0" w:space="0" w:color="auto"/>
        <w:left w:val="none" w:sz="0" w:space="0" w:color="auto"/>
        <w:bottom w:val="none" w:sz="0" w:space="0" w:color="auto"/>
        <w:right w:val="none" w:sz="0" w:space="0" w:color="auto"/>
      </w:divBdr>
      <w:divsChild>
        <w:div w:id="1193227216">
          <w:marLeft w:val="0"/>
          <w:marRight w:val="0"/>
          <w:marTop w:val="0"/>
          <w:marBottom w:val="0"/>
          <w:divBdr>
            <w:top w:val="none" w:sz="0" w:space="0" w:color="auto"/>
            <w:left w:val="none" w:sz="0" w:space="0" w:color="auto"/>
            <w:bottom w:val="none" w:sz="0" w:space="0" w:color="auto"/>
            <w:right w:val="none" w:sz="0" w:space="0" w:color="auto"/>
          </w:divBdr>
        </w:div>
      </w:divsChild>
    </w:div>
    <w:div w:id="1250961748">
      <w:bodyDiv w:val="1"/>
      <w:marLeft w:val="0"/>
      <w:marRight w:val="0"/>
      <w:marTop w:val="0"/>
      <w:marBottom w:val="0"/>
      <w:divBdr>
        <w:top w:val="none" w:sz="0" w:space="0" w:color="auto"/>
        <w:left w:val="none" w:sz="0" w:space="0" w:color="auto"/>
        <w:bottom w:val="none" w:sz="0" w:space="0" w:color="auto"/>
        <w:right w:val="none" w:sz="0" w:space="0" w:color="auto"/>
      </w:divBdr>
      <w:divsChild>
        <w:div w:id="549070916">
          <w:marLeft w:val="0"/>
          <w:marRight w:val="0"/>
          <w:marTop w:val="0"/>
          <w:marBottom w:val="0"/>
          <w:divBdr>
            <w:top w:val="none" w:sz="0" w:space="0" w:color="auto"/>
            <w:left w:val="none" w:sz="0" w:space="0" w:color="auto"/>
            <w:bottom w:val="none" w:sz="0" w:space="0" w:color="auto"/>
            <w:right w:val="none" w:sz="0" w:space="0" w:color="auto"/>
          </w:divBdr>
        </w:div>
      </w:divsChild>
    </w:div>
    <w:div w:id="1251083730">
      <w:bodyDiv w:val="1"/>
      <w:marLeft w:val="0"/>
      <w:marRight w:val="0"/>
      <w:marTop w:val="0"/>
      <w:marBottom w:val="0"/>
      <w:divBdr>
        <w:top w:val="none" w:sz="0" w:space="0" w:color="auto"/>
        <w:left w:val="none" w:sz="0" w:space="0" w:color="auto"/>
        <w:bottom w:val="none" w:sz="0" w:space="0" w:color="auto"/>
        <w:right w:val="none" w:sz="0" w:space="0" w:color="auto"/>
      </w:divBdr>
      <w:divsChild>
        <w:div w:id="2055539167">
          <w:marLeft w:val="0"/>
          <w:marRight w:val="0"/>
          <w:marTop w:val="0"/>
          <w:marBottom w:val="0"/>
          <w:divBdr>
            <w:top w:val="none" w:sz="0" w:space="0" w:color="auto"/>
            <w:left w:val="none" w:sz="0" w:space="0" w:color="auto"/>
            <w:bottom w:val="none" w:sz="0" w:space="0" w:color="auto"/>
            <w:right w:val="none" w:sz="0" w:space="0" w:color="auto"/>
          </w:divBdr>
        </w:div>
      </w:divsChild>
    </w:div>
    <w:div w:id="1254702324">
      <w:bodyDiv w:val="1"/>
      <w:marLeft w:val="0"/>
      <w:marRight w:val="0"/>
      <w:marTop w:val="0"/>
      <w:marBottom w:val="0"/>
      <w:divBdr>
        <w:top w:val="none" w:sz="0" w:space="0" w:color="auto"/>
        <w:left w:val="none" w:sz="0" w:space="0" w:color="auto"/>
        <w:bottom w:val="none" w:sz="0" w:space="0" w:color="auto"/>
        <w:right w:val="none" w:sz="0" w:space="0" w:color="auto"/>
      </w:divBdr>
      <w:divsChild>
        <w:div w:id="1127889556">
          <w:marLeft w:val="0"/>
          <w:marRight w:val="0"/>
          <w:marTop w:val="0"/>
          <w:marBottom w:val="0"/>
          <w:divBdr>
            <w:top w:val="none" w:sz="0" w:space="0" w:color="auto"/>
            <w:left w:val="none" w:sz="0" w:space="0" w:color="auto"/>
            <w:bottom w:val="none" w:sz="0" w:space="0" w:color="auto"/>
            <w:right w:val="none" w:sz="0" w:space="0" w:color="auto"/>
          </w:divBdr>
        </w:div>
      </w:divsChild>
    </w:div>
    <w:div w:id="1254824479">
      <w:bodyDiv w:val="1"/>
      <w:marLeft w:val="0"/>
      <w:marRight w:val="0"/>
      <w:marTop w:val="0"/>
      <w:marBottom w:val="0"/>
      <w:divBdr>
        <w:top w:val="none" w:sz="0" w:space="0" w:color="auto"/>
        <w:left w:val="none" w:sz="0" w:space="0" w:color="auto"/>
        <w:bottom w:val="none" w:sz="0" w:space="0" w:color="auto"/>
        <w:right w:val="none" w:sz="0" w:space="0" w:color="auto"/>
      </w:divBdr>
    </w:div>
    <w:div w:id="1255479839">
      <w:bodyDiv w:val="1"/>
      <w:marLeft w:val="0"/>
      <w:marRight w:val="0"/>
      <w:marTop w:val="0"/>
      <w:marBottom w:val="0"/>
      <w:divBdr>
        <w:top w:val="none" w:sz="0" w:space="0" w:color="auto"/>
        <w:left w:val="none" w:sz="0" w:space="0" w:color="auto"/>
        <w:bottom w:val="none" w:sz="0" w:space="0" w:color="auto"/>
        <w:right w:val="none" w:sz="0" w:space="0" w:color="auto"/>
      </w:divBdr>
    </w:div>
    <w:div w:id="1256282410">
      <w:bodyDiv w:val="1"/>
      <w:marLeft w:val="0"/>
      <w:marRight w:val="0"/>
      <w:marTop w:val="0"/>
      <w:marBottom w:val="0"/>
      <w:divBdr>
        <w:top w:val="none" w:sz="0" w:space="0" w:color="auto"/>
        <w:left w:val="none" w:sz="0" w:space="0" w:color="auto"/>
        <w:bottom w:val="none" w:sz="0" w:space="0" w:color="auto"/>
        <w:right w:val="none" w:sz="0" w:space="0" w:color="auto"/>
      </w:divBdr>
      <w:divsChild>
        <w:div w:id="74129539">
          <w:marLeft w:val="0"/>
          <w:marRight w:val="0"/>
          <w:marTop w:val="0"/>
          <w:marBottom w:val="0"/>
          <w:divBdr>
            <w:top w:val="none" w:sz="0" w:space="0" w:color="auto"/>
            <w:left w:val="none" w:sz="0" w:space="0" w:color="auto"/>
            <w:bottom w:val="none" w:sz="0" w:space="0" w:color="auto"/>
            <w:right w:val="none" w:sz="0" w:space="0" w:color="auto"/>
          </w:divBdr>
        </w:div>
      </w:divsChild>
    </w:div>
    <w:div w:id="1256591510">
      <w:bodyDiv w:val="1"/>
      <w:marLeft w:val="0"/>
      <w:marRight w:val="0"/>
      <w:marTop w:val="0"/>
      <w:marBottom w:val="0"/>
      <w:divBdr>
        <w:top w:val="none" w:sz="0" w:space="0" w:color="auto"/>
        <w:left w:val="none" w:sz="0" w:space="0" w:color="auto"/>
        <w:bottom w:val="none" w:sz="0" w:space="0" w:color="auto"/>
        <w:right w:val="none" w:sz="0" w:space="0" w:color="auto"/>
      </w:divBdr>
    </w:div>
    <w:div w:id="1259408721">
      <w:bodyDiv w:val="1"/>
      <w:marLeft w:val="0"/>
      <w:marRight w:val="0"/>
      <w:marTop w:val="0"/>
      <w:marBottom w:val="0"/>
      <w:divBdr>
        <w:top w:val="none" w:sz="0" w:space="0" w:color="auto"/>
        <w:left w:val="none" w:sz="0" w:space="0" w:color="auto"/>
        <w:bottom w:val="none" w:sz="0" w:space="0" w:color="auto"/>
        <w:right w:val="none" w:sz="0" w:space="0" w:color="auto"/>
      </w:divBdr>
      <w:divsChild>
        <w:div w:id="1597443865">
          <w:marLeft w:val="0"/>
          <w:marRight w:val="0"/>
          <w:marTop w:val="0"/>
          <w:marBottom w:val="0"/>
          <w:divBdr>
            <w:top w:val="none" w:sz="0" w:space="0" w:color="auto"/>
            <w:left w:val="none" w:sz="0" w:space="0" w:color="auto"/>
            <w:bottom w:val="none" w:sz="0" w:space="0" w:color="auto"/>
            <w:right w:val="none" w:sz="0" w:space="0" w:color="auto"/>
          </w:divBdr>
        </w:div>
      </w:divsChild>
    </w:div>
    <w:div w:id="1261135828">
      <w:bodyDiv w:val="1"/>
      <w:marLeft w:val="0"/>
      <w:marRight w:val="0"/>
      <w:marTop w:val="0"/>
      <w:marBottom w:val="0"/>
      <w:divBdr>
        <w:top w:val="none" w:sz="0" w:space="0" w:color="auto"/>
        <w:left w:val="none" w:sz="0" w:space="0" w:color="auto"/>
        <w:bottom w:val="none" w:sz="0" w:space="0" w:color="auto"/>
        <w:right w:val="none" w:sz="0" w:space="0" w:color="auto"/>
      </w:divBdr>
      <w:divsChild>
        <w:div w:id="9962812">
          <w:marLeft w:val="0"/>
          <w:marRight w:val="0"/>
          <w:marTop w:val="0"/>
          <w:marBottom w:val="0"/>
          <w:divBdr>
            <w:top w:val="none" w:sz="0" w:space="0" w:color="auto"/>
            <w:left w:val="none" w:sz="0" w:space="0" w:color="auto"/>
            <w:bottom w:val="none" w:sz="0" w:space="0" w:color="auto"/>
            <w:right w:val="none" w:sz="0" w:space="0" w:color="auto"/>
          </w:divBdr>
        </w:div>
      </w:divsChild>
    </w:div>
    <w:div w:id="1263032187">
      <w:bodyDiv w:val="1"/>
      <w:marLeft w:val="0"/>
      <w:marRight w:val="0"/>
      <w:marTop w:val="0"/>
      <w:marBottom w:val="0"/>
      <w:divBdr>
        <w:top w:val="none" w:sz="0" w:space="0" w:color="auto"/>
        <w:left w:val="none" w:sz="0" w:space="0" w:color="auto"/>
        <w:bottom w:val="none" w:sz="0" w:space="0" w:color="auto"/>
        <w:right w:val="none" w:sz="0" w:space="0" w:color="auto"/>
      </w:divBdr>
      <w:divsChild>
        <w:div w:id="376898669">
          <w:marLeft w:val="0"/>
          <w:marRight w:val="0"/>
          <w:marTop w:val="0"/>
          <w:marBottom w:val="0"/>
          <w:divBdr>
            <w:top w:val="none" w:sz="0" w:space="0" w:color="auto"/>
            <w:left w:val="none" w:sz="0" w:space="0" w:color="auto"/>
            <w:bottom w:val="none" w:sz="0" w:space="0" w:color="auto"/>
            <w:right w:val="none" w:sz="0" w:space="0" w:color="auto"/>
          </w:divBdr>
        </w:div>
      </w:divsChild>
    </w:div>
    <w:div w:id="1268388717">
      <w:bodyDiv w:val="1"/>
      <w:marLeft w:val="0"/>
      <w:marRight w:val="0"/>
      <w:marTop w:val="0"/>
      <w:marBottom w:val="0"/>
      <w:divBdr>
        <w:top w:val="none" w:sz="0" w:space="0" w:color="auto"/>
        <w:left w:val="none" w:sz="0" w:space="0" w:color="auto"/>
        <w:bottom w:val="none" w:sz="0" w:space="0" w:color="auto"/>
        <w:right w:val="none" w:sz="0" w:space="0" w:color="auto"/>
      </w:divBdr>
      <w:divsChild>
        <w:div w:id="500242736">
          <w:marLeft w:val="0"/>
          <w:marRight w:val="0"/>
          <w:marTop w:val="0"/>
          <w:marBottom w:val="0"/>
          <w:divBdr>
            <w:top w:val="none" w:sz="0" w:space="0" w:color="auto"/>
            <w:left w:val="none" w:sz="0" w:space="0" w:color="auto"/>
            <w:bottom w:val="none" w:sz="0" w:space="0" w:color="auto"/>
            <w:right w:val="none" w:sz="0" w:space="0" w:color="auto"/>
          </w:divBdr>
        </w:div>
      </w:divsChild>
    </w:div>
    <w:div w:id="1268928476">
      <w:bodyDiv w:val="1"/>
      <w:marLeft w:val="0"/>
      <w:marRight w:val="0"/>
      <w:marTop w:val="0"/>
      <w:marBottom w:val="0"/>
      <w:divBdr>
        <w:top w:val="none" w:sz="0" w:space="0" w:color="auto"/>
        <w:left w:val="none" w:sz="0" w:space="0" w:color="auto"/>
        <w:bottom w:val="none" w:sz="0" w:space="0" w:color="auto"/>
        <w:right w:val="none" w:sz="0" w:space="0" w:color="auto"/>
      </w:divBdr>
      <w:divsChild>
        <w:div w:id="2082365535">
          <w:marLeft w:val="0"/>
          <w:marRight w:val="0"/>
          <w:marTop w:val="0"/>
          <w:marBottom w:val="0"/>
          <w:divBdr>
            <w:top w:val="none" w:sz="0" w:space="0" w:color="auto"/>
            <w:left w:val="none" w:sz="0" w:space="0" w:color="auto"/>
            <w:bottom w:val="none" w:sz="0" w:space="0" w:color="auto"/>
            <w:right w:val="none" w:sz="0" w:space="0" w:color="auto"/>
          </w:divBdr>
        </w:div>
      </w:divsChild>
    </w:div>
    <w:div w:id="1272737602">
      <w:bodyDiv w:val="1"/>
      <w:marLeft w:val="0"/>
      <w:marRight w:val="0"/>
      <w:marTop w:val="0"/>
      <w:marBottom w:val="0"/>
      <w:divBdr>
        <w:top w:val="none" w:sz="0" w:space="0" w:color="auto"/>
        <w:left w:val="none" w:sz="0" w:space="0" w:color="auto"/>
        <w:bottom w:val="none" w:sz="0" w:space="0" w:color="auto"/>
        <w:right w:val="none" w:sz="0" w:space="0" w:color="auto"/>
      </w:divBdr>
      <w:divsChild>
        <w:div w:id="1008092991">
          <w:marLeft w:val="0"/>
          <w:marRight w:val="0"/>
          <w:marTop w:val="0"/>
          <w:marBottom w:val="0"/>
          <w:divBdr>
            <w:top w:val="none" w:sz="0" w:space="0" w:color="auto"/>
            <w:left w:val="none" w:sz="0" w:space="0" w:color="auto"/>
            <w:bottom w:val="none" w:sz="0" w:space="0" w:color="auto"/>
            <w:right w:val="none" w:sz="0" w:space="0" w:color="auto"/>
          </w:divBdr>
        </w:div>
      </w:divsChild>
    </w:div>
    <w:div w:id="1283269350">
      <w:bodyDiv w:val="1"/>
      <w:marLeft w:val="0"/>
      <w:marRight w:val="0"/>
      <w:marTop w:val="0"/>
      <w:marBottom w:val="0"/>
      <w:divBdr>
        <w:top w:val="none" w:sz="0" w:space="0" w:color="auto"/>
        <w:left w:val="none" w:sz="0" w:space="0" w:color="auto"/>
        <w:bottom w:val="none" w:sz="0" w:space="0" w:color="auto"/>
        <w:right w:val="none" w:sz="0" w:space="0" w:color="auto"/>
      </w:divBdr>
    </w:div>
    <w:div w:id="1285117618">
      <w:bodyDiv w:val="1"/>
      <w:marLeft w:val="0"/>
      <w:marRight w:val="0"/>
      <w:marTop w:val="0"/>
      <w:marBottom w:val="0"/>
      <w:divBdr>
        <w:top w:val="none" w:sz="0" w:space="0" w:color="auto"/>
        <w:left w:val="none" w:sz="0" w:space="0" w:color="auto"/>
        <w:bottom w:val="none" w:sz="0" w:space="0" w:color="auto"/>
        <w:right w:val="none" w:sz="0" w:space="0" w:color="auto"/>
      </w:divBdr>
    </w:div>
    <w:div w:id="1285505975">
      <w:bodyDiv w:val="1"/>
      <w:marLeft w:val="0"/>
      <w:marRight w:val="0"/>
      <w:marTop w:val="0"/>
      <w:marBottom w:val="0"/>
      <w:divBdr>
        <w:top w:val="none" w:sz="0" w:space="0" w:color="auto"/>
        <w:left w:val="none" w:sz="0" w:space="0" w:color="auto"/>
        <w:bottom w:val="none" w:sz="0" w:space="0" w:color="auto"/>
        <w:right w:val="none" w:sz="0" w:space="0" w:color="auto"/>
      </w:divBdr>
      <w:divsChild>
        <w:div w:id="369963737">
          <w:marLeft w:val="0"/>
          <w:marRight w:val="0"/>
          <w:marTop w:val="0"/>
          <w:marBottom w:val="0"/>
          <w:divBdr>
            <w:top w:val="none" w:sz="0" w:space="0" w:color="auto"/>
            <w:left w:val="none" w:sz="0" w:space="0" w:color="auto"/>
            <w:bottom w:val="none" w:sz="0" w:space="0" w:color="auto"/>
            <w:right w:val="none" w:sz="0" w:space="0" w:color="auto"/>
          </w:divBdr>
        </w:div>
      </w:divsChild>
    </w:div>
    <w:div w:id="1285575690">
      <w:bodyDiv w:val="1"/>
      <w:marLeft w:val="0"/>
      <w:marRight w:val="0"/>
      <w:marTop w:val="0"/>
      <w:marBottom w:val="0"/>
      <w:divBdr>
        <w:top w:val="none" w:sz="0" w:space="0" w:color="auto"/>
        <w:left w:val="none" w:sz="0" w:space="0" w:color="auto"/>
        <w:bottom w:val="none" w:sz="0" w:space="0" w:color="auto"/>
        <w:right w:val="none" w:sz="0" w:space="0" w:color="auto"/>
      </w:divBdr>
      <w:divsChild>
        <w:div w:id="21788609">
          <w:marLeft w:val="0"/>
          <w:marRight w:val="0"/>
          <w:marTop w:val="0"/>
          <w:marBottom w:val="0"/>
          <w:divBdr>
            <w:top w:val="none" w:sz="0" w:space="0" w:color="auto"/>
            <w:left w:val="none" w:sz="0" w:space="0" w:color="auto"/>
            <w:bottom w:val="none" w:sz="0" w:space="0" w:color="auto"/>
            <w:right w:val="none" w:sz="0" w:space="0" w:color="auto"/>
          </w:divBdr>
        </w:div>
      </w:divsChild>
    </w:div>
    <w:div w:id="1285695336">
      <w:bodyDiv w:val="1"/>
      <w:marLeft w:val="0"/>
      <w:marRight w:val="0"/>
      <w:marTop w:val="0"/>
      <w:marBottom w:val="0"/>
      <w:divBdr>
        <w:top w:val="none" w:sz="0" w:space="0" w:color="auto"/>
        <w:left w:val="none" w:sz="0" w:space="0" w:color="auto"/>
        <w:bottom w:val="none" w:sz="0" w:space="0" w:color="auto"/>
        <w:right w:val="none" w:sz="0" w:space="0" w:color="auto"/>
      </w:divBdr>
      <w:divsChild>
        <w:div w:id="1749231174">
          <w:marLeft w:val="0"/>
          <w:marRight w:val="0"/>
          <w:marTop w:val="0"/>
          <w:marBottom w:val="0"/>
          <w:divBdr>
            <w:top w:val="none" w:sz="0" w:space="0" w:color="auto"/>
            <w:left w:val="none" w:sz="0" w:space="0" w:color="auto"/>
            <w:bottom w:val="none" w:sz="0" w:space="0" w:color="auto"/>
            <w:right w:val="none" w:sz="0" w:space="0" w:color="auto"/>
          </w:divBdr>
        </w:div>
      </w:divsChild>
    </w:div>
    <w:div w:id="1289896058">
      <w:bodyDiv w:val="1"/>
      <w:marLeft w:val="0"/>
      <w:marRight w:val="0"/>
      <w:marTop w:val="0"/>
      <w:marBottom w:val="0"/>
      <w:divBdr>
        <w:top w:val="none" w:sz="0" w:space="0" w:color="auto"/>
        <w:left w:val="none" w:sz="0" w:space="0" w:color="auto"/>
        <w:bottom w:val="none" w:sz="0" w:space="0" w:color="auto"/>
        <w:right w:val="none" w:sz="0" w:space="0" w:color="auto"/>
      </w:divBdr>
      <w:divsChild>
        <w:div w:id="19555828">
          <w:marLeft w:val="0"/>
          <w:marRight w:val="0"/>
          <w:marTop w:val="0"/>
          <w:marBottom w:val="0"/>
          <w:divBdr>
            <w:top w:val="none" w:sz="0" w:space="0" w:color="auto"/>
            <w:left w:val="none" w:sz="0" w:space="0" w:color="auto"/>
            <w:bottom w:val="none" w:sz="0" w:space="0" w:color="auto"/>
            <w:right w:val="none" w:sz="0" w:space="0" w:color="auto"/>
          </w:divBdr>
        </w:div>
        <w:div w:id="353002844">
          <w:marLeft w:val="0"/>
          <w:marRight w:val="0"/>
          <w:marTop w:val="0"/>
          <w:marBottom w:val="0"/>
          <w:divBdr>
            <w:top w:val="none" w:sz="0" w:space="0" w:color="auto"/>
            <w:left w:val="none" w:sz="0" w:space="0" w:color="auto"/>
            <w:bottom w:val="none" w:sz="0" w:space="0" w:color="auto"/>
            <w:right w:val="none" w:sz="0" w:space="0" w:color="auto"/>
          </w:divBdr>
        </w:div>
        <w:div w:id="689448361">
          <w:marLeft w:val="0"/>
          <w:marRight w:val="0"/>
          <w:marTop w:val="0"/>
          <w:marBottom w:val="0"/>
          <w:divBdr>
            <w:top w:val="none" w:sz="0" w:space="0" w:color="auto"/>
            <w:left w:val="none" w:sz="0" w:space="0" w:color="auto"/>
            <w:bottom w:val="none" w:sz="0" w:space="0" w:color="auto"/>
            <w:right w:val="none" w:sz="0" w:space="0" w:color="auto"/>
          </w:divBdr>
        </w:div>
        <w:div w:id="1129200965">
          <w:marLeft w:val="0"/>
          <w:marRight w:val="0"/>
          <w:marTop w:val="0"/>
          <w:marBottom w:val="0"/>
          <w:divBdr>
            <w:top w:val="none" w:sz="0" w:space="0" w:color="auto"/>
            <w:left w:val="none" w:sz="0" w:space="0" w:color="auto"/>
            <w:bottom w:val="none" w:sz="0" w:space="0" w:color="auto"/>
            <w:right w:val="none" w:sz="0" w:space="0" w:color="auto"/>
          </w:divBdr>
        </w:div>
        <w:div w:id="1256671003">
          <w:marLeft w:val="0"/>
          <w:marRight w:val="0"/>
          <w:marTop w:val="0"/>
          <w:marBottom w:val="0"/>
          <w:divBdr>
            <w:top w:val="none" w:sz="0" w:space="0" w:color="auto"/>
            <w:left w:val="none" w:sz="0" w:space="0" w:color="auto"/>
            <w:bottom w:val="none" w:sz="0" w:space="0" w:color="auto"/>
            <w:right w:val="none" w:sz="0" w:space="0" w:color="auto"/>
          </w:divBdr>
        </w:div>
        <w:div w:id="1353608789">
          <w:marLeft w:val="0"/>
          <w:marRight w:val="0"/>
          <w:marTop w:val="0"/>
          <w:marBottom w:val="0"/>
          <w:divBdr>
            <w:top w:val="none" w:sz="0" w:space="0" w:color="auto"/>
            <w:left w:val="none" w:sz="0" w:space="0" w:color="auto"/>
            <w:bottom w:val="none" w:sz="0" w:space="0" w:color="auto"/>
            <w:right w:val="none" w:sz="0" w:space="0" w:color="auto"/>
          </w:divBdr>
        </w:div>
        <w:div w:id="1751465070">
          <w:marLeft w:val="0"/>
          <w:marRight w:val="0"/>
          <w:marTop w:val="0"/>
          <w:marBottom w:val="0"/>
          <w:divBdr>
            <w:top w:val="none" w:sz="0" w:space="0" w:color="auto"/>
            <w:left w:val="none" w:sz="0" w:space="0" w:color="auto"/>
            <w:bottom w:val="none" w:sz="0" w:space="0" w:color="auto"/>
            <w:right w:val="none" w:sz="0" w:space="0" w:color="auto"/>
          </w:divBdr>
        </w:div>
      </w:divsChild>
    </w:div>
    <w:div w:id="1296178472">
      <w:bodyDiv w:val="1"/>
      <w:marLeft w:val="0"/>
      <w:marRight w:val="0"/>
      <w:marTop w:val="0"/>
      <w:marBottom w:val="0"/>
      <w:divBdr>
        <w:top w:val="none" w:sz="0" w:space="0" w:color="auto"/>
        <w:left w:val="none" w:sz="0" w:space="0" w:color="auto"/>
        <w:bottom w:val="none" w:sz="0" w:space="0" w:color="auto"/>
        <w:right w:val="none" w:sz="0" w:space="0" w:color="auto"/>
      </w:divBdr>
      <w:divsChild>
        <w:div w:id="740835208">
          <w:marLeft w:val="0"/>
          <w:marRight w:val="0"/>
          <w:marTop w:val="0"/>
          <w:marBottom w:val="0"/>
          <w:divBdr>
            <w:top w:val="none" w:sz="0" w:space="0" w:color="auto"/>
            <w:left w:val="none" w:sz="0" w:space="0" w:color="auto"/>
            <w:bottom w:val="none" w:sz="0" w:space="0" w:color="auto"/>
            <w:right w:val="none" w:sz="0" w:space="0" w:color="auto"/>
          </w:divBdr>
        </w:div>
      </w:divsChild>
    </w:div>
    <w:div w:id="1300724520">
      <w:bodyDiv w:val="1"/>
      <w:marLeft w:val="0"/>
      <w:marRight w:val="0"/>
      <w:marTop w:val="0"/>
      <w:marBottom w:val="0"/>
      <w:divBdr>
        <w:top w:val="none" w:sz="0" w:space="0" w:color="auto"/>
        <w:left w:val="none" w:sz="0" w:space="0" w:color="auto"/>
        <w:bottom w:val="none" w:sz="0" w:space="0" w:color="auto"/>
        <w:right w:val="none" w:sz="0" w:space="0" w:color="auto"/>
      </w:divBdr>
      <w:divsChild>
        <w:div w:id="106971866">
          <w:marLeft w:val="0"/>
          <w:marRight w:val="0"/>
          <w:marTop w:val="0"/>
          <w:marBottom w:val="0"/>
          <w:divBdr>
            <w:top w:val="none" w:sz="0" w:space="0" w:color="auto"/>
            <w:left w:val="none" w:sz="0" w:space="0" w:color="auto"/>
            <w:bottom w:val="none" w:sz="0" w:space="0" w:color="auto"/>
            <w:right w:val="none" w:sz="0" w:space="0" w:color="auto"/>
          </w:divBdr>
        </w:div>
      </w:divsChild>
    </w:div>
    <w:div w:id="1305282719">
      <w:bodyDiv w:val="1"/>
      <w:marLeft w:val="0"/>
      <w:marRight w:val="0"/>
      <w:marTop w:val="0"/>
      <w:marBottom w:val="0"/>
      <w:divBdr>
        <w:top w:val="none" w:sz="0" w:space="0" w:color="auto"/>
        <w:left w:val="none" w:sz="0" w:space="0" w:color="auto"/>
        <w:bottom w:val="none" w:sz="0" w:space="0" w:color="auto"/>
        <w:right w:val="none" w:sz="0" w:space="0" w:color="auto"/>
      </w:divBdr>
      <w:divsChild>
        <w:div w:id="644089031">
          <w:marLeft w:val="0"/>
          <w:marRight w:val="0"/>
          <w:marTop w:val="0"/>
          <w:marBottom w:val="0"/>
          <w:divBdr>
            <w:top w:val="none" w:sz="0" w:space="0" w:color="auto"/>
            <w:left w:val="none" w:sz="0" w:space="0" w:color="auto"/>
            <w:bottom w:val="none" w:sz="0" w:space="0" w:color="auto"/>
            <w:right w:val="none" w:sz="0" w:space="0" w:color="auto"/>
          </w:divBdr>
        </w:div>
      </w:divsChild>
    </w:div>
    <w:div w:id="1318458123">
      <w:bodyDiv w:val="1"/>
      <w:marLeft w:val="0"/>
      <w:marRight w:val="0"/>
      <w:marTop w:val="0"/>
      <w:marBottom w:val="0"/>
      <w:divBdr>
        <w:top w:val="none" w:sz="0" w:space="0" w:color="auto"/>
        <w:left w:val="none" w:sz="0" w:space="0" w:color="auto"/>
        <w:bottom w:val="none" w:sz="0" w:space="0" w:color="auto"/>
        <w:right w:val="none" w:sz="0" w:space="0" w:color="auto"/>
      </w:divBdr>
      <w:divsChild>
        <w:div w:id="1282876954">
          <w:marLeft w:val="0"/>
          <w:marRight w:val="0"/>
          <w:marTop w:val="0"/>
          <w:marBottom w:val="0"/>
          <w:divBdr>
            <w:top w:val="none" w:sz="0" w:space="0" w:color="auto"/>
            <w:left w:val="none" w:sz="0" w:space="0" w:color="auto"/>
            <w:bottom w:val="none" w:sz="0" w:space="0" w:color="auto"/>
            <w:right w:val="none" w:sz="0" w:space="0" w:color="auto"/>
          </w:divBdr>
        </w:div>
      </w:divsChild>
    </w:div>
    <w:div w:id="1320112300">
      <w:bodyDiv w:val="1"/>
      <w:marLeft w:val="0"/>
      <w:marRight w:val="0"/>
      <w:marTop w:val="0"/>
      <w:marBottom w:val="0"/>
      <w:divBdr>
        <w:top w:val="none" w:sz="0" w:space="0" w:color="auto"/>
        <w:left w:val="none" w:sz="0" w:space="0" w:color="auto"/>
        <w:bottom w:val="none" w:sz="0" w:space="0" w:color="auto"/>
        <w:right w:val="none" w:sz="0" w:space="0" w:color="auto"/>
      </w:divBdr>
      <w:divsChild>
        <w:div w:id="874536168">
          <w:marLeft w:val="0"/>
          <w:marRight w:val="0"/>
          <w:marTop w:val="0"/>
          <w:marBottom w:val="0"/>
          <w:divBdr>
            <w:top w:val="none" w:sz="0" w:space="0" w:color="auto"/>
            <w:left w:val="none" w:sz="0" w:space="0" w:color="auto"/>
            <w:bottom w:val="none" w:sz="0" w:space="0" w:color="auto"/>
            <w:right w:val="none" w:sz="0" w:space="0" w:color="auto"/>
          </w:divBdr>
        </w:div>
      </w:divsChild>
    </w:div>
    <w:div w:id="1321152315">
      <w:bodyDiv w:val="1"/>
      <w:marLeft w:val="0"/>
      <w:marRight w:val="0"/>
      <w:marTop w:val="0"/>
      <w:marBottom w:val="0"/>
      <w:divBdr>
        <w:top w:val="none" w:sz="0" w:space="0" w:color="auto"/>
        <w:left w:val="none" w:sz="0" w:space="0" w:color="auto"/>
        <w:bottom w:val="none" w:sz="0" w:space="0" w:color="auto"/>
        <w:right w:val="none" w:sz="0" w:space="0" w:color="auto"/>
      </w:divBdr>
      <w:divsChild>
        <w:div w:id="203100286">
          <w:marLeft w:val="0"/>
          <w:marRight w:val="0"/>
          <w:marTop w:val="0"/>
          <w:marBottom w:val="0"/>
          <w:divBdr>
            <w:top w:val="none" w:sz="0" w:space="0" w:color="auto"/>
            <w:left w:val="none" w:sz="0" w:space="0" w:color="auto"/>
            <w:bottom w:val="none" w:sz="0" w:space="0" w:color="auto"/>
            <w:right w:val="none" w:sz="0" w:space="0" w:color="auto"/>
          </w:divBdr>
        </w:div>
      </w:divsChild>
    </w:div>
    <w:div w:id="1322350920">
      <w:bodyDiv w:val="1"/>
      <w:marLeft w:val="0"/>
      <w:marRight w:val="0"/>
      <w:marTop w:val="0"/>
      <w:marBottom w:val="0"/>
      <w:divBdr>
        <w:top w:val="none" w:sz="0" w:space="0" w:color="auto"/>
        <w:left w:val="none" w:sz="0" w:space="0" w:color="auto"/>
        <w:bottom w:val="none" w:sz="0" w:space="0" w:color="auto"/>
        <w:right w:val="none" w:sz="0" w:space="0" w:color="auto"/>
      </w:divBdr>
      <w:divsChild>
        <w:div w:id="883519638">
          <w:marLeft w:val="0"/>
          <w:marRight w:val="0"/>
          <w:marTop w:val="0"/>
          <w:marBottom w:val="0"/>
          <w:divBdr>
            <w:top w:val="none" w:sz="0" w:space="0" w:color="auto"/>
            <w:left w:val="none" w:sz="0" w:space="0" w:color="auto"/>
            <w:bottom w:val="none" w:sz="0" w:space="0" w:color="auto"/>
            <w:right w:val="none" w:sz="0" w:space="0" w:color="auto"/>
          </w:divBdr>
        </w:div>
      </w:divsChild>
    </w:div>
    <w:div w:id="1323658361">
      <w:bodyDiv w:val="1"/>
      <w:marLeft w:val="0"/>
      <w:marRight w:val="0"/>
      <w:marTop w:val="0"/>
      <w:marBottom w:val="0"/>
      <w:divBdr>
        <w:top w:val="none" w:sz="0" w:space="0" w:color="auto"/>
        <w:left w:val="none" w:sz="0" w:space="0" w:color="auto"/>
        <w:bottom w:val="none" w:sz="0" w:space="0" w:color="auto"/>
        <w:right w:val="none" w:sz="0" w:space="0" w:color="auto"/>
      </w:divBdr>
      <w:divsChild>
        <w:div w:id="460999797">
          <w:marLeft w:val="0"/>
          <w:marRight w:val="0"/>
          <w:marTop w:val="0"/>
          <w:marBottom w:val="0"/>
          <w:divBdr>
            <w:top w:val="none" w:sz="0" w:space="0" w:color="auto"/>
            <w:left w:val="none" w:sz="0" w:space="0" w:color="auto"/>
            <w:bottom w:val="none" w:sz="0" w:space="0" w:color="auto"/>
            <w:right w:val="none" w:sz="0" w:space="0" w:color="auto"/>
          </w:divBdr>
        </w:div>
      </w:divsChild>
    </w:div>
    <w:div w:id="1325626773">
      <w:bodyDiv w:val="1"/>
      <w:marLeft w:val="0"/>
      <w:marRight w:val="0"/>
      <w:marTop w:val="0"/>
      <w:marBottom w:val="0"/>
      <w:divBdr>
        <w:top w:val="none" w:sz="0" w:space="0" w:color="auto"/>
        <w:left w:val="none" w:sz="0" w:space="0" w:color="auto"/>
        <w:bottom w:val="none" w:sz="0" w:space="0" w:color="auto"/>
        <w:right w:val="none" w:sz="0" w:space="0" w:color="auto"/>
      </w:divBdr>
      <w:divsChild>
        <w:div w:id="523250099">
          <w:marLeft w:val="0"/>
          <w:marRight w:val="0"/>
          <w:marTop w:val="0"/>
          <w:marBottom w:val="0"/>
          <w:divBdr>
            <w:top w:val="none" w:sz="0" w:space="0" w:color="auto"/>
            <w:left w:val="none" w:sz="0" w:space="0" w:color="auto"/>
            <w:bottom w:val="none" w:sz="0" w:space="0" w:color="auto"/>
            <w:right w:val="none" w:sz="0" w:space="0" w:color="auto"/>
          </w:divBdr>
        </w:div>
      </w:divsChild>
    </w:div>
    <w:div w:id="1328678682">
      <w:bodyDiv w:val="1"/>
      <w:marLeft w:val="0"/>
      <w:marRight w:val="0"/>
      <w:marTop w:val="0"/>
      <w:marBottom w:val="0"/>
      <w:divBdr>
        <w:top w:val="none" w:sz="0" w:space="0" w:color="auto"/>
        <w:left w:val="none" w:sz="0" w:space="0" w:color="auto"/>
        <w:bottom w:val="none" w:sz="0" w:space="0" w:color="auto"/>
        <w:right w:val="none" w:sz="0" w:space="0" w:color="auto"/>
      </w:divBdr>
    </w:div>
    <w:div w:id="1330253332">
      <w:bodyDiv w:val="1"/>
      <w:marLeft w:val="0"/>
      <w:marRight w:val="0"/>
      <w:marTop w:val="0"/>
      <w:marBottom w:val="0"/>
      <w:divBdr>
        <w:top w:val="none" w:sz="0" w:space="0" w:color="auto"/>
        <w:left w:val="none" w:sz="0" w:space="0" w:color="auto"/>
        <w:bottom w:val="none" w:sz="0" w:space="0" w:color="auto"/>
        <w:right w:val="none" w:sz="0" w:space="0" w:color="auto"/>
      </w:divBdr>
      <w:divsChild>
        <w:div w:id="2045474596">
          <w:marLeft w:val="0"/>
          <w:marRight w:val="0"/>
          <w:marTop w:val="0"/>
          <w:marBottom w:val="0"/>
          <w:divBdr>
            <w:top w:val="none" w:sz="0" w:space="0" w:color="auto"/>
            <w:left w:val="none" w:sz="0" w:space="0" w:color="auto"/>
            <w:bottom w:val="none" w:sz="0" w:space="0" w:color="auto"/>
            <w:right w:val="none" w:sz="0" w:space="0" w:color="auto"/>
          </w:divBdr>
        </w:div>
      </w:divsChild>
    </w:div>
    <w:div w:id="1331445739">
      <w:bodyDiv w:val="1"/>
      <w:marLeft w:val="0"/>
      <w:marRight w:val="0"/>
      <w:marTop w:val="0"/>
      <w:marBottom w:val="0"/>
      <w:divBdr>
        <w:top w:val="none" w:sz="0" w:space="0" w:color="auto"/>
        <w:left w:val="none" w:sz="0" w:space="0" w:color="auto"/>
        <w:bottom w:val="none" w:sz="0" w:space="0" w:color="auto"/>
        <w:right w:val="none" w:sz="0" w:space="0" w:color="auto"/>
      </w:divBdr>
      <w:divsChild>
        <w:div w:id="1221870015">
          <w:marLeft w:val="0"/>
          <w:marRight w:val="0"/>
          <w:marTop w:val="0"/>
          <w:marBottom w:val="0"/>
          <w:divBdr>
            <w:top w:val="none" w:sz="0" w:space="0" w:color="auto"/>
            <w:left w:val="none" w:sz="0" w:space="0" w:color="auto"/>
            <w:bottom w:val="none" w:sz="0" w:space="0" w:color="auto"/>
            <w:right w:val="none" w:sz="0" w:space="0" w:color="auto"/>
          </w:divBdr>
        </w:div>
      </w:divsChild>
    </w:div>
    <w:div w:id="1332102550">
      <w:bodyDiv w:val="1"/>
      <w:marLeft w:val="0"/>
      <w:marRight w:val="0"/>
      <w:marTop w:val="0"/>
      <w:marBottom w:val="0"/>
      <w:divBdr>
        <w:top w:val="none" w:sz="0" w:space="0" w:color="auto"/>
        <w:left w:val="none" w:sz="0" w:space="0" w:color="auto"/>
        <w:bottom w:val="none" w:sz="0" w:space="0" w:color="auto"/>
        <w:right w:val="none" w:sz="0" w:space="0" w:color="auto"/>
      </w:divBdr>
      <w:divsChild>
        <w:div w:id="1259019568">
          <w:marLeft w:val="0"/>
          <w:marRight w:val="0"/>
          <w:marTop w:val="0"/>
          <w:marBottom w:val="0"/>
          <w:divBdr>
            <w:top w:val="none" w:sz="0" w:space="0" w:color="auto"/>
            <w:left w:val="none" w:sz="0" w:space="0" w:color="auto"/>
            <w:bottom w:val="none" w:sz="0" w:space="0" w:color="auto"/>
            <w:right w:val="none" w:sz="0" w:space="0" w:color="auto"/>
          </w:divBdr>
        </w:div>
      </w:divsChild>
    </w:div>
    <w:div w:id="1336493599">
      <w:bodyDiv w:val="1"/>
      <w:marLeft w:val="0"/>
      <w:marRight w:val="0"/>
      <w:marTop w:val="0"/>
      <w:marBottom w:val="0"/>
      <w:divBdr>
        <w:top w:val="none" w:sz="0" w:space="0" w:color="auto"/>
        <w:left w:val="none" w:sz="0" w:space="0" w:color="auto"/>
        <w:bottom w:val="none" w:sz="0" w:space="0" w:color="auto"/>
        <w:right w:val="none" w:sz="0" w:space="0" w:color="auto"/>
      </w:divBdr>
    </w:div>
    <w:div w:id="1338724914">
      <w:bodyDiv w:val="1"/>
      <w:marLeft w:val="0"/>
      <w:marRight w:val="0"/>
      <w:marTop w:val="0"/>
      <w:marBottom w:val="0"/>
      <w:divBdr>
        <w:top w:val="none" w:sz="0" w:space="0" w:color="auto"/>
        <w:left w:val="none" w:sz="0" w:space="0" w:color="auto"/>
        <w:bottom w:val="none" w:sz="0" w:space="0" w:color="auto"/>
        <w:right w:val="none" w:sz="0" w:space="0" w:color="auto"/>
      </w:divBdr>
      <w:divsChild>
        <w:div w:id="1607496070">
          <w:marLeft w:val="0"/>
          <w:marRight w:val="0"/>
          <w:marTop w:val="0"/>
          <w:marBottom w:val="0"/>
          <w:divBdr>
            <w:top w:val="none" w:sz="0" w:space="0" w:color="auto"/>
            <w:left w:val="none" w:sz="0" w:space="0" w:color="auto"/>
            <w:bottom w:val="none" w:sz="0" w:space="0" w:color="auto"/>
            <w:right w:val="none" w:sz="0" w:space="0" w:color="auto"/>
          </w:divBdr>
        </w:div>
      </w:divsChild>
    </w:div>
    <w:div w:id="1340500202">
      <w:bodyDiv w:val="1"/>
      <w:marLeft w:val="0"/>
      <w:marRight w:val="0"/>
      <w:marTop w:val="0"/>
      <w:marBottom w:val="0"/>
      <w:divBdr>
        <w:top w:val="none" w:sz="0" w:space="0" w:color="auto"/>
        <w:left w:val="none" w:sz="0" w:space="0" w:color="auto"/>
        <w:bottom w:val="none" w:sz="0" w:space="0" w:color="auto"/>
        <w:right w:val="none" w:sz="0" w:space="0" w:color="auto"/>
      </w:divBdr>
      <w:divsChild>
        <w:div w:id="2136867188">
          <w:marLeft w:val="0"/>
          <w:marRight w:val="0"/>
          <w:marTop w:val="0"/>
          <w:marBottom w:val="0"/>
          <w:divBdr>
            <w:top w:val="none" w:sz="0" w:space="0" w:color="auto"/>
            <w:left w:val="none" w:sz="0" w:space="0" w:color="auto"/>
            <w:bottom w:val="none" w:sz="0" w:space="0" w:color="auto"/>
            <w:right w:val="none" w:sz="0" w:space="0" w:color="auto"/>
          </w:divBdr>
        </w:div>
      </w:divsChild>
    </w:div>
    <w:div w:id="1345858122">
      <w:bodyDiv w:val="1"/>
      <w:marLeft w:val="0"/>
      <w:marRight w:val="0"/>
      <w:marTop w:val="0"/>
      <w:marBottom w:val="0"/>
      <w:divBdr>
        <w:top w:val="none" w:sz="0" w:space="0" w:color="auto"/>
        <w:left w:val="none" w:sz="0" w:space="0" w:color="auto"/>
        <w:bottom w:val="none" w:sz="0" w:space="0" w:color="auto"/>
        <w:right w:val="none" w:sz="0" w:space="0" w:color="auto"/>
      </w:divBdr>
      <w:divsChild>
        <w:div w:id="1031103487">
          <w:marLeft w:val="0"/>
          <w:marRight w:val="0"/>
          <w:marTop w:val="0"/>
          <w:marBottom w:val="0"/>
          <w:divBdr>
            <w:top w:val="none" w:sz="0" w:space="0" w:color="auto"/>
            <w:left w:val="none" w:sz="0" w:space="0" w:color="auto"/>
            <w:bottom w:val="none" w:sz="0" w:space="0" w:color="auto"/>
            <w:right w:val="none" w:sz="0" w:space="0" w:color="auto"/>
          </w:divBdr>
        </w:div>
      </w:divsChild>
    </w:div>
    <w:div w:id="1347630139">
      <w:bodyDiv w:val="1"/>
      <w:marLeft w:val="0"/>
      <w:marRight w:val="0"/>
      <w:marTop w:val="0"/>
      <w:marBottom w:val="0"/>
      <w:divBdr>
        <w:top w:val="none" w:sz="0" w:space="0" w:color="auto"/>
        <w:left w:val="none" w:sz="0" w:space="0" w:color="auto"/>
        <w:bottom w:val="none" w:sz="0" w:space="0" w:color="auto"/>
        <w:right w:val="none" w:sz="0" w:space="0" w:color="auto"/>
      </w:divBdr>
      <w:divsChild>
        <w:div w:id="550193683">
          <w:marLeft w:val="0"/>
          <w:marRight w:val="0"/>
          <w:marTop w:val="0"/>
          <w:marBottom w:val="0"/>
          <w:divBdr>
            <w:top w:val="none" w:sz="0" w:space="0" w:color="auto"/>
            <w:left w:val="none" w:sz="0" w:space="0" w:color="auto"/>
            <w:bottom w:val="none" w:sz="0" w:space="0" w:color="auto"/>
            <w:right w:val="none" w:sz="0" w:space="0" w:color="auto"/>
          </w:divBdr>
        </w:div>
      </w:divsChild>
    </w:div>
    <w:div w:id="1351178934">
      <w:bodyDiv w:val="1"/>
      <w:marLeft w:val="0"/>
      <w:marRight w:val="0"/>
      <w:marTop w:val="0"/>
      <w:marBottom w:val="0"/>
      <w:divBdr>
        <w:top w:val="none" w:sz="0" w:space="0" w:color="auto"/>
        <w:left w:val="none" w:sz="0" w:space="0" w:color="auto"/>
        <w:bottom w:val="none" w:sz="0" w:space="0" w:color="auto"/>
        <w:right w:val="none" w:sz="0" w:space="0" w:color="auto"/>
      </w:divBdr>
      <w:divsChild>
        <w:div w:id="332806710">
          <w:marLeft w:val="0"/>
          <w:marRight w:val="0"/>
          <w:marTop w:val="0"/>
          <w:marBottom w:val="0"/>
          <w:divBdr>
            <w:top w:val="none" w:sz="0" w:space="0" w:color="auto"/>
            <w:left w:val="none" w:sz="0" w:space="0" w:color="auto"/>
            <w:bottom w:val="none" w:sz="0" w:space="0" w:color="auto"/>
            <w:right w:val="none" w:sz="0" w:space="0" w:color="auto"/>
          </w:divBdr>
        </w:div>
      </w:divsChild>
    </w:div>
    <w:div w:id="1363089237">
      <w:bodyDiv w:val="1"/>
      <w:marLeft w:val="0"/>
      <w:marRight w:val="0"/>
      <w:marTop w:val="0"/>
      <w:marBottom w:val="0"/>
      <w:divBdr>
        <w:top w:val="none" w:sz="0" w:space="0" w:color="auto"/>
        <w:left w:val="none" w:sz="0" w:space="0" w:color="auto"/>
        <w:bottom w:val="none" w:sz="0" w:space="0" w:color="auto"/>
        <w:right w:val="none" w:sz="0" w:space="0" w:color="auto"/>
      </w:divBdr>
    </w:div>
    <w:div w:id="1367365218">
      <w:bodyDiv w:val="1"/>
      <w:marLeft w:val="0"/>
      <w:marRight w:val="0"/>
      <w:marTop w:val="0"/>
      <w:marBottom w:val="0"/>
      <w:divBdr>
        <w:top w:val="none" w:sz="0" w:space="0" w:color="auto"/>
        <w:left w:val="none" w:sz="0" w:space="0" w:color="auto"/>
        <w:bottom w:val="none" w:sz="0" w:space="0" w:color="auto"/>
        <w:right w:val="none" w:sz="0" w:space="0" w:color="auto"/>
      </w:divBdr>
      <w:divsChild>
        <w:div w:id="378095106">
          <w:marLeft w:val="0"/>
          <w:marRight w:val="0"/>
          <w:marTop w:val="0"/>
          <w:marBottom w:val="0"/>
          <w:divBdr>
            <w:top w:val="none" w:sz="0" w:space="0" w:color="auto"/>
            <w:left w:val="none" w:sz="0" w:space="0" w:color="auto"/>
            <w:bottom w:val="none" w:sz="0" w:space="0" w:color="auto"/>
            <w:right w:val="none" w:sz="0" w:space="0" w:color="auto"/>
          </w:divBdr>
        </w:div>
      </w:divsChild>
    </w:div>
    <w:div w:id="1367947544">
      <w:bodyDiv w:val="1"/>
      <w:marLeft w:val="0"/>
      <w:marRight w:val="0"/>
      <w:marTop w:val="0"/>
      <w:marBottom w:val="0"/>
      <w:divBdr>
        <w:top w:val="none" w:sz="0" w:space="0" w:color="auto"/>
        <w:left w:val="none" w:sz="0" w:space="0" w:color="auto"/>
        <w:bottom w:val="none" w:sz="0" w:space="0" w:color="auto"/>
        <w:right w:val="none" w:sz="0" w:space="0" w:color="auto"/>
      </w:divBdr>
    </w:div>
    <w:div w:id="1368486580">
      <w:bodyDiv w:val="1"/>
      <w:marLeft w:val="0"/>
      <w:marRight w:val="0"/>
      <w:marTop w:val="0"/>
      <w:marBottom w:val="0"/>
      <w:divBdr>
        <w:top w:val="none" w:sz="0" w:space="0" w:color="auto"/>
        <w:left w:val="none" w:sz="0" w:space="0" w:color="auto"/>
        <w:bottom w:val="none" w:sz="0" w:space="0" w:color="auto"/>
        <w:right w:val="none" w:sz="0" w:space="0" w:color="auto"/>
      </w:divBdr>
      <w:divsChild>
        <w:div w:id="250162008">
          <w:marLeft w:val="0"/>
          <w:marRight w:val="0"/>
          <w:marTop w:val="0"/>
          <w:marBottom w:val="0"/>
          <w:divBdr>
            <w:top w:val="none" w:sz="0" w:space="0" w:color="auto"/>
            <w:left w:val="none" w:sz="0" w:space="0" w:color="auto"/>
            <w:bottom w:val="none" w:sz="0" w:space="0" w:color="auto"/>
            <w:right w:val="none" w:sz="0" w:space="0" w:color="auto"/>
          </w:divBdr>
        </w:div>
      </w:divsChild>
    </w:div>
    <w:div w:id="1369143472">
      <w:bodyDiv w:val="1"/>
      <w:marLeft w:val="0"/>
      <w:marRight w:val="0"/>
      <w:marTop w:val="0"/>
      <w:marBottom w:val="0"/>
      <w:divBdr>
        <w:top w:val="none" w:sz="0" w:space="0" w:color="auto"/>
        <w:left w:val="none" w:sz="0" w:space="0" w:color="auto"/>
        <w:bottom w:val="none" w:sz="0" w:space="0" w:color="auto"/>
        <w:right w:val="none" w:sz="0" w:space="0" w:color="auto"/>
      </w:divBdr>
      <w:divsChild>
        <w:div w:id="1297486928">
          <w:marLeft w:val="0"/>
          <w:marRight w:val="0"/>
          <w:marTop w:val="0"/>
          <w:marBottom w:val="0"/>
          <w:divBdr>
            <w:top w:val="none" w:sz="0" w:space="0" w:color="auto"/>
            <w:left w:val="none" w:sz="0" w:space="0" w:color="auto"/>
            <w:bottom w:val="none" w:sz="0" w:space="0" w:color="auto"/>
            <w:right w:val="none" w:sz="0" w:space="0" w:color="auto"/>
          </w:divBdr>
        </w:div>
      </w:divsChild>
    </w:div>
    <w:div w:id="1370185042">
      <w:bodyDiv w:val="1"/>
      <w:marLeft w:val="0"/>
      <w:marRight w:val="0"/>
      <w:marTop w:val="0"/>
      <w:marBottom w:val="0"/>
      <w:divBdr>
        <w:top w:val="none" w:sz="0" w:space="0" w:color="auto"/>
        <w:left w:val="none" w:sz="0" w:space="0" w:color="auto"/>
        <w:bottom w:val="none" w:sz="0" w:space="0" w:color="auto"/>
        <w:right w:val="none" w:sz="0" w:space="0" w:color="auto"/>
      </w:divBdr>
      <w:divsChild>
        <w:div w:id="58602635">
          <w:marLeft w:val="0"/>
          <w:marRight w:val="0"/>
          <w:marTop w:val="0"/>
          <w:marBottom w:val="0"/>
          <w:divBdr>
            <w:top w:val="none" w:sz="0" w:space="0" w:color="auto"/>
            <w:left w:val="none" w:sz="0" w:space="0" w:color="auto"/>
            <w:bottom w:val="none" w:sz="0" w:space="0" w:color="auto"/>
            <w:right w:val="none" w:sz="0" w:space="0" w:color="auto"/>
          </w:divBdr>
        </w:div>
      </w:divsChild>
    </w:div>
    <w:div w:id="1373535651">
      <w:bodyDiv w:val="1"/>
      <w:marLeft w:val="0"/>
      <w:marRight w:val="0"/>
      <w:marTop w:val="0"/>
      <w:marBottom w:val="0"/>
      <w:divBdr>
        <w:top w:val="none" w:sz="0" w:space="0" w:color="auto"/>
        <w:left w:val="none" w:sz="0" w:space="0" w:color="auto"/>
        <w:bottom w:val="none" w:sz="0" w:space="0" w:color="auto"/>
        <w:right w:val="none" w:sz="0" w:space="0" w:color="auto"/>
      </w:divBdr>
      <w:divsChild>
        <w:div w:id="211311588">
          <w:marLeft w:val="0"/>
          <w:marRight w:val="0"/>
          <w:marTop w:val="0"/>
          <w:marBottom w:val="0"/>
          <w:divBdr>
            <w:top w:val="none" w:sz="0" w:space="0" w:color="auto"/>
            <w:left w:val="none" w:sz="0" w:space="0" w:color="auto"/>
            <w:bottom w:val="none" w:sz="0" w:space="0" w:color="auto"/>
            <w:right w:val="none" w:sz="0" w:space="0" w:color="auto"/>
          </w:divBdr>
        </w:div>
      </w:divsChild>
    </w:div>
    <w:div w:id="1373650263">
      <w:bodyDiv w:val="1"/>
      <w:marLeft w:val="0"/>
      <w:marRight w:val="0"/>
      <w:marTop w:val="0"/>
      <w:marBottom w:val="0"/>
      <w:divBdr>
        <w:top w:val="none" w:sz="0" w:space="0" w:color="auto"/>
        <w:left w:val="none" w:sz="0" w:space="0" w:color="auto"/>
        <w:bottom w:val="none" w:sz="0" w:space="0" w:color="auto"/>
        <w:right w:val="none" w:sz="0" w:space="0" w:color="auto"/>
      </w:divBdr>
    </w:div>
    <w:div w:id="1375931246">
      <w:bodyDiv w:val="1"/>
      <w:marLeft w:val="0"/>
      <w:marRight w:val="0"/>
      <w:marTop w:val="0"/>
      <w:marBottom w:val="0"/>
      <w:divBdr>
        <w:top w:val="none" w:sz="0" w:space="0" w:color="auto"/>
        <w:left w:val="none" w:sz="0" w:space="0" w:color="auto"/>
        <w:bottom w:val="none" w:sz="0" w:space="0" w:color="auto"/>
        <w:right w:val="none" w:sz="0" w:space="0" w:color="auto"/>
      </w:divBdr>
      <w:divsChild>
        <w:div w:id="1781073062">
          <w:marLeft w:val="0"/>
          <w:marRight w:val="0"/>
          <w:marTop w:val="0"/>
          <w:marBottom w:val="0"/>
          <w:divBdr>
            <w:top w:val="none" w:sz="0" w:space="0" w:color="auto"/>
            <w:left w:val="none" w:sz="0" w:space="0" w:color="auto"/>
            <w:bottom w:val="none" w:sz="0" w:space="0" w:color="auto"/>
            <w:right w:val="none" w:sz="0" w:space="0" w:color="auto"/>
          </w:divBdr>
        </w:div>
      </w:divsChild>
    </w:div>
    <w:div w:id="1389452905">
      <w:bodyDiv w:val="1"/>
      <w:marLeft w:val="0"/>
      <w:marRight w:val="0"/>
      <w:marTop w:val="0"/>
      <w:marBottom w:val="0"/>
      <w:divBdr>
        <w:top w:val="none" w:sz="0" w:space="0" w:color="auto"/>
        <w:left w:val="none" w:sz="0" w:space="0" w:color="auto"/>
        <w:bottom w:val="none" w:sz="0" w:space="0" w:color="auto"/>
        <w:right w:val="none" w:sz="0" w:space="0" w:color="auto"/>
      </w:divBdr>
      <w:divsChild>
        <w:div w:id="1693800833">
          <w:marLeft w:val="0"/>
          <w:marRight w:val="0"/>
          <w:marTop w:val="0"/>
          <w:marBottom w:val="0"/>
          <w:divBdr>
            <w:top w:val="none" w:sz="0" w:space="0" w:color="auto"/>
            <w:left w:val="none" w:sz="0" w:space="0" w:color="auto"/>
            <w:bottom w:val="none" w:sz="0" w:space="0" w:color="auto"/>
            <w:right w:val="none" w:sz="0" w:space="0" w:color="auto"/>
          </w:divBdr>
        </w:div>
      </w:divsChild>
    </w:div>
    <w:div w:id="1390423583">
      <w:bodyDiv w:val="1"/>
      <w:marLeft w:val="0"/>
      <w:marRight w:val="0"/>
      <w:marTop w:val="0"/>
      <w:marBottom w:val="0"/>
      <w:divBdr>
        <w:top w:val="none" w:sz="0" w:space="0" w:color="auto"/>
        <w:left w:val="none" w:sz="0" w:space="0" w:color="auto"/>
        <w:bottom w:val="none" w:sz="0" w:space="0" w:color="auto"/>
        <w:right w:val="none" w:sz="0" w:space="0" w:color="auto"/>
      </w:divBdr>
      <w:divsChild>
        <w:div w:id="1820801704">
          <w:marLeft w:val="0"/>
          <w:marRight w:val="0"/>
          <w:marTop w:val="0"/>
          <w:marBottom w:val="0"/>
          <w:divBdr>
            <w:top w:val="none" w:sz="0" w:space="0" w:color="auto"/>
            <w:left w:val="none" w:sz="0" w:space="0" w:color="auto"/>
            <w:bottom w:val="none" w:sz="0" w:space="0" w:color="auto"/>
            <w:right w:val="none" w:sz="0" w:space="0" w:color="auto"/>
          </w:divBdr>
        </w:div>
      </w:divsChild>
    </w:div>
    <w:div w:id="1390768955">
      <w:bodyDiv w:val="1"/>
      <w:marLeft w:val="0"/>
      <w:marRight w:val="0"/>
      <w:marTop w:val="0"/>
      <w:marBottom w:val="0"/>
      <w:divBdr>
        <w:top w:val="none" w:sz="0" w:space="0" w:color="auto"/>
        <w:left w:val="none" w:sz="0" w:space="0" w:color="auto"/>
        <w:bottom w:val="none" w:sz="0" w:space="0" w:color="auto"/>
        <w:right w:val="none" w:sz="0" w:space="0" w:color="auto"/>
      </w:divBdr>
      <w:divsChild>
        <w:div w:id="1109933833">
          <w:marLeft w:val="0"/>
          <w:marRight w:val="0"/>
          <w:marTop w:val="0"/>
          <w:marBottom w:val="0"/>
          <w:divBdr>
            <w:top w:val="none" w:sz="0" w:space="0" w:color="auto"/>
            <w:left w:val="none" w:sz="0" w:space="0" w:color="auto"/>
            <w:bottom w:val="none" w:sz="0" w:space="0" w:color="auto"/>
            <w:right w:val="none" w:sz="0" w:space="0" w:color="auto"/>
          </w:divBdr>
        </w:div>
      </w:divsChild>
    </w:div>
    <w:div w:id="1391884696">
      <w:bodyDiv w:val="1"/>
      <w:marLeft w:val="0"/>
      <w:marRight w:val="0"/>
      <w:marTop w:val="0"/>
      <w:marBottom w:val="0"/>
      <w:divBdr>
        <w:top w:val="none" w:sz="0" w:space="0" w:color="auto"/>
        <w:left w:val="none" w:sz="0" w:space="0" w:color="auto"/>
        <w:bottom w:val="none" w:sz="0" w:space="0" w:color="auto"/>
        <w:right w:val="none" w:sz="0" w:space="0" w:color="auto"/>
      </w:divBdr>
      <w:divsChild>
        <w:div w:id="946423955">
          <w:marLeft w:val="0"/>
          <w:marRight w:val="0"/>
          <w:marTop w:val="0"/>
          <w:marBottom w:val="0"/>
          <w:divBdr>
            <w:top w:val="none" w:sz="0" w:space="0" w:color="auto"/>
            <w:left w:val="none" w:sz="0" w:space="0" w:color="auto"/>
            <w:bottom w:val="none" w:sz="0" w:space="0" w:color="auto"/>
            <w:right w:val="none" w:sz="0" w:space="0" w:color="auto"/>
          </w:divBdr>
        </w:div>
      </w:divsChild>
    </w:div>
    <w:div w:id="1392342221">
      <w:bodyDiv w:val="1"/>
      <w:marLeft w:val="0"/>
      <w:marRight w:val="0"/>
      <w:marTop w:val="0"/>
      <w:marBottom w:val="0"/>
      <w:divBdr>
        <w:top w:val="none" w:sz="0" w:space="0" w:color="auto"/>
        <w:left w:val="none" w:sz="0" w:space="0" w:color="auto"/>
        <w:bottom w:val="none" w:sz="0" w:space="0" w:color="auto"/>
        <w:right w:val="none" w:sz="0" w:space="0" w:color="auto"/>
      </w:divBdr>
    </w:div>
    <w:div w:id="1395272243">
      <w:bodyDiv w:val="1"/>
      <w:marLeft w:val="0"/>
      <w:marRight w:val="0"/>
      <w:marTop w:val="0"/>
      <w:marBottom w:val="0"/>
      <w:divBdr>
        <w:top w:val="none" w:sz="0" w:space="0" w:color="auto"/>
        <w:left w:val="none" w:sz="0" w:space="0" w:color="auto"/>
        <w:bottom w:val="none" w:sz="0" w:space="0" w:color="auto"/>
        <w:right w:val="none" w:sz="0" w:space="0" w:color="auto"/>
      </w:divBdr>
    </w:div>
    <w:div w:id="1396201151">
      <w:bodyDiv w:val="1"/>
      <w:marLeft w:val="0"/>
      <w:marRight w:val="0"/>
      <w:marTop w:val="0"/>
      <w:marBottom w:val="0"/>
      <w:divBdr>
        <w:top w:val="none" w:sz="0" w:space="0" w:color="auto"/>
        <w:left w:val="none" w:sz="0" w:space="0" w:color="auto"/>
        <w:bottom w:val="none" w:sz="0" w:space="0" w:color="auto"/>
        <w:right w:val="none" w:sz="0" w:space="0" w:color="auto"/>
      </w:divBdr>
    </w:div>
    <w:div w:id="1402946566">
      <w:bodyDiv w:val="1"/>
      <w:marLeft w:val="0"/>
      <w:marRight w:val="0"/>
      <w:marTop w:val="0"/>
      <w:marBottom w:val="0"/>
      <w:divBdr>
        <w:top w:val="none" w:sz="0" w:space="0" w:color="auto"/>
        <w:left w:val="none" w:sz="0" w:space="0" w:color="auto"/>
        <w:bottom w:val="none" w:sz="0" w:space="0" w:color="auto"/>
        <w:right w:val="none" w:sz="0" w:space="0" w:color="auto"/>
      </w:divBdr>
      <w:divsChild>
        <w:div w:id="1838954158">
          <w:marLeft w:val="0"/>
          <w:marRight w:val="0"/>
          <w:marTop w:val="0"/>
          <w:marBottom w:val="0"/>
          <w:divBdr>
            <w:top w:val="none" w:sz="0" w:space="0" w:color="auto"/>
            <w:left w:val="none" w:sz="0" w:space="0" w:color="auto"/>
            <w:bottom w:val="none" w:sz="0" w:space="0" w:color="auto"/>
            <w:right w:val="none" w:sz="0" w:space="0" w:color="auto"/>
          </w:divBdr>
        </w:div>
      </w:divsChild>
    </w:div>
    <w:div w:id="1403330172">
      <w:bodyDiv w:val="1"/>
      <w:marLeft w:val="0"/>
      <w:marRight w:val="0"/>
      <w:marTop w:val="0"/>
      <w:marBottom w:val="0"/>
      <w:divBdr>
        <w:top w:val="none" w:sz="0" w:space="0" w:color="auto"/>
        <w:left w:val="none" w:sz="0" w:space="0" w:color="auto"/>
        <w:bottom w:val="none" w:sz="0" w:space="0" w:color="auto"/>
        <w:right w:val="none" w:sz="0" w:space="0" w:color="auto"/>
      </w:divBdr>
      <w:divsChild>
        <w:div w:id="1189559926">
          <w:marLeft w:val="0"/>
          <w:marRight w:val="0"/>
          <w:marTop w:val="0"/>
          <w:marBottom w:val="0"/>
          <w:divBdr>
            <w:top w:val="none" w:sz="0" w:space="0" w:color="auto"/>
            <w:left w:val="none" w:sz="0" w:space="0" w:color="auto"/>
            <w:bottom w:val="none" w:sz="0" w:space="0" w:color="auto"/>
            <w:right w:val="none" w:sz="0" w:space="0" w:color="auto"/>
          </w:divBdr>
        </w:div>
      </w:divsChild>
    </w:div>
    <w:div w:id="1404180680">
      <w:bodyDiv w:val="1"/>
      <w:marLeft w:val="0"/>
      <w:marRight w:val="0"/>
      <w:marTop w:val="0"/>
      <w:marBottom w:val="0"/>
      <w:divBdr>
        <w:top w:val="none" w:sz="0" w:space="0" w:color="auto"/>
        <w:left w:val="none" w:sz="0" w:space="0" w:color="auto"/>
        <w:bottom w:val="none" w:sz="0" w:space="0" w:color="auto"/>
        <w:right w:val="none" w:sz="0" w:space="0" w:color="auto"/>
      </w:divBdr>
      <w:divsChild>
        <w:div w:id="1452940542">
          <w:marLeft w:val="0"/>
          <w:marRight w:val="0"/>
          <w:marTop w:val="0"/>
          <w:marBottom w:val="0"/>
          <w:divBdr>
            <w:top w:val="none" w:sz="0" w:space="0" w:color="auto"/>
            <w:left w:val="none" w:sz="0" w:space="0" w:color="auto"/>
            <w:bottom w:val="none" w:sz="0" w:space="0" w:color="auto"/>
            <w:right w:val="none" w:sz="0" w:space="0" w:color="auto"/>
          </w:divBdr>
        </w:div>
      </w:divsChild>
    </w:div>
    <w:div w:id="1404714614">
      <w:bodyDiv w:val="1"/>
      <w:marLeft w:val="0"/>
      <w:marRight w:val="0"/>
      <w:marTop w:val="0"/>
      <w:marBottom w:val="0"/>
      <w:divBdr>
        <w:top w:val="none" w:sz="0" w:space="0" w:color="auto"/>
        <w:left w:val="none" w:sz="0" w:space="0" w:color="auto"/>
        <w:bottom w:val="none" w:sz="0" w:space="0" w:color="auto"/>
        <w:right w:val="none" w:sz="0" w:space="0" w:color="auto"/>
      </w:divBdr>
      <w:divsChild>
        <w:div w:id="762339070">
          <w:marLeft w:val="0"/>
          <w:marRight w:val="0"/>
          <w:marTop w:val="0"/>
          <w:marBottom w:val="0"/>
          <w:divBdr>
            <w:top w:val="none" w:sz="0" w:space="0" w:color="auto"/>
            <w:left w:val="none" w:sz="0" w:space="0" w:color="auto"/>
            <w:bottom w:val="none" w:sz="0" w:space="0" w:color="auto"/>
            <w:right w:val="none" w:sz="0" w:space="0" w:color="auto"/>
          </w:divBdr>
        </w:div>
      </w:divsChild>
    </w:div>
    <w:div w:id="1415588588">
      <w:bodyDiv w:val="1"/>
      <w:marLeft w:val="0"/>
      <w:marRight w:val="0"/>
      <w:marTop w:val="0"/>
      <w:marBottom w:val="0"/>
      <w:divBdr>
        <w:top w:val="none" w:sz="0" w:space="0" w:color="auto"/>
        <w:left w:val="none" w:sz="0" w:space="0" w:color="auto"/>
        <w:bottom w:val="none" w:sz="0" w:space="0" w:color="auto"/>
        <w:right w:val="none" w:sz="0" w:space="0" w:color="auto"/>
      </w:divBdr>
      <w:divsChild>
        <w:div w:id="507646335">
          <w:marLeft w:val="0"/>
          <w:marRight w:val="0"/>
          <w:marTop w:val="0"/>
          <w:marBottom w:val="0"/>
          <w:divBdr>
            <w:top w:val="none" w:sz="0" w:space="0" w:color="auto"/>
            <w:left w:val="none" w:sz="0" w:space="0" w:color="auto"/>
            <w:bottom w:val="none" w:sz="0" w:space="0" w:color="auto"/>
            <w:right w:val="none" w:sz="0" w:space="0" w:color="auto"/>
          </w:divBdr>
        </w:div>
      </w:divsChild>
    </w:div>
    <w:div w:id="1419325941">
      <w:bodyDiv w:val="1"/>
      <w:marLeft w:val="0"/>
      <w:marRight w:val="0"/>
      <w:marTop w:val="0"/>
      <w:marBottom w:val="0"/>
      <w:divBdr>
        <w:top w:val="none" w:sz="0" w:space="0" w:color="auto"/>
        <w:left w:val="none" w:sz="0" w:space="0" w:color="auto"/>
        <w:bottom w:val="none" w:sz="0" w:space="0" w:color="auto"/>
        <w:right w:val="none" w:sz="0" w:space="0" w:color="auto"/>
      </w:divBdr>
      <w:divsChild>
        <w:div w:id="1484160338">
          <w:marLeft w:val="0"/>
          <w:marRight w:val="0"/>
          <w:marTop w:val="0"/>
          <w:marBottom w:val="0"/>
          <w:divBdr>
            <w:top w:val="none" w:sz="0" w:space="0" w:color="auto"/>
            <w:left w:val="none" w:sz="0" w:space="0" w:color="auto"/>
            <w:bottom w:val="none" w:sz="0" w:space="0" w:color="auto"/>
            <w:right w:val="none" w:sz="0" w:space="0" w:color="auto"/>
          </w:divBdr>
        </w:div>
      </w:divsChild>
    </w:div>
    <w:div w:id="1419449506">
      <w:bodyDiv w:val="1"/>
      <w:marLeft w:val="0"/>
      <w:marRight w:val="0"/>
      <w:marTop w:val="0"/>
      <w:marBottom w:val="0"/>
      <w:divBdr>
        <w:top w:val="none" w:sz="0" w:space="0" w:color="auto"/>
        <w:left w:val="none" w:sz="0" w:space="0" w:color="auto"/>
        <w:bottom w:val="none" w:sz="0" w:space="0" w:color="auto"/>
        <w:right w:val="none" w:sz="0" w:space="0" w:color="auto"/>
      </w:divBdr>
      <w:divsChild>
        <w:div w:id="697705573">
          <w:marLeft w:val="0"/>
          <w:marRight w:val="0"/>
          <w:marTop w:val="0"/>
          <w:marBottom w:val="0"/>
          <w:divBdr>
            <w:top w:val="none" w:sz="0" w:space="0" w:color="auto"/>
            <w:left w:val="none" w:sz="0" w:space="0" w:color="auto"/>
            <w:bottom w:val="none" w:sz="0" w:space="0" w:color="auto"/>
            <w:right w:val="none" w:sz="0" w:space="0" w:color="auto"/>
          </w:divBdr>
        </w:div>
      </w:divsChild>
    </w:div>
    <w:div w:id="1427456712">
      <w:bodyDiv w:val="1"/>
      <w:marLeft w:val="0"/>
      <w:marRight w:val="0"/>
      <w:marTop w:val="0"/>
      <w:marBottom w:val="0"/>
      <w:divBdr>
        <w:top w:val="none" w:sz="0" w:space="0" w:color="auto"/>
        <w:left w:val="none" w:sz="0" w:space="0" w:color="auto"/>
        <w:bottom w:val="none" w:sz="0" w:space="0" w:color="auto"/>
        <w:right w:val="none" w:sz="0" w:space="0" w:color="auto"/>
      </w:divBdr>
    </w:div>
    <w:div w:id="1431468941">
      <w:bodyDiv w:val="1"/>
      <w:marLeft w:val="0"/>
      <w:marRight w:val="0"/>
      <w:marTop w:val="0"/>
      <w:marBottom w:val="0"/>
      <w:divBdr>
        <w:top w:val="none" w:sz="0" w:space="0" w:color="auto"/>
        <w:left w:val="none" w:sz="0" w:space="0" w:color="auto"/>
        <w:bottom w:val="none" w:sz="0" w:space="0" w:color="auto"/>
        <w:right w:val="none" w:sz="0" w:space="0" w:color="auto"/>
      </w:divBdr>
      <w:divsChild>
        <w:div w:id="705954408">
          <w:marLeft w:val="0"/>
          <w:marRight w:val="0"/>
          <w:marTop w:val="0"/>
          <w:marBottom w:val="0"/>
          <w:divBdr>
            <w:top w:val="none" w:sz="0" w:space="0" w:color="auto"/>
            <w:left w:val="none" w:sz="0" w:space="0" w:color="auto"/>
            <w:bottom w:val="none" w:sz="0" w:space="0" w:color="auto"/>
            <w:right w:val="none" w:sz="0" w:space="0" w:color="auto"/>
          </w:divBdr>
        </w:div>
      </w:divsChild>
    </w:div>
    <w:div w:id="1433010642">
      <w:bodyDiv w:val="1"/>
      <w:marLeft w:val="0"/>
      <w:marRight w:val="0"/>
      <w:marTop w:val="0"/>
      <w:marBottom w:val="0"/>
      <w:divBdr>
        <w:top w:val="none" w:sz="0" w:space="0" w:color="auto"/>
        <w:left w:val="none" w:sz="0" w:space="0" w:color="auto"/>
        <w:bottom w:val="none" w:sz="0" w:space="0" w:color="auto"/>
        <w:right w:val="none" w:sz="0" w:space="0" w:color="auto"/>
      </w:divBdr>
      <w:divsChild>
        <w:div w:id="1051734772">
          <w:marLeft w:val="0"/>
          <w:marRight w:val="0"/>
          <w:marTop w:val="0"/>
          <w:marBottom w:val="0"/>
          <w:divBdr>
            <w:top w:val="none" w:sz="0" w:space="0" w:color="auto"/>
            <w:left w:val="none" w:sz="0" w:space="0" w:color="auto"/>
            <w:bottom w:val="none" w:sz="0" w:space="0" w:color="auto"/>
            <w:right w:val="none" w:sz="0" w:space="0" w:color="auto"/>
          </w:divBdr>
        </w:div>
      </w:divsChild>
    </w:div>
    <w:div w:id="1435318451">
      <w:bodyDiv w:val="1"/>
      <w:marLeft w:val="0"/>
      <w:marRight w:val="0"/>
      <w:marTop w:val="0"/>
      <w:marBottom w:val="0"/>
      <w:divBdr>
        <w:top w:val="none" w:sz="0" w:space="0" w:color="auto"/>
        <w:left w:val="none" w:sz="0" w:space="0" w:color="auto"/>
        <w:bottom w:val="none" w:sz="0" w:space="0" w:color="auto"/>
        <w:right w:val="none" w:sz="0" w:space="0" w:color="auto"/>
      </w:divBdr>
      <w:divsChild>
        <w:div w:id="2056276542">
          <w:marLeft w:val="0"/>
          <w:marRight w:val="0"/>
          <w:marTop w:val="0"/>
          <w:marBottom w:val="0"/>
          <w:divBdr>
            <w:top w:val="none" w:sz="0" w:space="0" w:color="auto"/>
            <w:left w:val="none" w:sz="0" w:space="0" w:color="auto"/>
            <w:bottom w:val="none" w:sz="0" w:space="0" w:color="auto"/>
            <w:right w:val="none" w:sz="0" w:space="0" w:color="auto"/>
          </w:divBdr>
        </w:div>
      </w:divsChild>
    </w:div>
    <w:div w:id="1436025508">
      <w:bodyDiv w:val="1"/>
      <w:marLeft w:val="0"/>
      <w:marRight w:val="0"/>
      <w:marTop w:val="0"/>
      <w:marBottom w:val="0"/>
      <w:divBdr>
        <w:top w:val="none" w:sz="0" w:space="0" w:color="auto"/>
        <w:left w:val="none" w:sz="0" w:space="0" w:color="auto"/>
        <w:bottom w:val="none" w:sz="0" w:space="0" w:color="auto"/>
        <w:right w:val="none" w:sz="0" w:space="0" w:color="auto"/>
      </w:divBdr>
    </w:div>
    <w:div w:id="1436247100">
      <w:bodyDiv w:val="1"/>
      <w:marLeft w:val="0"/>
      <w:marRight w:val="0"/>
      <w:marTop w:val="0"/>
      <w:marBottom w:val="0"/>
      <w:divBdr>
        <w:top w:val="none" w:sz="0" w:space="0" w:color="auto"/>
        <w:left w:val="none" w:sz="0" w:space="0" w:color="auto"/>
        <w:bottom w:val="none" w:sz="0" w:space="0" w:color="auto"/>
        <w:right w:val="none" w:sz="0" w:space="0" w:color="auto"/>
      </w:divBdr>
    </w:div>
    <w:div w:id="1443038572">
      <w:bodyDiv w:val="1"/>
      <w:marLeft w:val="0"/>
      <w:marRight w:val="0"/>
      <w:marTop w:val="0"/>
      <w:marBottom w:val="0"/>
      <w:divBdr>
        <w:top w:val="none" w:sz="0" w:space="0" w:color="auto"/>
        <w:left w:val="none" w:sz="0" w:space="0" w:color="auto"/>
        <w:bottom w:val="none" w:sz="0" w:space="0" w:color="auto"/>
        <w:right w:val="none" w:sz="0" w:space="0" w:color="auto"/>
      </w:divBdr>
      <w:divsChild>
        <w:div w:id="600379065">
          <w:marLeft w:val="0"/>
          <w:marRight w:val="0"/>
          <w:marTop w:val="0"/>
          <w:marBottom w:val="0"/>
          <w:divBdr>
            <w:top w:val="none" w:sz="0" w:space="0" w:color="auto"/>
            <w:left w:val="none" w:sz="0" w:space="0" w:color="auto"/>
            <w:bottom w:val="none" w:sz="0" w:space="0" w:color="auto"/>
            <w:right w:val="none" w:sz="0" w:space="0" w:color="auto"/>
          </w:divBdr>
        </w:div>
      </w:divsChild>
    </w:div>
    <w:div w:id="1444223296">
      <w:bodyDiv w:val="1"/>
      <w:marLeft w:val="0"/>
      <w:marRight w:val="0"/>
      <w:marTop w:val="0"/>
      <w:marBottom w:val="0"/>
      <w:divBdr>
        <w:top w:val="none" w:sz="0" w:space="0" w:color="auto"/>
        <w:left w:val="none" w:sz="0" w:space="0" w:color="auto"/>
        <w:bottom w:val="none" w:sz="0" w:space="0" w:color="auto"/>
        <w:right w:val="none" w:sz="0" w:space="0" w:color="auto"/>
      </w:divBdr>
      <w:divsChild>
        <w:div w:id="1458379296">
          <w:marLeft w:val="0"/>
          <w:marRight w:val="0"/>
          <w:marTop w:val="0"/>
          <w:marBottom w:val="0"/>
          <w:divBdr>
            <w:top w:val="none" w:sz="0" w:space="0" w:color="auto"/>
            <w:left w:val="none" w:sz="0" w:space="0" w:color="auto"/>
            <w:bottom w:val="none" w:sz="0" w:space="0" w:color="auto"/>
            <w:right w:val="none" w:sz="0" w:space="0" w:color="auto"/>
          </w:divBdr>
        </w:div>
      </w:divsChild>
    </w:div>
    <w:div w:id="1451509870">
      <w:bodyDiv w:val="1"/>
      <w:marLeft w:val="0"/>
      <w:marRight w:val="0"/>
      <w:marTop w:val="0"/>
      <w:marBottom w:val="0"/>
      <w:divBdr>
        <w:top w:val="none" w:sz="0" w:space="0" w:color="auto"/>
        <w:left w:val="none" w:sz="0" w:space="0" w:color="auto"/>
        <w:bottom w:val="none" w:sz="0" w:space="0" w:color="auto"/>
        <w:right w:val="none" w:sz="0" w:space="0" w:color="auto"/>
      </w:divBdr>
      <w:divsChild>
        <w:div w:id="283927808">
          <w:marLeft w:val="0"/>
          <w:marRight w:val="0"/>
          <w:marTop w:val="0"/>
          <w:marBottom w:val="0"/>
          <w:divBdr>
            <w:top w:val="none" w:sz="0" w:space="0" w:color="auto"/>
            <w:left w:val="none" w:sz="0" w:space="0" w:color="auto"/>
            <w:bottom w:val="none" w:sz="0" w:space="0" w:color="auto"/>
            <w:right w:val="none" w:sz="0" w:space="0" w:color="auto"/>
          </w:divBdr>
        </w:div>
      </w:divsChild>
    </w:div>
    <w:div w:id="1453403370">
      <w:bodyDiv w:val="1"/>
      <w:marLeft w:val="0"/>
      <w:marRight w:val="0"/>
      <w:marTop w:val="0"/>
      <w:marBottom w:val="0"/>
      <w:divBdr>
        <w:top w:val="none" w:sz="0" w:space="0" w:color="auto"/>
        <w:left w:val="none" w:sz="0" w:space="0" w:color="auto"/>
        <w:bottom w:val="none" w:sz="0" w:space="0" w:color="auto"/>
        <w:right w:val="none" w:sz="0" w:space="0" w:color="auto"/>
      </w:divBdr>
      <w:divsChild>
        <w:div w:id="895698374">
          <w:marLeft w:val="0"/>
          <w:marRight w:val="0"/>
          <w:marTop w:val="0"/>
          <w:marBottom w:val="0"/>
          <w:divBdr>
            <w:top w:val="none" w:sz="0" w:space="0" w:color="auto"/>
            <w:left w:val="none" w:sz="0" w:space="0" w:color="auto"/>
            <w:bottom w:val="none" w:sz="0" w:space="0" w:color="auto"/>
            <w:right w:val="none" w:sz="0" w:space="0" w:color="auto"/>
          </w:divBdr>
        </w:div>
      </w:divsChild>
    </w:div>
    <w:div w:id="1458600150">
      <w:bodyDiv w:val="1"/>
      <w:marLeft w:val="0"/>
      <w:marRight w:val="0"/>
      <w:marTop w:val="0"/>
      <w:marBottom w:val="0"/>
      <w:divBdr>
        <w:top w:val="none" w:sz="0" w:space="0" w:color="auto"/>
        <w:left w:val="none" w:sz="0" w:space="0" w:color="auto"/>
        <w:bottom w:val="none" w:sz="0" w:space="0" w:color="auto"/>
        <w:right w:val="none" w:sz="0" w:space="0" w:color="auto"/>
      </w:divBdr>
      <w:divsChild>
        <w:div w:id="855850060">
          <w:marLeft w:val="0"/>
          <w:marRight w:val="0"/>
          <w:marTop w:val="0"/>
          <w:marBottom w:val="0"/>
          <w:divBdr>
            <w:top w:val="none" w:sz="0" w:space="0" w:color="auto"/>
            <w:left w:val="none" w:sz="0" w:space="0" w:color="auto"/>
            <w:bottom w:val="none" w:sz="0" w:space="0" w:color="auto"/>
            <w:right w:val="none" w:sz="0" w:space="0" w:color="auto"/>
          </w:divBdr>
        </w:div>
      </w:divsChild>
    </w:div>
    <w:div w:id="1463306269">
      <w:bodyDiv w:val="1"/>
      <w:marLeft w:val="0"/>
      <w:marRight w:val="0"/>
      <w:marTop w:val="0"/>
      <w:marBottom w:val="0"/>
      <w:divBdr>
        <w:top w:val="none" w:sz="0" w:space="0" w:color="auto"/>
        <w:left w:val="none" w:sz="0" w:space="0" w:color="auto"/>
        <w:bottom w:val="none" w:sz="0" w:space="0" w:color="auto"/>
        <w:right w:val="none" w:sz="0" w:space="0" w:color="auto"/>
      </w:divBdr>
      <w:divsChild>
        <w:div w:id="970937729">
          <w:marLeft w:val="0"/>
          <w:marRight w:val="0"/>
          <w:marTop w:val="0"/>
          <w:marBottom w:val="0"/>
          <w:divBdr>
            <w:top w:val="none" w:sz="0" w:space="0" w:color="auto"/>
            <w:left w:val="none" w:sz="0" w:space="0" w:color="auto"/>
            <w:bottom w:val="none" w:sz="0" w:space="0" w:color="auto"/>
            <w:right w:val="none" w:sz="0" w:space="0" w:color="auto"/>
          </w:divBdr>
        </w:div>
      </w:divsChild>
    </w:div>
    <w:div w:id="1469738336">
      <w:bodyDiv w:val="1"/>
      <w:marLeft w:val="0"/>
      <w:marRight w:val="0"/>
      <w:marTop w:val="0"/>
      <w:marBottom w:val="0"/>
      <w:divBdr>
        <w:top w:val="none" w:sz="0" w:space="0" w:color="auto"/>
        <w:left w:val="none" w:sz="0" w:space="0" w:color="auto"/>
        <w:bottom w:val="none" w:sz="0" w:space="0" w:color="auto"/>
        <w:right w:val="none" w:sz="0" w:space="0" w:color="auto"/>
      </w:divBdr>
      <w:divsChild>
        <w:div w:id="1733649537">
          <w:marLeft w:val="0"/>
          <w:marRight w:val="0"/>
          <w:marTop w:val="0"/>
          <w:marBottom w:val="0"/>
          <w:divBdr>
            <w:top w:val="none" w:sz="0" w:space="0" w:color="auto"/>
            <w:left w:val="none" w:sz="0" w:space="0" w:color="auto"/>
            <w:bottom w:val="none" w:sz="0" w:space="0" w:color="auto"/>
            <w:right w:val="none" w:sz="0" w:space="0" w:color="auto"/>
          </w:divBdr>
        </w:div>
      </w:divsChild>
    </w:div>
    <w:div w:id="1478917653">
      <w:bodyDiv w:val="1"/>
      <w:marLeft w:val="0"/>
      <w:marRight w:val="0"/>
      <w:marTop w:val="0"/>
      <w:marBottom w:val="0"/>
      <w:divBdr>
        <w:top w:val="none" w:sz="0" w:space="0" w:color="auto"/>
        <w:left w:val="none" w:sz="0" w:space="0" w:color="auto"/>
        <w:bottom w:val="none" w:sz="0" w:space="0" w:color="auto"/>
        <w:right w:val="none" w:sz="0" w:space="0" w:color="auto"/>
      </w:divBdr>
      <w:divsChild>
        <w:div w:id="290795032">
          <w:marLeft w:val="0"/>
          <w:marRight w:val="0"/>
          <w:marTop w:val="0"/>
          <w:marBottom w:val="0"/>
          <w:divBdr>
            <w:top w:val="none" w:sz="0" w:space="0" w:color="auto"/>
            <w:left w:val="none" w:sz="0" w:space="0" w:color="auto"/>
            <w:bottom w:val="none" w:sz="0" w:space="0" w:color="auto"/>
            <w:right w:val="none" w:sz="0" w:space="0" w:color="auto"/>
          </w:divBdr>
        </w:div>
      </w:divsChild>
    </w:div>
    <w:div w:id="1491864844">
      <w:bodyDiv w:val="1"/>
      <w:marLeft w:val="0"/>
      <w:marRight w:val="0"/>
      <w:marTop w:val="0"/>
      <w:marBottom w:val="0"/>
      <w:divBdr>
        <w:top w:val="none" w:sz="0" w:space="0" w:color="auto"/>
        <w:left w:val="none" w:sz="0" w:space="0" w:color="auto"/>
        <w:bottom w:val="none" w:sz="0" w:space="0" w:color="auto"/>
        <w:right w:val="none" w:sz="0" w:space="0" w:color="auto"/>
      </w:divBdr>
      <w:divsChild>
        <w:div w:id="768745376">
          <w:marLeft w:val="0"/>
          <w:marRight w:val="0"/>
          <w:marTop w:val="0"/>
          <w:marBottom w:val="0"/>
          <w:divBdr>
            <w:top w:val="none" w:sz="0" w:space="0" w:color="auto"/>
            <w:left w:val="none" w:sz="0" w:space="0" w:color="auto"/>
            <w:bottom w:val="none" w:sz="0" w:space="0" w:color="auto"/>
            <w:right w:val="none" w:sz="0" w:space="0" w:color="auto"/>
          </w:divBdr>
        </w:div>
      </w:divsChild>
    </w:div>
    <w:div w:id="1498882498">
      <w:bodyDiv w:val="1"/>
      <w:marLeft w:val="0"/>
      <w:marRight w:val="0"/>
      <w:marTop w:val="0"/>
      <w:marBottom w:val="0"/>
      <w:divBdr>
        <w:top w:val="none" w:sz="0" w:space="0" w:color="auto"/>
        <w:left w:val="none" w:sz="0" w:space="0" w:color="auto"/>
        <w:bottom w:val="none" w:sz="0" w:space="0" w:color="auto"/>
        <w:right w:val="none" w:sz="0" w:space="0" w:color="auto"/>
      </w:divBdr>
      <w:divsChild>
        <w:div w:id="1106779100">
          <w:marLeft w:val="0"/>
          <w:marRight w:val="0"/>
          <w:marTop w:val="0"/>
          <w:marBottom w:val="0"/>
          <w:divBdr>
            <w:top w:val="none" w:sz="0" w:space="0" w:color="auto"/>
            <w:left w:val="none" w:sz="0" w:space="0" w:color="auto"/>
            <w:bottom w:val="none" w:sz="0" w:space="0" w:color="auto"/>
            <w:right w:val="none" w:sz="0" w:space="0" w:color="auto"/>
          </w:divBdr>
        </w:div>
      </w:divsChild>
    </w:div>
    <w:div w:id="1509363721">
      <w:bodyDiv w:val="1"/>
      <w:marLeft w:val="0"/>
      <w:marRight w:val="0"/>
      <w:marTop w:val="0"/>
      <w:marBottom w:val="0"/>
      <w:divBdr>
        <w:top w:val="none" w:sz="0" w:space="0" w:color="auto"/>
        <w:left w:val="none" w:sz="0" w:space="0" w:color="auto"/>
        <w:bottom w:val="none" w:sz="0" w:space="0" w:color="auto"/>
        <w:right w:val="none" w:sz="0" w:space="0" w:color="auto"/>
      </w:divBdr>
      <w:divsChild>
        <w:div w:id="1578242939">
          <w:marLeft w:val="0"/>
          <w:marRight w:val="0"/>
          <w:marTop w:val="0"/>
          <w:marBottom w:val="0"/>
          <w:divBdr>
            <w:top w:val="none" w:sz="0" w:space="0" w:color="auto"/>
            <w:left w:val="none" w:sz="0" w:space="0" w:color="auto"/>
            <w:bottom w:val="none" w:sz="0" w:space="0" w:color="auto"/>
            <w:right w:val="none" w:sz="0" w:space="0" w:color="auto"/>
          </w:divBdr>
        </w:div>
      </w:divsChild>
    </w:div>
    <w:div w:id="1523319004">
      <w:bodyDiv w:val="1"/>
      <w:marLeft w:val="0"/>
      <w:marRight w:val="0"/>
      <w:marTop w:val="0"/>
      <w:marBottom w:val="0"/>
      <w:divBdr>
        <w:top w:val="none" w:sz="0" w:space="0" w:color="auto"/>
        <w:left w:val="none" w:sz="0" w:space="0" w:color="auto"/>
        <w:bottom w:val="none" w:sz="0" w:space="0" w:color="auto"/>
        <w:right w:val="none" w:sz="0" w:space="0" w:color="auto"/>
      </w:divBdr>
      <w:divsChild>
        <w:div w:id="330724246">
          <w:marLeft w:val="0"/>
          <w:marRight w:val="0"/>
          <w:marTop w:val="0"/>
          <w:marBottom w:val="0"/>
          <w:divBdr>
            <w:top w:val="none" w:sz="0" w:space="0" w:color="auto"/>
            <w:left w:val="none" w:sz="0" w:space="0" w:color="auto"/>
            <w:bottom w:val="none" w:sz="0" w:space="0" w:color="auto"/>
            <w:right w:val="none" w:sz="0" w:space="0" w:color="auto"/>
          </w:divBdr>
          <w:divsChild>
            <w:div w:id="11296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84050">
      <w:bodyDiv w:val="1"/>
      <w:marLeft w:val="0"/>
      <w:marRight w:val="0"/>
      <w:marTop w:val="0"/>
      <w:marBottom w:val="0"/>
      <w:divBdr>
        <w:top w:val="none" w:sz="0" w:space="0" w:color="auto"/>
        <w:left w:val="none" w:sz="0" w:space="0" w:color="auto"/>
        <w:bottom w:val="none" w:sz="0" w:space="0" w:color="auto"/>
        <w:right w:val="none" w:sz="0" w:space="0" w:color="auto"/>
      </w:divBdr>
      <w:divsChild>
        <w:div w:id="1815367314">
          <w:marLeft w:val="0"/>
          <w:marRight w:val="0"/>
          <w:marTop w:val="0"/>
          <w:marBottom w:val="0"/>
          <w:divBdr>
            <w:top w:val="none" w:sz="0" w:space="0" w:color="auto"/>
            <w:left w:val="none" w:sz="0" w:space="0" w:color="auto"/>
            <w:bottom w:val="none" w:sz="0" w:space="0" w:color="auto"/>
            <w:right w:val="none" w:sz="0" w:space="0" w:color="auto"/>
          </w:divBdr>
        </w:div>
      </w:divsChild>
    </w:div>
    <w:div w:id="1533110733">
      <w:bodyDiv w:val="1"/>
      <w:marLeft w:val="0"/>
      <w:marRight w:val="0"/>
      <w:marTop w:val="0"/>
      <w:marBottom w:val="0"/>
      <w:divBdr>
        <w:top w:val="none" w:sz="0" w:space="0" w:color="auto"/>
        <w:left w:val="none" w:sz="0" w:space="0" w:color="auto"/>
        <w:bottom w:val="none" w:sz="0" w:space="0" w:color="auto"/>
        <w:right w:val="none" w:sz="0" w:space="0" w:color="auto"/>
      </w:divBdr>
      <w:divsChild>
        <w:div w:id="479930223">
          <w:marLeft w:val="0"/>
          <w:marRight w:val="0"/>
          <w:marTop w:val="0"/>
          <w:marBottom w:val="0"/>
          <w:divBdr>
            <w:top w:val="none" w:sz="0" w:space="0" w:color="auto"/>
            <w:left w:val="none" w:sz="0" w:space="0" w:color="auto"/>
            <w:bottom w:val="none" w:sz="0" w:space="0" w:color="auto"/>
            <w:right w:val="none" w:sz="0" w:space="0" w:color="auto"/>
          </w:divBdr>
        </w:div>
      </w:divsChild>
    </w:div>
    <w:div w:id="1542790873">
      <w:bodyDiv w:val="1"/>
      <w:marLeft w:val="0"/>
      <w:marRight w:val="0"/>
      <w:marTop w:val="0"/>
      <w:marBottom w:val="0"/>
      <w:divBdr>
        <w:top w:val="none" w:sz="0" w:space="0" w:color="auto"/>
        <w:left w:val="none" w:sz="0" w:space="0" w:color="auto"/>
        <w:bottom w:val="none" w:sz="0" w:space="0" w:color="auto"/>
        <w:right w:val="none" w:sz="0" w:space="0" w:color="auto"/>
      </w:divBdr>
    </w:div>
    <w:div w:id="1543977612">
      <w:bodyDiv w:val="1"/>
      <w:marLeft w:val="0"/>
      <w:marRight w:val="0"/>
      <w:marTop w:val="0"/>
      <w:marBottom w:val="0"/>
      <w:divBdr>
        <w:top w:val="none" w:sz="0" w:space="0" w:color="auto"/>
        <w:left w:val="none" w:sz="0" w:space="0" w:color="auto"/>
        <w:bottom w:val="none" w:sz="0" w:space="0" w:color="auto"/>
        <w:right w:val="none" w:sz="0" w:space="0" w:color="auto"/>
      </w:divBdr>
      <w:divsChild>
        <w:div w:id="1570847710">
          <w:marLeft w:val="0"/>
          <w:marRight w:val="0"/>
          <w:marTop w:val="0"/>
          <w:marBottom w:val="0"/>
          <w:divBdr>
            <w:top w:val="none" w:sz="0" w:space="0" w:color="auto"/>
            <w:left w:val="none" w:sz="0" w:space="0" w:color="auto"/>
            <w:bottom w:val="none" w:sz="0" w:space="0" w:color="auto"/>
            <w:right w:val="none" w:sz="0" w:space="0" w:color="auto"/>
          </w:divBdr>
        </w:div>
      </w:divsChild>
    </w:div>
    <w:div w:id="1551305666">
      <w:bodyDiv w:val="1"/>
      <w:marLeft w:val="0"/>
      <w:marRight w:val="0"/>
      <w:marTop w:val="0"/>
      <w:marBottom w:val="0"/>
      <w:divBdr>
        <w:top w:val="none" w:sz="0" w:space="0" w:color="auto"/>
        <w:left w:val="none" w:sz="0" w:space="0" w:color="auto"/>
        <w:bottom w:val="none" w:sz="0" w:space="0" w:color="auto"/>
        <w:right w:val="none" w:sz="0" w:space="0" w:color="auto"/>
      </w:divBdr>
      <w:divsChild>
        <w:div w:id="2024433820">
          <w:marLeft w:val="0"/>
          <w:marRight w:val="0"/>
          <w:marTop w:val="0"/>
          <w:marBottom w:val="0"/>
          <w:divBdr>
            <w:top w:val="none" w:sz="0" w:space="0" w:color="auto"/>
            <w:left w:val="none" w:sz="0" w:space="0" w:color="auto"/>
            <w:bottom w:val="none" w:sz="0" w:space="0" w:color="auto"/>
            <w:right w:val="none" w:sz="0" w:space="0" w:color="auto"/>
          </w:divBdr>
        </w:div>
      </w:divsChild>
    </w:div>
    <w:div w:id="1553539714">
      <w:bodyDiv w:val="1"/>
      <w:marLeft w:val="0"/>
      <w:marRight w:val="0"/>
      <w:marTop w:val="0"/>
      <w:marBottom w:val="0"/>
      <w:divBdr>
        <w:top w:val="none" w:sz="0" w:space="0" w:color="auto"/>
        <w:left w:val="none" w:sz="0" w:space="0" w:color="auto"/>
        <w:bottom w:val="none" w:sz="0" w:space="0" w:color="auto"/>
        <w:right w:val="none" w:sz="0" w:space="0" w:color="auto"/>
      </w:divBdr>
      <w:divsChild>
        <w:div w:id="1889606090">
          <w:marLeft w:val="0"/>
          <w:marRight w:val="0"/>
          <w:marTop w:val="0"/>
          <w:marBottom w:val="0"/>
          <w:divBdr>
            <w:top w:val="none" w:sz="0" w:space="0" w:color="auto"/>
            <w:left w:val="none" w:sz="0" w:space="0" w:color="auto"/>
            <w:bottom w:val="none" w:sz="0" w:space="0" w:color="auto"/>
            <w:right w:val="none" w:sz="0" w:space="0" w:color="auto"/>
          </w:divBdr>
        </w:div>
      </w:divsChild>
    </w:div>
    <w:div w:id="1554192229">
      <w:bodyDiv w:val="1"/>
      <w:marLeft w:val="0"/>
      <w:marRight w:val="0"/>
      <w:marTop w:val="0"/>
      <w:marBottom w:val="0"/>
      <w:divBdr>
        <w:top w:val="none" w:sz="0" w:space="0" w:color="auto"/>
        <w:left w:val="none" w:sz="0" w:space="0" w:color="auto"/>
        <w:bottom w:val="none" w:sz="0" w:space="0" w:color="auto"/>
        <w:right w:val="none" w:sz="0" w:space="0" w:color="auto"/>
      </w:divBdr>
      <w:divsChild>
        <w:div w:id="2040856818">
          <w:marLeft w:val="0"/>
          <w:marRight w:val="0"/>
          <w:marTop w:val="0"/>
          <w:marBottom w:val="0"/>
          <w:divBdr>
            <w:top w:val="none" w:sz="0" w:space="0" w:color="auto"/>
            <w:left w:val="none" w:sz="0" w:space="0" w:color="auto"/>
            <w:bottom w:val="none" w:sz="0" w:space="0" w:color="auto"/>
            <w:right w:val="none" w:sz="0" w:space="0" w:color="auto"/>
          </w:divBdr>
        </w:div>
      </w:divsChild>
    </w:div>
    <w:div w:id="1561671209">
      <w:bodyDiv w:val="1"/>
      <w:marLeft w:val="0"/>
      <w:marRight w:val="0"/>
      <w:marTop w:val="0"/>
      <w:marBottom w:val="0"/>
      <w:divBdr>
        <w:top w:val="none" w:sz="0" w:space="0" w:color="auto"/>
        <w:left w:val="none" w:sz="0" w:space="0" w:color="auto"/>
        <w:bottom w:val="none" w:sz="0" w:space="0" w:color="auto"/>
        <w:right w:val="none" w:sz="0" w:space="0" w:color="auto"/>
      </w:divBdr>
    </w:div>
    <w:div w:id="1567179409">
      <w:bodyDiv w:val="1"/>
      <w:marLeft w:val="0"/>
      <w:marRight w:val="0"/>
      <w:marTop w:val="0"/>
      <w:marBottom w:val="0"/>
      <w:divBdr>
        <w:top w:val="none" w:sz="0" w:space="0" w:color="auto"/>
        <w:left w:val="none" w:sz="0" w:space="0" w:color="auto"/>
        <w:bottom w:val="none" w:sz="0" w:space="0" w:color="auto"/>
        <w:right w:val="none" w:sz="0" w:space="0" w:color="auto"/>
      </w:divBdr>
    </w:div>
    <w:div w:id="1568765319">
      <w:bodyDiv w:val="1"/>
      <w:marLeft w:val="0"/>
      <w:marRight w:val="0"/>
      <w:marTop w:val="0"/>
      <w:marBottom w:val="0"/>
      <w:divBdr>
        <w:top w:val="none" w:sz="0" w:space="0" w:color="auto"/>
        <w:left w:val="none" w:sz="0" w:space="0" w:color="auto"/>
        <w:bottom w:val="none" w:sz="0" w:space="0" w:color="auto"/>
        <w:right w:val="none" w:sz="0" w:space="0" w:color="auto"/>
      </w:divBdr>
      <w:divsChild>
        <w:div w:id="712190714">
          <w:marLeft w:val="0"/>
          <w:marRight w:val="0"/>
          <w:marTop w:val="0"/>
          <w:marBottom w:val="0"/>
          <w:divBdr>
            <w:top w:val="none" w:sz="0" w:space="0" w:color="auto"/>
            <w:left w:val="none" w:sz="0" w:space="0" w:color="auto"/>
            <w:bottom w:val="none" w:sz="0" w:space="0" w:color="auto"/>
            <w:right w:val="none" w:sz="0" w:space="0" w:color="auto"/>
          </w:divBdr>
        </w:div>
      </w:divsChild>
    </w:div>
    <w:div w:id="1571576531">
      <w:bodyDiv w:val="1"/>
      <w:marLeft w:val="0"/>
      <w:marRight w:val="0"/>
      <w:marTop w:val="0"/>
      <w:marBottom w:val="0"/>
      <w:divBdr>
        <w:top w:val="none" w:sz="0" w:space="0" w:color="auto"/>
        <w:left w:val="none" w:sz="0" w:space="0" w:color="auto"/>
        <w:bottom w:val="none" w:sz="0" w:space="0" w:color="auto"/>
        <w:right w:val="none" w:sz="0" w:space="0" w:color="auto"/>
      </w:divBdr>
      <w:divsChild>
        <w:div w:id="1554609820">
          <w:marLeft w:val="0"/>
          <w:marRight w:val="0"/>
          <w:marTop w:val="0"/>
          <w:marBottom w:val="0"/>
          <w:divBdr>
            <w:top w:val="none" w:sz="0" w:space="0" w:color="auto"/>
            <w:left w:val="none" w:sz="0" w:space="0" w:color="auto"/>
            <w:bottom w:val="none" w:sz="0" w:space="0" w:color="auto"/>
            <w:right w:val="none" w:sz="0" w:space="0" w:color="auto"/>
          </w:divBdr>
        </w:div>
      </w:divsChild>
    </w:div>
    <w:div w:id="1574001619">
      <w:bodyDiv w:val="1"/>
      <w:marLeft w:val="0"/>
      <w:marRight w:val="0"/>
      <w:marTop w:val="0"/>
      <w:marBottom w:val="0"/>
      <w:divBdr>
        <w:top w:val="none" w:sz="0" w:space="0" w:color="auto"/>
        <w:left w:val="none" w:sz="0" w:space="0" w:color="auto"/>
        <w:bottom w:val="none" w:sz="0" w:space="0" w:color="auto"/>
        <w:right w:val="none" w:sz="0" w:space="0" w:color="auto"/>
      </w:divBdr>
    </w:div>
    <w:div w:id="1579629885">
      <w:bodyDiv w:val="1"/>
      <w:marLeft w:val="0"/>
      <w:marRight w:val="0"/>
      <w:marTop w:val="0"/>
      <w:marBottom w:val="0"/>
      <w:divBdr>
        <w:top w:val="none" w:sz="0" w:space="0" w:color="auto"/>
        <w:left w:val="none" w:sz="0" w:space="0" w:color="auto"/>
        <w:bottom w:val="none" w:sz="0" w:space="0" w:color="auto"/>
        <w:right w:val="none" w:sz="0" w:space="0" w:color="auto"/>
      </w:divBdr>
      <w:divsChild>
        <w:div w:id="166332959">
          <w:marLeft w:val="0"/>
          <w:marRight w:val="0"/>
          <w:marTop w:val="0"/>
          <w:marBottom w:val="0"/>
          <w:divBdr>
            <w:top w:val="none" w:sz="0" w:space="0" w:color="auto"/>
            <w:left w:val="none" w:sz="0" w:space="0" w:color="auto"/>
            <w:bottom w:val="none" w:sz="0" w:space="0" w:color="auto"/>
            <w:right w:val="none" w:sz="0" w:space="0" w:color="auto"/>
          </w:divBdr>
          <w:divsChild>
            <w:div w:id="194460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27947">
      <w:bodyDiv w:val="1"/>
      <w:marLeft w:val="0"/>
      <w:marRight w:val="0"/>
      <w:marTop w:val="0"/>
      <w:marBottom w:val="0"/>
      <w:divBdr>
        <w:top w:val="none" w:sz="0" w:space="0" w:color="auto"/>
        <w:left w:val="none" w:sz="0" w:space="0" w:color="auto"/>
        <w:bottom w:val="none" w:sz="0" w:space="0" w:color="auto"/>
        <w:right w:val="none" w:sz="0" w:space="0" w:color="auto"/>
      </w:divBdr>
      <w:divsChild>
        <w:div w:id="1859470086">
          <w:marLeft w:val="0"/>
          <w:marRight w:val="0"/>
          <w:marTop w:val="0"/>
          <w:marBottom w:val="0"/>
          <w:divBdr>
            <w:top w:val="none" w:sz="0" w:space="0" w:color="auto"/>
            <w:left w:val="none" w:sz="0" w:space="0" w:color="auto"/>
            <w:bottom w:val="none" w:sz="0" w:space="0" w:color="auto"/>
            <w:right w:val="none" w:sz="0" w:space="0" w:color="auto"/>
          </w:divBdr>
        </w:div>
      </w:divsChild>
    </w:div>
    <w:div w:id="1592470339">
      <w:bodyDiv w:val="1"/>
      <w:marLeft w:val="0"/>
      <w:marRight w:val="0"/>
      <w:marTop w:val="0"/>
      <w:marBottom w:val="0"/>
      <w:divBdr>
        <w:top w:val="none" w:sz="0" w:space="0" w:color="auto"/>
        <w:left w:val="none" w:sz="0" w:space="0" w:color="auto"/>
        <w:bottom w:val="none" w:sz="0" w:space="0" w:color="auto"/>
        <w:right w:val="none" w:sz="0" w:space="0" w:color="auto"/>
      </w:divBdr>
      <w:divsChild>
        <w:div w:id="457067124">
          <w:marLeft w:val="0"/>
          <w:marRight w:val="0"/>
          <w:marTop w:val="0"/>
          <w:marBottom w:val="0"/>
          <w:divBdr>
            <w:top w:val="none" w:sz="0" w:space="0" w:color="auto"/>
            <w:left w:val="none" w:sz="0" w:space="0" w:color="auto"/>
            <w:bottom w:val="none" w:sz="0" w:space="0" w:color="auto"/>
            <w:right w:val="none" w:sz="0" w:space="0" w:color="auto"/>
          </w:divBdr>
        </w:div>
      </w:divsChild>
    </w:div>
    <w:div w:id="1594246071">
      <w:bodyDiv w:val="1"/>
      <w:marLeft w:val="0"/>
      <w:marRight w:val="0"/>
      <w:marTop w:val="0"/>
      <w:marBottom w:val="0"/>
      <w:divBdr>
        <w:top w:val="none" w:sz="0" w:space="0" w:color="auto"/>
        <w:left w:val="none" w:sz="0" w:space="0" w:color="auto"/>
        <w:bottom w:val="none" w:sz="0" w:space="0" w:color="auto"/>
        <w:right w:val="none" w:sz="0" w:space="0" w:color="auto"/>
      </w:divBdr>
      <w:divsChild>
        <w:div w:id="2048988601">
          <w:marLeft w:val="0"/>
          <w:marRight w:val="0"/>
          <w:marTop w:val="0"/>
          <w:marBottom w:val="0"/>
          <w:divBdr>
            <w:top w:val="none" w:sz="0" w:space="0" w:color="auto"/>
            <w:left w:val="none" w:sz="0" w:space="0" w:color="auto"/>
            <w:bottom w:val="none" w:sz="0" w:space="0" w:color="auto"/>
            <w:right w:val="none" w:sz="0" w:space="0" w:color="auto"/>
          </w:divBdr>
        </w:div>
      </w:divsChild>
    </w:div>
    <w:div w:id="1595282513">
      <w:bodyDiv w:val="1"/>
      <w:marLeft w:val="0"/>
      <w:marRight w:val="0"/>
      <w:marTop w:val="0"/>
      <w:marBottom w:val="0"/>
      <w:divBdr>
        <w:top w:val="none" w:sz="0" w:space="0" w:color="auto"/>
        <w:left w:val="none" w:sz="0" w:space="0" w:color="auto"/>
        <w:bottom w:val="none" w:sz="0" w:space="0" w:color="auto"/>
        <w:right w:val="none" w:sz="0" w:space="0" w:color="auto"/>
      </w:divBdr>
      <w:divsChild>
        <w:div w:id="1544635869">
          <w:marLeft w:val="0"/>
          <w:marRight w:val="0"/>
          <w:marTop w:val="0"/>
          <w:marBottom w:val="0"/>
          <w:divBdr>
            <w:top w:val="none" w:sz="0" w:space="0" w:color="auto"/>
            <w:left w:val="none" w:sz="0" w:space="0" w:color="auto"/>
            <w:bottom w:val="none" w:sz="0" w:space="0" w:color="auto"/>
            <w:right w:val="none" w:sz="0" w:space="0" w:color="auto"/>
          </w:divBdr>
        </w:div>
      </w:divsChild>
    </w:div>
    <w:div w:id="1602949347">
      <w:bodyDiv w:val="1"/>
      <w:marLeft w:val="0"/>
      <w:marRight w:val="0"/>
      <w:marTop w:val="0"/>
      <w:marBottom w:val="0"/>
      <w:divBdr>
        <w:top w:val="none" w:sz="0" w:space="0" w:color="auto"/>
        <w:left w:val="none" w:sz="0" w:space="0" w:color="auto"/>
        <w:bottom w:val="none" w:sz="0" w:space="0" w:color="auto"/>
        <w:right w:val="none" w:sz="0" w:space="0" w:color="auto"/>
      </w:divBdr>
      <w:divsChild>
        <w:div w:id="868952963">
          <w:marLeft w:val="0"/>
          <w:marRight w:val="0"/>
          <w:marTop w:val="0"/>
          <w:marBottom w:val="0"/>
          <w:divBdr>
            <w:top w:val="none" w:sz="0" w:space="0" w:color="auto"/>
            <w:left w:val="none" w:sz="0" w:space="0" w:color="auto"/>
            <w:bottom w:val="none" w:sz="0" w:space="0" w:color="auto"/>
            <w:right w:val="none" w:sz="0" w:space="0" w:color="auto"/>
          </w:divBdr>
        </w:div>
      </w:divsChild>
    </w:div>
    <w:div w:id="1604725053">
      <w:bodyDiv w:val="1"/>
      <w:marLeft w:val="0"/>
      <w:marRight w:val="0"/>
      <w:marTop w:val="0"/>
      <w:marBottom w:val="0"/>
      <w:divBdr>
        <w:top w:val="none" w:sz="0" w:space="0" w:color="auto"/>
        <w:left w:val="none" w:sz="0" w:space="0" w:color="auto"/>
        <w:bottom w:val="none" w:sz="0" w:space="0" w:color="auto"/>
        <w:right w:val="none" w:sz="0" w:space="0" w:color="auto"/>
      </w:divBdr>
      <w:divsChild>
        <w:div w:id="280648065">
          <w:marLeft w:val="0"/>
          <w:marRight w:val="0"/>
          <w:marTop w:val="0"/>
          <w:marBottom w:val="0"/>
          <w:divBdr>
            <w:top w:val="none" w:sz="0" w:space="0" w:color="auto"/>
            <w:left w:val="none" w:sz="0" w:space="0" w:color="auto"/>
            <w:bottom w:val="none" w:sz="0" w:space="0" w:color="auto"/>
            <w:right w:val="none" w:sz="0" w:space="0" w:color="auto"/>
          </w:divBdr>
        </w:div>
      </w:divsChild>
    </w:div>
    <w:div w:id="1614677617">
      <w:bodyDiv w:val="1"/>
      <w:marLeft w:val="0"/>
      <w:marRight w:val="0"/>
      <w:marTop w:val="0"/>
      <w:marBottom w:val="0"/>
      <w:divBdr>
        <w:top w:val="none" w:sz="0" w:space="0" w:color="auto"/>
        <w:left w:val="none" w:sz="0" w:space="0" w:color="auto"/>
        <w:bottom w:val="none" w:sz="0" w:space="0" w:color="auto"/>
        <w:right w:val="none" w:sz="0" w:space="0" w:color="auto"/>
      </w:divBdr>
      <w:divsChild>
        <w:div w:id="1702245692">
          <w:marLeft w:val="0"/>
          <w:marRight w:val="0"/>
          <w:marTop w:val="0"/>
          <w:marBottom w:val="0"/>
          <w:divBdr>
            <w:top w:val="none" w:sz="0" w:space="0" w:color="auto"/>
            <w:left w:val="none" w:sz="0" w:space="0" w:color="auto"/>
            <w:bottom w:val="none" w:sz="0" w:space="0" w:color="auto"/>
            <w:right w:val="none" w:sz="0" w:space="0" w:color="auto"/>
          </w:divBdr>
        </w:div>
      </w:divsChild>
    </w:div>
    <w:div w:id="1616711054">
      <w:bodyDiv w:val="1"/>
      <w:marLeft w:val="0"/>
      <w:marRight w:val="0"/>
      <w:marTop w:val="0"/>
      <w:marBottom w:val="0"/>
      <w:divBdr>
        <w:top w:val="none" w:sz="0" w:space="0" w:color="auto"/>
        <w:left w:val="none" w:sz="0" w:space="0" w:color="auto"/>
        <w:bottom w:val="none" w:sz="0" w:space="0" w:color="auto"/>
        <w:right w:val="none" w:sz="0" w:space="0" w:color="auto"/>
      </w:divBdr>
    </w:div>
    <w:div w:id="1619145775">
      <w:bodyDiv w:val="1"/>
      <w:marLeft w:val="0"/>
      <w:marRight w:val="0"/>
      <w:marTop w:val="0"/>
      <w:marBottom w:val="0"/>
      <w:divBdr>
        <w:top w:val="none" w:sz="0" w:space="0" w:color="auto"/>
        <w:left w:val="none" w:sz="0" w:space="0" w:color="auto"/>
        <w:bottom w:val="none" w:sz="0" w:space="0" w:color="auto"/>
        <w:right w:val="none" w:sz="0" w:space="0" w:color="auto"/>
      </w:divBdr>
      <w:divsChild>
        <w:div w:id="1123769113">
          <w:marLeft w:val="0"/>
          <w:marRight w:val="0"/>
          <w:marTop w:val="0"/>
          <w:marBottom w:val="0"/>
          <w:divBdr>
            <w:top w:val="none" w:sz="0" w:space="0" w:color="auto"/>
            <w:left w:val="none" w:sz="0" w:space="0" w:color="auto"/>
            <w:bottom w:val="none" w:sz="0" w:space="0" w:color="auto"/>
            <w:right w:val="none" w:sz="0" w:space="0" w:color="auto"/>
          </w:divBdr>
        </w:div>
      </w:divsChild>
    </w:div>
    <w:div w:id="1620843357">
      <w:bodyDiv w:val="1"/>
      <w:marLeft w:val="0"/>
      <w:marRight w:val="0"/>
      <w:marTop w:val="0"/>
      <w:marBottom w:val="0"/>
      <w:divBdr>
        <w:top w:val="none" w:sz="0" w:space="0" w:color="auto"/>
        <w:left w:val="none" w:sz="0" w:space="0" w:color="auto"/>
        <w:bottom w:val="none" w:sz="0" w:space="0" w:color="auto"/>
        <w:right w:val="none" w:sz="0" w:space="0" w:color="auto"/>
      </w:divBdr>
      <w:divsChild>
        <w:div w:id="335766377">
          <w:marLeft w:val="0"/>
          <w:marRight w:val="0"/>
          <w:marTop w:val="0"/>
          <w:marBottom w:val="0"/>
          <w:divBdr>
            <w:top w:val="none" w:sz="0" w:space="0" w:color="auto"/>
            <w:left w:val="none" w:sz="0" w:space="0" w:color="auto"/>
            <w:bottom w:val="none" w:sz="0" w:space="0" w:color="auto"/>
            <w:right w:val="none" w:sz="0" w:space="0" w:color="auto"/>
          </w:divBdr>
        </w:div>
      </w:divsChild>
    </w:div>
    <w:div w:id="1621766169">
      <w:bodyDiv w:val="1"/>
      <w:marLeft w:val="0"/>
      <w:marRight w:val="0"/>
      <w:marTop w:val="0"/>
      <w:marBottom w:val="0"/>
      <w:divBdr>
        <w:top w:val="none" w:sz="0" w:space="0" w:color="auto"/>
        <w:left w:val="none" w:sz="0" w:space="0" w:color="auto"/>
        <w:bottom w:val="none" w:sz="0" w:space="0" w:color="auto"/>
        <w:right w:val="none" w:sz="0" w:space="0" w:color="auto"/>
      </w:divBdr>
      <w:divsChild>
        <w:div w:id="2092384713">
          <w:marLeft w:val="0"/>
          <w:marRight w:val="0"/>
          <w:marTop w:val="0"/>
          <w:marBottom w:val="0"/>
          <w:divBdr>
            <w:top w:val="none" w:sz="0" w:space="0" w:color="auto"/>
            <w:left w:val="none" w:sz="0" w:space="0" w:color="auto"/>
            <w:bottom w:val="none" w:sz="0" w:space="0" w:color="auto"/>
            <w:right w:val="none" w:sz="0" w:space="0" w:color="auto"/>
          </w:divBdr>
        </w:div>
      </w:divsChild>
    </w:div>
    <w:div w:id="1623684303">
      <w:bodyDiv w:val="1"/>
      <w:marLeft w:val="0"/>
      <w:marRight w:val="0"/>
      <w:marTop w:val="0"/>
      <w:marBottom w:val="0"/>
      <w:divBdr>
        <w:top w:val="none" w:sz="0" w:space="0" w:color="auto"/>
        <w:left w:val="none" w:sz="0" w:space="0" w:color="auto"/>
        <w:bottom w:val="none" w:sz="0" w:space="0" w:color="auto"/>
        <w:right w:val="none" w:sz="0" w:space="0" w:color="auto"/>
      </w:divBdr>
    </w:div>
    <w:div w:id="1628268546">
      <w:bodyDiv w:val="1"/>
      <w:marLeft w:val="0"/>
      <w:marRight w:val="0"/>
      <w:marTop w:val="0"/>
      <w:marBottom w:val="0"/>
      <w:divBdr>
        <w:top w:val="none" w:sz="0" w:space="0" w:color="auto"/>
        <w:left w:val="none" w:sz="0" w:space="0" w:color="auto"/>
        <w:bottom w:val="none" w:sz="0" w:space="0" w:color="auto"/>
        <w:right w:val="none" w:sz="0" w:space="0" w:color="auto"/>
      </w:divBdr>
    </w:div>
    <w:div w:id="1630353053">
      <w:bodyDiv w:val="1"/>
      <w:marLeft w:val="0"/>
      <w:marRight w:val="0"/>
      <w:marTop w:val="0"/>
      <w:marBottom w:val="0"/>
      <w:divBdr>
        <w:top w:val="none" w:sz="0" w:space="0" w:color="auto"/>
        <w:left w:val="none" w:sz="0" w:space="0" w:color="auto"/>
        <w:bottom w:val="none" w:sz="0" w:space="0" w:color="auto"/>
        <w:right w:val="none" w:sz="0" w:space="0" w:color="auto"/>
      </w:divBdr>
    </w:div>
    <w:div w:id="1632441660">
      <w:bodyDiv w:val="1"/>
      <w:marLeft w:val="0"/>
      <w:marRight w:val="0"/>
      <w:marTop w:val="0"/>
      <w:marBottom w:val="0"/>
      <w:divBdr>
        <w:top w:val="none" w:sz="0" w:space="0" w:color="auto"/>
        <w:left w:val="none" w:sz="0" w:space="0" w:color="auto"/>
        <w:bottom w:val="none" w:sz="0" w:space="0" w:color="auto"/>
        <w:right w:val="none" w:sz="0" w:space="0" w:color="auto"/>
      </w:divBdr>
    </w:div>
    <w:div w:id="1632595010">
      <w:bodyDiv w:val="1"/>
      <w:marLeft w:val="0"/>
      <w:marRight w:val="0"/>
      <w:marTop w:val="0"/>
      <w:marBottom w:val="0"/>
      <w:divBdr>
        <w:top w:val="none" w:sz="0" w:space="0" w:color="auto"/>
        <w:left w:val="none" w:sz="0" w:space="0" w:color="auto"/>
        <w:bottom w:val="none" w:sz="0" w:space="0" w:color="auto"/>
        <w:right w:val="none" w:sz="0" w:space="0" w:color="auto"/>
      </w:divBdr>
      <w:divsChild>
        <w:div w:id="2105834387">
          <w:marLeft w:val="0"/>
          <w:marRight w:val="0"/>
          <w:marTop w:val="0"/>
          <w:marBottom w:val="0"/>
          <w:divBdr>
            <w:top w:val="none" w:sz="0" w:space="0" w:color="auto"/>
            <w:left w:val="none" w:sz="0" w:space="0" w:color="auto"/>
            <w:bottom w:val="none" w:sz="0" w:space="0" w:color="auto"/>
            <w:right w:val="none" w:sz="0" w:space="0" w:color="auto"/>
          </w:divBdr>
        </w:div>
      </w:divsChild>
    </w:div>
    <w:div w:id="1633438203">
      <w:bodyDiv w:val="1"/>
      <w:marLeft w:val="0"/>
      <w:marRight w:val="0"/>
      <w:marTop w:val="0"/>
      <w:marBottom w:val="0"/>
      <w:divBdr>
        <w:top w:val="none" w:sz="0" w:space="0" w:color="auto"/>
        <w:left w:val="none" w:sz="0" w:space="0" w:color="auto"/>
        <w:bottom w:val="none" w:sz="0" w:space="0" w:color="auto"/>
        <w:right w:val="none" w:sz="0" w:space="0" w:color="auto"/>
      </w:divBdr>
      <w:divsChild>
        <w:div w:id="1305962869">
          <w:marLeft w:val="0"/>
          <w:marRight w:val="0"/>
          <w:marTop w:val="0"/>
          <w:marBottom w:val="0"/>
          <w:divBdr>
            <w:top w:val="none" w:sz="0" w:space="0" w:color="auto"/>
            <w:left w:val="none" w:sz="0" w:space="0" w:color="auto"/>
            <w:bottom w:val="none" w:sz="0" w:space="0" w:color="auto"/>
            <w:right w:val="none" w:sz="0" w:space="0" w:color="auto"/>
          </w:divBdr>
          <w:divsChild>
            <w:div w:id="12982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57797">
      <w:bodyDiv w:val="1"/>
      <w:marLeft w:val="0"/>
      <w:marRight w:val="0"/>
      <w:marTop w:val="0"/>
      <w:marBottom w:val="0"/>
      <w:divBdr>
        <w:top w:val="none" w:sz="0" w:space="0" w:color="auto"/>
        <w:left w:val="none" w:sz="0" w:space="0" w:color="auto"/>
        <w:bottom w:val="none" w:sz="0" w:space="0" w:color="auto"/>
        <w:right w:val="none" w:sz="0" w:space="0" w:color="auto"/>
      </w:divBdr>
      <w:divsChild>
        <w:div w:id="1452555554">
          <w:marLeft w:val="0"/>
          <w:marRight w:val="0"/>
          <w:marTop w:val="0"/>
          <w:marBottom w:val="0"/>
          <w:divBdr>
            <w:top w:val="none" w:sz="0" w:space="0" w:color="auto"/>
            <w:left w:val="none" w:sz="0" w:space="0" w:color="auto"/>
            <w:bottom w:val="none" w:sz="0" w:space="0" w:color="auto"/>
            <w:right w:val="none" w:sz="0" w:space="0" w:color="auto"/>
          </w:divBdr>
        </w:div>
      </w:divsChild>
    </w:div>
    <w:div w:id="1636569054">
      <w:bodyDiv w:val="1"/>
      <w:marLeft w:val="0"/>
      <w:marRight w:val="0"/>
      <w:marTop w:val="0"/>
      <w:marBottom w:val="0"/>
      <w:divBdr>
        <w:top w:val="none" w:sz="0" w:space="0" w:color="auto"/>
        <w:left w:val="none" w:sz="0" w:space="0" w:color="auto"/>
        <w:bottom w:val="none" w:sz="0" w:space="0" w:color="auto"/>
        <w:right w:val="none" w:sz="0" w:space="0" w:color="auto"/>
      </w:divBdr>
      <w:divsChild>
        <w:div w:id="690573323">
          <w:marLeft w:val="0"/>
          <w:marRight w:val="0"/>
          <w:marTop w:val="0"/>
          <w:marBottom w:val="0"/>
          <w:divBdr>
            <w:top w:val="none" w:sz="0" w:space="0" w:color="auto"/>
            <w:left w:val="none" w:sz="0" w:space="0" w:color="auto"/>
            <w:bottom w:val="none" w:sz="0" w:space="0" w:color="auto"/>
            <w:right w:val="none" w:sz="0" w:space="0" w:color="auto"/>
          </w:divBdr>
        </w:div>
      </w:divsChild>
    </w:div>
    <w:div w:id="1641152544">
      <w:bodyDiv w:val="1"/>
      <w:marLeft w:val="0"/>
      <w:marRight w:val="0"/>
      <w:marTop w:val="0"/>
      <w:marBottom w:val="0"/>
      <w:divBdr>
        <w:top w:val="none" w:sz="0" w:space="0" w:color="auto"/>
        <w:left w:val="none" w:sz="0" w:space="0" w:color="auto"/>
        <w:bottom w:val="none" w:sz="0" w:space="0" w:color="auto"/>
        <w:right w:val="none" w:sz="0" w:space="0" w:color="auto"/>
      </w:divBdr>
    </w:div>
    <w:div w:id="1645960934">
      <w:bodyDiv w:val="1"/>
      <w:marLeft w:val="0"/>
      <w:marRight w:val="0"/>
      <w:marTop w:val="0"/>
      <w:marBottom w:val="0"/>
      <w:divBdr>
        <w:top w:val="none" w:sz="0" w:space="0" w:color="auto"/>
        <w:left w:val="none" w:sz="0" w:space="0" w:color="auto"/>
        <w:bottom w:val="none" w:sz="0" w:space="0" w:color="auto"/>
        <w:right w:val="none" w:sz="0" w:space="0" w:color="auto"/>
      </w:divBdr>
      <w:divsChild>
        <w:div w:id="1932468068">
          <w:marLeft w:val="0"/>
          <w:marRight w:val="0"/>
          <w:marTop w:val="0"/>
          <w:marBottom w:val="0"/>
          <w:divBdr>
            <w:top w:val="none" w:sz="0" w:space="0" w:color="auto"/>
            <w:left w:val="none" w:sz="0" w:space="0" w:color="auto"/>
            <w:bottom w:val="none" w:sz="0" w:space="0" w:color="auto"/>
            <w:right w:val="none" w:sz="0" w:space="0" w:color="auto"/>
          </w:divBdr>
        </w:div>
      </w:divsChild>
    </w:div>
    <w:div w:id="1647781622">
      <w:bodyDiv w:val="1"/>
      <w:marLeft w:val="0"/>
      <w:marRight w:val="0"/>
      <w:marTop w:val="0"/>
      <w:marBottom w:val="0"/>
      <w:divBdr>
        <w:top w:val="none" w:sz="0" w:space="0" w:color="auto"/>
        <w:left w:val="none" w:sz="0" w:space="0" w:color="auto"/>
        <w:bottom w:val="none" w:sz="0" w:space="0" w:color="auto"/>
        <w:right w:val="none" w:sz="0" w:space="0" w:color="auto"/>
      </w:divBdr>
      <w:divsChild>
        <w:div w:id="753208674">
          <w:marLeft w:val="0"/>
          <w:marRight w:val="0"/>
          <w:marTop w:val="0"/>
          <w:marBottom w:val="0"/>
          <w:divBdr>
            <w:top w:val="none" w:sz="0" w:space="0" w:color="auto"/>
            <w:left w:val="none" w:sz="0" w:space="0" w:color="auto"/>
            <w:bottom w:val="none" w:sz="0" w:space="0" w:color="auto"/>
            <w:right w:val="none" w:sz="0" w:space="0" w:color="auto"/>
          </w:divBdr>
        </w:div>
      </w:divsChild>
    </w:div>
    <w:div w:id="1657297968">
      <w:bodyDiv w:val="1"/>
      <w:marLeft w:val="0"/>
      <w:marRight w:val="0"/>
      <w:marTop w:val="0"/>
      <w:marBottom w:val="0"/>
      <w:divBdr>
        <w:top w:val="none" w:sz="0" w:space="0" w:color="auto"/>
        <w:left w:val="none" w:sz="0" w:space="0" w:color="auto"/>
        <w:bottom w:val="none" w:sz="0" w:space="0" w:color="auto"/>
        <w:right w:val="none" w:sz="0" w:space="0" w:color="auto"/>
      </w:divBdr>
      <w:divsChild>
        <w:div w:id="107815214">
          <w:marLeft w:val="0"/>
          <w:marRight w:val="0"/>
          <w:marTop w:val="0"/>
          <w:marBottom w:val="0"/>
          <w:divBdr>
            <w:top w:val="none" w:sz="0" w:space="0" w:color="auto"/>
            <w:left w:val="none" w:sz="0" w:space="0" w:color="auto"/>
            <w:bottom w:val="none" w:sz="0" w:space="0" w:color="auto"/>
            <w:right w:val="none" w:sz="0" w:space="0" w:color="auto"/>
          </w:divBdr>
        </w:div>
      </w:divsChild>
    </w:div>
    <w:div w:id="1663655933">
      <w:bodyDiv w:val="1"/>
      <w:marLeft w:val="0"/>
      <w:marRight w:val="0"/>
      <w:marTop w:val="0"/>
      <w:marBottom w:val="0"/>
      <w:divBdr>
        <w:top w:val="none" w:sz="0" w:space="0" w:color="auto"/>
        <w:left w:val="none" w:sz="0" w:space="0" w:color="auto"/>
        <w:bottom w:val="none" w:sz="0" w:space="0" w:color="auto"/>
        <w:right w:val="none" w:sz="0" w:space="0" w:color="auto"/>
      </w:divBdr>
      <w:divsChild>
        <w:div w:id="1250575744">
          <w:marLeft w:val="0"/>
          <w:marRight w:val="0"/>
          <w:marTop w:val="0"/>
          <w:marBottom w:val="0"/>
          <w:divBdr>
            <w:top w:val="none" w:sz="0" w:space="0" w:color="auto"/>
            <w:left w:val="none" w:sz="0" w:space="0" w:color="auto"/>
            <w:bottom w:val="none" w:sz="0" w:space="0" w:color="auto"/>
            <w:right w:val="none" w:sz="0" w:space="0" w:color="auto"/>
          </w:divBdr>
        </w:div>
      </w:divsChild>
    </w:div>
    <w:div w:id="1663847395">
      <w:bodyDiv w:val="1"/>
      <w:marLeft w:val="0"/>
      <w:marRight w:val="0"/>
      <w:marTop w:val="0"/>
      <w:marBottom w:val="0"/>
      <w:divBdr>
        <w:top w:val="none" w:sz="0" w:space="0" w:color="auto"/>
        <w:left w:val="none" w:sz="0" w:space="0" w:color="auto"/>
        <w:bottom w:val="none" w:sz="0" w:space="0" w:color="auto"/>
        <w:right w:val="none" w:sz="0" w:space="0" w:color="auto"/>
      </w:divBdr>
      <w:divsChild>
        <w:div w:id="436370325">
          <w:marLeft w:val="0"/>
          <w:marRight w:val="0"/>
          <w:marTop w:val="0"/>
          <w:marBottom w:val="0"/>
          <w:divBdr>
            <w:top w:val="none" w:sz="0" w:space="0" w:color="auto"/>
            <w:left w:val="none" w:sz="0" w:space="0" w:color="auto"/>
            <w:bottom w:val="none" w:sz="0" w:space="0" w:color="auto"/>
            <w:right w:val="none" w:sz="0" w:space="0" w:color="auto"/>
          </w:divBdr>
        </w:div>
        <w:div w:id="928663096">
          <w:marLeft w:val="0"/>
          <w:marRight w:val="0"/>
          <w:marTop w:val="0"/>
          <w:marBottom w:val="0"/>
          <w:divBdr>
            <w:top w:val="none" w:sz="0" w:space="0" w:color="auto"/>
            <w:left w:val="none" w:sz="0" w:space="0" w:color="auto"/>
            <w:bottom w:val="none" w:sz="0" w:space="0" w:color="auto"/>
            <w:right w:val="none" w:sz="0" w:space="0" w:color="auto"/>
          </w:divBdr>
        </w:div>
      </w:divsChild>
    </w:div>
    <w:div w:id="1664624202">
      <w:bodyDiv w:val="1"/>
      <w:marLeft w:val="0"/>
      <w:marRight w:val="0"/>
      <w:marTop w:val="0"/>
      <w:marBottom w:val="0"/>
      <w:divBdr>
        <w:top w:val="none" w:sz="0" w:space="0" w:color="auto"/>
        <w:left w:val="none" w:sz="0" w:space="0" w:color="auto"/>
        <w:bottom w:val="none" w:sz="0" w:space="0" w:color="auto"/>
        <w:right w:val="none" w:sz="0" w:space="0" w:color="auto"/>
      </w:divBdr>
      <w:divsChild>
        <w:div w:id="571042846">
          <w:marLeft w:val="0"/>
          <w:marRight w:val="0"/>
          <w:marTop w:val="0"/>
          <w:marBottom w:val="0"/>
          <w:divBdr>
            <w:top w:val="none" w:sz="0" w:space="0" w:color="auto"/>
            <w:left w:val="none" w:sz="0" w:space="0" w:color="auto"/>
            <w:bottom w:val="none" w:sz="0" w:space="0" w:color="auto"/>
            <w:right w:val="none" w:sz="0" w:space="0" w:color="auto"/>
          </w:divBdr>
        </w:div>
      </w:divsChild>
    </w:div>
    <w:div w:id="1666005844">
      <w:bodyDiv w:val="1"/>
      <w:marLeft w:val="0"/>
      <w:marRight w:val="0"/>
      <w:marTop w:val="0"/>
      <w:marBottom w:val="0"/>
      <w:divBdr>
        <w:top w:val="none" w:sz="0" w:space="0" w:color="auto"/>
        <w:left w:val="none" w:sz="0" w:space="0" w:color="auto"/>
        <w:bottom w:val="none" w:sz="0" w:space="0" w:color="auto"/>
        <w:right w:val="none" w:sz="0" w:space="0" w:color="auto"/>
      </w:divBdr>
      <w:divsChild>
        <w:div w:id="388114324">
          <w:marLeft w:val="0"/>
          <w:marRight w:val="0"/>
          <w:marTop w:val="0"/>
          <w:marBottom w:val="0"/>
          <w:divBdr>
            <w:top w:val="none" w:sz="0" w:space="0" w:color="auto"/>
            <w:left w:val="none" w:sz="0" w:space="0" w:color="auto"/>
            <w:bottom w:val="none" w:sz="0" w:space="0" w:color="auto"/>
            <w:right w:val="none" w:sz="0" w:space="0" w:color="auto"/>
          </w:divBdr>
        </w:div>
      </w:divsChild>
    </w:div>
    <w:div w:id="1672176781">
      <w:bodyDiv w:val="1"/>
      <w:marLeft w:val="0"/>
      <w:marRight w:val="0"/>
      <w:marTop w:val="0"/>
      <w:marBottom w:val="0"/>
      <w:divBdr>
        <w:top w:val="none" w:sz="0" w:space="0" w:color="auto"/>
        <w:left w:val="none" w:sz="0" w:space="0" w:color="auto"/>
        <w:bottom w:val="none" w:sz="0" w:space="0" w:color="auto"/>
        <w:right w:val="none" w:sz="0" w:space="0" w:color="auto"/>
      </w:divBdr>
    </w:div>
    <w:div w:id="1682703085">
      <w:bodyDiv w:val="1"/>
      <w:marLeft w:val="0"/>
      <w:marRight w:val="0"/>
      <w:marTop w:val="0"/>
      <w:marBottom w:val="0"/>
      <w:divBdr>
        <w:top w:val="none" w:sz="0" w:space="0" w:color="auto"/>
        <w:left w:val="none" w:sz="0" w:space="0" w:color="auto"/>
        <w:bottom w:val="none" w:sz="0" w:space="0" w:color="auto"/>
        <w:right w:val="none" w:sz="0" w:space="0" w:color="auto"/>
      </w:divBdr>
      <w:divsChild>
        <w:div w:id="979916105">
          <w:marLeft w:val="0"/>
          <w:marRight w:val="0"/>
          <w:marTop w:val="0"/>
          <w:marBottom w:val="0"/>
          <w:divBdr>
            <w:top w:val="none" w:sz="0" w:space="0" w:color="auto"/>
            <w:left w:val="none" w:sz="0" w:space="0" w:color="auto"/>
            <w:bottom w:val="none" w:sz="0" w:space="0" w:color="auto"/>
            <w:right w:val="none" w:sz="0" w:space="0" w:color="auto"/>
          </w:divBdr>
        </w:div>
      </w:divsChild>
    </w:div>
    <w:div w:id="1687905778">
      <w:bodyDiv w:val="1"/>
      <w:marLeft w:val="0"/>
      <w:marRight w:val="0"/>
      <w:marTop w:val="0"/>
      <w:marBottom w:val="0"/>
      <w:divBdr>
        <w:top w:val="none" w:sz="0" w:space="0" w:color="auto"/>
        <w:left w:val="none" w:sz="0" w:space="0" w:color="auto"/>
        <w:bottom w:val="none" w:sz="0" w:space="0" w:color="auto"/>
        <w:right w:val="none" w:sz="0" w:space="0" w:color="auto"/>
      </w:divBdr>
      <w:divsChild>
        <w:div w:id="1974554659">
          <w:marLeft w:val="0"/>
          <w:marRight w:val="0"/>
          <w:marTop w:val="0"/>
          <w:marBottom w:val="0"/>
          <w:divBdr>
            <w:top w:val="none" w:sz="0" w:space="0" w:color="auto"/>
            <w:left w:val="none" w:sz="0" w:space="0" w:color="auto"/>
            <w:bottom w:val="none" w:sz="0" w:space="0" w:color="auto"/>
            <w:right w:val="none" w:sz="0" w:space="0" w:color="auto"/>
          </w:divBdr>
        </w:div>
      </w:divsChild>
    </w:div>
    <w:div w:id="1697610450">
      <w:bodyDiv w:val="1"/>
      <w:marLeft w:val="0"/>
      <w:marRight w:val="0"/>
      <w:marTop w:val="0"/>
      <w:marBottom w:val="0"/>
      <w:divBdr>
        <w:top w:val="none" w:sz="0" w:space="0" w:color="auto"/>
        <w:left w:val="none" w:sz="0" w:space="0" w:color="auto"/>
        <w:bottom w:val="none" w:sz="0" w:space="0" w:color="auto"/>
        <w:right w:val="none" w:sz="0" w:space="0" w:color="auto"/>
      </w:divBdr>
      <w:divsChild>
        <w:div w:id="260915536">
          <w:marLeft w:val="0"/>
          <w:marRight w:val="0"/>
          <w:marTop w:val="0"/>
          <w:marBottom w:val="0"/>
          <w:divBdr>
            <w:top w:val="none" w:sz="0" w:space="0" w:color="auto"/>
            <w:left w:val="none" w:sz="0" w:space="0" w:color="auto"/>
            <w:bottom w:val="none" w:sz="0" w:space="0" w:color="auto"/>
            <w:right w:val="none" w:sz="0" w:space="0" w:color="auto"/>
          </w:divBdr>
        </w:div>
        <w:div w:id="550772688">
          <w:marLeft w:val="0"/>
          <w:marRight w:val="0"/>
          <w:marTop w:val="0"/>
          <w:marBottom w:val="0"/>
          <w:divBdr>
            <w:top w:val="none" w:sz="0" w:space="0" w:color="auto"/>
            <w:left w:val="none" w:sz="0" w:space="0" w:color="auto"/>
            <w:bottom w:val="none" w:sz="0" w:space="0" w:color="auto"/>
            <w:right w:val="none" w:sz="0" w:space="0" w:color="auto"/>
          </w:divBdr>
        </w:div>
        <w:div w:id="861866864">
          <w:marLeft w:val="0"/>
          <w:marRight w:val="0"/>
          <w:marTop w:val="0"/>
          <w:marBottom w:val="0"/>
          <w:divBdr>
            <w:top w:val="none" w:sz="0" w:space="0" w:color="auto"/>
            <w:left w:val="none" w:sz="0" w:space="0" w:color="auto"/>
            <w:bottom w:val="none" w:sz="0" w:space="0" w:color="auto"/>
            <w:right w:val="none" w:sz="0" w:space="0" w:color="auto"/>
          </w:divBdr>
        </w:div>
        <w:div w:id="1065227632">
          <w:marLeft w:val="0"/>
          <w:marRight w:val="0"/>
          <w:marTop w:val="0"/>
          <w:marBottom w:val="0"/>
          <w:divBdr>
            <w:top w:val="none" w:sz="0" w:space="0" w:color="auto"/>
            <w:left w:val="none" w:sz="0" w:space="0" w:color="auto"/>
            <w:bottom w:val="none" w:sz="0" w:space="0" w:color="auto"/>
            <w:right w:val="none" w:sz="0" w:space="0" w:color="auto"/>
          </w:divBdr>
        </w:div>
        <w:div w:id="1423449915">
          <w:marLeft w:val="0"/>
          <w:marRight w:val="0"/>
          <w:marTop w:val="0"/>
          <w:marBottom w:val="0"/>
          <w:divBdr>
            <w:top w:val="none" w:sz="0" w:space="0" w:color="auto"/>
            <w:left w:val="none" w:sz="0" w:space="0" w:color="auto"/>
            <w:bottom w:val="none" w:sz="0" w:space="0" w:color="auto"/>
            <w:right w:val="none" w:sz="0" w:space="0" w:color="auto"/>
          </w:divBdr>
        </w:div>
        <w:div w:id="1703289189">
          <w:marLeft w:val="0"/>
          <w:marRight w:val="0"/>
          <w:marTop w:val="0"/>
          <w:marBottom w:val="0"/>
          <w:divBdr>
            <w:top w:val="none" w:sz="0" w:space="0" w:color="auto"/>
            <w:left w:val="none" w:sz="0" w:space="0" w:color="auto"/>
            <w:bottom w:val="none" w:sz="0" w:space="0" w:color="auto"/>
            <w:right w:val="none" w:sz="0" w:space="0" w:color="auto"/>
          </w:divBdr>
        </w:div>
        <w:div w:id="1995529349">
          <w:marLeft w:val="0"/>
          <w:marRight w:val="0"/>
          <w:marTop w:val="0"/>
          <w:marBottom w:val="0"/>
          <w:divBdr>
            <w:top w:val="none" w:sz="0" w:space="0" w:color="auto"/>
            <w:left w:val="none" w:sz="0" w:space="0" w:color="auto"/>
            <w:bottom w:val="none" w:sz="0" w:space="0" w:color="auto"/>
            <w:right w:val="none" w:sz="0" w:space="0" w:color="auto"/>
          </w:divBdr>
        </w:div>
      </w:divsChild>
    </w:div>
    <w:div w:id="1697846828">
      <w:bodyDiv w:val="1"/>
      <w:marLeft w:val="0"/>
      <w:marRight w:val="0"/>
      <w:marTop w:val="0"/>
      <w:marBottom w:val="0"/>
      <w:divBdr>
        <w:top w:val="none" w:sz="0" w:space="0" w:color="auto"/>
        <w:left w:val="none" w:sz="0" w:space="0" w:color="auto"/>
        <w:bottom w:val="none" w:sz="0" w:space="0" w:color="auto"/>
        <w:right w:val="none" w:sz="0" w:space="0" w:color="auto"/>
      </w:divBdr>
      <w:divsChild>
        <w:div w:id="1532768742">
          <w:marLeft w:val="0"/>
          <w:marRight w:val="0"/>
          <w:marTop w:val="0"/>
          <w:marBottom w:val="0"/>
          <w:divBdr>
            <w:top w:val="none" w:sz="0" w:space="0" w:color="auto"/>
            <w:left w:val="none" w:sz="0" w:space="0" w:color="auto"/>
            <w:bottom w:val="none" w:sz="0" w:space="0" w:color="auto"/>
            <w:right w:val="none" w:sz="0" w:space="0" w:color="auto"/>
          </w:divBdr>
        </w:div>
      </w:divsChild>
    </w:div>
    <w:div w:id="1704014621">
      <w:bodyDiv w:val="1"/>
      <w:marLeft w:val="0"/>
      <w:marRight w:val="0"/>
      <w:marTop w:val="0"/>
      <w:marBottom w:val="0"/>
      <w:divBdr>
        <w:top w:val="none" w:sz="0" w:space="0" w:color="auto"/>
        <w:left w:val="none" w:sz="0" w:space="0" w:color="auto"/>
        <w:bottom w:val="none" w:sz="0" w:space="0" w:color="auto"/>
        <w:right w:val="none" w:sz="0" w:space="0" w:color="auto"/>
      </w:divBdr>
      <w:divsChild>
        <w:div w:id="18775819">
          <w:marLeft w:val="0"/>
          <w:marRight w:val="0"/>
          <w:marTop w:val="0"/>
          <w:marBottom w:val="0"/>
          <w:divBdr>
            <w:top w:val="none" w:sz="0" w:space="0" w:color="auto"/>
            <w:left w:val="none" w:sz="0" w:space="0" w:color="auto"/>
            <w:bottom w:val="none" w:sz="0" w:space="0" w:color="auto"/>
            <w:right w:val="none" w:sz="0" w:space="0" w:color="auto"/>
          </w:divBdr>
        </w:div>
      </w:divsChild>
    </w:div>
    <w:div w:id="1706102482">
      <w:bodyDiv w:val="1"/>
      <w:marLeft w:val="0"/>
      <w:marRight w:val="0"/>
      <w:marTop w:val="0"/>
      <w:marBottom w:val="0"/>
      <w:divBdr>
        <w:top w:val="none" w:sz="0" w:space="0" w:color="auto"/>
        <w:left w:val="none" w:sz="0" w:space="0" w:color="auto"/>
        <w:bottom w:val="none" w:sz="0" w:space="0" w:color="auto"/>
        <w:right w:val="none" w:sz="0" w:space="0" w:color="auto"/>
      </w:divBdr>
      <w:divsChild>
        <w:div w:id="622544353">
          <w:marLeft w:val="0"/>
          <w:marRight w:val="0"/>
          <w:marTop w:val="0"/>
          <w:marBottom w:val="0"/>
          <w:divBdr>
            <w:top w:val="none" w:sz="0" w:space="0" w:color="auto"/>
            <w:left w:val="none" w:sz="0" w:space="0" w:color="auto"/>
            <w:bottom w:val="none" w:sz="0" w:space="0" w:color="auto"/>
            <w:right w:val="none" w:sz="0" w:space="0" w:color="auto"/>
          </w:divBdr>
        </w:div>
      </w:divsChild>
    </w:div>
    <w:div w:id="1706178548">
      <w:bodyDiv w:val="1"/>
      <w:marLeft w:val="0"/>
      <w:marRight w:val="0"/>
      <w:marTop w:val="0"/>
      <w:marBottom w:val="0"/>
      <w:divBdr>
        <w:top w:val="none" w:sz="0" w:space="0" w:color="auto"/>
        <w:left w:val="none" w:sz="0" w:space="0" w:color="auto"/>
        <w:bottom w:val="none" w:sz="0" w:space="0" w:color="auto"/>
        <w:right w:val="none" w:sz="0" w:space="0" w:color="auto"/>
      </w:divBdr>
      <w:divsChild>
        <w:div w:id="1959556313">
          <w:marLeft w:val="0"/>
          <w:marRight w:val="0"/>
          <w:marTop w:val="0"/>
          <w:marBottom w:val="0"/>
          <w:divBdr>
            <w:top w:val="none" w:sz="0" w:space="0" w:color="auto"/>
            <w:left w:val="none" w:sz="0" w:space="0" w:color="auto"/>
            <w:bottom w:val="none" w:sz="0" w:space="0" w:color="auto"/>
            <w:right w:val="none" w:sz="0" w:space="0" w:color="auto"/>
          </w:divBdr>
        </w:div>
      </w:divsChild>
    </w:div>
    <w:div w:id="1709522060">
      <w:bodyDiv w:val="1"/>
      <w:marLeft w:val="0"/>
      <w:marRight w:val="0"/>
      <w:marTop w:val="0"/>
      <w:marBottom w:val="0"/>
      <w:divBdr>
        <w:top w:val="none" w:sz="0" w:space="0" w:color="auto"/>
        <w:left w:val="none" w:sz="0" w:space="0" w:color="auto"/>
        <w:bottom w:val="none" w:sz="0" w:space="0" w:color="auto"/>
        <w:right w:val="none" w:sz="0" w:space="0" w:color="auto"/>
      </w:divBdr>
      <w:divsChild>
        <w:div w:id="556859835">
          <w:marLeft w:val="0"/>
          <w:marRight w:val="0"/>
          <w:marTop w:val="0"/>
          <w:marBottom w:val="0"/>
          <w:divBdr>
            <w:top w:val="none" w:sz="0" w:space="0" w:color="auto"/>
            <w:left w:val="none" w:sz="0" w:space="0" w:color="auto"/>
            <w:bottom w:val="none" w:sz="0" w:space="0" w:color="auto"/>
            <w:right w:val="none" w:sz="0" w:space="0" w:color="auto"/>
          </w:divBdr>
        </w:div>
      </w:divsChild>
    </w:div>
    <w:div w:id="1709719509">
      <w:bodyDiv w:val="1"/>
      <w:marLeft w:val="0"/>
      <w:marRight w:val="0"/>
      <w:marTop w:val="0"/>
      <w:marBottom w:val="0"/>
      <w:divBdr>
        <w:top w:val="none" w:sz="0" w:space="0" w:color="auto"/>
        <w:left w:val="none" w:sz="0" w:space="0" w:color="auto"/>
        <w:bottom w:val="none" w:sz="0" w:space="0" w:color="auto"/>
        <w:right w:val="none" w:sz="0" w:space="0" w:color="auto"/>
      </w:divBdr>
      <w:divsChild>
        <w:div w:id="1512719461">
          <w:marLeft w:val="0"/>
          <w:marRight w:val="0"/>
          <w:marTop w:val="0"/>
          <w:marBottom w:val="0"/>
          <w:divBdr>
            <w:top w:val="none" w:sz="0" w:space="0" w:color="auto"/>
            <w:left w:val="none" w:sz="0" w:space="0" w:color="auto"/>
            <w:bottom w:val="none" w:sz="0" w:space="0" w:color="auto"/>
            <w:right w:val="none" w:sz="0" w:space="0" w:color="auto"/>
          </w:divBdr>
        </w:div>
        <w:div w:id="2118286664">
          <w:marLeft w:val="0"/>
          <w:marRight w:val="0"/>
          <w:marTop w:val="0"/>
          <w:marBottom w:val="0"/>
          <w:divBdr>
            <w:top w:val="none" w:sz="0" w:space="0" w:color="auto"/>
            <w:left w:val="none" w:sz="0" w:space="0" w:color="auto"/>
            <w:bottom w:val="none" w:sz="0" w:space="0" w:color="auto"/>
            <w:right w:val="none" w:sz="0" w:space="0" w:color="auto"/>
          </w:divBdr>
        </w:div>
      </w:divsChild>
    </w:div>
    <w:div w:id="1715081793">
      <w:bodyDiv w:val="1"/>
      <w:marLeft w:val="0"/>
      <w:marRight w:val="0"/>
      <w:marTop w:val="0"/>
      <w:marBottom w:val="0"/>
      <w:divBdr>
        <w:top w:val="none" w:sz="0" w:space="0" w:color="auto"/>
        <w:left w:val="none" w:sz="0" w:space="0" w:color="auto"/>
        <w:bottom w:val="none" w:sz="0" w:space="0" w:color="auto"/>
        <w:right w:val="none" w:sz="0" w:space="0" w:color="auto"/>
      </w:divBdr>
    </w:div>
    <w:div w:id="1724408344">
      <w:bodyDiv w:val="1"/>
      <w:marLeft w:val="0"/>
      <w:marRight w:val="0"/>
      <w:marTop w:val="0"/>
      <w:marBottom w:val="0"/>
      <w:divBdr>
        <w:top w:val="none" w:sz="0" w:space="0" w:color="auto"/>
        <w:left w:val="none" w:sz="0" w:space="0" w:color="auto"/>
        <w:bottom w:val="none" w:sz="0" w:space="0" w:color="auto"/>
        <w:right w:val="none" w:sz="0" w:space="0" w:color="auto"/>
      </w:divBdr>
      <w:divsChild>
        <w:div w:id="2112506801">
          <w:marLeft w:val="0"/>
          <w:marRight w:val="0"/>
          <w:marTop w:val="0"/>
          <w:marBottom w:val="0"/>
          <w:divBdr>
            <w:top w:val="none" w:sz="0" w:space="0" w:color="auto"/>
            <w:left w:val="none" w:sz="0" w:space="0" w:color="auto"/>
            <w:bottom w:val="none" w:sz="0" w:space="0" w:color="auto"/>
            <w:right w:val="none" w:sz="0" w:space="0" w:color="auto"/>
          </w:divBdr>
        </w:div>
      </w:divsChild>
    </w:div>
    <w:div w:id="1727679158">
      <w:bodyDiv w:val="1"/>
      <w:marLeft w:val="0"/>
      <w:marRight w:val="0"/>
      <w:marTop w:val="0"/>
      <w:marBottom w:val="0"/>
      <w:divBdr>
        <w:top w:val="none" w:sz="0" w:space="0" w:color="auto"/>
        <w:left w:val="none" w:sz="0" w:space="0" w:color="auto"/>
        <w:bottom w:val="none" w:sz="0" w:space="0" w:color="auto"/>
        <w:right w:val="none" w:sz="0" w:space="0" w:color="auto"/>
      </w:divBdr>
      <w:divsChild>
        <w:div w:id="777262201">
          <w:marLeft w:val="0"/>
          <w:marRight w:val="0"/>
          <w:marTop w:val="0"/>
          <w:marBottom w:val="0"/>
          <w:divBdr>
            <w:top w:val="none" w:sz="0" w:space="0" w:color="auto"/>
            <w:left w:val="none" w:sz="0" w:space="0" w:color="auto"/>
            <w:bottom w:val="none" w:sz="0" w:space="0" w:color="auto"/>
            <w:right w:val="none" w:sz="0" w:space="0" w:color="auto"/>
          </w:divBdr>
        </w:div>
      </w:divsChild>
    </w:div>
    <w:div w:id="1728066631">
      <w:bodyDiv w:val="1"/>
      <w:marLeft w:val="0"/>
      <w:marRight w:val="0"/>
      <w:marTop w:val="0"/>
      <w:marBottom w:val="0"/>
      <w:divBdr>
        <w:top w:val="none" w:sz="0" w:space="0" w:color="auto"/>
        <w:left w:val="none" w:sz="0" w:space="0" w:color="auto"/>
        <w:bottom w:val="none" w:sz="0" w:space="0" w:color="auto"/>
        <w:right w:val="none" w:sz="0" w:space="0" w:color="auto"/>
      </w:divBdr>
      <w:divsChild>
        <w:div w:id="2129618363">
          <w:marLeft w:val="0"/>
          <w:marRight w:val="0"/>
          <w:marTop w:val="0"/>
          <w:marBottom w:val="0"/>
          <w:divBdr>
            <w:top w:val="none" w:sz="0" w:space="0" w:color="auto"/>
            <w:left w:val="none" w:sz="0" w:space="0" w:color="auto"/>
            <w:bottom w:val="none" w:sz="0" w:space="0" w:color="auto"/>
            <w:right w:val="none" w:sz="0" w:space="0" w:color="auto"/>
          </w:divBdr>
        </w:div>
      </w:divsChild>
    </w:div>
    <w:div w:id="1729104974">
      <w:bodyDiv w:val="1"/>
      <w:marLeft w:val="0"/>
      <w:marRight w:val="0"/>
      <w:marTop w:val="0"/>
      <w:marBottom w:val="0"/>
      <w:divBdr>
        <w:top w:val="none" w:sz="0" w:space="0" w:color="auto"/>
        <w:left w:val="none" w:sz="0" w:space="0" w:color="auto"/>
        <w:bottom w:val="none" w:sz="0" w:space="0" w:color="auto"/>
        <w:right w:val="none" w:sz="0" w:space="0" w:color="auto"/>
      </w:divBdr>
      <w:divsChild>
        <w:div w:id="113715479">
          <w:marLeft w:val="0"/>
          <w:marRight w:val="0"/>
          <w:marTop w:val="0"/>
          <w:marBottom w:val="0"/>
          <w:divBdr>
            <w:top w:val="none" w:sz="0" w:space="0" w:color="auto"/>
            <w:left w:val="none" w:sz="0" w:space="0" w:color="auto"/>
            <w:bottom w:val="none" w:sz="0" w:space="0" w:color="auto"/>
            <w:right w:val="none" w:sz="0" w:space="0" w:color="auto"/>
          </w:divBdr>
        </w:div>
      </w:divsChild>
    </w:div>
    <w:div w:id="1731153128">
      <w:bodyDiv w:val="1"/>
      <w:marLeft w:val="0"/>
      <w:marRight w:val="0"/>
      <w:marTop w:val="0"/>
      <w:marBottom w:val="0"/>
      <w:divBdr>
        <w:top w:val="none" w:sz="0" w:space="0" w:color="auto"/>
        <w:left w:val="none" w:sz="0" w:space="0" w:color="auto"/>
        <w:bottom w:val="none" w:sz="0" w:space="0" w:color="auto"/>
        <w:right w:val="none" w:sz="0" w:space="0" w:color="auto"/>
      </w:divBdr>
    </w:div>
    <w:div w:id="1741831773">
      <w:bodyDiv w:val="1"/>
      <w:marLeft w:val="0"/>
      <w:marRight w:val="0"/>
      <w:marTop w:val="0"/>
      <w:marBottom w:val="0"/>
      <w:divBdr>
        <w:top w:val="none" w:sz="0" w:space="0" w:color="auto"/>
        <w:left w:val="none" w:sz="0" w:space="0" w:color="auto"/>
        <w:bottom w:val="none" w:sz="0" w:space="0" w:color="auto"/>
        <w:right w:val="none" w:sz="0" w:space="0" w:color="auto"/>
      </w:divBdr>
      <w:divsChild>
        <w:div w:id="2104253269">
          <w:marLeft w:val="0"/>
          <w:marRight w:val="0"/>
          <w:marTop w:val="0"/>
          <w:marBottom w:val="0"/>
          <w:divBdr>
            <w:top w:val="none" w:sz="0" w:space="0" w:color="auto"/>
            <w:left w:val="none" w:sz="0" w:space="0" w:color="auto"/>
            <w:bottom w:val="none" w:sz="0" w:space="0" w:color="auto"/>
            <w:right w:val="none" w:sz="0" w:space="0" w:color="auto"/>
          </w:divBdr>
        </w:div>
      </w:divsChild>
    </w:div>
    <w:div w:id="1745294103">
      <w:bodyDiv w:val="1"/>
      <w:marLeft w:val="0"/>
      <w:marRight w:val="0"/>
      <w:marTop w:val="0"/>
      <w:marBottom w:val="0"/>
      <w:divBdr>
        <w:top w:val="none" w:sz="0" w:space="0" w:color="auto"/>
        <w:left w:val="none" w:sz="0" w:space="0" w:color="auto"/>
        <w:bottom w:val="none" w:sz="0" w:space="0" w:color="auto"/>
        <w:right w:val="none" w:sz="0" w:space="0" w:color="auto"/>
      </w:divBdr>
      <w:divsChild>
        <w:div w:id="192231554">
          <w:marLeft w:val="0"/>
          <w:marRight w:val="0"/>
          <w:marTop w:val="0"/>
          <w:marBottom w:val="0"/>
          <w:divBdr>
            <w:top w:val="none" w:sz="0" w:space="0" w:color="auto"/>
            <w:left w:val="none" w:sz="0" w:space="0" w:color="auto"/>
            <w:bottom w:val="none" w:sz="0" w:space="0" w:color="auto"/>
            <w:right w:val="none" w:sz="0" w:space="0" w:color="auto"/>
          </w:divBdr>
        </w:div>
      </w:divsChild>
    </w:div>
    <w:div w:id="1746561981">
      <w:bodyDiv w:val="1"/>
      <w:marLeft w:val="0"/>
      <w:marRight w:val="0"/>
      <w:marTop w:val="0"/>
      <w:marBottom w:val="0"/>
      <w:divBdr>
        <w:top w:val="none" w:sz="0" w:space="0" w:color="auto"/>
        <w:left w:val="none" w:sz="0" w:space="0" w:color="auto"/>
        <w:bottom w:val="none" w:sz="0" w:space="0" w:color="auto"/>
        <w:right w:val="none" w:sz="0" w:space="0" w:color="auto"/>
      </w:divBdr>
      <w:divsChild>
        <w:div w:id="1906840503">
          <w:marLeft w:val="0"/>
          <w:marRight w:val="0"/>
          <w:marTop w:val="0"/>
          <w:marBottom w:val="0"/>
          <w:divBdr>
            <w:top w:val="none" w:sz="0" w:space="0" w:color="auto"/>
            <w:left w:val="none" w:sz="0" w:space="0" w:color="auto"/>
            <w:bottom w:val="none" w:sz="0" w:space="0" w:color="auto"/>
            <w:right w:val="none" w:sz="0" w:space="0" w:color="auto"/>
          </w:divBdr>
        </w:div>
      </w:divsChild>
    </w:div>
    <w:div w:id="1750809730">
      <w:bodyDiv w:val="1"/>
      <w:marLeft w:val="0"/>
      <w:marRight w:val="0"/>
      <w:marTop w:val="0"/>
      <w:marBottom w:val="0"/>
      <w:divBdr>
        <w:top w:val="none" w:sz="0" w:space="0" w:color="auto"/>
        <w:left w:val="none" w:sz="0" w:space="0" w:color="auto"/>
        <w:bottom w:val="none" w:sz="0" w:space="0" w:color="auto"/>
        <w:right w:val="none" w:sz="0" w:space="0" w:color="auto"/>
      </w:divBdr>
      <w:divsChild>
        <w:div w:id="1842507176">
          <w:marLeft w:val="0"/>
          <w:marRight w:val="0"/>
          <w:marTop w:val="0"/>
          <w:marBottom w:val="0"/>
          <w:divBdr>
            <w:top w:val="none" w:sz="0" w:space="0" w:color="auto"/>
            <w:left w:val="none" w:sz="0" w:space="0" w:color="auto"/>
            <w:bottom w:val="none" w:sz="0" w:space="0" w:color="auto"/>
            <w:right w:val="none" w:sz="0" w:space="0" w:color="auto"/>
          </w:divBdr>
        </w:div>
      </w:divsChild>
    </w:div>
    <w:div w:id="1751581698">
      <w:bodyDiv w:val="1"/>
      <w:marLeft w:val="0"/>
      <w:marRight w:val="0"/>
      <w:marTop w:val="0"/>
      <w:marBottom w:val="0"/>
      <w:divBdr>
        <w:top w:val="none" w:sz="0" w:space="0" w:color="auto"/>
        <w:left w:val="none" w:sz="0" w:space="0" w:color="auto"/>
        <w:bottom w:val="none" w:sz="0" w:space="0" w:color="auto"/>
        <w:right w:val="none" w:sz="0" w:space="0" w:color="auto"/>
      </w:divBdr>
      <w:divsChild>
        <w:div w:id="1991858902">
          <w:marLeft w:val="0"/>
          <w:marRight w:val="0"/>
          <w:marTop w:val="0"/>
          <w:marBottom w:val="0"/>
          <w:divBdr>
            <w:top w:val="none" w:sz="0" w:space="0" w:color="auto"/>
            <w:left w:val="none" w:sz="0" w:space="0" w:color="auto"/>
            <w:bottom w:val="none" w:sz="0" w:space="0" w:color="auto"/>
            <w:right w:val="none" w:sz="0" w:space="0" w:color="auto"/>
          </w:divBdr>
        </w:div>
      </w:divsChild>
    </w:div>
    <w:div w:id="175952250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55">
          <w:marLeft w:val="0"/>
          <w:marRight w:val="0"/>
          <w:marTop w:val="0"/>
          <w:marBottom w:val="0"/>
          <w:divBdr>
            <w:top w:val="none" w:sz="0" w:space="0" w:color="auto"/>
            <w:left w:val="none" w:sz="0" w:space="0" w:color="auto"/>
            <w:bottom w:val="none" w:sz="0" w:space="0" w:color="auto"/>
            <w:right w:val="none" w:sz="0" w:space="0" w:color="auto"/>
          </w:divBdr>
        </w:div>
      </w:divsChild>
    </w:div>
    <w:div w:id="1763141462">
      <w:bodyDiv w:val="1"/>
      <w:marLeft w:val="0"/>
      <w:marRight w:val="0"/>
      <w:marTop w:val="0"/>
      <w:marBottom w:val="0"/>
      <w:divBdr>
        <w:top w:val="none" w:sz="0" w:space="0" w:color="auto"/>
        <w:left w:val="none" w:sz="0" w:space="0" w:color="auto"/>
        <w:bottom w:val="none" w:sz="0" w:space="0" w:color="auto"/>
        <w:right w:val="none" w:sz="0" w:space="0" w:color="auto"/>
      </w:divBdr>
      <w:divsChild>
        <w:div w:id="1409570501">
          <w:marLeft w:val="0"/>
          <w:marRight w:val="0"/>
          <w:marTop w:val="0"/>
          <w:marBottom w:val="0"/>
          <w:divBdr>
            <w:top w:val="none" w:sz="0" w:space="0" w:color="auto"/>
            <w:left w:val="none" w:sz="0" w:space="0" w:color="auto"/>
            <w:bottom w:val="none" w:sz="0" w:space="0" w:color="auto"/>
            <w:right w:val="none" w:sz="0" w:space="0" w:color="auto"/>
          </w:divBdr>
        </w:div>
      </w:divsChild>
    </w:div>
    <w:div w:id="1767648055">
      <w:bodyDiv w:val="1"/>
      <w:marLeft w:val="0"/>
      <w:marRight w:val="0"/>
      <w:marTop w:val="0"/>
      <w:marBottom w:val="0"/>
      <w:divBdr>
        <w:top w:val="none" w:sz="0" w:space="0" w:color="auto"/>
        <w:left w:val="none" w:sz="0" w:space="0" w:color="auto"/>
        <w:bottom w:val="none" w:sz="0" w:space="0" w:color="auto"/>
        <w:right w:val="none" w:sz="0" w:space="0" w:color="auto"/>
      </w:divBdr>
      <w:divsChild>
        <w:div w:id="1680039738">
          <w:marLeft w:val="0"/>
          <w:marRight w:val="0"/>
          <w:marTop w:val="0"/>
          <w:marBottom w:val="0"/>
          <w:divBdr>
            <w:top w:val="none" w:sz="0" w:space="0" w:color="auto"/>
            <w:left w:val="none" w:sz="0" w:space="0" w:color="auto"/>
            <w:bottom w:val="none" w:sz="0" w:space="0" w:color="auto"/>
            <w:right w:val="none" w:sz="0" w:space="0" w:color="auto"/>
          </w:divBdr>
        </w:div>
      </w:divsChild>
    </w:div>
    <w:div w:id="1768381833">
      <w:bodyDiv w:val="1"/>
      <w:marLeft w:val="0"/>
      <w:marRight w:val="0"/>
      <w:marTop w:val="0"/>
      <w:marBottom w:val="0"/>
      <w:divBdr>
        <w:top w:val="none" w:sz="0" w:space="0" w:color="auto"/>
        <w:left w:val="none" w:sz="0" w:space="0" w:color="auto"/>
        <w:bottom w:val="none" w:sz="0" w:space="0" w:color="auto"/>
        <w:right w:val="none" w:sz="0" w:space="0" w:color="auto"/>
      </w:divBdr>
      <w:divsChild>
        <w:div w:id="544021687">
          <w:marLeft w:val="0"/>
          <w:marRight w:val="0"/>
          <w:marTop w:val="0"/>
          <w:marBottom w:val="0"/>
          <w:divBdr>
            <w:top w:val="none" w:sz="0" w:space="0" w:color="auto"/>
            <w:left w:val="none" w:sz="0" w:space="0" w:color="auto"/>
            <w:bottom w:val="none" w:sz="0" w:space="0" w:color="auto"/>
            <w:right w:val="none" w:sz="0" w:space="0" w:color="auto"/>
          </w:divBdr>
        </w:div>
        <w:div w:id="799762567">
          <w:marLeft w:val="0"/>
          <w:marRight w:val="0"/>
          <w:marTop w:val="0"/>
          <w:marBottom w:val="0"/>
          <w:divBdr>
            <w:top w:val="none" w:sz="0" w:space="0" w:color="auto"/>
            <w:left w:val="none" w:sz="0" w:space="0" w:color="auto"/>
            <w:bottom w:val="none" w:sz="0" w:space="0" w:color="auto"/>
            <w:right w:val="none" w:sz="0" w:space="0" w:color="auto"/>
          </w:divBdr>
        </w:div>
        <w:div w:id="866212273">
          <w:marLeft w:val="0"/>
          <w:marRight w:val="0"/>
          <w:marTop w:val="0"/>
          <w:marBottom w:val="0"/>
          <w:divBdr>
            <w:top w:val="none" w:sz="0" w:space="0" w:color="auto"/>
            <w:left w:val="none" w:sz="0" w:space="0" w:color="auto"/>
            <w:bottom w:val="none" w:sz="0" w:space="0" w:color="auto"/>
            <w:right w:val="none" w:sz="0" w:space="0" w:color="auto"/>
          </w:divBdr>
        </w:div>
        <w:div w:id="1025910158">
          <w:marLeft w:val="0"/>
          <w:marRight w:val="0"/>
          <w:marTop w:val="0"/>
          <w:marBottom w:val="0"/>
          <w:divBdr>
            <w:top w:val="none" w:sz="0" w:space="0" w:color="auto"/>
            <w:left w:val="none" w:sz="0" w:space="0" w:color="auto"/>
            <w:bottom w:val="none" w:sz="0" w:space="0" w:color="auto"/>
            <w:right w:val="none" w:sz="0" w:space="0" w:color="auto"/>
          </w:divBdr>
        </w:div>
        <w:div w:id="1066879203">
          <w:marLeft w:val="0"/>
          <w:marRight w:val="0"/>
          <w:marTop w:val="0"/>
          <w:marBottom w:val="0"/>
          <w:divBdr>
            <w:top w:val="none" w:sz="0" w:space="0" w:color="auto"/>
            <w:left w:val="none" w:sz="0" w:space="0" w:color="auto"/>
            <w:bottom w:val="none" w:sz="0" w:space="0" w:color="auto"/>
            <w:right w:val="none" w:sz="0" w:space="0" w:color="auto"/>
          </w:divBdr>
        </w:div>
        <w:div w:id="1462071185">
          <w:marLeft w:val="0"/>
          <w:marRight w:val="0"/>
          <w:marTop w:val="0"/>
          <w:marBottom w:val="0"/>
          <w:divBdr>
            <w:top w:val="none" w:sz="0" w:space="0" w:color="auto"/>
            <w:left w:val="none" w:sz="0" w:space="0" w:color="auto"/>
            <w:bottom w:val="none" w:sz="0" w:space="0" w:color="auto"/>
            <w:right w:val="none" w:sz="0" w:space="0" w:color="auto"/>
          </w:divBdr>
        </w:div>
        <w:div w:id="2007439700">
          <w:marLeft w:val="0"/>
          <w:marRight w:val="0"/>
          <w:marTop w:val="0"/>
          <w:marBottom w:val="0"/>
          <w:divBdr>
            <w:top w:val="none" w:sz="0" w:space="0" w:color="auto"/>
            <w:left w:val="none" w:sz="0" w:space="0" w:color="auto"/>
            <w:bottom w:val="none" w:sz="0" w:space="0" w:color="auto"/>
            <w:right w:val="none" w:sz="0" w:space="0" w:color="auto"/>
          </w:divBdr>
        </w:div>
      </w:divsChild>
    </w:div>
    <w:div w:id="1769811377">
      <w:bodyDiv w:val="1"/>
      <w:marLeft w:val="0"/>
      <w:marRight w:val="0"/>
      <w:marTop w:val="0"/>
      <w:marBottom w:val="0"/>
      <w:divBdr>
        <w:top w:val="none" w:sz="0" w:space="0" w:color="auto"/>
        <w:left w:val="none" w:sz="0" w:space="0" w:color="auto"/>
        <w:bottom w:val="none" w:sz="0" w:space="0" w:color="auto"/>
        <w:right w:val="none" w:sz="0" w:space="0" w:color="auto"/>
      </w:divBdr>
      <w:divsChild>
        <w:div w:id="1583028148">
          <w:marLeft w:val="0"/>
          <w:marRight w:val="0"/>
          <w:marTop w:val="0"/>
          <w:marBottom w:val="0"/>
          <w:divBdr>
            <w:top w:val="none" w:sz="0" w:space="0" w:color="auto"/>
            <w:left w:val="none" w:sz="0" w:space="0" w:color="auto"/>
            <w:bottom w:val="none" w:sz="0" w:space="0" w:color="auto"/>
            <w:right w:val="none" w:sz="0" w:space="0" w:color="auto"/>
          </w:divBdr>
        </w:div>
      </w:divsChild>
    </w:div>
    <w:div w:id="1771854438">
      <w:bodyDiv w:val="1"/>
      <w:marLeft w:val="0"/>
      <w:marRight w:val="0"/>
      <w:marTop w:val="0"/>
      <w:marBottom w:val="0"/>
      <w:divBdr>
        <w:top w:val="none" w:sz="0" w:space="0" w:color="auto"/>
        <w:left w:val="none" w:sz="0" w:space="0" w:color="auto"/>
        <w:bottom w:val="none" w:sz="0" w:space="0" w:color="auto"/>
        <w:right w:val="none" w:sz="0" w:space="0" w:color="auto"/>
      </w:divBdr>
      <w:divsChild>
        <w:div w:id="688877578">
          <w:marLeft w:val="0"/>
          <w:marRight w:val="0"/>
          <w:marTop w:val="0"/>
          <w:marBottom w:val="0"/>
          <w:divBdr>
            <w:top w:val="none" w:sz="0" w:space="0" w:color="auto"/>
            <w:left w:val="none" w:sz="0" w:space="0" w:color="auto"/>
            <w:bottom w:val="none" w:sz="0" w:space="0" w:color="auto"/>
            <w:right w:val="none" w:sz="0" w:space="0" w:color="auto"/>
          </w:divBdr>
        </w:div>
      </w:divsChild>
    </w:div>
    <w:div w:id="1781602497">
      <w:bodyDiv w:val="1"/>
      <w:marLeft w:val="0"/>
      <w:marRight w:val="0"/>
      <w:marTop w:val="0"/>
      <w:marBottom w:val="0"/>
      <w:divBdr>
        <w:top w:val="none" w:sz="0" w:space="0" w:color="auto"/>
        <w:left w:val="none" w:sz="0" w:space="0" w:color="auto"/>
        <w:bottom w:val="none" w:sz="0" w:space="0" w:color="auto"/>
        <w:right w:val="none" w:sz="0" w:space="0" w:color="auto"/>
      </w:divBdr>
    </w:div>
    <w:div w:id="1782143645">
      <w:bodyDiv w:val="1"/>
      <w:marLeft w:val="0"/>
      <w:marRight w:val="0"/>
      <w:marTop w:val="0"/>
      <w:marBottom w:val="0"/>
      <w:divBdr>
        <w:top w:val="none" w:sz="0" w:space="0" w:color="auto"/>
        <w:left w:val="none" w:sz="0" w:space="0" w:color="auto"/>
        <w:bottom w:val="none" w:sz="0" w:space="0" w:color="auto"/>
        <w:right w:val="none" w:sz="0" w:space="0" w:color="auto"/>
      </w:divBdr>
      <w:divsChild>
        <w:div w:id="1117329806">
          <w:marLeft w:val="0"/>
          <w:marRight w:val="0"/>
          <w:marTop w:val="0"/>
          <w:marBottom w:val="0"/>
          <w:divBdr>
            <w:top w:val="none" w:sz="0" w:space="0" w:color="auto"/>
            <w:left w:val="none" w:sz="0" w:space="0" w:color="auto"/>
            <w:bottom w:val="none" w:sz="0" w:space="0" w:color="auto"/>
            <w:right w:val="none" w:sz="0" w:space="0" w:color="auto"/>
          </w:divBdr>
        </w:div>
      </w:divsChild>
    </w:div>
    <w:div w:id="1785342558">
      <w:bodyDiv w:val="1"/>
      <w:marLeft w:val="0"/>
      <w:marRight w:val="0"/>
      <w:marTop w:val="0"/>
      <w:marBottom w:val="0"/>
      <w:divBdr>
        <w:top w:val="none" w:sz="0" w:space="0" w:color="auto"/>
        <w:left w:val="none" w:sz="0" w:space="0" w:color="auto"/>
        <w:bottom w:val="none" w:sz="0" w:space="0" w:color="auto"/>
        <w:right w:val="none" w:sz="0" w:space="0" w:color="auto"/>
      </w:divBdr>
      <w:divsChild>
        <w:div w:id="2087920385">
          <w:marLeft w:val="0"/>
          <w:marRight w:val="0"/>
          <w:marTop w:val="0"/>
          <w:marBottom w:val="0"/>
          <w:divBdr>
            <w:top w:val="none" w:sz="0" w:space="0" w:color="auto"/>
            <w:left w:val="none" w:sz="0" w:space="0" w:color="auto"/>
            <w:bottom w:val="none" w:sz="0" w:space="0" w:color="auto"/>
            <w:right w:val="none" w:sz="0" w:space="0" w:color="auto"/>
          </w:divBdr>
        </w:div>
      </w:divsChild>
    </w:div>
    <w:div w:id="1789542681">
      <w:bodyDiv w:val="1"/>
      <w:marLeft w:val="0"/>
      <w:marRight w:val="0"/>
      <w:marTop w:val="0"/>
      <w:marBottom w:val="0"/>
      <w:divBdr>
        <w:top w:val="none" w:sz="0" w:space="0" w:color="auto"/>
        <w:left w:val="none" w:sz="0" w:space="0" w:color="auto"/>
        <w:bottom w:val="none" w:sz="0" w:space="0" w:color="auto"/>
        <w:right w:val="none" w:sz="0" w:space="0" w:color="auto"/>
      </w:divBdr>
      <w:divsChild>
        <w:div w:id="1938055097">
          <w:marLeft w:val="0"/>
          <w:marRight w:val="0"/>
          <w:marTop w:val="0"/>
          <w:marBottom w:val="0"/>
          <w:divBdr>
            <w:top w:val="none" w:sz="0" w:space="0" w:color="auto"/>
            <w:left w:val="none" w:sz="0" w:space="0" w:color="auto"/>
            <w:bottom w:val="none" w:sz="0" w:space="0" w:color="auto"/>
            <w:right w:val="none" w:sz="0" w:space="0" w:color="auto"/>
          </w:divBdr>
        </w:div>
      </w:divsChild>
    </w:div>
    <w:div w:id="1791164872">
      <w:bodyDiv w:val="1"/>
      <w:marLeft w:val="0"/>
      <w:marRight w:val="0"/>
      <w:marTop w:val="0"/>
      <w:marBottom w:val="0"/>
      <w:divBdr>
        <w:top w:val="none" w:sz="0" w:space="0" w:color="auto"/>
        <w:left w:val="none" w:sz="0" w:space="0" w:color="auto"/>
        <w:bottom w:val="none" w:sz="0" w:space="0" w:color="auto"/>
        <w:right w:val="none" w:sz="0" w:space="0" w:color="auto"/>
      </w:divBdr>
      <w:divsChild>
        <w:div w:id="482284708">
          <w:marLeft w:val="0"/>
          <w:marRight w:val="0"/>
          <w:marTop w:val="0"/>
          <w:marBottom w:val="0"/>
          <w:divBdr>
            <w:top w:val="none" w:sz="0" w:space="0" w:color="auto"/>
            <w:left w:val="none" w:sz="0" w:space="0" w:color="auto"/>
            <w:bottom w:val="none" w:sz="0" w:space="0" w:color="auto"/>
            <w:right w:val="none" w:sz="0" w:space="0" w:color="auto"/>
          </w:divBdr>
        </w:div>
      </w:divsChild>
    </w:div>
    <w:div w:id="1792048465">
      <w:bodyDiv w:val="1"/>
      <w:marLeft w:val="0"/>
      <w:marRight w:val="0"/>
      <w:marTop w:val="0"/>
      <w:marBottom w:val="0"/>
      <w:divBdr>
        <w:top w:val="none" w:sz="0" w:space="0" w:color="auto"/>
        <w:left w:val="none" w:sz="0" w:space="0" w:color="auto"/>
        <w:bottom w:val="none" w:sz="0" w:space="0" w:color="auto"/>
        <w:right w:val="none" w:sz="0" w:space="0" w:color="auto"/>
      </w:divBdr>
      <w:divsChild>
        <w:div w:id="1044673100">
          <w:marLeft w:val="0"/>
          <w:marRight w:val="0"/>
          <w:marTop w:val="0"/>
          <w:marBottom w:val="0"/>
          <w:divBdr>
            <w:top w:val="none" w:sz="0" w:space="0" w:color="auto"/>
            <w:left w:val="none" w:sz="0" w:space="0" w:color="auto"/>
            <w:bottom w:val="none" w:sz="0" w:space="0" w:color="auto"/>
            <w:right w:val="none" w:sz="0" w:space="0" w:color="auto"/>
          </w:divBdr>
        </w:div>
      </w:divsChild>
    </w:div>
    <w:div w:id="1792048532">
      <w:bodyDiv w:val="1"/>
      <w:marLeft w:val="0"/>
      <w:marRight w:val="0"/>
      <w:marTop w:val="0"/>
      <w:marBottom w:val="0"/>
      <w:divBdr>
        <w:top w:val="none" w:sz="0" w:space="0" w:color="auto"/>
        <w:left w:val="none" w:sz="0" w:space="0" w:color="auto"/>
        <w:bottom w:val="none" w:sz="0" w:space="0" w:color="auto"/>
        <w:right w:val="none" w:sz="0" w:space="0" w:color="auto"/>
      </w:divBdr>
      <w:divsChild>
        <w:div w:id="1400594732">
          <w:marLeft w:val="0"/>
          <w:marRight w:val="0"/>
          <w:marTop w:val="0"/>
          <w:marBottom w:val="0"/>
          <w:divBdr>
            <w:top w:val="none" w:sz="0" w:space="0" w:color="auto"/>
            <w:left w:val="none" w:sz="0" w:space="0" w:color="auto"/>
            <w:bottom w:val="none" w:sz="0" w:space="0" w:color="auto"/>
            <w:right w:val="none" w:sz="0" w:space="0" w:color="auto"/>
          </w:divBdr>
        </w:div>
      </w:divsChild>
    </w:div>
    <w:div w:id="1795060059">
      <w:bodyDiv w:val="1"/>
      <w:marLeft w:val="0"/>
      <w:marRight w:val="0"/>
      <w:marTop w:val="0"/>
      <w:marBottom w:val="0"/>
      <w:divBdr>
        <w:top w:val="none" w:sz="0" w:space="0" w:color="auto"/>
        <w:left w:val="none" w:sz="0" w:space="0" w:color="auto"/>
        <w:bottom w:val="none" w:sz="0" w:space="0" w:color="auto"/>
        <w:right w:val="none" w:sz="0" w:space="0" w:color="auto"/>
      </w:divBdr>
      <w:divsChild>
        <w:div w:id="480969157">
          <w:marLeft w:val="0"/>
          <w:marRight w:val="0"/>
          <w:marTop w:val="0"/>
          <w:marBottom w:val="0"/>
          <w:divBdr>
            <w:top w:val="none" w:sz="0" w:space="0" w:color="auto"/>
            <w:left w:val="none" w:sz="0" w:space="0" w:color="auto"/>
            <w:bottom w:val="none" w:sz="0" w:space="0" w:color="auto"/>
            <w:right w:val="none" w:sz="0" w:space="0" w:color="auto"/>
          </w:divBdr>
        </w:div>
      </w:divsChild>
    </w:div>
    <w:div w:id="1799951189">
      <w:bodyDiv w:val="1"/>
      <w:marLeft w:val="0"/>
      <w:marRight w:val="0"/>
      <w:marTop w:val="0"/>
      <w:marBottom w:val="0"/>
      <w:divBdr>
        <w:top w:val="none" w:sz="0" w:space="0" w:color="auto"/>
        <w:left w:val="none" w:sz="0" w:space="0" w:color="auto"/>
        <w:bottom w:val="none" w:sz="0" w:space="0" w:color="auto"/>
        <w:right w:val="none" w:sz="0" w:space="0" w:color="auto"/>
      </w:divBdr>
    </w:div>
    <w:div w:id="1804928960">
      <w:bodyDiv w:val="1"/>
      <w:marLeft w:val="0"/>
      <w:marRight w:val="0"/>
      <w:marTop w:val="0"/>
      <w:marBottom w:val="0"/>
      <w:divBdr>
        <w:top w:val="none" w:sz="0" w:space="0" w:color="auto"/>
        <w:left w:val="none" w:sz="0" w:space="0" w:color="auto"/>
        <w:bottom w:val="none" w:sz="0" w:space="0" w:color="auto"/>
        <w:right w:val="none" w:sz="0" w:space="0" w:color="auto"/>
      </w:divBdr>
      <w:divsChild>
        <w:div w:id="622079699">
          <w:marLeft w:val="0"/>
          <w:marRight w:val="0"/>
          <w:marTop w:val="0"/>
          <w:marBottom w:val="0"/>
          <w:divBdr>
            <w:top w:val="none" w:sz="0" w:space="0" w:color="auto"/>
            <w:left w:val="none" w:sz="0" w:space="0" w:color="auto"/>
            <w:bottom w:val="none" w:sz="0" w:space="0" w:color="auto"/>
            <w:right w:val="none" w:sz="0" w:space="0" w:color="auto"/>
          </w:divBdr>
        </w:div>
      </w:divsChild>
    </w:div>
    <w:div w:id="1806504246">
      <w:bodyDiv w:val="1"/>
      <w:marLeft w:val="0"/>
      <w:marRight w:val="0"/>
      <w:marTop w:val="0"/>
      <w:marBottom w:val="0"/>
      <w:divBdr>
        <w:top w:val="none" w:sz="0" w:space="0" w:color="auto"/>
        <w:left w:val="none" w:sz="0" w:space="0" w:color="auto"/>
        <w:bottom w:val="none" w:sz="0" w:space="0" w:color="auto"/>
        <w:right w:val="none" w:sz="0" w:space="0" w:color="auto"/>
      </w:divBdr>
      <w:divsChild>
        <w:div w:id="2033653200">
          <w:marLeft w:val="0"/>
          <w:marRight w:val="0"/>
          <w:marTop w:val="0"/>
          <w:marBottom w:val="0"/>
          <w:divBdr>
            <w:top w:val="none" w:sz="0" w:space="0" w:color="auto"/>
            <w:left w:val="none" w:sz="0" w:space="0" w:color="auto"/>
            <w:bottom w:val="none" w:sz="0" w:space="0" w:color="auto"/>
            <w:right w:val="none" w:sz="0" w:space="0" w:color="auto"/>
          </w:divBdr>
        </w:div>
      </w:divsChild>
    </w:div>
    <w:div w:id="1811483104">
      <w:bodyDiv w:val="1"/>
      <w:marLeft w:val="0"/>
      <w:marRight w:val="0"/>
      <w:marTop w:val="0"/>
      <w:marBottom w:val="0"/>
      <w:divBdr>
        <w:top w:val="none" w:sz="0" w:space="0" w:color="auto"/>
        <w:left w:val="none" w:sz="0" w:space="0" w:color="auto"/>
        <w:bottom w:val="none" w:sz="0" w:space="0" w:color="auto"/>
        <w:right w:val="none" w:sz="0" w:space="0" w:color="auto"/>
      </w:divBdr>
      <w:divsChild>
        <w:div w:id="1337684305">
          <w:marLeft w:val="0"/>
          <w:marRight w:val="0"/>
          <w:marTop w:val="0"/>
          <w:marBottom w:val="0"/>
          <w:divBdr>
            <w:top w:val="none" w:sz="0" w:space="0" w:color="auto"/>
            <w:left w:val="none" w:sz="0" w:space="0" w:color="auto"/>
            <w:bottom w:val="none" w:sz="0" w:space="0" w:color="auto"/>
            <w:right w:val="none" w:sz="0" w:space="0" w:color="auto"/>
          </w:divBdr>
        </w:div>
      </w:divsChild>
    </w:div>
    <w:div w:id="1815902098">
      <w:bodyDiv w:val="1"/>
      <w:marLeft w:val="0"/>
      <w:marRight w:val="0"/>
      <w:marTop w:val="0"/>
      <w:marBottom w:val="0"/>
      <w:divBdr>
        <w:top w:val="none" w:sz="0" w:space="0" w:color="auto"/>
        <w:left w:val="none" w:sz="0" w:space="0" w:color="auto"/>
        <w:bottom w:val="none" w:sz="0" w:space="0" w:color="auto"/>
        <w:right w:val="none" w:sz="0" w:space="0" w:color="auto"/>
      </w:divBdr>
      <w:divsChild>
        <w:div w:id="1779568534">
          <w:marLeft w:val="0"/>
          <w:marRight w:val="0"/>
          <w:marTop w:val="0"/>
          <w:marBottom w:val="0"/>
          <w:divBdr>
            <w:top w:val="none" w:sz="0" w:space="0" w:color="auto"/>
            <w:left w:val="none" w:sz="0" w:space="0" w:color="auto"/>
            <w:bottom w:val="none" w:sz="0" w:space="0" w:color="auto"/>
            <w:right w:val="none" w:sz="0" w:space="0" w:color="auto"/>
          </w:divBdr>
        </w:div>
      </w:divsChild>
    </w:div>
    <w:div w:id="1822967395">
      <w:bodyDiv w:val="1"/>
      <w:marLeft w:val="0"/>
      <w:marRight w:val="0"/>
      <w:marTop w:val="0"/>
      <w:marBottom w:val="0"/>
      <w:divBdr>
        <w:top w:val="none" w:sz="0" w:space="0" w:color="auto"/>
        <w:left w:val="none" w:sz="0" w:space="0" w:color="auto"/>
        <w:bottom w:val="none" w:sz="0" w:space="0" w:color="auto"/>
        <w:right w:val="none" w:sz="0" w:space="0" w:color="auto"/>
      </w:divBdr>
      <w:divsChild>
        <w:div w:id="795491078">
          <w:marLeft w:val="0"/>
          <w:marRight w:val="0"/>
          <w:marTop w:val="0"/>
          <w:marBottom w:val="0"/>
          <w:divBdr>
            <w:top w:val="none" w:sz="0" w:space="0" w:color="auto"/>
            <w:left w:val="none" w:sz="0" w:space="0" w:color="auto"/>
            <w:bottom w:val="none" w:sz="0" w:space="0" w:color="auto"/>
            <w:right w:val="none" w:sz="0" w:space="0" w:color="auto"/>
          </w:divBdr>
        </w:div>
      </w:divsChild>
    </w:div>
    <w:div w:id="1831212503">
      <w:bodyDiv w:val="1"/>
      <w:marLeft w:val="0"/>
      <w:marRight w:val="0"/>
      <w:marTop w:val="0"/>
      <w:marBottom w:val="0"/>
      <w:divBdr>
        <w:top w:val="none" w:sz="0" w:space="0" w:color="auto"/>
        <w:left w:val="none" w:sz="0" w:space="0" w:color="auto"/>
        <w:bottom w:val="none" w:sz="0" w:space="0" w:color="auto"/>
        <w:right w:val="none" w:sz="0" w:space="0" w:color="auto"/>
      </w:divBdr>
      <w:divsChild>
        <w:div w:id="997421333">
          <w:marLeft w:val="0"/>
          <w:marRight w:val="0"/>
          <w:marTop w:val="0"/>
          <w:marBottom w:val="0"/>
          <w:divBdr>
            <w:top w:val="none" w:sz="0" w:space="0" w:color="auto"/>
            <w:left w:val="none" w:sz="0" w:space="0" w:color="auto"/>
            <w:bottom w:val="none" w:sz="0" w:space="0" w:color="auto"/>
            <w:right w:val="none" w:sz="0" w:space="0" w:color="auto"/>
          </w:divBdr>
        </w:div>
      </w:divsChild>
    </w:div>
    <w:div w:id="1831826305">
      <w:bodyDiv w:val="1"/>
      <w:marLeft w:val="0"/>
      <w:marRight w:val="0"/>
      <w:marTop w:val="0"/>
      <w:marBottom w:val="0"/>
      <w:divBdr>
        <w:top w:val="none" w:sz="0" w:space="0" w:color="auto"/>
        <w:left w:val="none" w:sz="0" w:space="0" w:color="auto"/>
        <w:bottom w:val="none" w:sz="0" w:space="0" w:color="auto"/>
        <w:right w:val="none" w:sz="0" w:space="0" w:color="auto"/>
      </w:divBdr>
      <w:divsChild>
        <w:div w:id="335546745">
          <w:marLeft w:val="0"/>
          <w:marRight w:val="0"/>
          <w:marTop w:val="0"/>
          <w:marBottom w:val="0"/>
          <w:divBdr>
            <w:top w:val="none" w:sz="0" w:space="0" w:color="auto"/>
            <w:left w:val="none" w:sz="0" w:space="0" w:color="auto"/>
            <w:bottom w:val="none" w:sz="0" w:space="0" w:color="auto"/>
            <w:right w:val="none" w:sz="0" w:space="0" w:color="auto"/>
          </w:divBdr>
        </w:div>
      </w:divsChild>
    </w:div>
    <w:div w:id="1832990282">
      <w:bodyDiv w:val="1"/>
      <w:marLeft w:val="0"/>
      <w:marRight w:val="0"/>
      <w:marTop w:val="0"/>
      <w:marBottom w:val="0"/>
      <w:divBdr>
        <w:top w:val="none" w:sz="0" w:space="0" w:color="auto"/>
        <w:left w:val="none" w:sz="0" w:space="0" w:color="auto"/>
        <w:bottom w:val="none" w:sz="0" w:space="0" w:color="auto"/>
        <w:right w:val="none" w:sz="0" w:space="0" w:color="auto"/>
      </w:divBdr>
      <w:divsChild>
        <w:div w:id="1999765864">
          <w:marLeft w:val="0"/>
          <w:marRight w:val="0"/>
          <w:marTop w:val="0"/>
          <w:marBottom w:val="0"/>
          <w:divBdr>
            <w:top w:val="none" w:sz="0" w:space="0" w:color="auto"/>
            <w:left w:val="none" w:sz="0" w:space="0" w:color="auto"/>
            <w:bottom w:val="none" w:sz="0" w:space="0" w:color="auto"/>
            <w:right w:val="none" w:sz="0" w:space="0" w:color="auto"/>
          </w:divBdr>
        </w:div>
      </w:divsChild>
    </w:div>
    <w:div w:id="1834755968">
      <w:bodyDiv w:val="1"/>
      <w:marLeft w:val="0"/>
      <w:marRight w:val="0"/>
      <w:marTop w:val="0"/>
      <w:marBottom w:val="0"/>
      <w:divBdr>
        <w:top w:val="none" w:sz="0" w:space="0" w:color="auto"/>
        <w:left w:val="none" w:sz="0" w:space="0" w:color="auto"/>
        <w:bottom w:val="none" w:sz="0" w:space="0" w:color="auto"/>
        <w:right w:val="none" w:sz="0" w:space="0" w:color="auto"/>
      </w:divBdr>
      <w:divsChild>
        <w:div w:id="439494021">
          <w:marLeft w:val="0"/>
          <w:marRight w:val="0"/>
          <w:marTop w:val="0"/>
          <w:marBottom w:val="0"/>
          <w:divBdr>
            <w:top w:val="none" w:sz="0" w:space="0" w:color="auto"/>
            <w:left w:val="none" w:sz="0" w:space="0" w:color="auto"/>
            <w:bottom w:val="none" w:sz="0" w:space="0" w:color="auto"/>
            <w:right w:val="none" w:sz="0" w:space="0" w:color="auto"/>
          </w:divBdr>
        </w:div>
      </w:divsChild>
    </w:div>
    <w:div w:id="1834949077">
      <w:bodyDiv w:val="1"/>
      <w:marLeft w:val="0"/>
      <w:marRight w:val="0"/>
      <w:marTop w:val="0"/>
      <w:marBottom w:val="0"/>
      <w:divBdr>
        <w:top w:val="none" w:sz="0" w:space="0" w:color="auto"/>
        <w:left w:val="none" w:sz="0" w:space="0" w:color="auto"/>
        <w:bottom w:val="none" w:sz="0" w:space="0" w:color="auto"/>
        <w:right w:val="none" w:sz="0" w:space="0" w:color="auto"/>
      </w:divBdr>
      <w:divsChild>
        <w:div w:id="1806657840">
          <w:marLeft w:val="0"/>
          <w:marRight w:val="0"/>
          <w:marTop w:val="0"/>
          <w:marBottom w:val="0"/>
          <w:divBdr>
            <w:top w:val="none" w:sz="0" w:space="0" w:color="auto"/>
            <w:left w:val="none" w:sz="0" w:space="0" w:color="auto"/>
            <w:bottom w:val="none" w:sz="0" w:space="0" w:color="auto"/>
            <w:right w:val="none" w:sz="0" w:space="0" w:color="auto"/>
          </w:divBdr>
        </w:div>
      </w:divsChild>
    </w:div>
    <w:div w:id="1837301883">
      <w:bodyDiv w:val="1"/>
      <w:marLeft w:val="0"/>
      <w:marRight w:val="0"/>
      <w:marTop w:val="0"/>
      <w:marBottom w:val="0"/>
      <w:divBdr>
        <w:top w:val="none" w:sz="0" w:space="0" w:color="auto"/>
        <w:left w:val="none" w:sz="0" w:space="0" w:color="auto"/>
        <w:bottom w:val="none" w:sz="0" w:space="0" w:color="auto"/>
        <w:right w:val="none" w:sz="0" w:space="0" w:color="auto"/>
      </w:divBdr>
      <w:divsChild>
        <w:div w:id="356859424">
          <w:marLeft w:val="0"/>
          <w:marRight w:val="0"/>
          <w:marTop w:val="0"/>
          <w:marBottom w:val="0"/>
          <w:divBdr>
            <w:top w:val="none" w:sz="0" w:space="0" w:color="auto"/>
            <w:left w:val="none" w:sz="0" w:space="0" w:color="auto"/>
            <w:bottom w:val="none" w:sz="0" w:space="0" w:color="auto"/>
            <w:right w:val="none" w:sz="0" w:space="0" w:color="auto"/>
          </w:divBdr>
        </w:div>
      </w:divsChild>
    </w:div>
    <w:div w:id="1842114910">
      <w:bodyDiv w:val="1"/>
      <w:marLeft w:val="0"/>
      <w:marRight w:val="0"/>
      <w:marTop w:val="0"/>
      <w:marBottom w:val="0"/>
      <w:divBdr>
        <w:top w:val="none" w:sz="0" w:space="0" w:color="auto"/>
        <w:left w:val="none" w:sz="0" w:space="0" w:color="auto"/>
        <w:bottom w:val="none" w:sz="0" w:space="0" w:color="auto"/>
        <w:right w:val="none" w:sz="0" w:space="0" w:color="auto"/>
      </w:divBdr>
      <w:divsChild>
        <w:div w:id="396435351">
          <w:marLeft w:val="0"/>
          <w:marRight w:val="0"/>
          <w:marTop w:val="0"/>
          <w:marBottom w:val="0"/>
          <w:divBdr>
            <w:top w:val="none" w:sz="0" w:space="0" w:color="auto"/>
            <w:left w:val="none" w:sz="0" w:space="0" w:color="auto"/>
            <w:bottom w:val="none" w:sz="0" w:space="0" w:color="auto"/>
            <w:right w:val="none" w:sz="0" w:space="0" w:color="auto"/>
          </w:divBdr>
        </w:div>
      </w:divsChild>
    </w:div>
    <w:div w:id="1856575911">
      <w:bodyDiv w:val="1"/>
      <w:marLeft w:val="0"/>
      <w:marRight w:val="0"/>
      <w:marTop w:val="0"/>
      <w:marBottom w:val="0"/>
      <w:divBdr>
        <w:top w:val="none" w:sz="0" w:space="0" w:color="auto"/>
        <w:left w:val="none" w:sz="0" w:space="0" w:color="auto"/>
        <w:bottom w:val="none" w:sz="0" w:space="0" w:color="auto"/>
        <w:right w:val="none" w:sz="0" w:space="0" w:color="auto"/>
      </w:divBdr>
      <w:divsChild>
        <w:div w:id="1801875997">
          <w:marLeft w:val="0"/>
          <w:marRight w:val="0"/>
          <w:marTop w:val="0"/>
          <w:marBottom w:val="0"/>
          <w:divBdr>
            <w:top w:val="none" w:sz="0" w:space="0" w:color="auto"/>
            <w:left w:val="none" w:sz="0" w:space="0" w:color="auto"/>
            <w:bottom w:val="none" w:sz="0" w:space="0" w:color="auto"/>
            <w:right w:val="none" w:sz="0" w:space="0" w:color="auto"/>
          </w:divBdr>
        </w:div>
      </w:divsChild>
    </w:div>
    <w:div w:id="1858420469">
      <w:bodyDiv w:val="1"/>
      <w:marLeft w:val="0"/>
      <w:marRight w:val="0"/>
      <w:marTop w:val="0"/>
      <w:marBottom w:val="0"/>
      <w:divBdr>
        <w:top w:val="none" w:sz="0" w:space="0" w:color="auto"/>
        <w:left w:val="none" w:sz="0" w:space="0" w:color="auto"/>
        <w:bottom w:val="none" w:sz="0" w:space="0" w:color="auto"/>
        <w:right w:val="none" w:sz="0" w:space="0" w:color="auto"/>
      </w:divBdr>
      <w:divsChild>
        <w:div w:id="1559441678">
          <w:marLeft w:val="0"/>
          <w:marRight w:val="0"/>
          <w:marTop w:val="0"/>
          <w:marBottom w:val="0"/>
          <w:divBdr>
            <w:top w:val="none" w:sz="0" w:space="0" w:color="auto"/>
            <w:left w:val="none" w:sz="0" w:space="0" w:color="auto"/>
            <w:bottom w:val="none" w:sz="0" w:space="0" w:color="auto"/>
            <w:right w:val="none" w:sz="0" w:space="0" w:color="auto"/>
          </w:divBdr>
        </w:div>
      </w:divsChild>
    </w:div>
    <w:div w:id="1863471149">
      <w:bodyDiv w:val="1"/>
      <w:marLeft w:val="0"/>
      <w:marRight w:val="0"/>
      <w:marTop w:val="0"/>
      <w:marBottom w:val="0"/>
      <w:divBdr>
        <w:top w:val="none" w:sz="0" w:space="0" w:color="auto"/>
        <w:left w:val="none" w:sz="0" w:space="0" w:color="auto"/>
        <w:bottom w:val="none" w:sz="0" w:space="0" w:color="auto"/>
        <w:right w:val="none" w:sz="0" w:space="0" w:color="auto"/>
      </w:divBdr>
    </w:div>
    <w:div w:id="1866556783">
      <w:bodyDiv w:val="1"/>
      <w:marLeft w:val="0"/>
      <w:marRight w:val="0"/>
      <w:marTop w:val="0"/>
      <w:marBottom w:val="0"/>
      <w:divBdr>
        <w:top w:val="none" w:sz="0" w:space="0" w:color="auto"/>
        <w:left w:val="none" w:sz="0" w:space="0" w:color="auto"/>
        <w:bottom w:val="none" w:sz="0" w:space="0" w:color="auto"/>
        <w:right w:val="none" w:sz="0" w:space="0" w:color="auto"/>
      </w:divBdr>
      <w:divsChild>
        <w:div w:id="104228057">
          <w:marLeft w:val="0"/>
          <w:marRight w:val="0"/>
          <w:marTop w:val="0"/>
          <w:marBottom w:val="0"/>
          <w:divBdr>
            <w:top w:val="none" w:sz="0" w:space="0" w:color="auto"/>
            <w:left w:val="none" w:sz="0" w:space="0" w:color="auto"/>
            <w:bottom w:val="none" w:sz="0" w:space="0" w:color="auto"/>
            <w:right w:val="none" w:sz="0" w:space="0" w:color="auto"/>
          </w:divBdr>
        </w:div>
      </w:divsChild>
    </w:div>
    <w:div w:id="1869372848">
      <w:bodyDiv w:val="1"/>
      <w:marLeft w:val="0"/>
      <w:marRight w:val="0"/>
      <w:marTop w:val="0"/>
      <w:marBottom w:val="0"/>
      <w:divBdr>
        <w:top w:val="none" w:sz="0" w:space="0" w:color="auto"/>
        <w:left w:val="none" w:sz="0" w:space="0" w:color="auto"/>
        <w:bottom w:val="none" w:sz="0" w:space="0" w:color="auto"/>
        <w:right w:val="none" w:sz="0" w:space="0" w:color="auto"/>
      </w:divBdr>
      <w:divsChild>
        <w:div w:id="700207039">
          <w:marLeft w:val="0"/>
          <w:marRight w:val="0"/>
          <w:marTop w:val="0"/>
          <w:marBottom w:val="0"/>
          <w:divBdr>
            <w:top w:val="none" w:sz="0" w:space="0" w:color="auto"/>
            <w:left w:val="none" w:sz="0" w:space="0" w:color="auto"/>
            <w:bottom w:val="none" w:sz="0" w:space="0" w:color="auto"/>
            <w:right w:val="none" w:sz="0" w:space="0" w:color="auto"/>
          </w:divBdr>
        </w:div>
      </w:divsChild>
    </w:div>
    <w:div w:id="1871986199">
      <w:bodyDiv w:val="1"/>
      <w:marLeft w:val="0"/>
      <w:marRight w:val="0"/>
      <w:marTop w:val="0"/>
      <w:marBottom w:val="0"/>
      <w:divBdr>
        <w:top w:val="none" w:sz="0" w:space="0" w:color="auto"/>
        <w:left w:val="none" w:sz="0" w:space="0" w:color="auto"/>
        <w:bottom w:val="none" w:sz="0" w:space="0" w:color="auto"/>
        <w:right w:val="none" w:sz="0" w:space="0" w:color="auto"/>
      </w:divBdr>
      <w:divsChild>
        <w:div w:id="1123882936">
          <w:marLeft w:val="0"/>
          <w:marRight w:val="0"/>
          <w:marTop w:val="0"/>
          <w:marBottom w:val="0"/>
          <w:divBdr>
            <w:top w:val="none" w:sz="0" w:space="0" w:color="auto"/>
            <w:left w:val="none" w:sz="0" w:space="0" w:color="auto"/>
            <w:bottom w:val="none" w:sz="0" w:space="0" w:color="auto"/>
            <w:right w:val="none" w:sz="0" w:space="0" w:color="auto"/>
          </w:divBdr>
        </w:div>
      </w:divsChild>
    </w:div>
    <w:div w:id="1874070771">
      <w:bodyDiv w:val="1"/>
      <w:marLeft w:val="0"/>
      <w:marRight w:val="0"/>
      <w:marTop w:val="0"/>
      <w:marBottom w:val="0"/>
      <w:divBdr>
        <w:top w:val="none" w:sz="0" w:space="0" w:color="auto"/>
        <w:left w:val="none" w:sz="0" w:space="0" w:color="auto"/>
        <w:bottom w:val="none" w:sz="0" w:space="0" w:color="auto"/>
        <w:right w:val="none" w:sz="0" w:space="0" w:color="auto"/>
      </w:divBdr>
      <w:divsChild>
        <w:div w:id="1099716096">
          <w:marLeft w:val="0"/>
          <w:marRight w:val="0"/>
          <w:marTop w:val="0"/>
          <w:marBottom w:val="0"/>
          <w:divBdr>
            <w:top w:val="none" w:sz="0" w:space="0" w:color="auto"/>
            <w:left w:val="none" w:sz="0" w:space="0" w:color="auto"/>
            <w:bottom w:val="none" w:sz="0" w:space="0" w:color="auto"/>
            <w:right w:val="none" w:sz="0" w:space="0" w:color="auto"/>
          </w:divBdr>
        </w:div>
      </w:divsChild>
    </w:div>
    <w:div w:id="1879122724">
      <w:bodyDiv w:val="1"/>
      <w:marLeft w:val="0"/>
      <w:marRight w:val="0"/>
      <w:marTop w:val="0"/>
      <w:marBottom w:val="0"/>
      <w:divBdr>
        <w:top w:val="none" w:sz="0" w:space="0" w:color="auto"/>
        <w:left w:val="none" w:sz="0" w:space="0" w:color="auto"/>
        <w:bottom w:val="none" w:sz="0" w:space="0" w:color="auto"/>
        <w:right w:val="none" w:sz="0" w:space="0" w:color="auto"/>
      </w:divBdr>
      <w:divsChild>
        <w:div w:id="838807758">
          <w:marLeft w:val="0"/>
          <w:marRight w:val="0"/>
          <w:marTop w:val="0"/>
          <w:marBottom w:val="0"/>
          <w:divBdr>
            <w:top w:val="none" w:sz="0" w:space="0" w:color="auto"/>
            <w:left w:val="none" w:sz="0" w:space="0" w:color="auto"/>
            <w:bottom w:val="none" w:sz="0" w:space="0" w:color="auto"/>
            <w:right w:val="none" w:sz="0" w:space="0" w:color="auto"/>
          </w:divBdr>
        </w:div>
      </w:divsChild>
    </w:div>
    <w:div w:id="1879202644">
      <w:bodyDiv w:val="1"/>
      <w:marLeft w:val="0"/>
      <w:marRight w:val="0"/>
      <w:marTop w:val="0"/>
      <w:marBottom w:val="0"/>
      <w:divBdr>
        <w:top w:val="none" w:sz="0" w:space="0" w:color="auto"/>
        <w:left w:val="none" w:sz="0" w:space="0" w:color="auto"/>
        <w:bottom w:val="none" w:sz="0" w:space="0" w:color="auto"/>
        <w:right w:val="none" w:sz="0" w:space="0" w:color="auto"/>
      </w:divBdr>
      <w:divsChild>
        <w:div w:id="1577546673">
          <w:marLeft w:val="0"/>
          <w:marRight w:val="0"/>
          <w:marTop w:val="0"/>
          <w:marBottom w:val="0"/>
          <w:divBdr>
            <w:top w:val="none" w:sz="0" w:space="0" w:color="auto"/>
            <w:left w:val="none" w:sz="0" w:space="0" w:color="auto"/>
            <w:bottom w:val="none" w:sz="0" w:space="0" w:color="auto"/>
            <w:right w:val="none" w:sz="0" w:space="0" w:color="auto"/>
          </w:divBdr>
        </w:div>
      </w:divsChild>
    </w:div>
    <w:div w:id="1882204625">
      <w:bodyDiv w:val="1"/>
      <w:marLeft w:val="0"/>
      <w:marRight w:val="0"/>
      <w:marTop w:val="0"/>
      <w:marBottom w:val="0"/>
      <w:divBdr>
        <w:top w:val="none" w:sz="0" w:space="0" w:color="auto"/>
        <w:left w:val="none" w:sz="0" w:space="0" w:color="auto"/>
        <w:bottom w:val="none" w:sz="0" w:space="0" w:color="auto"/>
        <w:right w:val="none" w:sz="0" w:space="0" w:color="auto"/>
      </w:divBdr>
    </w:div>
    <w:div w:id="1889099153">
      <w:bodyDiv w:val="1"/>
      <w:marLeft w:val="0"/>
      <w:marRight w:val="0"/>
      <w:marTop w:val="0"/>
      <w:marBottom w:val="0"/>
      <w:divBdr>
        <w:top w:val="none" w:sz="0" w:space="0" w:color="auto"/>
        <w:left w:val="none" w:sz="0" w:space="0" w:color="auto"/>
        <w:bottom w:val="none" w:sz="0" w:space="0" w:color="auto"/>
        <w:right w:val="none" w:sz="0" w:space="0" w:color="auto"/>
      </w:divBdr>
      <w:divsChild>
        <w:div w:id="1763917658">
          <w:marLeft w:val="0"/>
          <w:marRight w:val="0"/>
          <w:marTop w:val="0"/>
          <w:marBottom w:val="0"/>
          <w:divBdr>
            <w:top w:val="none" w:sz="0" w:space="0" w:color="auto"/>
            <w:left w:val="none" w:sz="0" w:space="0" w:color="auto"/>
            <w:bottom w:val="none" w:sz="0" w:space="0" w:color="auto"/>
            <w:right w:val="none" w:sz="0" w:space="0" w:color="auto"/>
          </w:divBdr>
        </w:div>
      </w:divsChild>
    </w:div>
    <w:div w:id="1890532500">
      <w:bodyDiv w:val="1"/>
      <w:marLeft w:val="0"/>
      <w:marRight w:val="0"/>
      <w:marTop w:val="0"/>
      <w:marBottom w:val="0"/>
      <w:divBdr>
        <w:top w:val="none" w:sz="0" w:space="0" w:color="auto"/>
        <w:left w:val="none" w:sz="0" w:space="0" w:color="auto"/>
        <w:bottom w:val="none" w:sz="0" w:space="0" w:color="auto"/>
        <w:right w:val="none" w:sz="0" w:space="0" w:color="auto"/>
      </w:divBdr>
      <w:divsChild>
        <w:div w:id="206527858">
          <w:marLeft w:val="0"/>
          <w:marRight w:val="0"/>
          <w:marTop w:val="0"/>
          <w:marBottom w:val="0"/>
          <w:divBdr>
            <w:top w:val="none" w:sz="0" w:space="0" w:color="auto"/>
            <w:left w:val="none" w:sz="0" w:space="0" w:color="auto"/>
            <w:bottom w:val="none" w:sz="0" w:space="0" w:color="auto"/>
            <w:right w:val="none" w:sz="0" w:space="0" w:color="auto"/>
          </w:divBdr>
        </w:div>
      </w:divsChild>
    </w:div>
    <w:div w:id="1891187105">
      <w:bodyDiv w:val="1"/>
      <w:marLeft w:val="0"/>
      <w:marRight w:val="0"/>
      <w:marTop w:val="0"/>
      <w:marBottom w:val="0"/>
      <w:divBdr>
        <w:top w:val="none" w:sz="0" w:space="0" w:color="auto"/>
        <w:left w:val="none" w:sz="0" w:space="0" w:color="auto"/>
        <w:bottom w:val="none" w:sz="0" w:space="0" w:color="auto"/>
        <w:right w:val="none" w:sz="0" w:space="0" w:color="auto"/>
      </w:divBdr>
      <w:divsChild>
        <w:div w:id="1585992185">
          <w:marLeft w:val="0"/>
          <w:marRight w:val="0"/>
          <w:marTop w:val="0"/>
          <w:marBottom w:val="0"/>
          <w:divBdr>
            <w:top w:val="none" w:sz="0" w:space="0" w:color="auto"/>
            <w:left w:val="none" w:sz="0" w:space="0" w:color="auto"/>
            <w:bottom w:val="none" w:sz="0" w:space="0" w:color="auto"/>
            <w:right w:val="none" w:sz="0" w:space="0" w:color="auto"/>
          </w:divBdr>
        </w:div>
      </w:divsChild>
    </w:div>
    <w:div w:id="1897857172">
      <w:bodyDiv w:val="1"/>
      <w:marLeft w:val="0"/>
      <w:marRight w:val="0"/>
      <w:marTop w:val="0"/>
      <w:marBottom w:val="0"/>
      <w:divBdr>
        <w:top w:val="none" w:sz="0" w:space="0" w:color="auto"/>
        <w:left w:val="none" w:sz="0" w:space="0" w:color="auto"/>
        <w:bottom w:val="none" w:sz="0" w:space="0" w:color="auto"/>
        <w:right w:val="none" w:sz="0" w:space="0" w:color="auto"/>
      </w:divBdr>
      <w:divsChild>
        <w:div w:id="926381190">
          <w:marLeft w:val="0"/>
          <w:marRight w:val="0"/>
          <w:marTop w:val="0"/>
          <w:marBottom w:val="0"/>
          <w:divBdr>
            <w:top w:val="none" w:sz="0" w:space="0" w:color="auto"/>
            <w:left w:val="none" w:sz="0" w:space="0" w:color="auto"/>
            <w:bottom w:val="none" w:sz="0" w:space="0" w:color="auto"/>
            <w:right w:val="none" w:sz="0" w:space="0" w:color="auto"/>
          </w:divBdr>
        </w:div>
      </w:divsChild>
    </w:div>
    <w:div w:id="1900045209">
      <w:bodyDiv w:val="1"/>
      <w:marLeft w:val="0"/>
      <w:marRight w:val="0"/>
      <w:marTop w:val="0"/>
      <w:marBottom w:val="0"/>
      <w:divBdr>
        <w:top w:val="none" w:sz="0" w:space="0" w:color="auto"/>
        <w:left w:val="none" w:sz="0" w:space="0" w:color="auto"/>
        <w:bottom w:val="none" w:sz="0" w:space="0" w:color="auto"/>
        <w:right w:val="none" w:sz="0" w:space="0" w:color="auto"/>
      </w:divBdr>
    </w:div>
    <w:div w:id="1901593030">
      <w:bodyDiv w:val="1"/>
      <w:marLeft w:val="0"/>
      <w:marRight w:val="0"/>
      <w:marTop w:val="0"/>
      <w:marBottom w:val="0"/>
      <w:divBdr>
        <w:top w:val="none" w:sz="0" w:space="0" w:color="auto"/>
        <w:left w:val="none" w:sz="0" w:space="0" w:color="auto"/>
        <w:bottom w:val="none" w:sz="0" w:space="0" w:color="auto"/>
        <w:right w:val="none" w:sz="0" w:space="0" w:color="auto"/>
      </w:divBdr>
      <w:divsChild>
        <w:div w:id="314728891">
          <w:marLeft w:val="0"/>
          <w:marRight w:val="0"/>
          <w:marTop w:val="0"/>
          <w:marBottom w:val="0"/>
          <w:divBdr>
            <w:top w:val="none" w:sz="0" w:space="0" w:color="auto"/>
            <w:left w:val="none" w:sz="0" w:space="0" w:color="auto"/>
            <w:bottom w:val="none" w:sz="0" w:space="0" w:color="auto"/>
            <w:right w:val="none" w:sz="0" w:space="0" w:color="auto"/>
          </w:divBdr>
        </w:div>
      </w:divsChild>
    </w:div>
    <w:div w:id="1911839749">
      <w:bodyDiv w:val="1"/>
      <w:marLeft w:val="0"/>
      <w:marRight w:val="0"/>
      <w:marTop w:val="0"/>
      <w:marBottom w:val="0"/>
      <w:divBdr>
        <w:top w:val="none" w:sz="0" w:space="0" w:color="auto"/>
        <w:left w:val="none" w:sz="0" w:space="0" w:color="auto"/>
        <w:bottom w:val="none" w:sz="0" w:space="0" w:color="auto"/>
        <w:right w:val="none" w:sz="0" w:space="0" w:color="auto"/>
      </w:divBdr>
      <w:divsChild>
        <w:div w:id="279650292">
          <w:marLeft w:val="0"/>
          <w:marRight w:val="0"/>
          <w:marTop w:val="0"/>
          <w:marBottom w:val="0"/>
          <w:divBdr>
            <w:top w:val="none" w:sz="0" w:space="0" w:color="auto"/>
            <w:left w:val="none" w:sz="0" w:space="0" w:color="auto"/>
            <w:bottom w:val="none" w:sz="0" w:space="0" w:color="auto"/>
            <w:right w:val="none" w:sz="0" w:space="0" w:color="auto"/>
          </w:divBdr>
        </w:div>
      </w:divsChild>
    </w:div>
    <w:div w:id="1914314684">
      <w:bodyDiv w:val="1"/>
      <w:marLeft w:val="0"/>
      <w:marRight w:val="0"/>
      <w:marTop w:val="0"/>
      <w:marBottom w:val="0"/>
      <w:divBdr>
        <w:top w:val="none" w:sz="0" w:space="0" w:color="auto"/>
        <w:left w:val="none" w:sz="0" w:space="0" w:color="auto"/>
        <w:bottom w:val="none" w:sz="0" w:space="0" w:color="auto"/>
        <w:right w:val="none" w:sz="0" w:space="0" w:color="auto"/>
      </w:divBdr>
    </w:div>
    <w:div w:id="1919360538">
      <w:bodyDiv w:val="1"/>
      <w:marLeft w:val="0"/>
      <w:marRight w:val="0"/>
      <w:marTop w:val="0"/>
      <w:marBottom w:val="0"/>
      <w:divBdr>
        <w:top w:val="none" w:sz="0" w:space="0" w:color="auto"/>
        <w:left w:val="none" w:sz="0" w:space="0" w:color="auto"/>
        <w:bottom w:val="none" w:sz="0" w:space="0" w:color="auto"/>
        <w:right w:val="none" w:sz="0" w:space="0" w:color="auto"/>
      </w:divBdr>
    </w:div>
    <w:div w:id="1932158616">
      <w:bodyDiv w:val="1"/>
      <w:marLeft w:val="0"/>
      <w:marRight w:val="0"/>
      <w:marTop w:val="0"/>
      <w:marBottom w:val="0"/>
      <w:divBdr>
        <w:top w:val="none" w:sz="0" w:space="0" w:color="auto"/>
        <w:left w:val="none" w:sz="0" w:space="0" w:color="auto"/>
        <w:bottom w:val="none" w:sz="0" w:space="0" w:color="auto"/>
        <w:right w:val="none" w:sz="0" w:space="0" w:color="auto"/>
      </w:divBdr>
      <w:divsChild>
        <w:div w:id="460153269">
          <w:marLeft w:val="0"/>
          <w:marRight w:val="0"/>
          <w:marTop w:val="0"/>
          <w:marBottom w:val="0"/>
          <w:divBdr>
            <w:top w:val="none" w:sz="0" w:space="0" w:color="auto"/>
            <w:left w:val="none" w:sz="0" w:space="0" w:color="auto"/>
            <w:bottom w:val="none" w:sz="0" w:space="0" w:color="auto"/>
            <w:right w:val="none" w:sz="0" w:space="0" w:color="auto"/>
          </w:divBdr>
          <w:divsChild>
            <w:div w:id="21368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56072">
      <w:bodyDiv w:val="1"/>
      <w:marLeft w:val="0"/>
      <w:marRight w:val="0"/>
      <w:marTop w:val="0"/>
      <w:marBottom w:val="0"/>
      <w:divBdr>
        <w:top w:val="none" w:sz="0" w:space="0" w:color="auto"/>
        <w:left w:val="none" w:sz="0" w:space="0" w:color="auto"/>
        <w:bottom w:val="none" w:sz="0" w:space="0" w:color="auto"/>
        <w:right w:val="none" w:sz="0" w:space="0" w:color="auto"/>
      </w:divBdr>
      <w:divsChild>
        <w:div w:id="1017655606">
          <w:marLeft w:val="0"/>
          <w:marRight w:val="0"/>
          <w:marTop w:val="0"/>
          <w:marBottom w:val="0"/>
          <w:divBdr>
            <w:top w:val="none" w:sz="0" w:space="0" w:color="auto"/>
            <w:left w:val="none" w:sz="0" w:space="0" w:color="auto"/>
            <w:bottom w:val="none" w:sz="0" w:space="0" w:color="auto"/>
            <w:right w:val="none" w:sz="0" w:space="0" w:color="auto"/>
          </w:divBdr>
        </w:div>
      </w:divsChild>
    </w:div>
    <w:div w:id="1938904700">
      <w:bodyDiv w:val="1"/>
      <w:marLeft w:val="0"/>
      <w:marRight w:val="0"/>
      <w:marTop w:val="0"/>
      <w:marBottom w:val="0"/>
      <w:divBdr>
        <w:top w:val="none" w:sz="0" w:space="0" w:color="auto"/>
        <w:left w:val="none" w:sz="0" w:space="0" w:color="auto"/>
        <w:bottom w:val="none" w:sz="0" w:space="0" w:color="auto"/>
        <w:right w:val="none" w:sz="0" w:space="0" w:color="auto"/>
      </w:divBdr>
      <w:divsChild>
        <w:div w:id="1110858458">
          <w:marLeft w:val="0"/>
          <w:marRight w:val="0"/>
          <w:marTop w:val="0"/>
          <w:marBottom w:val="0"/>
          <w:divBdr>
            <w:top w:val="none" w:sz="0" w:space="0" w:color="auto"/>
            <w:left w:val="none" w:sz="0" w:space="0" w:color="auto"/>
            <w:bottom w:val="none" w:sz="0" w:space="0" w:color="auto"/>
            <w:right w:val="none" w:sz="0" w:space="0" w:color="auto"/>
          </w:divBdr>
        </w:div>
      </w:divsChild>
    </w:div>
    <w:div w:id="1940795679">
      <w:bodyDiv w:val="1"/>
      <w:marLeft w:val="0"/>
      <w:marRight w:val="0"/>
      <w:marTop w:val="0"/>
      <w:marBottom w:val="0"/>
      <w:divBdr>
        <w:top w:val="none" w:sz="0" w:space="0" w:color="auto"/>
        <w:left w:val="none" w:sz="0" w:space="0" w:color="auto"/>
        <w:bottom w:val="none" w:sz="0" w:space="0" w:color="auto"/>
        <w:right w:val="none" w:sz="0" w:space="0" w:color="auto"/>
      </w:divBdr>
      <w:divsChild>
        <w:div w:id="960109936">
          <w:marLeft w:val="0"/>
          <w:marRight w:val="0"/>
          <w:marTop w:val="0"/>
          <w:marBottom w:val="0"/>
          <w:divBdr>
            <w:top w:val="none" w:sz="0" w:space="0" w:color="auto"/>
            <w:left w:val="none" w:sz="0" w:space="0" w:color="auto"/>
            <w:bottom w:val="none" w:sz="0" w:space="0" w:color="auto"/>
            <w:right w:val="none" w:sz="0" w:space="0" w:color="auto"/>
          </w:divBdr>
        </w:div>
      </w:divsChild>
    </w:div>
    <w:div w:id="1945529952">
      <w:bodyDiv w:val="1"/>
      <w:marLeft w:val="0"/>
      <w:marRight w:val="0"/>
      <w:marTop w:val="0"/>
      <w:marBottom w:val="0"/>
      <w:divBdr>
        <w:top w:val="none" w:sz="0" w:space="0" w:color="auto"/>
        <w:left w:val="none" w:sz="0" w:space="0" w:color="auto"/>
        <w:bottom w:val="none" w:sz="0" w:space="0" w:color="auto"/>
        <w:right w:val="none" w:sz="0" w:space="0" w:color="auto"/>
      </w:divBdr>
    </w:div>
    <w:div w:id="1947274142">
      <w:bodyDiv w:val="1"/>
      <w:marLeft w:val="0"/>
      <w:marRight w:val="0"/>
      <w:marTop w:val="0"/>
      <w:marBottom w:val="0"/>
      <w:divBdr>
        <w:top w:val="none" w:sz="0" w:space="0" w:color="auto"/>
        <w:left w:val="none" w:sz="0" w:space="0" w:color="auto"/>
        <w:bottom w:val="none" w:sz="0" w:space="0" w:color="auto"/>
        <w:right w:val="none" w:sz="0" w:space="0" w:color="auto"/>
      </w:divBdr>
      <w:divsChild>
        <w:div w:id="1851330988">
          <w:marLeft w:val="0"/>
          <w:marRight w:val="0"/>
          <w:marTop w:val="0"/>
          <w:marBottom w:val="0"/>
          <w:divBdr>
            <w:top w:val="none" w:sz="0" w:space="0" w:color="auto"/>
            <w:left w:val="none" w:sz="0" w:space="0" w:color="auto"/>
            <w:bottom w:val="none" w:sz="0" w:space="0" w:color="auto"/>
            <w:right w:val="none" w:sz="0" w:space="0" w:color="auto"/>
          </w:divBdr>
          <w:divsChild>
            <w:div w:id="9026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4031">
      <w:bodyDiv w:val="1"/>
      <w:marLeft w:val="0"/>
      <w:marRight w:val="0"/>
      <w:marTop w:val="0"/>
      <w:marBottom w:val="0"/>
      <w:divBdr>
        <w:top w:val="none" w:sz="0" w:space="0" w:color="auto"/>
        <w:left w:val="none" w:sz="0" w:space="0" w:color="auto"/>
        <w:bottom w:val="none" w:sz="0" w:space="0" w:color="auto"/>
        <w:right w:val="none" w:sz="0" w:space="0" w:color="auto"/>
      </w:divBdr>
      <w:divsChild>
        <w:div w:id="1090273578">
          <w:marLeft w:val="0"/>
          <w:marRight w:val="0"/>
          <w:marTop w:val="0"/>
          <w:marBottom w:val="0"/>
          <w:divBdr>
            <w:top w:val="none" w:sz="0" w:space="0" w:color="auto"/>
            <w:left w:val="none" w:sz="0" w:space="0" w:color="auto"/>
            <w:bottom w:val="none" w:sz="0" w:space="0" w:color="auto"/>
            <w:right w:val="none" w:sz="0" w:space="0" w:color="auto"/>
          </w:divBdr>
        </w:div>
      </w:divsChild>
    </w:div>
    <w:div w:id="1953591825">
      <w:bodyDiv w:val="1"/>
      <w:marLeft w:val="0"/>
      <w:marRight w:val="0"/>
      <w:marTop w:val="0"/>
      <w:marBottom w:val="0"/>
      <w:divBdr>
        <w:top w:val="none" w:sz="0" w:space="0" w:color="auto"/>
        <w:left w:val="none" w:sz="0" w:space="0" w:color="auto"/>
        <w:bottom w:val="none" w:sz="0" w:space="0" w:color="auto"/>
        <w:right w:val="none" w:sz="0" w:space="0" w:color="auto"/>
      </w:divBdr>
      <w:divsChild>
        <w:div w:id="291441584">
          <w:marLeft w:val="0"/>
          <w:marRight w:val="0"/>
          <w:marTop w:val="0"/>
          <w:marBottom w:val="0"/>
          <w:divBdr>
            <w:top w:val="none" w:sz="0" w:space="0" w:color="auto"/>
            <w:left w:val="none" w:sz="0" w:space="0" w:color="auto"/>
            <w:bottom w:val="none" w:sz="0" w:space="0" w:color="auto"/>
            <w:right w:val="none" w:sz="0" w:space="0" w:color="auto"/>
          </w:divBdr>
        </w:div>
      </w:divsChild>
    </w:div>
    <w:div w:id="1953977892">
      <w:bodyDiv w:val="1"/>
      <w:marLeft w:val="0"/>
      <w:marRight w:val="0"/>
      <w:marTop w:val="0"/>
      <w:marBottom w:val="0"/>
      <w:divBdr>
        <w:top w:val="none" w:sz="0" w:space="0" w:color="auto"/>
        <w:left w:val="none" w:sz="0" w:space="0" w:color="auto"/>
        <w:bottom w:val="none" w:sz="0" w:space="0" w:color="auto"/>
        <w:right w:val="none" w:sz="0" w:space="0" w:color="auto"/>
      </w:divBdr>
      <w:divsChild>
        <w:div w:id="1739016654">
          <w:marLeft w:val="0"/>
          <w:marRight w:val="0"/>
          <w:marTop w:val="0"/>
          <w:marBottom w:val="0"/>
          <w:divBdr>
            <w:top w:val="none" w:sz="0" w:space="0" w:color="auto"/>
            <w:left w:val="none" w:sz="0" w:space="0" w:color="auto"/>
            <w:bottom w:val="none" w:sz="0" w:space="0" w:color="auto"/>
            <w:right w:val="none" w:sz="0" w:space="0" w:color="auto"/>
          </w:divBdr>
        </w:div>
      </w:divsChild>
    </w:div>
    <w:div w:id="1955938699">
      <w:bodyDiv w:val="1"/>
      <w:marLeft w:val="0"/>
      <w:marRight w:val="0"/>
      <w:marTop w:val="0"/>
      <w:marBottom w:val="0"/>
      <w:divBdr>
        <w:top w:val="none" w:sz="0" w:space="0" w:color="auto"/>
        <w:left w:val="none" w:sz="0" w:space="0" w:color="auto"/>
        <w:bottom w:val="none" w:sz="0" w:space="0" w:color="auto"/>
        <w:right w:val="none" w:sz="0" w:space="0" w:color="auto"/>
      </w:divBdr>
      <w:divsChild>
        <w:div w:id="466438893">
          <w:marLeft w:val="0"/>
          <w:marRight w:val="0"/>
          <w:marTop w:val="0"/>
          <w:marBottom w:val="0"/>
          <w:divBdr>
            <w:top w:val="none" w:sz="0" w:space="0" w:color="auto"/>
            <w:left w:val="none" w:sz="0" w:space="0" w:color="auto"/>
            <w:bottom w:val="none" w:sz="0" w:space="0" w:color="auto"/>
            <w:right w:val="none" w:sz="0" w:space="0" w:color="auto"/>
          </w:divBdr>
        </w:div>
      </w:divsChild>
    </w:div>
    <w:div w:id="1958871824">
      <w:bodyDiv w:val="1"/>
      <w:marLeft w:val="0"/>
      <w:marRight w:val="0"/>
      <w:marTop w:val="0"/>
      <w:marBottom w:val="0"/>
      <w:divBdr>
        <w:top w:val="none" w:sz="0" w:space="0" w:color="auto"/>
        <w:left w:val="none" w:sz="0" w:space="0" w:color="auto"/>
        <w:bottom w:val="none" w:sz="0" w:space="0" w:color="auto"/>
        <w:right w:val="none" w:sz="0" w:space="0" w:color="auto"/>
      </w:divBdr>
      <w:divsChild>
        <w:div w:id="835262972">
          <w:marLeft w:val="0"/>
          <w:marRight w:val="0"/>
          <w:marTop w:val="0"/>
          <w:marBottom w:val="0"/>
          <w:divBdr>
            <w:top w:val="none" w:sz="0" w:space="0" w:color="auto"/>
            <w:left w:val="none" w:sz="0" w:space="0" w:color="auto"/>
            <w:bottom w:val="none" w:sz="0" w:space="0" w:color="auto"/>
            <w:right w:val="none" w:sz="0" w:space="0" w:color="auto"/>
          </w:divBdr>
        </w:div>
      </w:divsChild>
    </w:div>
    <w:div w:id="1962805072">
      <w:bodyDiv w:val="1"/>
      <w:marLeft w:val="0"/>
      <w:marRight w:val="0"/>
      <w:marTop w:val="0"/>
      <w:marBottom w:val="0"/>
      <w:divBdr>
        <w:top w:val="none" w:sz="0" w:space="0" w:color="auto"/>
        <w:left w:val="none" w:sz="0" w:space="0" w:color="auto"/>
        <w:bottom w:val="none" w:sz="0" w:space="0" w:color="auto"/>
        <w:right w:val="none" w:sz="0" w:space="0" w:color="auto"/>
      </w:divBdr>
      <w:divsChild>
        <w:div w:id="1089424823">
          <w:marLeft w:val="0"/>
          <w:marRight w:val="0"/>
          <w:marTop w:val="0"/>
          <w:marBottom w:val="0"/>
          <w:divBdr>
            <w:top w:val="none" w:sz="0" w:space="0" w:color="auto"/>
            <w:left w:val="none" w:sz="0" w:space="0" w:color="auto"/>
            <w:bottom w:val="none" w:sz="0" w:space="0" w:color="auto"/>
            <w:right w:val="none" w:sz="0" w:space="0" w:color="auto"/>
          </w:divBdr>
        </w:div>
      </w:divsChild>
    </w:div>
    <w:div w:id="1967739917">
      <w:bodyDiv w:val="1"/>
      <w:marLeft w:val="0"/>
      <w:marRight w:val="0"/>
      <w:marTop w:val="0"/>
      <w:marBottom w:val="0"/>
      <w:divBdr>
        <w:top w:val="none" w:sz="0" w:space="0" w:color="auto"/>
        <w:left w:val="none" w:sz="0" w:space="0" w:color="auto"/>
        <w:bottom w:val="none" w:sz="0" w:space="0" w:color="auto"/>
        <w:right w:val="none" w:sz="0" w:space="0" w:color="auto"/>
      </w:divBdr>
      <w:divsChild>
        <w:div w:id="1788813070">
          <w:marLeft w:val="0"/>
          <w:marRight w:val="0"/>
          <w:marTop w:val="0"/>
          <w:marBottom w:val="0"/>
          <w:divBdr>
            <w:top w:val="none" w:sz="0" w:space="0" w:color="auto"/>
            <w:left w:val="none" w:sz="0" w:space="0" w:color="auto"/>
            <w:bottom w:val="none" w:sz="0" w:space="0" w:color="auto"/>
            <w:right w:val="none" w:sz="0" w:space="0" w:color="auto"/>
          </w:divBdr>
        </w:div>
      </w:divsChild>
    </w:div>
    <w:div w:id="1968705458">
      <w:bodyDiv w:val="1"/>
      <w:marLeft w:val="0"/>
      <w:marRight w:val="0"/>
      <w:marTop w:val="0"/>
      <w:marBottom w:val="0"/>
      <w:divBdr>
        <w:top w:val="none" w:sz="0" w:space="0" w:color="auto"/>
        <w:left w:val="none" w:sz="0" w:space="0" w:color="auto"/>
        <w:bottom w:val="none" w:sz="0" w:space="0" w:color="auto"/>
        <w:right w:val="none" w:sz="0" w:space="0" w:color="auto"/>
      </w:divBdr>
      <w:divsChild>
        <w:div w:id="1795364935">
          <w:marLeft w:val="0"/>
          <w:marRight w:val="0"/>
          <w:marTop w:val="0"/>
          <w:marBottom w:val="0"/>
          <w:divBdr>
            <w:top w:val="none" w:sz="0" w:space="0" w:color="auto"/>
            <w:left w:val="none" w:sz="0" w:space="0" w:color="auto"/>
            <w:bottom w:val="none" w:sz="0" w:space="0" w:color="auto"/>
            <w:right w:val="none" w:sz="0" w:space="0" w:color="auto"/>
          </w:divBdr>
        </w:div>
      </w:divsChild>
    </w:div>
    <w:div w:id="1972051326">
      <w:bodyDiv w:val="1"/>
      <w:marLeft w:val="0"/>
      <w:marRight w:val="0"/>
      <w:marTop w:val="0"/>
      <w:marBottom w:val="0"/>
      <w:divBdr>
        <w:top w:val="none" w:sz="0" w:space="0" w:color="auto"/>
        <w:left w:val="none" w:sz="0" w:space="0" w:color="auto"/>
        <w:bottom w:val="none" w:sz="0" w:space="0" w:color="auto"/>
        <w:right w:val="none" w:sz="0" w:space="0" w:color="auto"/>
      </w:divBdr>
    </w:div>
    <w:div w:id="1973292281">
      <w:bodyDiv w:val="1"/>
      <w:marLeft w:val="0"/>
      <w:marRight w:val="0"/>
      <w:marTop w:val="0"/>
      <w:marBottom w:val="0"/>
      <w:divBdr>
        <w:top w:val="none" w:sz="0" w:space="0" w:color="auto"/>
        <w:left w:val="none" w:sz="0" w:space="0" w:color="auto"/>
        <w:bottom w:val="none" w:sz="0" w:space="0" w:color="auto"/>
        <w:right w:val="none" w:sz="0" w:space="0" w:color="auto"/>
      </w:divBdr>
      <w:divsChild>
        <w:div w:id="1865169333">
          <w:marLeft w:val="0"/>
          <w:marRight w:val="0"/>
          <w:marTop w:val="0"/>
          <w:marBottom w:val="0"/>
          <w:divBdr>
            <w:top w:val="none" w:sz="0" w:space="0" w:color="auto"/>
            <w:left w:val="none" w:sz="0" w:space="0" w:color="auto"/>
            <w:bottom w:val="none" w:sz="0" w:space="0" w:color="auto"/>
            <w:right w:val="none" w:sz="0" w:space="0" w:color="auto"/>
          </w:divBdr>
        </w:div>
      </w:divsChild>
    </w:div>
    <w:div w:id="1983776899">
      <w:bodyDiv w:val="1"/>
      <w:marLeft w:val="0"/>
      <w:marRight w:val="0"/>
      <w:marTop w:val="0"/>
      <w:marBottom w:val="0"/>
      <w:divBdr>
        <w:top w:val="none" w:sz="0" w:space="0" w:color="auto"/>
        <w:left w:val="none" w:sz="0" w:space="0" w:color="auto"/>
        <w:bottom w:val="none" w:sz="0" w:space="0" w:color="auto"/>
        <w:right w:val="none" w:sz="0" w:space="0" w:color="auto"/>
      </w:divBdr>
    </w:div>
    <w:div w:id="1985156966">
      <w:bodyDiv w:val="1"/>
      <w:marLeft w:val="0"/>
      <w:marRight w:val="0"/>
      <w:marTop w:val="0"/>
      <w:marBottom w:val="0"/>
      <w:divBdr>
        <w:top w:val="none" w:sz="0" w:space="0" w:color="auto"/>
        <w:left w:val="none" w:sz="0" w:space="0" w:color="auto"/>
        <w:bottom w:val="none" w:sz="0" w:space="0" w:color="auto"/>
        <w:right w:val="none" w:sz="0" w:space="0" w:color="auto"/>
      </w:divBdr>
      <w:divsChild>
        <w:div w:id="1299535164">
          <w:marLeft w:val="0"/>
          <w:marRight w:val="0"/>
          <w:marTop w:val="0"/>
          <w:marBottom w:val="0"/>
          <w:divBdr>
            <w:top w:val="none" w:sz="0" w:space="0" w:color="auto"/>
            <w:left w:val="none" w:sz="0" w:space="0" w:color="auto"/>
            <w:bottom w:val="none" w:sz="0" w:space="0" w:color="auto"/>
            <w:right w:val="none" w:sz="0" w:space="0" w:color="auto"/>
          </w:divBdr>
        </w:div>
      </w:divsChild>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667932">
      <w:bodyDiv w:val="1"/>
      <w:marLeft w:val="0"/>
      <w:marRight w:val="0"/>
      <w:marTop w:val="0"/>
      <w:marBottom w:val="0"/>
      <w:divBdr>
        <w:top w:val="none" w:sz="0" w:space="0" w:color="auto"/>
        <w:left w:val="none" w:sz="0" w:space="0" w:color="auto"/>
        <w:bottom w:val="none" w:sz="0" w:space="0" w:color="auto"/>
        <w:right w:val="none" w:sz="0" w:space="0" w:color="auto"/>
      </w:divBdr>
      <w:divsChild>
        <w:div w:id="963542114">
          <w:marLeft w:val="0"/>
          <w:marRight w:val="0"/>
          <w:marTop w:val="0"/>
          <w:marBottom w:val="0"/>
          <w:divBdr>
            <w:top w:val="none" w:sz="0" w:space="0" w:color="auto"/>
            <w:left w:val="none" w:sz="0" w:space="0" w:color="auto"/>
            <w:bottom w:val="none" w:sz="0" w:space="0" w:color="auto"/>
            <w:right w:val="none" w:sz="0" w:space="0" w:color="auto"/>
          </w:divBdr>
        </w:div>
      </w:divsChild>
    </w:div>
    <w:div w:id="1991783907">
      <w:bodyDiv w:val="1"/>
      <w:marLeft w:val="0"/>
      <w:marRight w:val="0"/>
      <w:marTop w:val="0"/>
      <w:marBottom w:val="0"/>
      <w:divBdr>
        <w:top w:val="none" w:sz="0" w:space="0" w:color="auto"/>
        <w:left w:val="none" w:sz="0" w:space="0" w:color="auto"/>
        <w:bottom w:val="none" w:sz="0" w:space="0" w:color="auto"/>
        <w:right w:val="none" w:sz="0" w:space="0" w:color="auto"/>
      </w:divBdr>
      <w:divsChild>
        <w:div w:id="1160199679">
          <w:marLeft w:val="0"/>
          <w:marRight w:val="0"/>
          <w:marTop w:val="0"/>
          <w:marBottom w:val="0"/>
          <w:divBdr>
            <w:top w:val="none" w:sz="0" w:space="0" w:color="auto"/>
            <w:left w:val="none" w:sz="0" w:space="0" w:color="auto"/>
            <w:bottom w:val="none" w:sz="0" w:space="0" w:color="auto"/>
            <w:right w:val="none" w:sz="0" w:space="0" w:color="auto"/>
          </w:divBdr>
        </w:div>
      </w:divsChild>
    </w:div>
    <w:div w:id="1993483746">
      <w:bodyDiv w:val="1"/>
      <w:marLeft w:val="0"/>
      <w:marRight w:val="0"/>
      <w:marTop w:val="0"/>
      <w:marBottom w:val="0"/>
      <w:divBdr>
        <w:top w:val="none" w:sz="0" w:space="0" w:color="auto"/>
        <w:left w:val="none" w:sz="0" w:space="0" w:color="auto"/>
        <w:bottom w:val="none" w:sz="0" w:space="0" w:color="auto"/>
        <w:right w:val="none" w:sz="0" w:space="0" w:color="auto"/>
      </w:divBdr>
      <w:divsChild>
        <w:div w:id="986394053">
          <w:marLeft w:val="0"/>
          <w:marRight w:val="0"/>
          <w:marTop w:val="0"/>
          <w:marBottom w:val="0"/>
          <w:divBdr>
            <w:top w:val="none" w:sz="0" w:space="0" w:color="auto"/>
            <w:left w:val="none" w:sz="0" w:space="0" w:color="auto"/>
            <w:bottom w:val="none" w:sz="0" w:space="0" w:color="auto"/>
            <w:right w:val="none" w:sz="0" w:space="0" w:color="auto"/>
          </w:divBdr>
        </w:div>
      </w:divsChild>
    </w:div>
    <w:div w:id="1997371737">
      <w:bodyDiv w:val="1"/>
      <w:marLeft w:val="0"/>
      <w:marRight w:val="0"/>
      <w:marTop w:val="0"/>
      <w:marBottom w:val="0"/>
      <w:divBdr>
        <w:top w:val="none" w:sz="0" w:space="0" w:color="auto"/>
        <w:left w:val="none" w:sz="0" w:space="0" w:color="auto"/>
        <w:bottom w:val="none" w:sz="0" w:space="0" w:color="auto"/>
        <w:right w:val="none" w:sz="0" w:space="0" w:color="auto"/>
      </w:divBdr>
      <w:divsChild>
        <w:div w:id="1180241143">
          <w:marLeft w:val="0"/>
          <w:marRight w:val="0"/>
          <w:marTop w:val="0"/>
          <w:marBottom w:val="0"/>
          <w:divBdr>
            <w:top w:val="none" w:sz="0" w:space="0" w:color="auto"/>
            <w:left w:val="none" w:sz="0" w:space="0" w:color="auto"/>
            <w:bottom w:val="none" w:sz="0" w:space="0" w:color="auto"/>
            <w:right w:val="none" w:sz="0" w:space="0" w:color="auto"/>
          </w:divBdr>
        </w:div>
      </w:divsChild>
    </w:div>
    <w:div w:id="1999728443">
      <w:bodyDiv w:val="1"/>
      <w:marLeft w:val="0"/>
      <w:marRight w:val="0"/>
      <w:marTop w:val="0"/>
      <w:marBottom w:val="0"/>
      <w:divBdr>
        <w:top w:val="none" w:sz="0" w:space="0" w:color="auto"/>
        <w:left w:val="none" w:sz="0" w:space="0" w:color="auto"/>
        <w:bottom w:val="none" w:sz="0" w:space="0" w:color="auto"/>
        <w:right w:val="none" w:sz="0" w:space="0" w:color="auto"/>
      </w:divBdr>
      <w:divsChild>
        <w:div w:id="1107888742">
          <w:marLeft w:val="0"/>
          <w:marRight w:val="0"/>
          <w:marTop w:val="0"/>
          <w:marBottom w:val="0"/>
          <w:divBdr>
            <w:top w:val="none" w:sz="0" w:space="0" w:color="auto"/>
            <w:left w:val="none" w:sz="0" w:space="0" w:color="auto"/>
            <w:bottom w:val="none" w:sz="0" w:space="0" w:color="auto"/>
            <w:right w:val="none" w:sz="0" w:space="0" w:color="auto"/>
          </w:divBdr>
        </w:div>
      </w:divsChild>
    </w:div>
    <w:div w:id="1999770122">
      <w:bodyDiv w:val="1"/>
      <w:marLeft w:val="0"/>
      <w:marRight w:val="0"/>
      <w:marTop w:val="0"/>
      <w:marBottom w:val="0"/>
      <w:divBdr>
        <w:top w:val="none" w:sz="0" w:space="0" w:color="auto"/>
        <w:left w:val="none" w:sz="0" w:space="0" w:color="auto"/>
        <w:bottom w:val="none" w:sz="0" w:space="0" w:color="auto"/>
        <w:right w:val="none" w:sz="0" w:space="0" w:color="auto"/>
      </w:divBdr>
      <w:divsChild>
        <w:div w:id="1113019257">
          <w:marLeft w:val="0"/>
          <w:marRight w:val="0"/>
          <w:marTop w:val="0"/>
          <w:marBottom w:val="0"/>
          <w:divBdr>
            <w:top w:val="none" w:sz="0" w:space="0" w:color="auto"/>
            <w:left w:val="none" w:sz="0" w:space="0" w:color="auto"/>
            <w:bottom w:val="none" w:sz="0" w:space="0" w:color="auto"/>
            <w:right w:val="none" w:sz="0" w:space="0" w:color="auto"/>
          </w:divBdr>
        </w:div>
      </w:divsChild>
    </w:div>
    <w:div w:id="2002074342">
      <w:bodyDiv w:val="1"/>
      <w:marLeft w:val="0"/>
      <w:marRight w:val="0"/>
      <w:marTop w:val="0"/>
      <w:marBottom w:val="0"/>
      <w:divBdr>
        <w:top w:val="none" w:sz="0" w:space="0" w:color="auto"/>
        <w:left w:val="none" w:sz="0" w:space="0" w:color="auto"/>
        <w:bottom w:val="none" w:sz="0" w:space="0" w:color="auto"/>
        <w:right w:val="none" w:sz="0" w:space="0" w:color="auto"/>
      </w:divBdr>
      <w:divsChild>
        <w:div w:id="1837263455">
          <w:marLeft w:val="0"/>
          <w:marRight w:val="0"/>
          <w:marTop w:val="0"/>
          <w:marBottom w:val="0"/>
          <w:divBdr>
            <w:top w:val="none" w:sz="0" w:space="0" w:color="auto"/>
            <w:left w:val="none" w:sz="0" w:space="0" w:color="auto"/>
            <w:bottom w:val="none" w:sz="0" w:space="0" w:color="auto"/>
            <w:right w:val="none" w:sz="0" w:space="0" w:color="auto"/>
          </w:divBdr>
        </w:div>
      </w:divsChild>
    </w:div>
    <w:div w:id="2006861279">
      <w:bodyDiv w:val="1"/>
      <w:marLeft w:val="0"/>
      <w:marRight w:val="0"/>
      <w:marTop w:val="0"/>
      <w:marBottom w:val="0"/>
      <w:divBdr>
        <w:top w:val="none" w:sz="0" w:space="0" w:color="auto"/>
        <w:left w:val="none" w:sz="0" w:space="0" w:color="auto"/>
        <w:bottom w:val="none" w:sz="0" w:space="0" w:color="auto"/>
        <w:right w:val="none" w:sz="0" w:space="0" w:color="auto"/>
      </w:divBdr>
      <w:divsChild>
        <w:div w:id="559096384">
          <w:marLeft w:val="0"/>
          <w:marRight w:val="0"/>
          <w:marTop w:val="0"/>
          <w:marBottom w:val="0"/>
          <w:divBdr>
            <w:top w:val="none" w:sz="0" w:space="0" w:color="auto"/>
            <w:left w:val="none" w:sz="0" w:space="0" w:color="auto"/>
            <w:bottom w:val="none" w:sz="0" w:space="0" w:color="auto"/>
            <w:right w:val="none" w:sz="0" w:space="0" w:color="auto"/>
          </w:divBdr>
        </w:div>
      </w:divsChild>
    </w:div>
    <w:div w:id="2008364347">
      <w:bodyDiv w:val="1"/>
      <w:marLeft w:val="0"/>
      <w:marRight w:val="0"/>
      <w:marTop w:val="0"/>
      <w:marBottom w:val="0"/>
      <w:divBdr>
        <w:top w:val="none" w:sz="0" w:space="0" w:color="auto"/>
        <w:left w:val="none" w:sz="0" w:space="0" w:color="auto"/>
        <w:bottom w:val="none" w:sz="0" w:space="0" w:color="auto"/>
        <w:right w:val="none" w:sz="0" w:space="0" w:color="auto"/>
      </w:divBdr>
      <w:divsChild>
        <w:div w:id="1498569754">
          <w:marLeft w:val="0"/>
          <w:marRight w:val="0"/>
          <w:marTop w:val="0"/>
          <w:marBottom w:val="0"/>
          <w:divBdr>
            <w:top w:val="none" w:sz="0" w:space="0" w:color="auto"/>
            <w:left w:val="none" w:sz="0" w:space="0" w:color="auto"/>
            <w:bottom w:val="none" w:sz="0" w:space="0" w:color="auto"/>
            <w:right w:val="none" w:sz="0" w:space="0" w:color="auto"/>
          </w:divBdr>
        </w:div>
      </w:divsChild>
    </w:div>
    <w:div w:id="2009402557">
      <w:bodyDiv w:val="1"/>
      <w:marLeft w:val="0"/>
      <w:marRight w:val="0"/>
      <w:marTop w:val="0"/>
      <w:marBottom w:val="0"/>
      <w:divBdr>
        <w:top w:val="none" w:sz="0" w:space="0" w:color="auto"/>
        <w:left w:val="none" w:sz="0" w:space="0" w:color="auto"/>
        <w:bottom w:val="none" w:sz="0" w:space="0" w:color="auto"/>
        <w:right w:val="none" w:sz="0" w:space="0" w:color="auto"/>
      </w:divBdr>
      <w:divsChild>
        <w:div w:id="17703174">
          <w:marLeft w:val="0"/>
          <w:marRight w:val="0"/>
          <w:marTop w:val="0"/>
          <w:marBottom w:val="0"/>
          <w:divBdr>
            <w:top w:val="none" w:sz="0" w:space="0" w:color="auto"/>
            <w:left w:val="none" w:sz="0" w:space="0" w:color="auto"/>
            <w:bottom w:val="none" w:sz="0" w:space="0" w:color="auto"/>
            <w:right w:val="none" w:sz="0" w:space="0" w:color="auto"/>
          </w:divBdr>
        </w:div>
      </w:divsChild>
    </w:div>
    <w:div w:id="2010327903">
      <w:bodyDiv w:val="1"/>
      <w:marLeft w:val="0"/>
      <w:marRight w:val="0"/>
      <w:marTop w:val="0"/>
      <w:marBottom w:val="0"/>
      <w:divBdr>
        <w:top w:val="none" w:sz="0" w:space="0" w:color="auto"/>
        <w:left w:val="none" w:sz="0" w:space="0" w:color="auto"/>
        <w:bottom w:val="none" w:sz="0" w:space="0" w:color="auto"/>
        <w:right w:val="none" w:sz="0" w:space="0" w:color="auto"/>
      </w:divBdr>
      <w:divsChild>
        <w:div w:id="601884889">
          <w:marLeft w:val="0"/>
          <w:marRight w:val="0"/>
          <w:marTop w:val="0"/>
          <w:marBottom w:val="0"/>
          <w:divBdr>
            <w:top w:val="none" w:sz="0" w:space="0" w:color="auto"/>
            <w:left w:val="none" w:sz="0" w:space="0" w:color="auto"/>
            <w:bottom w:val="none" w:sz="0" w:space="0" w:color="auto"/>
            <w:right w:val="none" w:sz="0" w:space="0" w:color="auto"/>
          </w:divBdr>
        </w:div>
      </w:divsChild>
    </w:div>
    <w:div w:id="2018849092">
      <w:bodyDiv w:val="1"/>
      <w:marLeft w:val="0"/>
      <w:marRight w:val="0"/>
      <w:marTop w:val="0"/>
      <w:marBottom w:val="0"/>
      <w:divBdr>
        <w:top w:val="none" w:sz="0" w:space="0" w:color="auto"/>
        <w:left w:val="none" w:sz="0" w:space="0" w:color="auto"/>
        <w:bottom w:val="none" w:sz="0" w:space="0" w:color="auto"/>
        <w:right w:val="none" w:sz="0" w:space="0" w:color="auto"/>
      </w:divBdr>
      <w:divsChild>
        <w:div w:id="919948957">
          <w:marLeft w:val="0"/>
          <w:marRight w:val="0"/>
          <w:marTop w:val="0"/>
          <w:marBottom w:val="0"/>
          <w:divBdr>
            <w:top w:val="none" w:sz="0" w:space="0" w:color="auto"/>
            <w:left w:val="none" w:sz="0" w:space="0" w:color="auto"/>
            <w:bottom w:val="none" w:sz="0" w:space="0" w:color="auto"/>
            <w:right w:val="none" w:sz="0" w:space="0" w:color="auto"/>
          </w:divBdr>
        </w:div>
      </w:divsChild>
    </w:div>
    <w:div w:id="2021542699">
      <w:bodyDiv w:val="1"/>
      <w:marLeft w:val="0"/>
      <w:marRight w:val="0"/>
      <w:marTop w:val="0"/>
      <w:marBottom w:val="0"/>
      <w:divBdr>
        <w:top w:val="none" w:sz="0" w:space="0" w:color="auto"/>
        <w:left w:val="none" w:sz="0" w:space="0" w:color="auto"/>
        <w:bottom w:val="none" w:sz="0" w:space="0" w:color="auto"/>
        <w:right w:val="none" w:sz="0" w:space="0" w:color="auto"/>
      </w:divBdr>
      <w:divsChild>
        <w:div w:id="1351029961">
          <w:marLeft w:val="0"/>
          <w:marRight w:val="0"/>
          <w:marTop w:val="0"/>
          <w:marBottom w:val="0"/>
          <w:divBdr>
            <w:top w:val="none" w:sz="0" w:space="0" w:color="auto"/>
            <w:left w:val="none" w:sz="0" w:space="0" w:color="auto"/>
            <w:bottom w:val="none" w:sz="0" w:space="0" w:color="auto"/>
            <w:right w:val="none" w:sz="0" w:space="0" w:color="auto"/>
          </w:divBdr>
        </w:div>
      </w:divsChild>
    </w:div>
    <w:div w:id="2024160541">
      <w:bodyDiv w:val="1"/>
      <w:marLeft w:val="0"/>
      <w:marRight w:val="0"/>
      <w:marTop w:val="0"/>
      <w:marBottom w:val="0"/>
      <w:divBdr>
        <w:top w:val="none" w:sz="0" w:space="0" w:color="auto"/>
        <w:left w:val="none" w:sz="0" w:space="0" w:color="auto"/>
        <w:bottom w:val="none" w:sz="0" w:space="0" w:color="auto"/>
        <w:right w:val="none" w:sz="0" w:space="0" w:color="auto"/>
      </w:divBdr>
    </w:div>
    <w:div w:id="2028285642">
      <w:bodyDiv w:val="1"/>
      <w:marLeft w:val="0"/>
      <w:marRight w:val="0"/>
      <w:marTop w:val="0"/>
      <w:marBottom w:val="0"/>
      <w:divBdr>
        <w:top w:val="none" w:sz="0" w:space="0" w:color="auto"/>
        <w:left w:val="none" w:sz="0" w:space="0" w:color="auto"/>
        <w:bottom w:val="none" w:sz="0" w:space="0" w:color="auto"/>
        <w:right w:val="none" w:sz="0" w:space="0" w:color="auto"/>
      </w:divBdr>
    </w:div>
    <w:div w:id="2035301823">
      <w:bodyDiv w:val="1"/>
      <w:marLeft w:val="0"/>
      <w:marRight w:val="0"/>
      <w:marTop w:val="0"/>
      <w:marBottom w:val="0"/>
      <w:divBdr>
        <w:top w:val="none" w:sz="0" w:space="0" w:color="auto"/>
        <w:left w:val="none" w:sz="0" w:space="0" w:color="auto"/>
        <w:bottom w:val="none" w:sz="0" w:space="0" w:color="auto"/>
        <w:right w:val="none" w:sz="0" w:space="0" w:color="auto"/>
      </w:divBdr>
    </w:div>
    <w:div w:id="2036617564">
      <w:bodyDiv w:val="1"/>
      <w:marLeft w:val="0"/>
      <w:marRight w:val="0"/>
      <w:marTop w:val="0"/>
      <w:marBottom w:val="0"/>
      <w:divBdr>
        <w:top w:val="none" w:sz="0" w:space="0" w:color="auto"/>
        <w:left w:val="none" w:sz="0" w:space="0" w:color="auto"/>
        <w:bottom w:val="none" w:sz="0" w:space="0" w:color="auto"/>
        <w:right w:val="none" w:sz="0" w:space="0" w:color="auto"/>
      </w:divBdr>
      <w:divsChild>
        <w:div w:id="1102645108">
          <w:marLeft w:val="0"/>
          <w:marRight w:val="0"/>
          <w:marTop w:val="0"/>
          <w:marBottom w:val="0"/>
          <w:divBdr>
            <w:top w:val="none" w:sz="0" w:space="0" w:color="auto"/>
            <w:left w:val="none" w:sz="0" w:space="0" w:color="auto"/>
            <w:bottom w:val="none" w:sz="0" w:space="0" w:color="auto"/>
            <w:right w:val="none" w:sz="0" w:space="0" w:color="auto"/>
          </w:divBdr>
        </w:div>
      </w:divsChild>
    </w:div>
    <w:div w:id="2040086226">
      <w:bodyDiv w:val="1"/>
      <w:marLeft w:val="0"/>
      <w:marRight w:val="0"/>
      <w:marTop w:val="0"/>
      <w:marBottom w:val="0"/>
      <w:divBdr>
        <w:top w:val="none" w:sz="0" w:space="0" w:color="auto"/>
        <w:left w:val="none" w:sz="0" w:space="0" w:color="auto"/>
        <w:bottom w:val="none" w:sz="0" w:space="0" w:color="auto"/>
        <w:right w:val="none" w:sz="0" w:space="0" w:color="auto"/>
      </w:divBdr>
      <w:divsChild>
        <w:div w:id="79914334">
          <w:marLeft w:val="0"/>
          <w:marRight w:val="0"/>
          <w:marTop w:val="0"/>
          <w:marBottom w:val="0"/>
          <w:divBdr>
            <w:top w:val="none" w:sz="0" w:space="0" w:color="auto"/>
            <w:left w:val="none" w:sz="0" w:space="0" w:color="auto"/>
            <w:bottom w:val="none" w:sz="0" w:space="0" w:color="auto"/>
            <w:right w:val="none" w:sz="0" w:space="0" w:color="auto"/>
          </w:divBdr>
        </w:div>
      </w:divsChild>
    </w:div>
    <w:div w:id="2043048035">
      <w:bodyDiv w:val="1"/>
      <w:marLeft w:val="0"/>
      <w:marRight w:val="0"/>
      <w:marTop w:val="0"/>
      <w:marBottom w:val="0"/>
      <w:divBdr>
        <w:top w:val="none" w:sz="0" w:space="0" w:color="auto"/>
        <w:left w:val="none" w:sz="0" w:space="0" w:color="auto"/>
        <w:bottom w:val="none" w:sz="0" w:space="0" w:color="auto"/>
        <w:right w:val="none" w:sz="0" w:space="0" w:color="auto"/>
      </w:divBdr>
      <w:divsChild>
        <w:div w:id="1183011966">
          <w:marLeft w:val="0"/>
          <w:marRight w:val="0"/>
          <w:marTop w:val="0"/>
          <w:marBottom w:val="0"/>
          <w:divBdr>
            <w:top w:val="none" w:sz="0" w:space="0" w:color="auto"/>
            <w:left w:val="none" w:sz="0" w:space="0" w:color="auto"/>
            <w:bottom w:val="none" w:sz="0" w:space="0" w:color="auto"/>
            <w:right w:val="none" w:sz="0" w:space="0" w:color="auto"/>
          </w:divBdr>
        </w:div>
      </w:divsChild>
    </w:div>
    <w:div w:id="2043243472">
      <w:bodyDiv w:val="1"/>
      <w:marLeft w:val="0"/>
      <w:marRight w:val="0"/>
      <w:marTop w:val="0"/>
      <w:marBottom w:val="0"/>
      <w:divBdr>
        <w:top w:val="none" w:sz="0" w:space="0" w:color="auto"/>
        <w:left w:val="none" w:sz="0" w:space="0" w:color="auto"/>
        <w:bottom w:val="none" w:sz="0" w:space="0" w:color="auto"/>
        <w:right w:val="none" w:sz="0" w:space="0" w:color="auto"/>
      </w:divBdr>
      <w:divsChild>
        <w:div w:id="1916284244">
          <w:marLeft w:val="0"/>
          <w:marRight w:val="0"/>
          <w:marTop w:val="0"/>
          <w:marBottom w:val="0"/>
          <w:divBdr>
            <w:top w:val="none" w:sz="0" w:space="0" w:color="auto"/>
            <w:left w:val="none" w:sz="0" w:space="0" w:color="auto"/>
            <w:bottom w:val="none" w:sz="0" w:space="0" w:color="auto"/>
            <w:right w:val="none" w:sz="0" w:space="0" w:color="auto"/>
          </w:divBdr>
        </w:div>
      </w:divsChild>
    </w:div>
    <w:div w:id="2052073412">
      <w:bodyDiv w:val="1"/>
      <w:marLeft w:val="0"/>
      <w:marRight w:val="0"/>
      <w:marTop w:val="0"/>
      <w:marBottom w:val="0"/>
      <w:divBdr>
        <w:top w:val="none" w:sz="0" w:space="0" w:color="auto"/>
        <w:left w:val="none" w:sz="0" w:space="0" w:color="auto"/>
        <w:bottom w:val="none" w:sz="0" w:space="0" w:color="auto"/>
        <w:right w:val="none" w:sz="0" w:space="0" w:color="auto"/>
      </w:divBdr>
      <w:divsChild>
        <w:div w:id="20009709">
          <w:marLeft w:val="0"/>
          <w:marRight w:val="0"/>
          <w:marTop w:val="0"/>
          <w:marBottom w:val="0"/>
          <w:divBdr>
            <w:top w:val="none" w:sz="0" w:space="0" w:color="auto"/>
            <w:left w:val="none" w:sz="0" w:space="0" w:color="auto"/>
            <w:bottom w:val="none" w:sz="0" w:space="0" w:color="auto"/>
            <w:right w:val="none" w:sz="0" w:space="0" w:color="auto"/>
          </w:divBdr>
          <w:divsChild>
            <w:div w:id="14328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9088">
      <w:bodyDiv w:val="1"/>
      <w:marLeft w:val="0"/>
      <w:marRight w:val="0"/>
      <w:marTop w:val="0"/>
      <w:marBottom w:val="0"/>
      <w:divBdr>
        <w:top w:val="none" w:sz="0" w:space="0" w:color="auto"/>
        <w:left w:val="none" w:sz="0" w:space="0" w:color="auto"/>
        <w:bottom w:val="none" w:sz="0" w:space="0" w:color="auto"/>
        <w:right w:val="none" w:sz="0" w:space="0" w:color="auto"/>
      </w:divBdr>
      <w:divsChild>
        <w:div w:id="1821189519">
          <w:marLeft w:val="0"/>
          <w:marRight w:val="0"/>
          <w:marTop w:val="0"/>
          <w:marBottom w:val="0"/>
          <w:divBdr>
            <w:top w:val="none" w:sz="0" w:space="0" w:color="auto"/>
            <w:left w:val="none" w:sz="0" w:space="0" w:color="auto"/>
            <w:bottom w:val="none" w:sz="0" w:space="0" w:color="auto"/>
            <w:right w:val="none" w:sz="0" w:space="0" w:color="auto"/>
          </w:divBdr>
        </w:div>
      </w:divsChild>
    </w:div>
    <w:div w:id="2057772077">
      <w:bodyDiv w:val="1"/>
      <w:marLeft w:val="0"/>
      <w:marRight w:val="0"/>
      <w:marTop w:val="0"/>
      <w:marBottom w:val="0"/>
      <w:divBdr>
        <w:top w:val="none" w:sz="0" w:space="0" w:color="auto"/>
        <w:left w:val="none" w:sz="0" w:space="0" w:color="auto"/>
        <w:bottom w:val="none" w:sz="0" w:space="0" w:color="auto"/>
        <w:right w:val="none" w:sz="0" w:space="0" w:color="auto"/>
      </w:divBdr>
      <w:divsChild>
        <w:div w:id="1979145706">
          <w:marLeft w:val="0"/>
          <w:marRight w:val="0"/>
          <w:marTop w:val="0"/>
          <w:marBottom w:val="0"/>
          <w:divBdr>
            <w:top w:val="none" w:sz="0" w:space="0" w:color="auto"/>
            <w:left w:val="none" w:sz="0" w:space="0" w:color="auto"/>
            <w:bottom w:val="none" w:sz="0" w:space="0" w:color="auto"/>
            <w:right w:val="none" w:sz="0" w:space="0" w:color="auto"/>
          </w:divBdr>
        </w:div>
      </w:divsChild>
    </w:div>
    <w:div w:id="2059469298">
      <w:bodyDiv w:val="1"/>
      <w:marLeft w:val="0"/>
      <w:marRight w:val="0"/>
      <w:marTop w:val="0"/>
      <w:marBottom w:val="0"/>
      <w:divBdr>
        <w:top w:val="none" w:sz="0" w:space="0" w:color="auto"/>
        <w:left w:val="none" w:sz="0" w:space="0" w:color="auto"/>
        <w:bottom w:val="none" w:sz="0" w:space="0" w:color="auto"/>
        <w:right w:val="none" w:sz="0" w:space="0" w:color="auto"/>
      </w:divBdr>
      <w:divsChild>
        <w:div w:id="1986659842">
          <w:marLeft w:val="0"/>
          <w:marRight w:val="0"/>
          <w:marTop w:val="0"/>
          <w:marBottom w:val="0"/>
          <w:divBdr>
            <w:top w:val="none" w:sz="0" w:space="0" w:color="auto"/>
            <w:left w:val="none" w:sz="0" w:space="0" w:color="auto"/>
            <w:bottom w:val="none" w:sz="0" w:space="0" w:color="auto"/>
            <w:right w:val="none" w:sz="0" w:space="0" w:color="auto"/>
          </w:divBdr>
        </w:div>
      </w:divsChild>
    </w:div>
    <w:div w:id="2060011260">
      <w:bodyDiv w:val="1"/>
      <w:marLeft w:val="0"/>
      <w:marRight w:val="0"/>
      <w:marTop w:val="0"/>
      <w:marBottom w:val="0"/>
      <w:divBdr>
        <w:top w:val="none" w:sz="0" w:space="0" w:color="auto"/>
        <w:left w:val="none" w:sz="0" w:space="0" w:color="auto"/>
        <w:bottom w:val="none" w:sz="0" w:space="0" w:color="auto"/>
        <w:right w:val="none" w:sz="0" w:space="0" w:color="auto"/>
      </w:divBdr>
      <w:divsChild>
        <w:div w:id="1347950320">
          <w:marLeft w:val="0"/>
          <w:marRight w:val="0"/>
          <w:marTop w:val="0"/>
          <w:marBottom w:val="0"/>
          <w:divBdr>
            <w:top w:val="none" w:sz="0" w:space="0" w:color="auto"/>
            <w:left w:val="none" w:sz="0" w:space="0" w:color="auto"/>
            <w:bottom w:val="none" w:sz="0" w:space="0" w:color="auto"/>
            <w:right w:val="none" w:sz="0" w:space="0" w:color="auto"/>
          </w:divBdr>
        </w:div>
      </w:divsChild>
    </w:div>
    <w:div w:id="2061047633">
      <w:bodyDiv w:val="1"/>
      <w:marLeft w:val="0"/>
      <w:marRight w:val="0"/>
      <w:marTop w:val="0"/>
      <w:marBottom w:val="0"/>
      <w:divBdr>
        <w:top w:val="none" w:sz="0" w:space="0" w:color="auto"/>
        <w:left w:val="none" w:sz="0" w:space="0" w:color="auto"/>
        <w:bottom w:val="none" w:sz="0" w:space="0" w:color="auto"/>
        <w:right w:val="none" w:sz="0" w:space="0" w:color="auto"/>
      </w:divBdr>
      <w:divsChild>
        <w:div w:id="1923947438">
          <w:marLeft w:val="0"/>
          <w:marRight w:val="0"/>
          <w:marTop w:val="0"/>
          <w:marBottom w:val="0"/>
          <w:divBdr>
            <w:top w:val="none" w:sz="0" w:space="0" w:color="auto"/>
            <w:left w:val="none" w:sz="0" w:space="0" w:color="auto"/>
            <w:bottom w:val="none" w:sz="0" w:space="0" w:color="auto"/>
            <w:right w:val="none" w:sz="0" w:space="0" w:color="auto"/>
          </w:divBdr>
        </w:div>
      </w:divsChild>
    </w:div>
    <w:div w:id="2064139563">
      <w:bodyDiv w:val="1"/>
      <w:marLeft w:val="0"/>
      <w:marRight w:val="0"/>
      <w:marTop w:val="0"/>
      <w:marBottom w:val="0"/>
      <w:divBdr>
        <w:top w:val="none" w:sz="0" w:space="0" w:color="auto"/>
        <w:left w:val="none" w:sz="0" w:space="0" w:color="auto"/>
        <w:bottom w:val="none" w:sz="0" w:space="0" w:color="auto"/>
        <w:right w:val="none" w:sz="0" w:space="0" w:color="auto"/>
      </w:divBdr>
      <w:divsChild>
        <w:div w:id="719061495">
          <w:marLeft w:val="0"/>
          <w:marRight w:val="0"/>
          <w:marTop w:val="0"/>
          <w:marBottom w:val="0"/>
          <w:divBdr>
            <w:top w:val="none" w:sz="0" w:space="0" w:color="auto"/>
            <w:left w:val="none" w:sz="0" w:space="0" w:color="auto"/>
            <w:bottom w:val="none" w:sz="0" w:space="0" w:color="auto"/>
            <w:right w:val="none" w:sz="0" w:space="0" w:color="auto"/>
          </w:divBdr>
        </w:div>
      </w:divsChild>
    </w:div>
    <w:div w:id="2064212410">
      <w:bodyDiv w:val="1"/>
      <w:marLeft w:val="0"/>
      <w:marRight w:val="0"/>
      <w:marTop w:val="0"/>
      <w:marBottom w:val="0"/>
      <w:divBdr>
        <w:top w:val="none" w:sz="0" w:space="0" w:color="auto"/>
        <w:left w:val="none" w:sz="0" w:space="0" w:color="auto"/>
        <w:bottom w:val="none" w:sz="0" w:space="0" w:color="auto"/>
        <w:right w:val="none" w:sz="0" w:space="0" w:color="auto"/>
      </w:divBdr>
      <w:divsChild>
        <w:div w:id="273903807">
          <w:marLeft w:val="0"/>
          <w:marRight w:val="0"/>
          <w:marTop w:val="0"/>
          <w:marBottom w:val="0"/>
          <w:divBdr>
            <w:top w:val="none" w:sz="0" w:space="0" w:color="auto"/>
            <w:left w:val="none" w:sz="0" w:space="0" w:color="auto"/>
            <w:bottom w:val="none" w:sz="0" w:space="0" w:color="auto"/>
            <w:right w:val="none" w:sz="0" w:space="0" w:color="auto"/>
          </w:divBdr>
        </w:div>
      </w:divsChild>
    </w:div>
    <w:div w:id="2070033248">
      <w:bodyDiv w:val="1"/>
      <w:marLeft w:val="0"/>
      <w:marRight w:val="0"/>
      <w:marTop w:val="0"/>
      <w:marBottom w:val="0"/>
      <w:divBdr>
        <w:top w:val="none" w:sz="0" w:space="0" w:color="auto"/>
        <w:left w:val="none" w:sz="0" w:space="0" w:color="auto"/>
        <w:bottom w:val="none" w:sz="0" w:space="0" w:color="auto"/>
        <w:right w:val="none" w:sz="0" w:space="0" w:color="auto"/>
      </w:divBdr>
      <w:divsChild>
        <w:div w:id="1000817475">
          <w:marLeft w:val="0"/>
          <w:marRight w:val="0"/>
          <w:marTop w:val="0"/>
          <w:marBottom w:val="0"/>
          <w:divBdr>
            <w:top w:val="none" w:sz="0" w:space="0" w:color="auto"/>
            <w:left w:val="none" w:sz="0" w:space="0" w:color="auto"/>
            <w:bottom w:val="none" w:sz="0" w:space="0" w:color="auto"/>
            <w:right w:val="none" w:sz="0" w:space="0" w:color="auto"/>
          </w:divBdr>
        </w:div>
      </w:divsChild>
    </w:div>
    <w:div w:id="2070952486">
      <w:bodyDiv w:val="1"/>
      <w:marLeft w:val="0"/>
      <w:marRight w:val="0"/>
      <w:marTop w:val="0"/>
      <w:marBottom w:val="0"/>
      <w:divBdr>
        <w:top w:val="none" w:sz="0" w:space="0" w:color="auto"/>
        <w:left w:val="none" w:sz="0" w:space="0" w:color="auto"/>
        <w:bottom w:val="none" w:sz="0" w:space="0" w:color="auto"/>
        <w:right w:val="none" w:sz="0" w:space="0" w:color="auto"/>
      </w:divBdr>
      <w:divsChild>
        <w:div w:id="130710423">
          <w:marLeft w:val="0"/>
          <w:marRight w:val="0"/>
          <w:marTop w:val="0"/>
          <w:marBottom w:val="0"/>
          <w:divBdr>
            <w:top w:val="none" w:sz="0" w:space="0" w:color="auto"/>
            <w:left w:val="none" w:sz="0" w:space="0" w:color="auto"/>
            <w:bottom w:val="none" w:sz="0" w:space="0" w:color="auto"/>
            <w:right w:val="none" w:sz="0" w:space="0" w:color="auto"/>
          </w:divBdr>
          <w:divsChild>
            <w:div w:id="5923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5572">
      <w:bodyDiv w:val="1"/>
      <w:marLeft w:val="0"/>
      <w:marRight w:val="0"/>
      <w:marTop w:val="0"/>
      <w:marBottom w:val="0"/>
      <w:divBdr>
        <w:top w:val="none" w:sz="0" w:space="0" w:color="auto"/>
        <w:left w:val="none" w:sz="0" w:space="0" w:color="auto"/>
        <w:bottom w:val="none" w:sz="0" w:space="0" w:color="auto"/>
        <w:right w:val="none" w:sz="0" w:space="0" w:color="auto"/>
      </w:divBdr>
      <w:divsChild>
        <w:div w:id="1423337492">
          <w:marLeft w:val="0"/>
          <w:marRight w:val="0"/>
          <w:marTop w:val="0"/>
          <w:marBottom w:val="0"/>
          <w:divBdr>
            <w:top w:val="none" w:sz="0" w:space="0" w:color="auto"/>
            <w:left w:val="none" w:sz="0" w:space="0" w:color="auto"/>
            <w:bottom w:val="none" w:sz="0" w:space="0" w:color="auto"/>
            <w:right w:val="none" w:sz="0" w:space="0" w:color="auto"/>
          </w:divBdr>
        </w:div>
      </w:divsChild>
    </w:div>
    <w:div w:id="2081323945">
      <w:bodyDiv w:val="1"/>
      <w:marLeft w:val="0"/>
      <w:marRight w:val="0"/>
      <w:marTop w:val="0"/>
      <w:marBottom w:val="0"/>
      <w:divBdr>
        <w:top w:val="none" w:sz="0" w:space="0" w:color="auto"/>
        <w:left w:val="none" w:sz="0" w:space="0" w:color="auto"/>
        <w:bottom w:val="none" w:sz="0" w:space="0" w:color="auto"/>
        <w:right w:val="none" w:sz="0" w:space="0" w:color="auto"/>
      </w:divBdr>
      <w:divsChild>
        <w:div w:id="1848058672">
          <w:marLeft w:val="0"/>
          <w:marRight w:val="0"/>
          <w:marTop w:val="0"/>
          <w:marBottom w:val="0"/>
          <w:divBdr>
            <w:top w:val="none" w:sz="0" w:space="0" w:color="auto"/>
            <w:left w:val="none" w:sz="0" w:space="0" w:color="auto"/>
            <w:bottom w:val="none" w:sz="0" w:space="0" w:color="auto"/>
            <w:right w:val="none" w:sz="0" w:space="0" w:color="auto"/>
          </w:divBdr>
        </w:div>
      </w:divsChild>
    </w:div>
    <w:div w:id="2082095272">
      <w:bodyDiv w:val="1"/>
      <w:marLeft w:val="0"/>
      <w:marRight w:val="0"/>
      <w:marTop w:val="0"/>
      <w:marBottom w:val="0"/>
      <w:divBdr>
        <w:top w:val="none" w:sz="0" w:space="0" w:color="auto"/>
        <w:left w:val="none" w:sz="0" w:space="0" w:color="auto"/>
        <w:bottom w:val="none" w:sz="0" w:space="0" w:color="auto"/>
        <w:right w:val="none" w:sz="0" w:space="0" w:color="auto"/>
      </w:divBdr>
      <w:divsChild>
        <w:div w:id="436219647">
          <w:marLeft w:val="0"/>
          <w:marRight w:val="0"/>
          <w:marTop w:val="0"/>
          <w:marBottom w:val="0"/>
          <w:divBdr>
            <w:top w:val="none" w:sz="0" w:space="0" w:color="auto"/>
            <w:left w:val="none" w:sz="0" w:space="0" w:color="auto"/>
            <w:bottom w:val="none" w:sz="0" w:space="0" w:color="auto"/>
            <w:right w:val="none" w:sz="0" w:space="0" w:color="auto"/>
          </w:divBdr>
        </w:div>
      </w:divsChild>
    </w:div>
    <w:div w:id="2084448463">
      <w:bodyDiv w:val="1"/>
      <w:marLeft w:val="0"/>
      <w:marRight w:val="0"/>
      <w:marTop w:val="0"/>
      <w:marBottom w:val="0"/>
      <w:divBdr>
        <w:top w:val="none" w:sz="0" w:space="0" w:color="auto"/>
        <w:left w:val="none" w:sz="0" w:space="0" w:color="auto"/>
        <w:bottom w:val="none" w:sz="0" w:space="0" w:color="auto"/>
        <w:right w:val="none" w:sz="0" w:space="0" w:color="auto"/>
      </w:divBdr>
      <w:divsChild>
        <w:div w:id="1913159642">
          <w:marLeft w:val="0"/>
          <w:marRight w:val="0"/>
          <w:marTop w:val="0"/>
          <w:marBottom w:val="0"/>
          <w:divBdr>
            <w:top w:val="none" w:sz="0" w:space="0" w:color="auto"/>
            <w:left w:val="none" w:sz="0" w:space="0" w:color="auto"/>
            <w:bottom w:val="none" w:sz="0" w:space="0" w:color="auto"/>
            <w:right w:val="none" w:sz="0" w:space="0" w:color="auto"/>
          </w:divBdr>
        </w:div>
      </w:divsChild>
    </w:div>
    <w:div w:id="2086612262">
      <w:bodyDiv w:val="1"/>
      <w:marLeft w:val="0"/>
      <w:marRight w:val="0"/>
      <w:marTop w:val="0"/>
      <w:marBottom w:val="0"/>
      <w:divBdr>
        <w:top w:val="none" w:sz="0" w:space="0" w:color="auto"/>
        <w:left w:val="none" w:sz="0" w:space="0" w:color="auto"/>
        <w:bottom w:val="none" w:sz="0" w:space="0" w:color="auto"/>
        <w:right w:val="none" w:sz="0" w:space="0" w:color="auto"/>
      </w:divBdr>
      <w:divsChild>
        <w:div w:id="55398939">
          <w:marLeft w:val="0"/>
          <w:marRight w:val="0"/>
          <w:marTop w:val="0"/>
          <w:marBottom w:val="0"/>
          <w:divBdr>
            <w:top w:val="none" w:sz="0" w:space="0" w:color="auto"/>
            <w:left w:val="none" w:sz="0" w:space="0" w:color="auto"/>
            <w:bottom w:val="none" w:sz="0" w:space="0" w:color="auto"/>
            <w:right w:val="none" w:sz="0" w:space="0" w:color="auto"/>
          </w:divBdr>
        </w:div>
      </w:divsChild>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sChild>
        <w:div w:id="504051969">
          <w:marLeft w:val="0"/>
          <w:marRight w:val="0"/>
          <w:marTop w:val="0"/>
          <w:marBottom w:val="0"/>
          <w:divBdr>
            <w:top w:val="none" w:sz="0" w:space="0" w:color="auto"/>
            <w:left w:val="none" w:sz="0" w:space="0" w:color="auto"/>
            <w:bottom w:val="none" w:sz="0" w:space="0" w:color="auto"/>
            <w:right w:val="none" w:sz="0" w:space="0" w:color="auto"/>
          </w:divBdr>
        </w:div>
      </w:divsChild>
    </w:div>
    <w:div w:id="2091924293">
      <w:bodyDiv w:val="1"/>
      <w:marLeft w:val="0"/>
      <w:marRight w:val="0"/>
      <w:marTop w:val="0"/>
      <w:marBottom w:val="0"/>
      <w:divBdr>
        <w:top w:val="none" w:sz="0" w:space="0" w:color="auto"/>
        <w:left w:val="none" w:sz="0" w:space="0" w:color="auto"/>
        <w:bottom w:val="none" w:sz="0" w:space="0" w:color="auto"/>
        <w:right w:val="none" w:sz="0" w:space="0" w:color="auto"/>
      </w:divBdr>
      <w:divsChild>
        <w:div w:id="1791625600">
          <w:marLeft w:val="0"/>
          <w:marRight w:val="0"/>
          <w:marTop w:val="0"/>
          <w:marBottom w:val="0"/>
          <w:divBdr>
            <w:top w:val="none" w:sz="0" w:space="0" w:color="auto"/>
            <w:left w:val="none" w:sz="0" w:space="0" w:color="auto"/>
            <w:bottom w:val="none" w:sz="0" w:space="0" w:color="auto"/>
            <w:right w:val="none" w:sz="0" w:space="0" w:color="auto"/>
          </w:divBdr>
        </w:div>
      </w:divsChild>
    </w:div>
    <w:div w:id="2095735013">
      <w:bodyDiv w:val="1"/>
      <w:marLeft w:val="0"/>
      <w:marRight w:val="0"/>
      <w:marTop w:val="0"/>
      <w:marBottom w:val="0"/>
      <w:divBdr>
        <w:top w:val="none" w:sz="0" w:space="0" w:color="auto"/>
        <w:left w:val="none" w:sz="0" w:space="0" w:color="auto"/>
        <w:bottom w:val="none" w:sz="0" w:space="0" w:color="auto"/>
        <w:right w:val="none" w:sz="0" w:space="0" w:color="auto"/>
      </w:divBdr>
      <w:divsChild>
        <w:div w:id="265575670">
          <w:marLeft w:val="0"/>
          <w:marRight w:val="0"/>
          <w:marTop w:val="0"/>
          <w:marBottom w:val="0"/>
          <w:divBdr>
            <w:top w:val="none" w:sz="0" w:space="0" w:color="auto"/>
            <w:left w:val="none" w:sz="0" w:space="0" w:color="auto"/>
            <w:bottom w:val="none" w:sz="0" w:space="0" w:color="auto"/>
            <w:right w:val="none" w:sz="0" w:space="0" w:color="auto"/>
          </w:divBdr>
        </w:div>
      </w:divsChild>
    </w:div>
    <w:div w:id="2100251372">
      <w:bodyDiv w:val="1"/>
      <w:marLeft w:val="0"/>
      <w:marRight w:val="0"/>
      <w:marTop w:val="0"/>
      <w:marBottom w:val="0"/>
      <w:divBdr>
        <w:top w:val="none" w:sz="0" w:space="0" w:color="auto"/>
        <w:left w:val="none" w:sz="0" w:space="0" w:color="auto"/>
        <w:bottom w:val="none" w:sz="0" w:space="0" w:color="auto"/>
        <w:right w:val="none" w:sz="0" w:space="0" w:color="auto"/>
      </w:divBdr>
      <w:divsChild>
        <w:div w:id="665059638">
          <w:marLeft w:val="0"/>
          <w:marRight w:val="0"/>
          <w:marTop w:val="0"/>
          <w:marBottom w:val="0"/>
          <w:divBdr>
            <w:top w:val="none" w:sz="0" w:space="0" w:color="auto"/>
            <w:left w:val="none" w:sz="0" w:space="0" w:color="auto"/>
            <w:bottom w:val="none" w:sz="0" w:space="0" w:color="auto"/>
            <w:right w:val="none" w:sz="0" w:space="0" w:color="auto"/>
          </w:divBdr>
        </w:div>
      </w:divsChild>
    </w:div>
    <w:div w:id="2109233363">
      <w:bodyDiv w:val="1"/>
      <w:marLeft w:val="0"/>
      <w:marRight w:val="0"/>
      <w:marTop w:val="0"/>
      <w:marBottom w:val="0"/>
      <w:divBdr>
        <w:top w:val="none" w:sz="0" w:space="0" w:color="auto"/>
        <w:left w:val="none" w:sz="0" w:space="0" w:color="auto"/>
        <w:bottom w:val="none" w:sz="0" w:space="0" w:color="auto"/>
        <w:right w:val="none" w:sz="0" w:space="0" w:color="auto"/>
      </w:divBdr>
      <w:divsChild>
        <w:div w:id="1327591258">
          <w:marLeft w:val="0"/>
          <w:marRight w:val="0"/>
          <w:marTop w:val="0"/>
          <w:marBottom w:val="0"/>
          <w:divBdr>
            <w:top w:val="none" w:sz="0" w:space="0" w:color="auto"/>
            <w:left w:val="none" w:sz="0" w:space="0" w:color="auto"/>
            <w:bottom w:val="none" w:sz="0" w:space="0" w:color="auto"/>
            <w:right w:val="none" w:sz="0" w:space="0" w:color="auto"/>
          </w:divBdr>
        </w:div>
      </w:divsChild>
    </w:div>
    <w:div w:id="2113238850">
      <w:bodyDiv w:val="1"/>
      <w:marLeft w:val="0"/>
      <w:marRight w:val="0"/>
      <w:marTop w:val="0"/>
      <w:marBottom w:val="0"/>
      <w:divBdr>
        <w:top w:val="none" w:sz="0" w:space="0" w:color="auto"/>
        <w:left w:val="none" w:sz="0" w:space="0" w:color="auto"/>
        <w:bottom w:val="none" w:sz="0" w:space="0" w:color="auto"/>
        <w:right w:val="none" w:sz="0" w:space="0" w:color="auto"/>
      </w:divBdr>
      <w:divsChild>
        <w:div w:id="502941828">
          <w:marLeft w:val="0"/>
          <w:marRight w:val="0"/>
          <w:marTop w:val="0"/>
          <w:marBottom w:val="0"/>
          <w:divBdr>
            <w:top w:val="none" w:sz="0" w:space="0" w:color="auto"/>
            <w:left w:val="none" w:sz="0" w:space="0" w:color="auto"/>
            <w:bottom w:val="none" w:sz="0" w:space="0" w:color="auto"/>
            <w:right w:val="none" w:sz="0" w:space="0" w:color="auto"/>
          </w:divBdr>
        </w:div>
      </w:divsChild>
    </w:div>
    <w:div w:id="2115325660">
      <w:bodyDiv w:val="1"/>
      <w:marLeft w:val="0"/>
      <w:marRight w:val="0"/>
      <w:marTop w:val="0"/>
      <w:marBottom w:val="0"/>
      <w:divBdr>
        <w:top w:val="none" w:sz="0" w:space="0" w:color="auto"/>
        <w:left w:val="none" w:sz="0" w:space="0" w:color="auto"/>
        <w:bottom w:val="none" w:sz="0" w:space="0" w:color="auto"/>
        <w:right w:val="none" w:sz="0" w:space="0" w:color="auto"/>
      </w:divBdr>
      <w:divsChild>
        <w:div w:id="1535801392">
          <w:marLeft w:val="0"/>
          <w:marRight w:val="0"/>
          <w:marTop w:val="0"/>
          <w:marBottom w:val="0"/>
          <w:divBdr>
            <w:top w:val="none" w:sz="0" w:space="0" w:color="auto"/>
            <w:left w:val="none" w:sz="0" w:space="0" w:color="auto"/>
            <w:bottom w:val="none" w:sz="0" w:space="0" w:color="auto"/>
            <w:right w:val="none" w:sz="0" w:space="0" w:color="auto"/>
          </w:divBdr>
        </w:div>
      </w:divsChild>
    </w:div>
    <w:div w:id="2117560372">
      <w:bodyDiv w:val="1"/>
      <w:marLeft w:val="0"/>
      <w:marRight w:val="0"/>
      <w:marTop w:val="0"/>
      <w:marBottom w:val="0"/>
      <w:divBdr>
        <w:top w:val="none" w:sz="0" w:space="0" w:color="auto"/>
        <w:left w:val="none" w:sz="0" w:space="0" w:color="auto"/>
        <w:bottom w:val="none" w:sz="0" w:space="0" w:color="auto"/>
        <w:right w:val="none" w:sz="0" w:space="0" w:color="auto"/>
      </w:divBdr>
      <w:divsChild>
        <w:div w:id="1521772481">
          <w:marLeft w:val="0"/>
          <w:marRight w:val="0"/>
          <w:marTop w:val="0"/>
          <w:marBottom w:val="0"/>
          <w:divBdr>
            <w:top w:val="none" w:sz="0" w:space="0" w:color="auto"/>
            <w:left w:val="none" w:sz="0" w:space="0" w:color="auto"/>
            <w:bottom w:val="none" w:sz="0" w:space="0" w:color="auto"/>
            <w:right w:val="none" w:sz="0" w:space="0" w:color="auto"/>
          </w:divBdr>
        </w:div>
      </w:divsChild>
    </w:div>
    <w:div w:id="2117869379">
      <w:bodyDiv w:val="1"/>
      <w:marLeft w:val="0"/>
      <w:marRight w:val="0"/>
      <w:marTop w:val="0"/>
      <w:marBottom w:val="0"/>
      <w:divBdr>
        <w:top w:val="none" w:sz="0" w:space="0" w:color="auto"/>
        <w:left w:val="none" w:sz="0" w:space="0" w:color="auto"/>
        <w:bottom w:val="none" w:sz="0" w:space="0" w:color="auto"/>
        <w:right w:val="none" w:sz="0" w:space="0" w:color="auto"/>
      </w:divBdr>
      <w:divsChild>
        <w:div w:id="1216353131">
          <w:marLeft w:val="0"/>
          <w:marRight w:val="0"/>
          <w:marTop w:val="0"/>
          <w:marBottom w:val="0"/>
          <w:divBdr>
            <w:top w:val="none" w:sz="0" w:space="0" w:color="auto"/>
            <w:left w:val="none" w:sz="0" w:space="0" w:color="auto"/>
            <w:bottom w:val="none" w:sz="0" w:space="0" w:color="auto"/>
            <w:right w:val="none" w:sz="0" w:space="0" w:color="auto"/>
          </w:divBdr>
        </w:div>
      </w:divsChild>
    </w:div>
    <w:div w:id="2120682328">
      <w:bodyDiv w:val="1"/>
      <w:marLeft w:val="0"/>
      <w:marRight w:val="0"/>
      <w:marTop w:val="0"/>
      <w:marBottom w:val="0"/>
      <w:divBdr>
        <w:top w:val="none" w:sz="0" w:space="0" w:color="auto"/>
        <w:left w:val="none" w:sz="0" w:space="0" w:color="auto"/>
        <w:bottom w:val="none" w:sz="0" w:space="0" w:color="auto"/>
        <w:right w:val="none" w:sz="0" w:space="0" w:color="auto"/>
      </w:divBdr>
      <w:divsChild>
        <w:div w:id="402677099">
          <w:marLeft w:val="0"/>
          <w:marRight w:val="0"/>
          <w:marTop w:val="0"/>
          <w:marBottom w:val="0"/>
          <w:divBdr>
            <w:top w:val="none" w:sz="0" w:space="0" w:color="auto"/>
            <w:left w:val="none" w:sz="0" w:space="0" w:color="auto"/>
            <w:bottom w:val="none" w:sz="0" w:space="0" w:color="auto"/>
            <w:right w:val="none" w:sz="0" w:space="0" w:color="auto"/>
          </w:divBdr>
          <w:divsChild>
            <w:div w:id="73573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8890">
      <w:bodyDiv w:val="1"/>
      <w:marLeft w:val="0"/>
      <w:marRight w:val="0"/>
      <w:marTop w:val="0"/>
      <w:marBottom w:val="0"/>
      <w:divBdr>
        <w:top w:val="none" w:sz="0" w:space="0" w:color="auto"/>
        <w:left w:val="none" w:sz="0" w:space="0" w:color="auto"/>
        <w:bottom w:val="none" w:sz="0" w:space="0" w:color="auto"/>
        <w:right w:val="none" w:sz="0" w:space="0" w:color="auto"/>
      </w:divBdr>
      <w:divsChild>
        <w:div w:id="1459179572">
          <w:marLeft w:val="0"/>
          <w:marRight w:val="0"/>
          <w:marTop w:val="0"/>
          <w:marBottom w:val="0"/>
          <w:divBdr>
            <w:top w:val="none" w:sz="0" w:space="0" w:color="auto"/>
            <w:left w:val="none" w:sz="0" w:space="0" w:color="auto"/>
            <w:bottom w:val="none" w:sz="0" w:space="0" w:color="auto"/>
            <w:right w:val="none" w:sz="0" w:space="0" w:color="auto"/>
          </w:divBdr>
        </w:div>
      </w:divsChild>
    </w:div>
    <w:div w:id="2124952944">
      <w:bodyDiv w:val="1"/>
      <w:marLeft w:val="0"/>
      <w:marRight w:val="0"/>
      <w:marTop w:val="0"/>
      <w:marBottom w:val="0"/>
      <w:divBdr>
        <w:top w:val="none" w:sz="0" w:space="0" w:color="auto"/>
        <w:left w:val="none" w:sz="0" w:space="0" w:color="auto"/>
        <w:bottom w:val="none" w:sz="0" w:space="0" w:color="auto"/>
        <w:right w:val="none" w:sz="0" w:space="0" w:color="auto"/>
      </w:divBdr>
      <w:divsChild>
        <w:div w:id="54160335">
          <w:marLeft w:val="0"/>
          <w:marRight w:val="0"/>
          <w:marTop w:val="0"/>
          <w:marBottom w:val="0"/>
          <w:divBdr>
            <w:top w:val="none" w:sz="0" w:space="0" w:color="auto"/>
            <w:left w:val="none" w:sz="0" w:space="0" w:color="auto"/>
            <w:bottom w:val="none" w:sz="0" w:space="0" w:color="auto"/>
            <w:right w:val="none" w:sz="0" w:space="0" w:color="auto"/>
          </w:divBdr>
        </w:div>
      </w:divsChild>
    </w:div>
    <w:div w:id="2129353583">
      <w:bodyDiv w:val="1"/>
      <w:marLeft w:val="0"/>
      <w:marRight w:val="0"/>
      <w:marTop w:val="0"/>
      <w:marBottom w:val="0"/>
      <w:divBdr>
        <w:top w:val="none" w:sz="0" w:space="0" w:color="auto"/>
        <w:left w:val="none" w:sz="0" w:space="0" w:color="auto"/>
        <w:bottom w:val="none" w:sz="0" w:space="0" w:color="auto"/>
        <w:right w:val="none" w:sz="0" w:space="0" w:color="auto"/>
      </w:divBdr>
      <w:divsChild>
        <w:div w:id="1645695398">
          <w:marLeft w:val="0"/>
          <w:marRight w:val="0"/>
          <w:marTop w:val="0"/>
          <w:marBottom w:val="0"/>
          <w:divBdr>
            <w:top w:val="none" w:sz="0" w:space="0" w:color="auto"/>
            <w:left w:val="none" w:sz="0" w:space="0" w:color="auto"/>
            <w:bottom w:val="none" w:sz="0" w:space="0" w:color="auto"/>
            <w:right w:val="none" w:sz="0" w:space="0" w:color="auto"/>
          </w:divBdr>
        </w:div>
      </w:divsChild>
    </w:div>
    <w:div w:id="2131169821">
      <w:bodyDiv w:val="1"/>
      <w:marLeft w:val="0"/>
      <w:marRight w:val="0"/>
      <w:marTop w:val="0"/>
      <w:marBottom w:val="0"/>
      <w:divBdr>
        <w:top w:val="none" w:sz="0" w:space="0" w:color="auto"/>
        <w:left w:val="none" w:sz="0" w:space="0" w:color="auto"/>
        <w:bottom w:val="none" w:sz="0" w:space="0" w:color="auto"/>
        <w:right w:val="none" w:sz="0" w:space="0" w:color="auto"/>
      </w:divBdr>
      <w:divsChild>
        <w:div w:id="1992828317">
          <w:marLeft w:val="0"/>
          <w:marRight w:val="0"/>
          <w:marTop w:val="0"/>
          <w:marBottom w:val="0"/>
          <w:divBdr>
            <w:top w:val="none" w:sz="0" w:space="0" w:color="auto"/>
            <w:left w:val="none" w:sz="0" w:space="0" w:color="auto"/>
            <w:bottom w:val="none" w:sz="0" w:space="0" w:color="auto"/>
            <w:right w:val="none" w:sz="0" w:space="0" w:color="auto"/>
          </w:divBdr>
        </w:div>
      </w:divsChild>
    </w:div>
    <w:div w:id="2131975681">
      <w:bodyDiv w:val="1"/>
      <w:marLeft w:val="0"/>
      <w:marRight w:val="0"/>
      <w:marTop w:val="0"/>
      <w:marBottom w:val="0"/>
      <w:divBdr>
        <w:top w:val="none" w:sz="0" w:space="0" w:color="auto"/>
        <w:left w:val="none" w:sz="0" w:space="0" w:color="auto"/>
        <w:bottom w:val="none" w:sz="0" w:space="0" w:color="auto"/>
        <w:right w:val="none" w:sz="0" w:space="0" w:color="auto"/>
      </w:divBdr>
      <w:divsChild>
        <w:div w:id="634410036">
          <w:marLeft w:val="0"/>
          <w:marRight w:val="0"/>
          <w:marTop w:val="0"/>
          <w:marBottom w:val="0"/>
          <w:divBdr>
            <w:top w:val="none" w:sz="0" w:space="0" w:color="auto"/>
            <w:left w:val="none" w:sz="0" w:space="0" w:color="auto"/>
            <w:bottom w:val="none" w:sz="0" w:space="0" w:color="auto"/>
            <w:right w:val="none" w:sz="0" w:space="0" w:color="auto"/>
          </w:divBdr>
        </w:div>
      </w:divsChild>
    </w:div>
    <w:div w:id="2133395968">
      <w:bodyDiv w:val="1"/>
      <w:marLeft w:val="0"/>
      <w:marRight w:val="0"/>
      <w:marTop w:val="0"/>
      <w:marBottom w:val="0"/>
      <w:divBdr>
        <w:top w:val="none" w:sz="0" w:space="0" w:color="auto"/>
        <w:left w:val="none" w:sz="0" w:space="0" w:color="auto"/>
        <w:bottom w:val="none" w:sz="0" w:space="0" w:color="auto"/>
        <w:right w:val="none" w:sz="0" w:space="0" w:color="auto"/>
      </w:divBdr>
    </w:div>
    <w:div w:id="2137982687">
      <w:bodyDiv w:val="1"/>
      <w:marLeft w:val="0"/>
      <w:marRight w:val="0"/>
      <w:marTop w:val="0"/>
      <w:marBottom w:val="0"/>
      <w:divBdr>
        <w:top w:val="none" w:sz="0" w:space="0" w:color="auto"/>
        <w:left w:val="none" w:sz="0" w:space="0" w:color="auto"/>
        <w:bottom w:val="none" w:sz="0" w:space="0" w:color="auto"/>
        <w:right w:val="none" w:sz="0" w:space="0" w:color="auto"/>
      </w:divBdr>
      <w:divsChild>
        <w:div w:id="256258965">
          <w:marLeft w:val="0"/>
          <w:marRight w:val="0"/>
          <w:marTop w:val="0"/>
          <w:marBottom w:val="0"/>
          <w:divBdr>
            <w:top w:val="none" w:sz="0" w:space="0" w:color="auto"/>
            <w:left w:val="none" w:sz="0" w:space="0" w:color="auto"/>
            <w:bottom w:val="none" w:sz="0" w:space="0" w:color="auto"/>
            <w:right w:val="none" w:sz="0" w:space="0" w:color="auto"/>
          </w:divBdr>
        </w:div>
      </w:divsChild>
    </w:div>
    <w:div w:id="2139184924">
      <w:bodyDiv w:val="1"/>
      <w:marLeft w:val="0"/>
      <w:marRight w:val="0"/>
      <w:marTop w:val="0"/>
      <w:marBottom w:val="0"/>
      <w:divBdr>
        <w:top w:val="none" w:sz="0" w:space="0" w:color="auto"/>
        <w:left w:val="none" w:sz="0" w:space="0" w:color="auto"/>
        <w:bottom w:val="none" w:sz="0" w:space="0" w:color="auto"/>
        <w:right w:val="none" w:sz="0" w:space="0" w:color="auto"/>
      </w:divBdr>
      <w:divsChild>
        <w:div w:id="1810782458">
          <w:marLeft w:val="0"/>
          <w:marRight w:val="0"/>
          <w:marTop w:val="0"/>
          <w:marBottom w:val="0"/>
          <w:divBdr>
            <w:top w:val="none" w:sz="0" w:space="0" w:color="auto"/>
            <w:left w:val="none" w:sz="0" w:space="0" w:color="auto"/>
            <w:bottom w:val="none" w:sz="0" w:space="0" w:color="auto"/>
            <w:right w:val="none" w:sz="0" w:space="0" w:color="auto"/>
          </w:divBdr>
        </w:div>
      </w:divsChild>
    </w:div>
    <w:div w:id="2141223594">
      <w:bodyDiv w:val="1"/>
      <w:marLeft w:val="0"/>
      <w:marRight w:val="0"/>
      <w:marTop w:val="0"/>
      <w:marBottom w:val="0"/>
      <w:divBdr>
        <w:top w:val="none" w:sz="0" w:space="0" w:color="auto"/>
        <w:left w:val="none" w:sz="0" w:space="0" w:color="auto"/>
        <w:bottom w:val="none" w:sz="0" w:space="0" w:color="auto"/>
        <w:right w:val="none" w:sz="0" w:space="0" w:color="auto"/>
      </w:divBdr>
      <w:divsChild>
        <w:div w:id="1499229725">
          <w:marLeft w:val="0"/>
          <w:marRight w:val="0"/>
          <w:marTop w:val="0"/>
          <w:marBottom w:val="0"/>
          <w:divBdr>
            <w:top w:val="none" w:sz="0" w:space="0" w:color="auto"/>
            <w:left w:val="none" w:sz="0" w:space="0" w:color="auto"/>
            <w:bottom w:val="none" w:sz="0" w:space="0" w:color="auto"/>
            <w:right w:val="none" w:sz="0" w:space="0" w:color="auto"/>
          </w:divBdr>
        </w:div>
      </w:divsChild>
    </w:div>
    <w:div w:id="2143572467">
      <w:bodyDiv w:val="1"/>
      <w:marLeft w:val="0"/>
      <w:marRight w:val="0"/>
      <w:marTop w:val="0"/>
      <w:marBottom w:val="0"/>
      <w:divBdr>
        <w:top w:val="none" w:sz="0" w:space="0" w:color="auto"/>
        <w:left w:val="none" w:sz="0" w:space="0" w:color="auto"/>
        <w:bottom w:val="none" w:sz="0" w:space="0" w:color="auto"/>
        <w:right w:val="none" w:sz="0" w:space="0" w:color="auto"/>
      </w:divBdr>
      <w:divsChild>
        <w:div w:id="2058315139">
          <w:marLeft w:val="0"/>
          <w:marRight w:val="0"/>
          <w:marTop w:val="0"/>
          <w:marBottom w:val="0"/>
          <w:divBdr>
            <w:top w:val="none" w:sz="0" w:space="0" w:color="auto"/>
            <w:left w:val="none" w:sz="0" w:space="0" w:color="auto"/>
            <w:bottom w:val="none" w:sz="0" w:space="0" w:color="auto"/>
            <w:right w:val="none" w:sz="0" w:space="0" w:color="auto"/>
          </w:divBdr>
        </w:div>
      </w:divsChild>
    </w:div>
    <w:div w:id="2144420656">
      <w:bodyDiv w:val="1"/>
      <w:marLeft w:val="0"/>
      <w:marRight w:val="0"/>
      <w:marTop w:val="0"/>
      <w:marBottom w:val="0"/>
      <w:divBdr>
        <w:top w:val="none" w:sz="0" w:space="0" w:color="auto"/>
        <w:left w:val="none" w:sz="0" w:space="0" w:color="auto"/>
        <w:bottom w:val="none" w:sz="0" w:space="0" w:color="auto"/>
        <w:right w:val="none" w:sz="0" w:space="0" w:color="auto"/>
      </w:divBdr>
      <w:divsChild>
        <w:div w:id="453905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PPrA\Predloga_za_obrazlozitve_proracu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Predloga_za_obrazlozitve_proracuna.dot</Template>
  <TotalTime>61</TotalTime>
  <Pages>112</Pages>
  <Words>34587</Words>
  <Characters>224717</Characters>
  <Application>Microsoft Office Word</Application>
  <DocSecurity>0</DocSecurity>
  <Lines>1872</Lines>
  <Paragraphs>517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Obrazložitve proračuna za leto 2026</vt:lpstr>
      <vt:lpstr>Obrazložitve proračuna za leto 2009</vt:lpstr>
    </vt:vector>
  </TitlesOfParts>
  <Manager>Občina Bistrica ob Sotli</Manager>
  <Company>Aldia, d.o.o.</Company>
  <LinksUpToDate>false</LinksUpToDate>
  <CharactersWithSpaces>258787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Obrazložitve proračuna za leto 2026</dc:title>
  <dc:subject>Splošni del, Posebni del, Načrt razvojnih programov</dc:subject>
  <dc:creator>LCentrih</dc:creator>
  <cp:keywords>Proračun, Obrazložitve</cp:keywords>
  <cp:lastModifiedBy>LCentrih</cp:lastModifiedBy>
  <cp:revision>6</cp:revision>
  <cp:lastPrinted>2008-10-01T07:43:00Z</cp:lastPrinted>
  <dcterms:created xsi:type="dcterms:W3CDTF">2024-12-04T11:37:00Z</dcterms:created>
  <dcterms:modified xsi:type="dcterms:W3CDTF">2024-12-04T12:40:00Z</dcterms:modified>
  <cp:category>Proračun</cp:category>
</cp:coreProperties>
</file>